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D00" w:rsidRDefault="00D44D00" w:rsidP="00A563A9">
      <w:r w:rsidRPr="00D44D00">
        <w:rPr>
          <w:noProof/>
          <w:lang w:val="en-GB" w:eastAsia="en-GB"/>
        </w:rPr>
        <w:drawing>
          <wp:inline distT="0" distB="0" distL="0" distR="0">
            <wp:extent cx="9070975" cy="5939188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3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D00" w:rsidRDefault="00D44D00" w:rsidP="00A563A9"/>
    <w:p w:rsidR="00A563A9" w:rsidRDefault="00A563A9" w:rsidP="00A563A9">
      <w:r>
        <w:lastRenderedPageBreak/>
        <w:t>REPORT MASSES AS +/-5mDa, referenced against</w:t>
      </w:r>
    </w:p>
    <w:p w:rsidR="00A563A9" w:rsidRDefault="00A563A9" w:rsidP="00A563A9">
      <w:r>
        <w:t xml:space="preserve"> Leucine </w:t>
      </w:r>
      <w:proofErr w:type="spellStart"/>
      <w:r>
        <w:t>Enkephalin</w:t>
      </w:r>
      <w:proofErr w:type="spellEnd"/>
      <w:r>
        <w:t xml:space="preserve"> @ 557.2802 (M+H, C13 isotope) and 556.2771 (M+H, C12 isotope) positive mode, 555.2645 (M-H, C13) and 554.2615 (M-H, C12) negative mode.</w:t>
      </w:r>
    </w:p>
    <w:p w:rsidR="00A563A9" w:rsidRDefault="00A563A9" w:rsidP="00A563A9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A563A9" w:rsidRDefault="00A563A9" w:rsidP="00A563A9">
      <w:r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D44D00" w:rsidRDefault="00D44D00" w:rsidP="00D44D00">
      <w:r>
        <w:t>Elemental Composition Report</w:t>
      </w:r>
    </w:p>
    <w:p w:rsidR="00D44D00" w:rsidRDefault="00D44D00" w:rsidP="00D44D00"/>
    <w:p w:rsidR="00D44D00" w:rsidRDefault="00D44D00" w:rsidP="00D44D00">
      <w:r>
        <w:t xml:space="preserve">Single Mass Analysis </w:t>
      </w:r>
    </w:p>
    <w:p w:rsidR="00D44D00" w:rsidRDefault="00D44D00" w:rsidP="00D44D00">
      <w:r>
        <w:t>Tolerance = 7.0 PPM   /   DBE: min = -15.0, max = 100.0</w:t>
      </w:r>
    </w:p>
    <w:p w:rsidR="00D44D00" w:rsidRDefault="00D44D00" w:rsidP="00D44D00">
      <w:r>
        <w:t>Selected filters: None</w:t>
      </w:r>
    </w:p>
    <w:p w:rsidR="00D44D00" w:rsidRDefault="00D44D00" w:rsidP="00D44D00"/>
    <w:p w:rsidR="00D44D00" w:rsidRDefault="00D44D00" w:rsidP="00D44D00">
      <w:r>
        <w:t>Monoisotopic Mass, Even Electron Ions</w:t>
      </w:r>
    </w:p>
    <w:p w:rsidR="00D44D00" w:rsidRDefault="00D44D00" w:rsidP="00D44D00">
      <w:r>
        <w:t xml:space="preserve">15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D44D00" w:rsidRDefault="00D44D00" w:rsidP="00D44D00">
      <w:r>
        <w:t>Elements Used:</w:t>
      </w:r>
    </w:p>
    <w:p w:rsidR="00D44D00" w:rsidRDefault="00D44D00" w:rsidP="00D44D00">
      <w:r>
        <w:t xml:space="preserve">C: 8-9    H: 5-13    N: 1-10    Na: 0-1    Br: 1-1    </w:t>
      </w:r>
    </w:p>
    <w:p w:rsidR="00D44D00" w:rsidRDefault="00D44D00" w:rsidP="00D44D00"/>
    <w:p w:rsidR="00D44D00" w:rsidRDefault="00D44D00" w:rsidP="00D44D0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-15.0</w:t>
      </w:r>
    </w:p>
    <w:p w:rsidR="00D44D00" w:rsidRDefault="00D44D00" w:rsidP="00D44D0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100.0</w:t>
      </w:r>
    </w:p>
    <w:p w:rsidR="00D44D00" w:rsidRDefault="00D44D00" w:rsidP="00D44D0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  <w:t>Formula</w:t>
      </w:r>
    </w:p>
    <w:p w:rsidR="00D44D00" w:rsidRDefault="00D44D00" w:rsidP="00D44D00">
      <w:r>
        <w:t xml:space="preserve">214.0233   </w:t>
      </w:r>
      <w:r>
        <w:tab/>
        <w:t xml:space="preserve">214.0231       </w:t>
      </w:r>
      <w:r>
        <w:tab/>
        <w:t xml:space="preserve">0.2      </w:t>
      </w:r>
      <w:r>
        <w:tab/>
        <w:t xml:space="preserve">0.9      </w:t>
      </w:r>
      <w:r>
        <w:tab/>
        <w:t xml:space="preserve">3.5      </w:t>
      </w:r>
      <w:r>
        <w:tab/>
        <w:t xml:space="preserve">18.9       </w:t>
      </w:r>
      <w:r>
        <w:tab/>
      </w:r>
      <w:proofErr w:type="gramStart"/>
      <w:r>
        <w:t>C9  H13</w:t>
      </w:r>
      <w:proofErr w:type="gramEnd"/>
      <w:r>
        <w:t xml:space="preserve">  N  Br</w:t>
      </w:r>
    </w:p>
    <w:p w:rsidR="00D44D00" w:rsidRDefault="00D44D00" w:rsidP="00D44D00">
      <w:r>
        <w:lastRenderedPageBreak/>
        <w:t>175.7818</w:t>
      </w:r>
      <w:r>
        <w:tab/>
        <w:t>1.013e0</w:t>
      </w:r>
    </w:p>
    <w:p w:rsidR="00D44D00" w:rsidRDefault="00D44D00" w:rsidP="00D44D00">
      <w:r>
        <w:t>175.7856</w:t>
      </w:r>
      <w:r>
        <w:tab/>
        <w:t>1.013e0</w:t>
      </w:r>
    </w:p>
    <w:p w:rsidR="00D44D00" w:rsidRDefault="00D44D00" w:rsidP="00D44D00">
      <w:r>
        <w:t>175.8282</w:t>
      </w:r>
      <w:r>
        <w:tab/>
        <w:t>3.038e0</w:t>
      </w:r>
    </w:p>
    <w:p w:rsidR="00D44D00" w:rsidRDefault="00D44D00" w:rsidP="00D44D00">
      <w:r>
        <w:t>175.8490</w:t>
      </w:r>
      <w:r>
        <w:tab/>
        <w:t>1.013e0</w:t>
      </w:r>
    </w:p>
    <w:p w:rsidR="00D44D00" w:rsidRDefault="00D44D00" w:rsidP="00D44D00">
      <w:r>
        <w:t>175.8627</w:t>
      </w:r>
      <w:r>
        <w:tab/>
        <w:t>1.013e0</w:t>
      </w:r>
    </w:p>
    <w:p w:rsidR="00D44D00" w:rsidRDefault="00D44D00" w:rsidP="00D44D00">
      <w:r>
        <w:t>175.8800</w:t>
      </w:r>
      <w:r>
        <w:tab/>
        <w:t>1.013e0</w:t>
      </w:r>
    </w:p>
    <w:p w:rsidR="00D44D00" w:rsidRDefault="00D44D00" w:rsidP="00D44D00">
      <w:r>
        <w:t>175.9263</w:t>
      </w:r>
      <w:r>
        <w:tab/>
        <w:t>1.013e0</w:t>
      </w:r>
    </w:p>
    <w:p w:rsidR="00D44D00" w:rsidRDefault="00D44D00" w:rsidP="00D44D00">
      <w:r>
        <w:t>175.9796</w:t>
      </w:r>
      <w:r>
        <w:tab/>
        <w:t>1.013e0</w:t>
      </w:r>
    </w:p>
    <w:p w:rsidR="00D44D00" w:rsidRDefault="00D44D00" w:rsidP="00D44D00">
      <w:r>
        <w:t>176.0044</w:t>
      </w:r>
      <w:r>
        <w:tab/>
        <w:t>1.013e0</w:t>
      </w:r>
    </w:p>
    <w:p w:rsidR="00D44D00" w:rsidRDefault="00D44D00" w:rsidP="00D44D00">
      <w:r>
        <w:t>176.0251</w:t>
      </w:r>
      <w:r>
        <w:tab/>
        <w:t>1.013e0</w:t>
      </w:r>
    </w:p>
    <w:p w:rsidR="00D44D00" w:rsidRDefault="00D44D00" w:rsidP="00D44D00">
      <w:r>
        <w:t>176.0707</w:t>
      </w:r>
      <w:r>
        <w:tab/>
        <w:t>1.013e0</w:t>
      </w:r>
    </w:p>
    <w:p w:rsidR="00D44D00" w:rsidRDefault="00D44D00" w:rsidP="00D44D00">
      <w:r>
        <w:t>176.0816</w:t>
      </w:r>
      <w:r>
        <w:tab/>
        <w:t>1.013e0</w:t>
      </w:r>
    </w:p>
    <w:p w:rsidR="00D44D00" w:rsidRDefault="00D44D00" w:rsidP="00D44D00">
      <w:r>
        <w:t>176.0885</w:t>
      </w:r>
      <w:r>
        <w:tab/>
        <w:t>2.025e0</w:t>
      </w:r>
    </w:p>
    <w:p w:rsidR="00D44D00" w:rsidRDefault="00D44D00" w:rsidP="00D44D00">
      <w:r>
        <w:t>176.0916</w:t>
      </w:r>
      <w:r>
        <w:tab/>
        <w:t>7.089e0</w:t>
      </w:r>
    </w:p>
    <w:p w:rsidR="00D44D00" w:rsidRDefault="00D44D00" w:rsidP="00D44D00">
      <w:r>
        <w:t>176.0941</w:t>
      </w:r>
      <w:r>
        <w:tab/>
        <w:t>8.101e0</w:t>
      </w:r>
    </w:p>
    <w:p w:rsidR="00D44D00" w:rsidRDefault="00D44D00" w:rsidP="00D44D00">
      <w:r>
        <w:t>176.1109</w:t>
      </w:r>
      <w:r>
        <w:tab/>
        <w:t>3.038e0</w:t>
      </w:r>
    </w:p>
    <w:p w:rsidR="00D44D00" w:rsidRDefault="00D44D00" w:rsidP="00D44D00">
      <w:r>
        <w:t>176.1153</w:t>
      </w:r>
      <w:r>
        <w:tab/>
        <w:t>4.379e0</w:t>
      </w:r>
    </w:p>
    <w:p w:rsidR="00D44D00" w:rsidRDefault="00D44D00" w:rsidP="00D44D00">
      <w:r>
        <w:t>176.1224</w:t>
      </w:r>
      <w:r>
        <w:tab/>
        <w:t>2.025e0</w:t>
      </w:r>
    </w:p>
    <w:p w:rsidR="00D44D00" w:rsidRDefault="00D44D00" w:rsidP="00D44D00">
      <w:r>
        <w:t>176.1311</w:t>
      </w:r>
      <w:r>
        <w:tab/>
        <w:t>1.013e0</w:t>
      </w:r>
    </w:p>
    <w:p w:rsidR="00D44D00" w:rsidRDefault="00D44D00" w:rsidP="00D44D00">
      <w:r>
        <w:lastRenderedPageBreak/>
        <w:t>176.1492</w:t>
      </w:r>
      <w:r>
        <w:tab/>
        <w:t>1.013e0</w:t>
      </w:r>
    </w:p>
    <w:p w:rsidR="00D44D00" w:rsidRDefault="00D44D00" w:rsidP="00D44D00">
      <w:r>
        <w:t>176.1872</w:t>
      </w:r>
      <w:r>
        <w:tab/>
        <w:t>2.025e0</w:t>
      </w:r>
    </w:p>
    <w:p w:rsidR="00D44D00" w:rsidRDefault="00D44D00" w:rsidP="00D44D00">
      <w:r>
        <w:t>176.2151</w:t>
      </w:r>
      <w:r>
        <w:tab/>
        <w:t>1.013e0</w:t>
      </w:r>
    </w:p>
    <w:p w:rsidR="00D44D00" w:rsidRDefault="00D44D00" w:rsidP="00D44D00">
      <w:r>
        <w:t>176.2260</w:t>
      </w:r>
      <w:r>
        <w:tab/>
        <w:t>2.025e0</w:t>
      </w:r>
    </w:p>
    <w:p w:rsidR="00D44D00" w:rsidRDefault="00D44D00" w:rsidP="00D44D00">
      <w:r>
        <w:t>176.2509</w:t>
      </w:r>
      <w:r>
        <w:tab/>
        <w:t>1.013e0</w:t>
      </w:r>
    </w:p>
    <w:p w:rsidR="00D44D00" w:rsidRDefault="00D44D00" w:rsidP="00D44D00">
      <w:r>
        <w:t>176.3668</w:t>
      </w:r>
      <w:r>
        <w:tab/>
        <w:t>1.013e0</w:t>
      </w:r>
    </w:p>
    <w:p w:rsidR="00D44D00" w:rsidRDefault="00D44D00" w:rsidP="00D44D00">
      <w:r>
        <w:t>176.3812</w:t>
      </w:r>
      <w:r>
        <w:tab/>
        <w:t>1.013e0</w:t>
      </w:r>
    </w:p>
    <w:p w:rsidR="00D44D00" w:rsidRDefault="00D44D00" w:rsidP="00D44D00">
      <w:r>
        <w:t>176.4079</w:t>
      </w:r>
      <w:r>
        <w:tab/>
        <w:t>2.025e0</w:t>
      </w:r>
    </w:p>
    <w:p w:rsidR="00D44D00" w:rsidRDefault="00D44D00" w:rsidP="00D44D00">
      <w:r>
        <w:t>176.4308</w:t>
      </w:r>
      <w:r>
        <w:tab/>
        <w:t>2.025e0</w:t>
      </w:r>
    </w:p>
    <w:p w:rsidR="00D44D00" w:rsidRDefault="00D44D00" w:rsidP="00D44D00">
      <w:r>
        <w:t>176.4346</w:t>
      </w:r>
      <w:r>
        <w:tab/>
        <w:t>1.013e0</w:t>
      </w:r>
    </w:p>
    <w:p w:rsidR="00D44D00" w:rsidRDefault="00D44D00" w:rsidP="00D44D00">
      <w:r>
        <w:t>176.4450</w:t>
      </w:r>
      <w:r>
        <w:tab/>
        <w:t>1.013e0</w:t>
      </w:r>
    </w:p>
    <w:p w:rsidR="00D44D00" w:rsidRDefault="00D44D00" w:rsidP="00D44D00">
      <w:r>
        <w:t>176.4735</w:t>
      </w:r>
      <w:r>
        <w:tab/>
        <w:t>1.013e0</w:t>
      </w:r>
    </w:p>
    <w:p w:rsidR="00D44D00" w:rsidRDefault="00D44D00" w:rsidP="00D44D00">
      <w:r>
        <w:t>176.4949</w:t>
      </w:r>
      <w:r>
        <w:tab/>
        <w:t>1.013e0</w:t>
      </w:r>
    </w:p>
    <w:p w:rsidR="00D44D00" w:rsidRDefault="00D44D00" w:rsidP="00D44D00">
      <w:r>
        <w:t>176.5018</w:t>
      </w:r>
      <w:r>
        <w:tab/>
        <w:t>1.013e0</w:t>
      </w:r>
    </w:p>
    <w:p w:rsidR="00D44D00" w:rsidRDefault="00D44D00" w:rsidP="00D44D00">
      <w:r>
        <w:t>176.5260</w:t>
      </w:r>
      <w:r>
        <w:tab/>
        <w:t>1.013e0</w:t>
      </w:r>
    </w:p>
    <w:p w:rsidR="00D44D00" w:rsidRDefault="00D44D00" w:rsidP="00D44D00">
      <w:r>
        <w:t>176.5399</w:t>
      </w:r>
      <w:r>
        <w:tab/>
        <w:t>1.013e0</w:t>
      </w:r>
    </w:p>
    <w:p w:rsidR="00D44D00" w:rsidRDefault="00D44D00" w:rsidP="00D44D00">
      <w:r>
        <w:t>176.5553</w:t>
      </w:r>
      <w:r>
        <w:tab/>
        <w:t>5.063e0</w:t>
      </w:r>
    </w:p>
    <w:p w:rsidR="00D44D00" w:rsidRDefault="00D44D00" w:rsidP="00D44D00">
      <w:r>
        <w:t>176.5572</w:t>
      </w:r>
      <w:r>
        <w:tab/>
        <w:t>5.063e0</w:t>
      </w:r>
    </w:p>
    <w:p w:rsidR="00D44D00" w:rsidRDefault="00D44D00" w:rsidP="00D44D00">
      <w:r>
        <w:t>176.5593</w:t>
      </w:r>
      <w:r>
        <w:tab/>
        <w:t>3.038e0</w:t>
      </w:r>
    </w:p>
    <w:p w:rsidR="00D44D00" w:rsidRDefault="00D44D00" w:rsidP="00D44D00">
      <w:r>
        <w:lastRenderedPageBreak/>
        <w:t>176.5790</w:t>
      </w:r>
      <w:r>
        <w:tab/>
        <w:t>1.013e0</w:t>
      </w:r>
    </w:p>
    <w:p w:rsidR="00D44D00" w:rsidRDefault="00D44D00" w:rsidP="00D44D00">
      <w:r>
        <w:t>176.6815</w:t>
      </w:r>
      <w:r>
        <w:tab/>
        <w:t>1.013e0</w:t>
      </w:r>
    </w:p>
    <w:p w:rsidR="00D44D00" w:rsidRDefault="00D44D00" w:rsidP="00D44D00">
      <w:r>
        <w:t>176.7273</w:t>
      </w:r>
      <w:r>
        <w:tab/>
        <w:t>1.013e0</w:t>
      </w:r>
    </w:p>
    <w:p w:rsidR="00D44D00" w:rsidRDefault="00D44D00" w:rsidP="00D44D00">
      <w:r>
        <w:t>176.7876</w:t>
      </w:r>
      <w:r>
        <w:tab/>
        <w:t>2.025e0</w:t>
      </w:r>
    </w:p>
    <w:p w:rsidR="00D44D00" w:rsidRDefault="00D44D00" w:rsidP="00D44D00">
      <w:r>
        <w:t>176.7950</w:t>
      </w:r>
      <w:r>
        <w:tab/>
        <w:t>1.013e0</w:t>
      </w:r>
    </w:p>
    <w:p w:rsidR="00D44D00" w:rsidRDefault="00D44D00" w:rsidP="00D44D00">
      <w:r>
        <w:t>176.8126</w:t>
      </w:r>
      <w:r>
        <w:tab/>
        <w:t>1.013e0</w:t>
      </w:r>
    </w:p>
    <w:p w:rsidR="00D44D00" w:rsidRDefault="00D44D00" w:rsidP="00D44D00">
      <w:r>
        <w:t>176.8685</w:t>
      </w:r>
      <w:r>
        <w:tab/>
        <w:t>1.013e0</w:t>
      </w:r>
    </w:p>
    <w:p w:rsidR="00D44D00" w:rsidRDefault="00D44D00" w:rsidP="00D44D00">
      <w:r>
        <w:t>176.8898</w:t>
      </w:r>
      <w:r>
        <w:tab/>
        <w:t>1.013e0</w:t>
      </w:r>
    </w:p>
    <w:p w:rsidR="00D44D00" w:rsidRDefault="00D44D00" w:rsidP="00D44D00">
      <w:r>
        <w:t>176.9218</w:t>
      </w:r>
      <w:r>
        <w:tab/>
        <w:t>2.025e0</w:t>
      </w:r>
    </w:p>
    <w:p w:rsidR="00D44D00" w:rsidRDefault="00D44D00" w:rsidP="00D44D00">
      <w:r>
        <w:t>176.9537</w:t>
      </w:r>
      <w:r>
        <w:tab/>
        <w:t>1.013e0</w:t>
      </w:r>
    </w:p>
    <w:p w:rsidR="00D44D00" w:rsidRDefault="00D44D00" w:rsidP="00D44D00">
      <w:r>
        <w:t>176.9931</w:t>
      </w:r>
      <w:r>
        <w:tab/>
        <w:t>3.038e0</w:t>
      </w:r>
    </w:p>
    <w:p w:rsidR="00D44D00" w:rsidRDefault="00D44D00" w:rsidP="00D44D00">
      <w:r>
        <w:t>177.0175</w:t>
      </w:r>
      <w:r>
        <w:tab/>
        <w:t>1.013e0</w:t>
      </w:r>
    </w:p>
    <w:p w:rsidR="00D44D00" w:rsidRDefault="00D44D00" w:rsidP="00D44D00">
      <w:r>
        <w:t>177.0247</w:t>
      </w:r>
      <w:r>
        <w:tab/>
        <w:t>1.013e0</w:t>
      </w:r>
    </w:p>
    <w:p w:rsidR="00D44D00" w:rsidRDefault="00D44D00" w:rsidP="00D44D00">
      <w:r>
        <w:t>177.0555</w:t>
      </w:r>
      <w:r>
        <w:tab/>
        <w:t>6.076e0</w:t>
      </w:r>
    </w:p>
    <w:p w:rsidR="00D44D00" w:rsidRDefault="00D44D00" w:rsidP="00D44D00">
      <w:r>
        <w:t>177.0577</w:t>
      </w:r>
      <w:r>
        <w:tab/>
        <w:t>3.038e0</w:t>
      </w:r>
    </w:p>
    <w:p w:rsidR="00D44D00" w:rsidRDefault="00D44D00" w:rsidP="00D44D00">
      <w:r>
        <w:t>177.0647</w:t>
      </w:r>
      <w:r>
        <w:tab/>
        <w:t>2.025e0</w:t>
      </w:r>
    </w:p>
    <w:p w:rsidR="00D44D00" w:rsidRDefault="00D44D00" w:rsidP="00D44D00">
      <w:r>
        <w:t>177.0860</w:t>
      </w:r>
      <w:r>
        <w:tab/>
        <w:t>2.025e0</w:t>
      </w:r>
    </w:p>
    <w:p w:rsidR="00D44D00" w:rsidRDefault="00D44D00" w:rsidP="00D44D00">
      <w:r>
        <w:t>177.1140</w:t>
      </w:r>
      <w:r>
        <w:tab/>
        <w:t>6.202e1</w:t>
      </w:r>
    </w:p>
    <w:p w:rsidR="00D44D00" w:rsidRDefault="00D44D00" w:rsidP="00D44D00">
      <w:r>
        <w:t>177.1221</w:t>
      </w:r>
      <w:r>
        <w:tab/>
        <w:t>5.063e0</w:t>
      </w:r>
    </w:p>
    <w:p w:rsidR="00D44D00" w:rsidRDefault="00D44D00" w:rsidP="00D44D00">
      <w:r>
        <w:lastRenderedPageBreak/>
        <w:t>177.1341</w:t>
      </w:r>
      <w:r>
        <w:tab/>
        <w:t>6.076e0</w:t>
      </w:r>
    </w:p>
    <w:p w:rsidR="00D44D00" w:rsidRDefault="00D44D00" w:rsidP="00D44D00">
      <w:r>
        <w:t>177.1380</w:t>
      </w:r>
      <w:r>
        <w:tab/>
        <w:t>6.952e0</w:t>
      </w:r>
    </w:p>
    <w:p w:rsidR="00D44D00" w:rsidRDefault="00D44D00" w:rsidP="00D44D00">
      <w:r>
        <w:t>177.1662</w:t>
      </w:r>
      <w:r>
        <w:tab/>
        <w:t>1.013e0</w:t>
      </w:r>
    </w:p>
    <w:p w:rsidR="00D44D00" w:rsidRDefault="00D44D00" w:rsidP="00D44D00">
      <w:r>
        <w:t>177.1840</w:t>
      </w:r>
      <w:r>
        <w:tab/>
        <w:t>1.013e0</w:t>
      </w:r>
    </w:p>
    <w:p w:rsidR="00D44D00" w:rsidRDefault="00D44D00" w:rsidP="00D44D00">
      <w:r>
        <w:t>177.2205</w:t>
      </w:r>
      <w:r>
        <w:tab/>
        <w:t>2.025e0</w:t>
      </w:r>
    </w:p>
    <w:p w:rsidR="00D44D00" w:rsidRDefault="00D44D00" w:rsidP="00D44D00">
      <w:r>
        <w:t>177.2224</w:t>
      </w:r>
      <w:r>
        <w:tab/>
        <w:t>1.013e0</w:t>
      </w:r>
    </w:p>
    <w:p w:rsidR="00D44D00" w:rsidRDefault="00D44D00" w:rsidP="00D44D00">
      <w:r>
        <w:t>177.2291</w:t>
      </w:r>
      <w:r>
        <w:tab/>
        <w:t>1.013e0</w:t>
      </w:r>
    </w:p>
    <w:p w:rsidR="00D44D00" w:rsidRDefault="00D44D00" w:rsidP="00D44D00">
      <w:r>
        <w:t>177.2469</w:t>
      </w:r>
      <w:r>
        <w:tab/>
        <w:t>1.013e0</w:t>
      </w:r>
    </w:p>
    <w:p w:rsidR="00D44D00" w:rsidRDefault="00D44D00" w:rsidP="00D44D00">
      <w:r>
        <w:t>177.2577</w:t>
      </w:r>
      <w:r>
        <w:tab/>
        <w:t>1.013e0</w:t>
      </w:r>
    </w:p>
    <w:p w:rsidR="00D44D00" w:rsidRDefault="00D44D00" w:rsidP="00D44D00">
      <w:r>
        <w:t>177.2718</w:t>
      </w:r>
      <w:r>
        <w:tab/>
        <w:t>1.013e0</w:t>
      </w:r>
    </w:p>
    <w:p w:rsidR="00D44D00" w:rsidRDefault="00D44D00" w:rsidP="00D44D00">
      <w:r>
        <w:t>177.2791</w:t>
      </w:r>
      <w:r>
        <w:tab/>
        <w:t>2.025e0</w:t>
      </w:r>
    </w:p>
    <w:p w:rsidR="00D44D00" w:rsidRDefault="00D44D00" w:rsidP="00D44D00">
      <w:r>
        <w:t>177.3040</w:t>
      </w:r>
      <w:r>
        <w:tab/>
        <w:t>1.013e0</w:t>
      </w:r>
    </w:p>
    <w:p w:rsidR="00D44D00" w:rsidRDefault="00D44D00" w:rsidP="00D44D00">
      <w:r>
        <w:t>177.3359</w:t>
      </w:r>
      <w:r>
        <w:tab/>
        <w:t>1.013e0</w:t>
      </w:r>
    </w:p>
    <w:p w:rsidR="00D44D00" w:rsidRDefault="00D44D00" w:rsidP="00D44D00">
      <w:r>
        <w:t>177.3538</w:t>
      </w:r>
      <w:r>
        <w:tab/>
        <w:t>1.013e0</w:t>
      </w:r>
    </w:p>
    <w:p w:rsidR="00D44D00" w:rsidRDefault="00D44D00" w:rsidP="00D44D00">
      <w:r>
        <w:t>177.4487</w:t>
      </w:r>
      <w:r>
        <w:tab/>
        <w:t>1.013e0</w:t>
      </w:r>
    </w:p>
    <w:p w:rsidR="00D44D00" w:rsidRDefault="00D44D00" w:rsidP="00D44D00">
      <w:r>
        <w:t>177.4736</w:t>
      </w:r>
      <w:r>
        <w:tab/>
        <w:t>1.013e0</w:t>
      </w:r>
    </w:p>
    <w:p w:rsidR="00D44D00" w:rsidRDefault="00D44D00" w:rsidP="00D44D00">
      <w:r>
        <w:t>177.4881</w:t>
      </w:r>
      <w:r>
        <w:tab/>
        <w:t>2.025e0</w:t>
      </w:r>
    </w:p>
    <w:p w:rsidR="00D44D00" w:rsidRDefault="00D44D00" w:rsidP="00D44D00">
      <w:r>
        <w:t>177.5237</w:t>
      </w:r>
      <w:r>
        <w:tab/>
        <w:t>1.013e0</w:t>
      </w:r>
    </w:p>
    <w:p w:rsidR="00D44D00" w:rsidRDefault="00D44D00" w:rsidP="00D44D00">
      <w:r>
        <w:t>177.5450</w:t>
      </w:r>
      <w:r>
        <w:tab/>
        <w:t>1.013e0</w:t>
      </w:r>
    </w:p>
    <w:p w:rsidR="00D44D00" w:rsidRDefault="00D44D00" w:rsidP="00D44D00">
      <w:r>
        <w:lastRenderedPageBreak/>
        <w:t>177.5593</w:t>
      </w:r>
      <w:r>
        <w:tab/>
        <w:t>1.013e0</w:t>
      </w:r>
    </w:p>
    <w:p w:rsidR="00D44D00" w:rsidRDefault="00D44D00" w:rsidP="00D44D00">
      <w:r>
        <w:t>177.5660</w:t>
      </w:r>
      <w:r>
        <w:tab/>
        <w:t>1.013e0</w:t>
      </w:r>
    </w:p>
    <w:p w:rsidR="00D44D00" w:rsidRDefault="00D44D00" w:rsidP="00D44D00">
      <w:r>
        <w:t>177.5764</w:t>
      </w:r>
      <w:r>
        <w:tab/>
        <w:t>1.013e0</w:t>
      </w:r>
    </w:p>
    <w:p w:rsidR="00D44D00" w:rsidRDefault="00D44D00" w:rsidP="00D44D00">
      <w:r>
        <w:t>177.6722</w:t>
      </w:r>
      <w:r>
        <w:tab/>
        <w:t>1.013e0</w:t>
      </w:r>
    </w:p>
    <w:p w:rsidR="00D44D00" w:rsidRDefault="00D44D00" w:rsidP="00D44D00">
      <w:r>
        <w:t>177.6827</w:t>
      </w:r>
      <w:r>
        <w:tab/>
        <w:t>1.013e0</w:t>
      </w:r>
    </w:p>
    <w:p w:rsidR="00D44D00" w:rsidRDefault="00D44D00" w:rsidP="00D44D00">
      <w:r>
        <w:t>177.7148</w:t>
      </w:r>
      <w:r>
        <w:tab/>
        <w:t>1.013e0</w:t>
      </w:r>
    </w:p>
    <w:p w:rsidR="00D44D00" w:rsidRDefault="00D44D00" w:rsidP="00D44D00">
      <w:r>
        <w:t>177.7186</w:t>
      </w:r>
      <w:r>
        <w:tab/>
        <w:t>1.013e0</w:t>
      </w:r>
    </w:p>
    <w:p w:rsidR="00D44D00" w:rsidRDefault="00D44D00" w:rsidP="00D44D00">
      <w:r>
        <w:t>177.7238</w:t>
      </w:r>
      <w:r>
        <w:tab/>
        <w:t>2.025e0</w:t>
      </w:r>
    </w:p>
    <w:p w:rsidR="00D44D00" w:rsidRDefault="00D44D00" w:rsidP="00D44D00">
      <w:r>
        <w:t>177.7436</w:t>
      </w:r>
      <w:r>
        <w:tab/>
        <w:t>4.051e0</w:t>
      </w:r>
    </w:p>
    <w:p w:rsidR="00D44D00" w:rsidRDefault="00D44D00" w:rsidP="00D44D00">
      <w:r>
        <w:t>177.7645</w:t>
      </w:r>
      <w:r>
        <w:tab/>
        <w:t>1.013e0</w:t>
      </w:r>
    </w:p>
    <w:p w:rsidR="00D44D00" w:rsidRDefault="00D44D00" w:rsidP="00D44D00">
      <w:r>
        <w:t>177.8026</w:t>
      </w:r>
      <w:r>
        <w:tab/>
        <w:t>1.013e0</w:t>
      </w:r>
    </w:p>
    <w:p w:rsidR="00D44D00" w:rsidRDefault="00D44D00" w:rsidP="00D44D00">
      <w:r>
        <w:t>177.8277</w:t>
      </w:r>
      <w:r>
        <w:tab/>
        <w:t>1.013e0</w:t>
      </w:r>
    </w:p>
    <w:p w:rsidR="00D44D00" w:rsidRDefault="00D44D00" w:rsidP="00D44D00">
      <w:r>
        <w:t>177.8741</w:t>
      </w:r>
      <w:r>
        <w:tab/>
        <w:t>2.025e0</w:t>
      </w:r>
    </w:p>
    <w:p w:rsidR="00D44D00" w:rsidRDefault="00D44D00" w:rsidP="00D44D00">
      <w:r>
        <w:t>177.9522</w:t>
      </w:r>
      <w:r>
        <w:tab/>
        <w:t>1.013e0</w:t>
      </w:r>
    </w:p>
    <w:p w:rsidR="00D44D00" w:rsidRDefault="00D44D00" w:rsidP="00D44D00">
      <w:r>
        <w:t>177.9783</w:t>
      </w:r>
      <w:r>
        <w:tab/>
        <w:t>2.025e0</w:t>
      </w:r>
    </w:p>
    <w:p w:rsidR="00D44D00" w:rsidRDefault="00D44D00" w:rsidP="00D44D00">
      <w:r>
        <w:t>178.0175</w:t>
      </w:r>
      <w:r>
        <w:tab/>
        <w:t>2.025e0</w:t>
      </w:r>
    </w:p>
    <w:p w:rsidR="00D44D00" w:rsidRDefault="00D44D00" w:rsidP="00D44D00">
      <w:r>
        <w:t>178.0191</w:t>
      </w:r>
      <w:r>
        <w:tab/>
        <w:t>1.013e0</w:t>
      </w:r>
    </w:p>
    <w:p w:rsidR="00D44D00" w:rsidRDefault="00D44D00" w:rsidP="00D44D00">
      <w:r>
        <w:t>178.0387</w:t>
      </w:r>
      <w:r>
        <w:tab/>
        <w:t>3.038e0</w:t>
      </w:r>
    </w:p>
    <w:p w:rsidR="00D44D00" w:rsidRDefault="00D44D00" w:rsidP="00D44D00">
      <w:r>
        <w:t>178.0423</w:t>
      </w:r>
      <w:r>
        <w:tab/>
        <w:t>3.038e0</w:t>
      </w:r>
    </w:p>
    <w:p w:rsidR="00D44D00" w:rsidRDefault="00D44D00" w:rsidP="00D44D00">
      <w:r>
        <w:lastRenderedPageBreak/>
        <w:t>178.0621</w:t>
      </w:r>
      <w:r>
        <w:tab/>
        <w:t>1.013e0</w:t>
      </w:r>
    </w:p>
    <w:p w:rsidR="00D44D00" w:rsidRDefault="00D44D00" w:rsidP="00D44D00">
      <w:r>
        <w:t>178.0655</w:t>
      </w:r>
      <w:r>
        <w:tab/>
        <w:t>2.025e0</w:t>
      </w:r>
    </w:p>
    <w:p w:rsidR="00D44D00" w:rsidRDefault="00D44D00" w:rsidP="00D44D00">
      <w:r>
        <w:t>178.1002</w:t>
      </w:r>
      <w:r>
        <w:tab/>
        <w:t>6.076e0</w:t>
      </w:r>
    </w:p>
    <w:p w:rsidR="00D44D00" w:rsidRDefault="00D44D00" w:rsidP="00D44D00">
      <w:r>
        <w:t>178.1014</w:t>
      </w:r>
      <w:r>
        <w:tab/>
        <w:t>1.013e0</w:t>
      </w:r>
    </w:p>
    <w:p w:rsidR="00D44D00" w:rsidRDefault="00D44D00" w:rsidP="00D44D00">
      <w:r>
        <w:t>178.1128</w:t>
      </w:r>
      <w:r>
        <w:tab/>
        <w:t>8.101e0</w:t>
      </w:r>
    </w:p>
    <w:p w:rsidR="00D44D00" w:rsidRDefault="00D44D00" w:rsidP="00D44D00">
      <w:r>
        <w:t>178.1153</w:t>
      </w:r>
      <w:r>
        <w:tab/>
        <w:t>1.316e1</w:t>
      </w:r>
    </w:p>
    <w:p w:rsidR="00D44D00" w:rsidRDefault="00D44D00" w:rsidP="00D44D00">
      <w:r>
        <w:t>178.1211</w:t>
      </w:r>
      <w:r>
        <w:tab/>
        <w:t>2.025e0</w:t>
      </w:r>
    </w:p>
    <w:p w:rsidR="00D44D00" w:rsidRDefault="00D44D00" w:rsidP="00D44D00">
      <w:r>
        <w:t>178.1227</w:t>
      </w:r>
      <w:r>
        <w:tab/>
        <w:t>2.025e0</w:t>
      </w:r>
    </w:p>
    <w:p w:rsidR="00D44D00" w:rsidRDefault="00D44D00" w:rsidP="00D44D00">
      <w:r>
        <w:t>178.1422</w:t>
      </w:r>
      <w:r>
        <w:tab/>
        <w:t>2.025e0</w:t>
      </w:r>
    </w:p>
    <w:p w:rsidR="00D44D00" w:rsidRDefault="00D44D00" w:rsidP="00D44D00">
      <w:r>
        <w:t>178.1475</w:t>
      </w:r>
      <w:r>
        <w:tab/>
        <w:t>2.025e0</w:t>
      </w:r>
    </w:p>
    <w:p w:rsidR="00D44D00" w:rsidRDefault="00D44D00" w:rsidP="00D44D00">
      <w:r>
        <w:t>178.1543</w:t>
      </w:r>
      <w:r>
        <w:tab/>
        <w:t>2.025e0</w:t>
      </w:r>
    </w:p>
    <w:p w:rsidR="00D44D00" w:rsidRDefault="00D44D00" w:rsidP="00D44D00">
      <w:r>
        <w:t>178.1647</w:t>
      </w:r>
      <w:r>
        <w:tab/>
        <w:t>1.013e0</w:t>
      </w:r>
    </w:p>
    <w:p w:rsidR="00D44D00" w:rsidRDefault="00D44D00" w:rsidP="00D44D00">
      <w:r>
        <w:t>178.1754</w:t>
      </w:r>
      <w:r>
        <w:tab/>
        <w:t>1.013e0</w:t>
      </w:r>
    </w:p>
    <w:p w:rsidR="00D44D00" w:rsidRDefault="00D44D00" w:rsidP="00D44D00">
      <w:r>
        <w:t>178.1858</w:t>
      </w:r>
      <w:r>
        <w:tab/>
        <w:t>1.013e0</w:t>
      </w:r>
    </w:p>
    <w:p w:rsidR="00D44D00" w:rsidRDefault="00D44D00" w:rsidP="00D44D00">
      <w:r>
        <w:t>178.1998</w:t>
      </w:r>
      <w:r>
        <w:tab/>
        <w:t>1.013e0</w:t>
      </w:r>
    </w:p>
    <w:p w:rsidR="00D44D00" w:rsidRDefault="00D44D00" w:rsidP="00D44D00">
      <w:r>
        <w:t>178.2179</w:t>
      </w:r>
      <w:r>
        <w:tab/>
        <w:t>1.013e0</w:t>
      </w:r>
    </w:p>
    <w:p w:rsidR="00D44D00" w:rsidRDefault="00D44D00" w:rsidP="00D44D00">
      <w:r>
        <w:t>178.2249</w:t>
      </w:r>
      <w:r>
        <w:tab/>
        <w:t>1.013e0</w:t>
      </w:r>
    </w:p>
    <w:p w:rsidR="00D44D00" w:rsidRDefault="00D44D00" w:rsidP="00D44D00">
      <w:r>
        <w:t>178.2820</w:t>
      </w:r>
      <w:r>
        <w:tab/>
        <w:t>1.013e0</w:t>
      </w:r>
    </w:p>
    <w:p w:rsidR="00D44D00" w:rsidRDefault="00D44D00" w:rsidP="00D44D00">
      <w:r>
        <w:t>178.2963</w:t>
      </w:r>
      <w:r>
        <w:tab/>
        <w:t>1.013e0</w:t>
      </w:r>
    </w:p>
    <w:p w:rsidR="00D44D00" w:rsidRDefault="00D44D00" w:rsidP="00D44D00">
      <w:r>
        <w:lastRenderedPageBreak/>
        <w:t>178.3144</w:t>
      </w:r>
      <w:r>
        <w:tab/>
        <w:t>1.013e0</w:t>
      </w:r>
    </w:p>
    <w:p w:rsidR="00D44D00" w:rsidRDefault="00D44D00" w:rsidP="00D44D00">
      <w:r>
        <w:t>178.3600</w:t>
      </w:r>
      <w:r>
        <w:tab/>
        <w:t>1.013e0</w:t>
      </w:r>
    </w:p>
    <w:p w:rsidR="00D44D00" w:rsidRDefault="00D44D00" w:rsidP="00D44D00">
      <w:r>
        <w:t>178.3949</w:t>
      </w:r>
      <w:r>
        <w:tab/>
        <w:t>1.013e0</w:t>
      </w:r>
    </w:p>
    <w:p w:rsidR="00D44D00" w:rsidRDefault="00D44D00" w:rsidP="00D44D00">
      <w:r>
        <w:t>178.4274</w:t>
      </w:r>
      <w:r>
        <w:tab/>
        <w:t>1.013e0</w:t>
      </w:r>
    </w:p>
    <w:p w:rsidR="00D44D00" w:rsidRDefault="00D44D00" w:rsidP="00D44D00">
      <w:r>
        <w:t>178.5309</w:t>
      </w:r>
      <w:r>
        <w:tab/>
        <w:t>2.025e0</w:t>
      </w:r>
    </w:p>
    <w:p w:rsidR="00D44D00" w:rsidRDefault="00D44D00" w:rsidP="00D44D00">
      <w:r>
        <w:t>178.5501</w:t>
      </w:r>
      <w:r>
        <w:tab/>
        <w:t>2.025e0</w:t>
      </w:r>
    </w:p>
    <w:p w:rsidR="00D44D00" w:rsidRDefault="00D44D00" w:rsidP="00D44D00">
      <w:r>
        <w:t>178.5627</w:t>
      </w:r>
      <w:r>
        <w:tab/>
        <w:t>1.013e0</w:t>
      </w:r>
    </w:p>
    <w:p w:rsidR="00D44D00" w:rsidRDefault="00D44D00" w:rsidP="00D44D00">
      <w:r>
        <w:t>178.5729</w:t>
      </w:r>
      <w:r>
        <w:tab/>
        <w:t>1.013e0</w:t>
      </w:r>
    </w:p>
    <w:p w:rsidR="00D44D00" w:rsidRDefault="00D44D00" w:rsidP="00D44D00">
      <w:r>
        <w:t>178.6080</w:t>
      </w:r>
      <w:r>
        <w:tab/>
        <w:t>1.013e0</w:t>
      </w:r>
    </w:p>
    <w:p w:rsidR="00D44D00" w:rsidRDefault="00D44D00" w:rsidP="00D44D00">
      <w:r>
        <w:t>178.6190</w:t>
      </w:r>
      <w:r>
        <w:tab/>
        <w:t>1.013e0</w:t>
      </w:r>
    </w:p>
    <w:p w:rsidR="00D44D00" w:rsidRDefault="00D44D00" w:rsidP="00D44D00">
      <w:r>
        <w:t>178.6369</w:t>
      </w:r>
      <w:r>
        <w:tab/>
        <w:t>1.013e0</w:t>
      </w:r>
    </w:p>
    <w:p w:rsidR="00D44D00" w:rsidRDefault="00D44D00" w:rsidP="00D44D00">
      <w:r>
        <w:t>178.6474</w:t>
      </w:r>
      <w:r>
        <w:tab/>
        <w:t>1.013e0</w:t>
      </w:r>
    </w:p>
    <w:p w:rsidR="00D44D00" w:rsidRDefault="00D44D00" w:rsidP="00D44D00">
      <w:r>
        <w:t>178.6655</w:t>
      </w:r>
      <w:r>
        <w:tab/>
        <w:t>2.025e0</w:t>
      </w:r>
    </w:p>
    <w:p w:rsidR="00D44D00" w:rsidRDefault="00D44D00" w:rsidP="00D44D00">
      <w:r>
        <w:t>178.6689</w:t>
      </w:r>
      <w:r>
        <w:tab/>
        <w:t>1.013e0</w:t>
      </w:r>
    </w:p>
    <w:p w:rsidR="00D44D00" w:rsidRDefault="00D44D00" w:rsidP="00D44D00">
      <w:r>
        <w:t>178.6833</w:t>
      </w:r>
      <w:r>
        <w:tab/>
        <w:t>1.013e0</w:t>
      </w:r>
    </w:p>
    <w:p w:rsidR="00D44D00" w:rsidRDefault="00D44D00" w:rsidP="00D44D00">
      <w:r>
        <w:t>178.6867</w:t>
      </w:r>
      <w:r>
        <w:tab/>
        <w:t>2.025e0</w:t>
      </w:r>
    </w:p>
    <w:p w:rsidR="00D44D00" w:rsidRDefault="00D44D00" w:rsidP="00D44D00">
      <w:r>
        <w:t>178.7404</w:t>
      </w:r>
      <w:r>
        <w:tab/>
        <w:t>1.013e0</w:t>
      </w:r>
    </w:p>
    <w:p w:rsidR="00D44D00" w:rsidRDefault="00D44D00" w:rsidP="00D44D00">
      <w:r>
        <w:t>178.7480</w:t>
      </w:r>
      <w:r>
        <w:tab/>
        <w:t>2.025e0</w:t>
      </w:r>
    </w:p>
    <w:p w:rsidR="00D44D00" w:rsidRDefault="00D44D00" w:rsidP="00D44D00">
      <w:r>
        <w:t>178.7618</w:t>
      </w:r>
      <w:r>
        <w:tab/>
        <w:t>3.038e0</w:t>
      </w:r>
    </w:p>
    <w:p w:rsidR="00D44D00" w:rsidRDefault="00D44D00" w:rsidP="00D44D00">
      <w:r>
        <w:lastRenderedPageBreak/>
        <w:t>178.8070</w:t>
      </w:r>
      <w:r>
        <w:tab/>
        <w:t>1.013e0</w:t>
      </w:r>
    </w:p>
    <w:p w:rsidR="00D44D00" w:rsidRDefault="00D44D00" w:rsidP="00D44D00">
      <w:r>
        <w:t>178.9926</w:t>
      </w:r>
      <w:r>
        <w:tab/>
        <w:t>1.013e0</w:t>
      </w:r>
    </w:p>
    <w:p w:rsidR="00D44D00" w:rsidRDefault="00D44D00" w:rsidP="00D44D00">
      <w:r>
        <w:t>178.9946</w:t>
      </w:r>
      <w:r>
        <w:tab/>
        <w:t>6.076e0</w:t>
      </w:r>
    </w:p>
    <w:p w:rsidR="00D44D00" w:rsidRDefault="00D44D00" w:rsidP="00D44D00">
      <w:r>
        <w:t>179.0143</w:t>
      </w:r>
      <w:r>
        <w:tab/>
        <w:t>1.519e1</w:t>
      </w:r>
    </w:p>
    <w:p w:rsidR="00D44D00" w:rsidRDefault="00D44D00" w:rsidP="00D44D00">
      <w:r>
        <w:t>179.0154</w:t>
      </w:r>
      <w:r>
        <w:tab/>
        <w:t>7.089e0</w:t>
      </w:r>
    </w:p>
    <w:p w:rsidR="00D44D00" w:rsidRDefault="00D44D00" w:rsidP="00D44D00">
      <w:r>
        <w:t>179.0171</w:t>
      </w:r>
      <w:r>
        <w:tab/>
        <w:t>1.418e1</w:t>
      </w:r>
    </w:p>
    <w:p w:rsidR="00D44D00" w:rsidRDefault="00D44D00" w:rsidP="00D44D00">
      <w:r>
        <w:t>179.0454</w:t>
      </w:r>
      <w:r>
        <w:tab/>
        <w:t>1.013e0</w:t>
      </w:r>
    </w:p>
    <w:p w:rsidR="00D44D00" w:rsidRDefault="00D44D00" w:rsidP="00D44D00">
      <w:r>
        <w:t>179.0596</w:t>
      </w:r>
      <w:r>
        <w:tab/>
        <w:t>1.013e0</w:t>
      </w:r>
    </w:p>
    <w:p w:rsidR="00D44D00" w:rsidRDefault="00D44D00" w:rsidP="00D44D00">
      <w:r>
        <w:t>179.0667</w:t>
      </w:r>
      <w:r>
        <w:tab/>
        <w:t>1.013e0</w:t>
      </w:r>
    </w:p>
    <w:p w:rsidR="00D44D00" w:rsidRDefault="00D44D00" w:rsidP="00D44D00">
      <w:r>
        <w:t>179.0795</w:t>
      </w:r>
      <w:r>
        <w:tab/>
        <w:t>2.025e0</w:t>
      </w:r>
    </w:p>
    <w:p w:rsidR="00D44D00" w:rsidRDefault="00D44D00" w:rsidP="00D44D00">
      <w:r>
        <w:t>179.0813</w:t>
      </w:r>
      <w:r>
        <w:tab/>
        <w:t>2.025e0</w:t>
      </w:r>
    </w:p>
    <w:p w:rsidR="00D44D00" w:rsidRDefault="00D44D00" w:rsidP="00D44D00">
      <w:r>
        <w:t>179.1077</w:t>
      </w:r>
      <w:r>
        <w:tab/>
        <w:t>7.529e0</w:t>
      </w:r>
    </w:p>
    <w:p w:rsidR="00D44D00" w:rsidRDefault="00D44D00" w:rsidP="00D44D00">
      <w:r>
        <w:t>179.1094</w:t>
      </w:r>
      <w:r>
        <w:tab/>
        <w:t>1.608e1</w:t>
      </w:r>
    </w:p>
    <w:p w:rsidR="00D44D00" w:rsidRDefault="00D44D00" w:rsidP="00D44D00">
      <w:r>
        <w:t>179.1117</w:t>
      </w:r>
      <w:r>
        <w:tab/>
        <w:t>2.025e0</w:t>
      </w:r>
    </w:p>
    <w:p w:rsidR="00D44D00" w:rsidRDefault="00D44D00" w:rsidP="00D44D00">
      <w:r>
        <w:t>179.1327</w:t>
      </w:r>
      <w:r>
        <w:tab/>
        <w:t>3.610e0</w:t>
      </w:r>
    </w:p>
    <w:p w:rsidR="00D44D00" w:rsidRDefault="00D44D00" w:rsidP="00D44D00">
      <w:r>
        <w:t>179.1474</w:t>
      </w:r>
      <w:r>
        <w:tab/>
        <w:t>2.025e0</w:t>
      </w:r>
    </w:p>
    <w:p w:rsidR="00D44D00" w:rsidRDefault="00D44D00" w:rsidP="00D44D00">
      <w:r>
        <w:t>179.1849</w:t>
      </w:r>
      <w:r>
        <w:tab/>
        <w:t>1.013e0</w:t>
      </w:r>
    </w:p>
    <w:p w:rsidR="00D44D00" w:rsidRDefault="00D44D00" w:rsidP="00D44D00">
      <w:r>
        <w:t>179.1870</w:t>
      </w:r>
      <w:r>
        <w:tab/>
        <w:t>2.025e0</w:t>
      </w:r>
    </w:p>
    <w:p w:rsidR="00D44D00" w:rsidRDefault="00D44D00" w:rsidP="00D44D00">
      <w:r>
        <w:t>179.2167</w:t>
      </w:r>
      <w:r>
        <w:tab/>
        <w:t>1.013e0</w:t>
      </w:r>
    </w:p>
    <w:p w:rsidR="00D44D00" w:rsidRDefault="00D44D00" w:rsidP="00D44D00">
      <w:r>
        <w:lastRenderedPageBreak/>
        <w:t>179.2183</w:t>
      </w:r>
      <w:r>
        <w:tab/>
        <w:t>2.025e0</w:t>
      </w:r>
    </w:p>
    <w:p w:rsidR="00D44D00" w:rsidRDefault="00D44D00" w:rsidP="00D44D00">
      <w:r>
        <w:t>179.2377</w:t>
      </w:r>
      <w:r>
        <w:tab/>
        <w:t>1.013e0</w:t>
      </w:r>
    </w:p>
    <w:p w:rsidR="00D44D00" w:rsidRDefault="00D44D00" w:rsidP="00D44D00">
      <w:r>
        <w:t>179.3018</w:t>
      </w:r>
      <w:r>
        <w:tab/>
        <w:t>1.013e0</w:t>
      </w:r>
    </w:p>
    <w:p w:rsidR="00D44D00" w:rsidRDefault="00D44D00" w:rsidP="00D44D00">
      <w:r>
        <w:t>179.3195</w:t>
      </w:r>
      <w:r>
        <w:tab/>
        <w:t>2.025e0</w:t>
      </w:r>
    </w:p>
    <w:p w:rsidR="00D44D00" w:rsidRDefault="00D44D00" w:rsidP="00D44D00">
      <w:r>
        <w:t>179.3269</w:t>
      </w:r>
      <w:r>
        <w:tab/>
        <w:t>1.013e0</w:t>
      </w:r>
    </w:p>
    <w:p w:rsidR="00D44D00" w:rsidRDefault="00D44D00" w:rsidP="00D44D00">
      <w:r>
        <w:t>179.3481</w:t>
      </w:r>
      <w:r>
        <w:tab/>
        <w:t>1.013e0</w:t>
      </w:r>
    </w:p>
    <w:p w:rsidR="00D44D00" w:rsidRDefault="00D44D00" w:rsidP="00D44D00">
      <w:r>
        <w:t>179.3731</w:t>
      </w:r>
      <w:r>
        <w:tab/>
        <w:t>1.013e0</w:t>
      </w:r>
    </w:p>
    <w:p w:rsidR="00D44D00" w:rsidRDefault="00D44D00" w:rsidP="00D44D00">
      <w:r>
        <w:t>179.3841</w:t>
      </w:r>
      <w:r>
        <w:tab/>
        <w:t>1.013e0</w:t>
      </w:r>
    </w:p>
    <w:p w:rsidR="00D44D00" w:rsidRDefault="00D44D00" w:rsidP="00D44D00">
      <w:r>
        <w:t>179.4548</w:t>
      </w:r>
      <w:r>
        <w:tab/>
        <w:t>1.013e0</w:t>
      </w:r>
    </w:p>
    <w:p w:rsidR="00D44D00" w:rsidRDefault="00D44D00" w:rsidP="00D44D00">
      <w:r>
        <w:t>179.4620</w:t>
      </w:r>
      <w:r>
        <w:tab/>
        <w:t>1.013e0</w:t>
      </w:r>
    </w:p>
    <w:p w:rsidR="00D44D00" w:rsidRDefault="00D44D00" w:rsidP="00D44D00">
      <w:r>
        <w:t>179.4901</w:t>
      </w:r>
      <w:r>
        <w:tab/>
        <w:t>1.013e0</w:t>
      </w:r>
    </w:p>
    <w:p w:rsidR="00D44D00" w:rsidRDefault="00D44D00" w:rsidP="00D44D00">
      <w:r>
        <w:t>179.5222</w:t>
      </w:r>
      <w:r>
        <w:tab/>
        <w:t>1.013e0</w:t>
      </w:r>
    </w:p>
    <w:p w:rsidR="00D44D00" w:rsidRDefault="00D44D00" w:rsidP="00D44D00">
      <w:r>
        <w:t>179.5366</w:t>
      </w:r>
      <w:r>
        <w:tab/>
        <w:t>1.013e0</w:t>
      </w:r>
    </w:p>
    <w:p w:rsidR="00D44D00" w:rsidRDefault="00D44D00" w:rsidP="00D44D00">
      <w:r>
        <w:t>179.5404</w:t>
      </w:r>
      <w:r>
        <w:tab/>
        <w:t>1.013e0</w:t>
      </w:r>
    </w:p>
    <w:p w:rsidR="00D44D00" w:rsidRDefault="00D44D00" w:rsidP="00D44D00">
      <w:r>
        <w:t>179.5598</w:t>
      </w:r>
      <w:r>
        <w:tab/>
        <w:t>2.025e0</w:t>
      </w:r>
    </w:p>
    <w:p w:rsidR="00D44D00" w:rsidRDefault="00D44D00" w:rsidP="00D44D00">
      <w:r>
        <w:t>179.5869</w:t>
      </w:r>
      <w:r>
        <w:tab/>
        <w:t>1.013e0</w:t>
      </w:r>
    </w:p>
    <w:p w:rsidR="00D44D00" w:rsidRDefault="00D44D00" w:rsidP="00D44D00">
      <w:r>
        <w:t>179.6084</w:t>
      </w:r>
      <w:r>
        <w:tab/>
        <w:t>1.013e0</w:t>
      </w:r>
    </w:p>
    <w:p w:rsidR="00D44D00" w:rsidRDefault="00D44D00" w:rsidP="00D44D00">
      <w:r>
        <w:t>179.6189</w:t>
      </w:r>
      <w:r>
        <w:tab/>
        <w:t>1.013e0</w:t>
      </w:r>
    </w:p>
    <w:p w:rsidR="00D44D00" w:rsidRDefault="00D44D00" w:rsidP="00D44D00">
      <w:r>
        <w:t>179.6299</w:t>
      </w:r>
      <w:r>
        <w:tab/>
        <w:t>1.013e0</w:t>
      </w:r>
    </w:p>
    <w:p w:rsidR="00D44D00" w:rsidRDefault="00D44D00" w:rsidP="00D44D00">
      <w:r>
        <w:lastRenderedPageBreak/>
        <w:t>179.6547</w:t>
      </w:r>
      <w:r>
        <w:tab/>
        <w:t>1.013e0</w:t>
      </w:r>
    </w:p>
    <w:p w:rsidR="00D44D00" w:rsidRDefault="00D44D00" w:rsidP="00D44D00">
      <w:r>
        <w:t>179.6655</w:t>
      </w:r>
      <w:r>
        <w:tab/>
        <w:t>1.013e0</w:t>
      </w:r>
    </w:p>
    <w:p w:rsidR="00D44D00" w:rsidRDefault="00D44D00" w:rsidP="00D44D00">
      <w:r>
        <w:t>179.6830</w:t>
      </w:r>
      <w:r>
        <w:tab/>
        <w:t>1.013e0</w:t>
      </w:r>
    </w:p>
    <w:p w:rsidR="00D44D00" w:rsidRDefault="00D44D00" w:rsidP="00D44D00">
      <w:r>
        <w:t>179.7573</w:t>
      </w:r>
      <w:r>
        <w:tab/>
        <w:t>1.013e0</w:t>
      </w:r>
    </w:p>
    <w:p w:rsidR="00D44D00" w:rsidRDefault="00D44D00" w:rsidP="00D44D00">
      <w:r>
        <w:t>179.7681</w:t>
      </w:r>
      <w:r>
        <w:tab/>
        <w:t>1.013e0</w:t>
      </w:r>
    </w:p>
    <w:p w:rsidR="00D44D00" w:rsidRDefault="00D44D00" w:rsidP="00D44D00">
      <w:r>
        <w:t>179.7752</w:t>
      </w:r>
      <w:r>
        <w:tab/>
        <w:t>1.013e0</w:t>
      </w:r>
    </w:p>
    <w:p w:rsidR="00D44D00" w:rsidRDefault="00D44D00" w:rsidP="00D44D00">
      <w:r>
        <w:t>179.8077</w:t>
      </w:r>
      <w:r>
        <w:tab/>
        <w:t>1.013e0</w:t>
      </w:r>
    </w:p>
    <w:p w:rsidR="00D44D00" w:rsidRDefault="00D44D00" w:rsidP="00D44D00">
      <w:r>
        <w:t>179.8148</w:t>
      </w:r>
      <w:r>
        <w:tab/>
        <w:t>2.025e0</w:t>
      </w:r>
    </w:p>
    <w:p w:rsidR="00D44D00" w:rsidRDefault="00D44D00" w:rsidP="00D44D00">
      <w:r>
        <w:t>179.9097</w:t>
      </w:r>
      <w:r>
        <w:tab/>
        <w:t>2.025e0</w:t>
      </w:r>
    </w:p>
    <w:p w:rsidR="00D44D00" w:rsidRDefault="00D44D00" w:rsidP="00D44D00">
      <w:r>
        <w:t>179.9392</w:t>
      </w:r>
      <w:r>
        <w:tab/>
        <w:t>2.025e0</w:t>
      </w:r>
    </w:p>
    <w:p w:rsidR="00D44D00" w:rsidRDefault="00D44D00" w:rsidP="00D44D00">
      <w:r>
        <w:t>179.9500</w:t>
      </w:r>
      <w:r>
        <w:tab/>
        <w:t>1.013e0</w:t>
      </w:r>
    </w:p>
    <w:p w:rsidR="00D44D00" w:rsidRDefault="00D44D00" w:rsidP="00D44D00">
      <w:r>
        <w:t>179.9676</w:t>
      </w:r>
      <w:r>
        <w:tab/>
        <w:t>1.013e0</w:t>
      </w:r>
    </w:p>
    <w:p w:rsidR="00D44D00" w:rsidRDefault="00D44D00" w:rsidP="00D44D00">
      <w:r>
        <w:t>179.9902</w:t>
      </w:r>
      <w:r>
        <w:tab/>
        <w:t>3.038e0</w:t>
      </w:r>
    </w:p>
    <w:p w:rsidR="00D44D00" w:rsidRDefault="00D44D00" w:rsidP="00D44D00">
      <w:r>
        <w:t>180.0143</w:t>
      </w:r>
      <w:r>
        <w:tab/>
        <w:t>3.038e0</w:t>
      </w:r>
    </w:p>
    <w:p w:rsidR="00D44D00" w:rsidRDefault="00D44D00" w:rsidP="00D44D00">
      <w:r>
        <w:t>180.0187</w:t>
      </w:r>
      <w:r>
        <w:tab/>
        <w:t>3.038e0</w:t>
      </w:r>
    </w:p>
    <w:p w:rsidR="00D44D00" w:rsidRDefault="00D44D00" w:rsidP="00D44D00">
      <w:r>
        <w:t>180.0203</w:t>
      </w:r>
      <w:r>
        <w:tab/>
        <w:t>4.051e0</w:t>
      </w:r>
    </w:p>
    <w:p w:rsidR="00D44D00" w:rsidRDefault="00D44D00" w:rsidP="00D44D00">
      <w:r>
        <w:t>180.0257</w:t>
      </w:r>
      <w:r>
        <w:tab/>
        <w:t>6.076e0</w:t>
      </w:r>
    </w:p>
    <w:p w:rsidR="00D44D00" w:rsidRDefault="00D44D00" w:rsidP="00D44D00">
      <w:r>
        <w:t>180.0312</w:t>
      </w:r>
      <w:r>
        <w:tab/>
        <w:t>3.038e0</w:t>
      </w:r>
    </w:p>
    <w:p w:rsidR="00D44D00" w:rsidRDefault="00D44D00" w:rsidP="00D44D00">
      <w:r>
        <w:t>180.0429</w:t>
      </w:r>
      <w:r>
        <w:tab/>
        <w:t>3.038e0</w:t>
      </w:r>
    </w:p>
    <w:p w:rsidR="00D44D00" w:rsidRDefault="00D44D00" w:rsidP="00D44D00">
      <w:r>
        <w:lastRenderedPageBreak/>
        <w:t>180.0501</w:t>
      </w:r>
      <w:r>
        <w:tab/>
        <w:t>2.025e0</w:t>
      </w:r>
    </w:p>
    <w:p w:rsidR="00D44D00" w:rsidRDefault="00D44D00" w:rsidP="00D44D00">
      <w:r>
        <w:t>180.0534</w:t>
      </w:r>
      <w:r>
        <w:tab/>
        <w:t>1.013e0</w:t>
      </w:r>
    </w:p>
    <w:p w:rsidR="00D44D00" w:rsidRDefault="00D44D00" w:rsidP="00D44D00">
      <w:r>
        <w:t>180.0716</w:t>
      </w:r>
      <w:r>
        <w:tab/>
        <w:t>1.013e0</w:t>
      </w:r>
    </w:p>
    <w:p w:rsidR="00D44D00" w:rsidRDefault="00D44D00" w:rsidP="00D44D00">
      <w:r>
        <w:t>180.0749</w:t>
      </w:r>
      <w:r>
        <w:tab/>
        <w:t>1.013e0</w:t>
      </w:r>
    </w:p>
    <w:p w:rsidR="00D44D00" w:rsidRDefault="00D44D00" w:rsidP="00D44D00">
      <w:r>
        <w:t>180.0847</w:t>
      </w:r>
      <w:r>
        <w:tab/>
        <w:t>3.038e0</w:t>
      </w:r>
    </w:p>
    <w:p w:rsidR="00D44D00" w:rsidRDefault="00D44D00" w:rsidP="00D44D00">
      <w:r>
        <w:t>180.1065</w:t>
      </w:r>
      <w:r>
        <w:tab/>
        <w:t>4.051e0</w:t>
      </w:r>
    </w:p>
    <w:p w:rsidR="00D44D00" w:rsidRDefault="00D44D00" w:rsidP="00D44D00">
      <w:r>
        <w:t>180.1288</w:t>
      </w:r>
      <w:r>
        <w:tab/>
        <w:t>1.013e0</w:t>
      </w:r>
    </w:p>
    <w:p w:rsidR="00D44D00" w:rsidRDefault="00D44D00" w:rsidP="00D44D00">
      <w:r>
        <w:t>180.1361</w:t>
      </w:r>
      <w:r>
        <w:tab/>
        <w:t>7.227e0</w:t>
      </w:r>
    </w:p>
    <w:p w:rsidR="00D44D00" w:rsidRDefault="00D44D00" w:rsidP="00D44D00">
      <w:r>
        <w:t>180.1547</w:t>
      </w:r>
      <w:r>
        <w:tab/>
        <w:t>3.038e0</w:t>
      </w:r>
    </w:p>
    <w:p w:rsidR="00D44D00" w:rsidRDefault="00D44D00" w:rsidP="00D44D00">
      <w:r>
        <w:t>180.1645</w:t>
      </w:r>
      <w:r>
        <w:tab/>
        <w:t>1.013e0</w:t>
      </w:r>
    </w:p>
    <w:p w:rsidR="00D44D00" w:rsidRDefault="00D44D00" w:rsidP="00D44D00">
      <w:r>
        <w:t>180.1748</w:t>
      </w:r>
      <w:r>
        <w:tab/>
        <w:t>1.013e0</w:t>
      </w:r>
    </w:p>
    <w:p w:rsidR="00D44D00" w:rsidRDefault="00D44D00" w:rsidP="00D44D00">
      <w:r>
        <w:t>180.1960</w:t>
      </w:r>
      <w:r>
        <w:tab/>
        <w:t>1.013e0</w:t>
      </w:r>
    </w:p>
    <w:p w:rsidR="00D44D00" w:rsidRDefault="00D44D00" w:rsidP="00D44D00">
      <w:r>
        <w:t>180.2064</w:t>
      </w:r>
      <w:r>
        <w:tab/>
        <w:t>4.079e0</w:t>
      </w:r>
    </w:p>
    <w:p w:rsidR="00D44D00" w:rsidRDefault="00D44D00" w:rsidP="00D44D00">
      <w:r>
        <w:t>180.2241</w:t>
      </w:r>
      <w:r>
        <w:tab/>
        <w:t>1.013e0</w:t>
      </w:r>
    </w:p>
    <w:p w:rsidR="00D44D00" w:rsidRDefault="00D44D00" w:rsidP="00D44D00">
      <w:r>
        <w:t>180.2387</w:t>
      </w:r>
      <w:r>
        <w:tab/>
        <w:t>1.013e0</w:t>
      </w:r>
    </w:p>
    <w:p w:rsidR="00D44D00" w:rsidRDefault="00D44D00" w:rsidP="00D44D00">
      <w:r>
        <w:t>180.2566</w:t>
      </w:r>
      <w:r>
        <w:tab/>
        <w:t>2.025e0</w:t>
      </w:r>
    </w:p>
    <w:p w:rsidR="00D44D00" w:rsidRDefault="00D44D00" w:rsidP="00D44D00">
      <w:r>
        <w:t>180.2995</w:t>
      </w:r>
      <w:r>
        <w:tab/>
        <w:t>1.013e0</w:t>
      </w:r>
    </w:p>
    <w:p w:rsidR="00D44D00" w:rsidRDefault="00D44D00" w:rsidP="00D44D00">
      <w:r>
        <w:t>180.3246</w:t>
      </w:r>
      <w:r>
        <w:tab/>
        <w:t>1.013e0</w:t>
      </w:r>
    </w:p>
    <w:p w:rsidR="00D44D00" w:rsidRDefault="00D44D00" w:rsidP="00D44D00">
      <w:r>
        <w:t>180.3392</w:t>
      </w:r>
      <w:r>
        <w:tab/>
        <w:t>1.013e0</w:t>
      </w:r>
    </w:p>
    <w:p w:rsidR="00D44D00" w:rsidRDefault="00D44D00" w:rsidP="00D44D00">
      <w:r>
        <w:lastRenderedPageBreak/>
        <w:t>180.3605</w:t>
      </w:r>
      <w:r>
        <w:tab/>
        <w:t>1.013e0</w:t>
      </w:r>
    </w:p>
    <w:p w:rsidR="00D44D00" w:rsidRDefault="00D44D00" w:rsidP="00D44D00">
      <w:r>
        <w:t>180.3967</w:t>
      </w:r>
      <w:r>
        <w:tab/>
        <w:t>1.013e0</w:t>
      </w:r>
    </w:p>
    <w:p w:rsidR="00D44D00" w:rsidRDefault="00D44D00" w:rsidP="00D44D00">
      <w:r>
        <w:t>180.4037</w:t>
      </w:r>
      <w:r>
        <w:tab/>
        <w:t>1.013e0</w:t>
      </w:r>
    </w:p>
    <w:p w:rsidR="00D44D00" w:rsidRDefault="00D44D00" w:rsidP="00D44D00">
      <w:r>
        <w:t>180.4494</w:t>
      </w:r>
      <w:r>
        <w:tab/>
        <w:t>1.013e0</w:t>
      </w:r>
    </w:p>
    <w:p w:rsidR="00D44D00" w:rsidRDefault="00D44D00" w:rsidP="00D44D00">
      <w:r>
        <w:t>180.4814</w:t>
      </w:r>
      <w:r>
        <w:tab/>
        <w:t>1.013e0</w:t>
      </w:r>
    </w:p>
    <w:p w:rsidR="00D44D00" w:rsidRDefault="00D44D00" w:rsidP="00D44D00">
      <w:r>
        <w:t>180.5423</w:t>
      </w:r>
      <w:r>
        <w:tab/>
        <w:t>2.025e0</w:t>
      </w:r>
    </w:p>
    <w:p w:rsidR="00D44D00" w:rsidRDefault="00D44D00" w:rsidP="00D44D00">
      <w:r>
        <w:t>180.5458</w:t>
      </w:r>
      <w:r>
        <w:tab/>
        <w:t>1.013e0</w:t>
      </w:r>
    </w:p>
    <w:p w:rsidR="00D44D00" w:rsidRDefault="00D44D00" w:rsidP="00D44D00">
      <w:r>
        <w:t>180.5639</w:t>
      </w:r>
      <w:r>
        <w:tab/>
        <w:t>1.013e0</w:t>
      </w:r>
    </w:p>
    <w:p w:rsidR="00D44D00" w:rsidRDefault="00D44D00" w:rsidP="00D44D00">
      <w:r>
        <w:t>180.5906</w:t>
      </w:r>
      <w:r>
        <w:tab/>
        <w:t>2.025e0</w:t>
      </w:r>
    </w:p>
    <w:p w:rsidR="00D44D00" w:rsidRDefault="00D44D00" w:rsidP="00D44D00">
      <w:r>
        <w:t>180.6177</w:t>
      </w:r>
      <w:r>
        <w:tab/>
        <w:t>1.013e0</w:t>
      </w:r>
    </w:p>
    <w:p w:rsidR="00D44D00" w:rsidRDefault="00D44D00" w:rsidP="00D44D00">
      <w:r>
        <w:t>180.6283</w:t>
      </w:r>
      <w:r>
        <w:tab/>
        <w:t>1.013e0</w:t>
      </w:r>
    </w:p>
    <w:p w:rsidR="00D44D00" w:rsidRDefault="00D44D00" w:rsidP="00D44D00">
      <w:r>
        <w:t>180.6411</w:t>
      </w:r>
      <w:r>
        <w:tab/>
        <w:t>2.025e0</w:t>
      </w:r>
    </w:p>
    <w:p w:rsidR="00D44D00" w:rsidRDefault="00D44D00" w:rsidP="00D44D00">
      <w:r>
        <w:t>180.6535</w:t>
      </w:r>
      <w:r>
        <w:tab/>
        <w:t>1.013e0</w:t>
      </w:r>
    </w:p>
    <w:p w:rsidR="00D44D00" w:rsidRDefault="00D44D00" w:rsidP="00D44D00">
      <w:r>
        <w:t>180.6929</w:t>
      </w:r>
      <w:r>
        <w:tab/>
        <w:t>1.013e0</w:t>
      </w:r>
    </w:p>
    <w:p w:rsidR="00D44D00" w:rsidRDefault="00D44D00" w:rsidP="00D44D00">
      <w:r>
        <w:t>180.7527</w:t>
      </w:r>
      <w:r>
        <w:tab/>
        <w:t>2.025e0</w:t>
      </w:r>
    </w:p>
    <w:p w:rsidR="00D44D00" w:rsidRDefault="00D44D00" w:rsidP="00D44D00">
      <w:r>
        <w:t>180.7705</w:t>
      </w:r>
      <w:r>
        <w:tab/>
        <w:t>1.013e0</w:t>
      </w:r>
    </w:p>
    <w:p w:rsidR="00D44D00" w:rsidRDefault="00D44D00" w:rsidP="00D44D00">
      <w:r>
        <w:t>180.8031</w:t>
      </w:r>
      <w:r>
        <w:tab/>
        <w:t>2.025e0</w:t>
      </w:r>
    </w:p>
    <w:p w:rsidR="00D44D00" w:rsidRDefault="00D44D00" w:rsidP="00D44D00">
      <w:r>
        <w:t>180.8173</w:t>
      </w:r>
      <w:r>
        <w:tab/>
        <w:t>1.013e0</w:t>
      </w:r>
    </w:p>
    <w:p w:rsidR="00D44D00" w:rsidRDefault="00D44D00" w:rsidP="00D44D00">
      <w:r>
        <w:t>180.8388</w:t>
      </w:r>
      <w:r>
        <w:tab/>
        <w:t>1.013e0</w:t>
      </w:r>
    </w:p>
    <w:p w:rsidR="00D44D00" w:rsidRDefault="00D44D00" w:rsidP="00D44D00">
      <w:r>
        <w:lastRenderedPageBreak/>
        <w:t>180.8783</w:t>
      </w:r>
      <w:r>
        <w:tab/>
        <w:t>1.013e0</w:t>
      </w:r>
    </w:p>
    <w:p w:rsidR="00D44D00" w:rsidRDefault="00D44D00" w:rsidP="00D44D00">
      <w:r>
        <w:t>180.8854</w:t>
      </w:r>
      <w:r>
        <w:tab/>
        <w:t>2.025e0</w:t>
      </w:r>
    </w:p>
    <w:p w:rsidR="00D44D00" w:rsidRDefault="00D44D00" w:rsidP="00D44D00">
      <w:r>
        <w:t>180.9144</w:t>
      </w:r>
      <w:r>
        <w:tab/>
        <w:t>1.013e0</w:t>
      </w:r>
    </w:p>
    <w:p w:rsidR="00D44D00" w:rsidRDefault="00D44D00" w:rsidP="00D44D00">
      <w:r>
        <w:t>180.9821</w:t>
      </w:r>
      <w:r>
        <w:tab/>
        <w:t>1.013e0</w:t>
      </w:r>
    </w:p>
    <w:p w:rsidR="00D44D00" w:rsidRDefault="00D44D00" w:rsidP="00D44D00">
      <w:r>
        <w:t>180.9856</w:t>
      </w:r>
      <w:r>
        <w:tab/>
        <w:t>2.025e0</w:t>
      </w:r>
    </w:p>
    <w:p w:rsidR="00D44D00" w:rsidRDefault="00D44D00" w:rsidP="00D44D00">
      <w:r>
        <w:t>181.0000</w:t>
      </w:r>
      <w:r>
        <w:tab/>
        <w:t>1.013e0</w:t>
      </w:r>
    </w:p>
    <w:p w:rsidR="00D44D00" w:rsidRDefault="00D44D00" w:rsidP="00D44D00">
      <w:r>
        <w:t>181.0206</w:t>
      </w:r>
      <w:r>
        <w:tab/>
        <w:t>6.108e0</w:t>
      </w:r>
    </w:p>
    <w:p w:rsidR="00D44D00" w:rsidRDefault="00D44D00" w:rsidP="00D44D00">
      <w:r>
        <w:t>181.0222</w:t>
      </w:r>
      <w:r>
        <w:tab/>
        <w:t>3.038e0</w:t>
      </w:r>
    </w:p>
    <w:p w:rsidR="00D44D00" w:rsidRDefault="00D44D00" w:rsidP="00D44D00">
      <w:r>
        <w:t>181.0528</w:t>
      </w:r>
      <w:r>
        <w:tab/>
        <w:t>2.025e0</w:t>
      </w:r>
    </w:p>
    <w:p w:rsidR="00D44D00" w:rsidRDefault="00D44D00" w:rsidP="00D44D00">
      <w:r>
        <w:t>181.0853</w:t>
      </w:r>
      <w:r>
        <w:tab/>
        <w:t>1.013e0</w:t>
      </w:r>
    </w:p>
    <w:p w:rsidR="00D44D00" w:rsidRDefault="00D44D00" w:rsidP="00D44D00">
      <w:r>
        <w:t>181.1061</w:t>
      </w:r>
      <w:r>
        <w:tab/>
        <w:t>3.038e0</w:t>
      </w:r>
    </w:p>
    <w:p w:rsidR="00D44D00" w:rsidRDefault="00D44D00" w:rsidP="00D44D00">
      <w:r>
        <w:t>181.1122</w:t>
      </w:r>
      <w:r>
        <w:tab/>
        <w:t>2.025e0</w:t>
      </w:r>
    </w:p>
    <w:p w:rsidR="00D44D00" w:rsidRDefault="00D44D00" w:rsidP="00D44D00">
      <w:r>
        <w:t>181.1158</w:t>
      </w:r>
      <w:r>
        <w:tab/>
        <w:t>2.025e0</w:t>
      </w:r>
    </w:p>
    <w:p w:rsidR="00D44D00" w:rsidRDefault="00D44D00" w:rsidP="00D44D00">
      <w:r>
        <w:t>181.1286</w:t>
      </w:r>
      <w:r>
        <w:tab/>
        <w:t>1.013e0</w:t>
      </w:r>
    </w:p>
    <w:p w:rsidR="00D44D00" w:rsidRDefault="00D44D00" w:rsidP="00D44D00">
      <w:r>
        <w:t>181.1573</w:t>
      </w:r>
      <w:r>
        <w:tab/>
        <w:t>1.013e0</w:t>
      </w:r>
    </w:p>
    <w:p w:rsidR="00D44D00" w:rsidRDefault="00D44D00" w:rsidP="00D44D00">
      <w:r>
        <w:t>181.1645</w:t>
      </w:r>
      <w:r>
        <w:tab/>
        <w:t>1.013e0</w:t>
      </w:r>
    </w:p>
    <w:p w:rsidR="00D44D00" w:rsidRDefault="00D44D00" w:rsidP="00D44D00">
      <w:r>
        <w:t>181.1661</w:t>
      </w:r>
      <w:r>
        <w:tab/>
        <w:t>3.038e0</w:t>
      </w:r>
    </w:p>
    <w:p w:rsidR="00D44D00" w:rsidRDefault="00D44D00" w:rsidP="00D44D00">
      <w:r>
        <w:t>181.1715</w:t>
      </w:r>
      <w:r>
        <w:tab/>
        <w:t>2.025e0</w:t>
      </w:r>
    </w:p>
    <w:p w:rsidR="00D44D00" w:rsidRDefault="00D44D00" w:rsidP="00D44D00">
      <w:r>
        <w:t>181.1933</w:t>
      </w:r>
      <w:r>
        <w:tab/>
        <w:t>1.013e0</w:t>
      </w:r>
    </w:p>
    <w:p w:rsidR="00D44D00" w:rsidRDefault="00D44D00" w:rsidP="00D44D00">
      <w:r>
        <w:lastRenderedPageBreak/>
        <w:t>181.1969</w:t>
      </w:r>
      <w:r>
        <w:tab/>
        <w:t>1.013e0</w:t>
      </w:r>
    </w:p>
    <w:p w:rsidR="00D44D00" w:rsidRDefault="00D44D00" w:rsidP="00D44D00">
      <w:r>
        <w:t>181.2825</w:t>
      </w:r>
      <w:r>
        <w:tab/>
        <w:t>1.013e0</w:t>
      </w:r>
    </w:p>
    <w:p w:rsidR="00D44D00" w:rsidRDefault="00D44D00" w:rsidP="00D44D00">
      <w:r>
        <w:t>181.2862</w:t>
      </w:r>
      <w:r>
        <w:tab/>
        <w:t>1.013e0</w:t>
      </w:r>
    </w:p>
    <w:p w:rsidR="00D44D00" w:rsidRDefault="00D44D00" w:rsidP="00D44D00">
      <w:r>
        <w:t>181.3037</w:t>
      </w:r>
      <w:r>
        <w:tab/>
        <w:t>1.013e0</w:t>
      </w:r>
    </w:p>
    <w:p w:rsidR="00D44D00" w:rsidRDefault="00D44D00" w:rsidP="00D44D00">
      <w:r>
        <w:t>181.3074</w:t>
      </w:r>
      <w:r>
        <w:tab/>
        <w:t>1.013e0</w:t>
      </w:r>
    </w:p>
    <w:p w:rsidR="00D44D00" w:rsidRDefault="00D44D00" w:rsidP="00D44D00">
      <w:r>
        <w:t>181.3178</w:t>
      </w:r>
      <w:r>
        <w:tab/>
        <w:t>1.013e0</w:t>
      </w:r>
    </w:p>
    <w:p w:rsidR="00D44D00" w:rsidRDefault="00D44D00" w:rsidP="00D44D00">
      <w:r>
        <w:t>181.3393</w:t>
      </w:r>
      <w:r>
        <w:tab/>
        <w:t>1.013e0</w:t>
      </w:r>
    </w:p>
    <w:p w:rsidR="00D44D00" w:rsidRDefault="00D44D00" w:rsidP="00D44D00">
      <w:r>
        <w:t>181.3788</w:t>
      </w:r>
      <w:r>
        <w:tab/>
        <w:t>1.013e0</w:t>
      </w:r>
    </w:p>
    <w:p w:rsidR="00D44D00" w:rsidRDefault="00D44D00" w:rsidP="00D44D00">
      <w:r>
        <w:t>181.4526</w:t>
      </w:r>
      <w:r>
        <w:tab/>
        <w:t>2.025e0</w:t>
      </w:r>
    </w:p>
    <w:p w:rsidR="00D44D00" w:rsidRDefault="00D44D00" w:rsidP="00D44D00">
      <w:r>
        <w:t>181.4867</w:t>
      </w:r>
      <w:r>
        <w:tab/>
        <w:t>1.013e0</w:t>
      </w:r>
    </w:p>
    <w:p w:rsidR="00D44D00" w:rsidRDefault="00D44D00" w:rsidP="00D44D00">
      <w:r>
        <w:t>181.5906</w:t>
      </w:r>
      <w:r>
        <w:tab/>
        <w:t>1.013e0</w:t>
      </w:r>
    </w:p>
    <w:p w:rsidR="00D44D00" w:rsidRDefault="00D44D00" w:rsidP="00D44D00">
      <w:r>
        <w:t>181.6010</w:t>
      </w:r>
      <w:r>
        <w:tab/>
        <w:t>1.013e0</w:t>
      </w:r>
    </w:p>
    <w:p w:rsidR="00D44D00" w:rsidRDefault="00D44D00" w:rsidP="00D44D00">
      <w:r>
        <w:t>181.6402</w:t>
      </w:r>
      <w:r>
        <w:tab/>
        <w:t>1.013e0</w:t>
      </w:r>
    </w:p>
    <w:p w:rsidR="00D44D00" w:rsidRDefault="00D44D00" w:rsidP="00D44D00">
      <w:r>
        <w:t>181.6579</w:t>
      </w:r>
      <w:r>
        <w:tab/>
        <w:t>1.013e0</w:t>
      </w:r>
    </w:p>
    <w:p w:rsidR="00D44D00" w:rsidRDefault="00D44D00" w:rsidP="00D44D00">
      <w:r>
        <w:t>181.6904</w:t>
      </w:r>
      <w:r>
        <w:tab/>
        <w:t>1.013e0</w:t>
      </w:r>
    </w:p>
    <w:p w:rsidR="00D44D00" w:rsidRDefault="00D44D00" w:rsidP="00D44D00">
      <w:r>
        <w:t>181.7045</w:t>
      </w:r>
      <w:r>
        <w:tab/>
        <w:t>1.013e0</w:t>
      </w:r>
    </w:p>
    <w:p w:rsidR="00D44D00" w:rsidRDefault="00D44D00" w:rsidP="00D44D00">
      <w:r>
        <w:t>181.7192</w:t>
      </w:r>
      <w:r>
        <w:tab/>
        <w:t>1.013e0</w:t>
      </w:r>
    </w:p>
    <w:p w:rsidR="00D44D00" w:rsidRDefault="00D44D00" w:rsidP="00D44D00">
      <w:r>
        <w:t>181.7369</w:t>
      </w:r>
      <w:r>
        <w:tab/>
        <w:t>1.013e0</w:t>
      </w:r>
    </w:p>
    <w:p w:rsidR="00D44D00" w:rsidRDefault="00D44D00" w:rsidP="00D44D00">
      <w:r>
        <w:t>181.7408</w:t>
      </w:r>
      <w:r>
        <w:tab/>
        <w:t>1.013e0</w:t>
      </w:r>
    </w:p>
    <w:p w:rsidR="00D44D00" w:rsidRDefault="00D44D00" w:rsidP="00D44D00">
      <w:r>
        <w:lastRenderedPageBreak/>
        <w:t>181.8052</w:t>
      </w:r>
      <w:r>
        <w:tab/>
        <w:t>1.013e0</w:t>
      </w:r>
    </w:p>
    <w:p w:rsidR="00D44D00" w:rsidRDefault="00D44D00" w:rsidP="00D44D00">
      <w:r>
        <w:t>181.8125</w:t>
      </w:r>
      <w:r>
        <w:tab/>
        <w:t>2.025e0</w:t>
      </w:r>
    </w:p>
    <w:p w:rsidR="00D44D00" w:rsidRDefault="00D44D00" w:rsidP="00D44D00">
      <w:r>
        <w:t>181.8413</w:t>
      </w:r>
      <w:r>
        <w:tab/>
        <w:t>1.013e0</w:t>
      </w:r>
    </w:p>
    <w:p w:rsidR="00D44D00" w:rsidRDefault="00D44D00" w:rsidP="00D44D00">
      <w:r>
        <w:t>181.8847</w:t>
      </w:r>
      <w:r>
        <w:tab/>
        <w:t>1.013e0</w:t>
      </w:r>
    </w:p>
    <w:p w:rsidR="00D44D00" w:rsidRDefault="00D44D00" w:rsidP="00D44D00">
      <w:r>
        <w:t>181.8899</w:t>
      </w:r>
      <w:r>
        <w:tab/>
        <w:t>2.025e0</w:t>
      </w:r>
    </w:p>
    <w:p w:rsidR="00D44D00" w:rsidRDefault="00D44D00" w:rsidP="00D44D00">
      <w:r>
        <w:t>181.9185</w:t>
      </w:r>
      <w:r>
        <w:tab/>
        <w:t>2.025e0</w:t>
      </w:r>
    </w:p>
    <w:p w:rsidR="00D44D00" w:rsidRDefault="00D44D00" w:rsidP="00D44D00">
      <w:r>
        <w:t>181.9412</w:t>
      </w:r>
      <w:r>
        <w:tab/>
        <w:t>2.025e0</w:t>
      </w:r>
    </w:p>
    <w:p w:rsidR="00D44D00" w:rsidRDefault="00D44D00" w:rsidP="00D44D00">
      <w:r>
        <w:t>181.9646</w:t>
      </w:r>
      <w:r>
        <w:tab/>
        <w:t>2.025e0</w:t>
      </w:r>
    </w:p>
    <w:p w:rsidR="00D44D00" w:rsidRDefault="00D44D00" w:rsidP="00D44D00">
      <w:r>
        <w:t>181.9803</w:t>
      </w:r>
      <w:r>
        <w:tab/>
        <w:t>1.013e0</w:t>
      </w:r>
    </w:p>
    <w:p w:rsidR="00D44D00" w:rsidRDefault="00D44D00" w:rsidP="00D44D00">
      <w:r>
        <w:t>181.9948</w:t>
      </w:r>
      <w:r>
        <w:tab/>
        <w:t>2.025e0</w:t>
      </w:r>
    </w:p>
    <w:p w:rsidR="00D44D00" w:rsidRDefault="00D44D00" w:rsidP="00D44D00">
      <w:r>
        <w:t>182.0198</w:t>
      </w:r>
      <w:r>
        <w:tab/>
        <w:t>1.013e0</w:t>
      </w:r>
    </w:p>
    <w:p w:rsidR="00D44D00" w:rsidRDefault="00D44D00" w:rsidP="00D44D00">
      <w:r>
        <w:t>182.0307</w:t>
      </w:r>
      <w:r>
        <w:tab/>
        <w:t>1.013e0</w:t>
      </w:r>
    </w:p>
    <w:p w:rsidR="00D44D00" w:rsidRDefault="00D44D00" w:rsidP="00D44D00">
      <w:r>
        <w:t>182.0487</w:t>
      </w:r>
      <w:r>
        <w:tab/>
        <w:t>1.013e0</w:t>
      </w:r>
    </w:p>
    <w:p w:rsidR="00D44D00" w:rsidRDefault="00D44D00" w:rsidP="00D44D00">
      <w:r>
        <w:t>182.0533</w:t>
      </w:r>
      <w:r>
        <w:tab/>
        <w:t>3.038e0</w:t>
      </w:r>
    </w:p>
    <w:p w:rsidR="00D44D00" w:rsidRDefault="00D44D00" w:rsidP="00D44D00">
      <w:r>
        <w:t>182.0741</w:t>
      </w:r>
      <w:r>
        <w:tab/>
        <w:t>1.013e0</w:t>
      </w:r>
    </w:p>
    <w:p w:rsidR="00D44D00" w:rsidRDefault="00D44D00" w:rsidP="00D44D00">
      <w:r>
        <w:t>182.0851</w:t>
      </w:r>
      <w:r>
        <w:tab/>
        <w:t>4.051e0</w:t>
      </w:r>
    </w:p>
    <w:p w:rsidR="00D44D00" w:rsidRDefault="00D44D00" w:rsidP="00D44D00">
      <w:r>
        <w:t>182.0955</w:t>
      </w:r>
      <w:r>
        <w:tab/>
        <w:t>2.025e0</w:t>
      </w:r>
    </w:p>
    <w:p w:rsidR="00D44D00" w:rsidRDefault="00D44D00" w:rsidP="00D44D00">
      <w:r>
        <w:t>182.1244</w:t>
      </w:r>
      <w:r>
        <w:tab/>
        <w:t>2.025e0</w:t>
      </w:r>
    </w:p>
    <w:p w:rsidR="00D44D00" w:rsidRDefault="00D44D00" w:rsidP="00D44D00">
      <w:r>
        <w:t>182.1317</w:t>
      </w:r>
      <w:r>
        <w:tab/>
        <w:t>1.013e0</w:t>
      </w:r>
    </w:p>
    <w:p w:rsidR="00D44D00" w:rsidRDefault="00D44D00" w:rsidP="00D44D00">
      <w:r>
        <w:lastRenderedPageBreak/>
        <w:t>182.1530</w:t>
      </w:r>
      <w:r>
        <w:tab/>
        <w:t>1.013e0</w:t>
      </w:r>
    </w:p>
    <w:p w:rsidR="00D44D00" w:rsidRDefault="00D44D00" w:rsidP="00D44D00">
      <w:r>
        <w:t>182.1551</w:t>
      </w:r>
      <w:r>
        <w:tab/>
        <w:t>2.025e0</w:t>
      </w:r>
    </w:p>
    <w:p w:rsidR="00D44D00" w:rsidRDefault="00D44D00" w:rsidP="00D44D00">
      <w:r>
        <w:t>182.1767</w:t>
      </w:r>
      <w:r>
        <w:tab/>
        <w:t>2.025e0</w:t>
      </w:r>
    </w:p>
    <w:p w:rsidR="00D44D00" w:rsidRDefault="00D44D00" w:rsidP="00D44D00">
      <w:r>
        <w:t>182.1855</w:t>
      </w:r>
      <w:r>
        <w:tab/>
        <w:t>1.013e0</w:t>
      </w:r>
    </w:p>
    <w:p w:rsidR="00D44D00" w:rsidRDefault="00D44D00" w:rsidP="00D44D00">
      <w:r>
        <w:t>182.1893</w:t>
      </w:r>
      <w:r>
        <w:tab/>
        <w:t>1.013e0</w:t>
      </w:r>
    </w:p>
    <w:p w:rsidR="00D44D00" w:rsidRDefault="00D44D00" w:rsidP="00D44D00">
      <w:r>
        <w:t>182.2074</w:t>
      </w:r>
      <w:r>
        <w:tab/>
        <w:t>1.013e0</w:t>
      </w:r>
    </w:p>
    <w:p w:rsidR="00D44D00" w:rsidRDefault="00D44D00" w:rsidP="00D44D00">
      <w:r>
        <w:t>182.2254</w:t>
      </w:r>
      <w:r>
        <w:tab/>
        <w:t>1.013e0</w:t>
      </w:r>
    </w:p>
    <w:p w:rsidR="00D44D00" w:rsidRDefault="00D44D00" w:rsidP="00D44D00">
      <w:r>
        <w:t>182.2503</w:t>
      </w:r>
      <w:r>
        <w:tab/>
        <w:t>1.013e0</w:t>
      </w:r>
    </w:p>
    <w:p w:rsidR="00D44D00" w:rsidRDefault="00D44D00" w:rsidP="00D44D00">
      <w:r>
        <w:t>182.2681</w:t>
      </w:r>
      <w:r>
        <w:tab/>
        <w:t>1.013e0</w:t>
      </w:r>
    </w:p>
    <w:p w:rsidR="00D44D00" w:rsidRDefault="00D44D00" w:rsidP="00D44D00">
      <w:r>
        <w:t>182.2749</w:t>
      </w:r>
      <w:r>
        <w:tab/>
        <w:t>1.013e0</w:t>
      </w:r>
    </w:p>
    <w:p w:rsidR="00D44D00" w:rsidRDefault="00D44D00" w:rsidP="00D44D00">
      <w:r>
        <w:t>182.2963</w:t>
      </w:r>
      <w:r>
        <w:tab/>
        <w:t>1.013e0</w:t>
      </w:r>
    </w:p>
    <w:p w:rsidR="00D44D00" w:rsidRDefault="00D44D00" w:rsidP="00D44D00">
      <w:r>
        <w:t>182.3143</w:t>
      </w:r>
      <w:r>
        <w:tab/>
        <w:t>1.013e0</w:t>
      </w:r>
    </w:p>
    <w:p w:rsidR="00D44D00" w:rsidRDefault="00D44D00" w:rsidP="00D44D00">
      <w:r>
        <w:t>182.3391</w:t>
      </w:r>
      <w:r>
        <w:tab/>
        <w:t>1.013e0</w:t>
      </w:r>
    </w:p>
    <w:p w:rsidR="00D44D00" w:rsidRDefault="00D44D00" w:rsidP="00D44D00">
      <w:r>
        <w:t>182.3822</w:t>
      </w:r>
      <w:r>
        <w:tab/>
        <w:t>1.013e0</w:t>
      </w:r>
    </w:p>
    <w:p w:rsidR="00D44D00" w:rsidRDefault="00D44D00" w:rsidP="00D44D00">
      <w:r>
        <w:t>182.4020</w:t>
      </w:r>
      <w:r>
        <w:tab/>
        <w:t>2.025e0</w:t>
      </w:r>
    </w:p>
    <w:p w:rsidR="00D44D00" w:rsidRDefault="00D44D00" w:rsidP="00D44D00">
      <w:r>
        <w:t>182.4725</w:t>
      </w:r>
      <w:r>
        <w:tab/>
        <w:t>2.025e0</w:t>
      </w:r>
    </w:p>
    <w:p w:rsidR="00D44D00" w:rsidRDefault="00D44D00" w:rsidP="00D44D00">
      <w:r>
        <w:t>182.4831</w:t>
      </w:r>
      <w:r>
        <w:tab/>
        <w:t>1.013e0</w:t>
      </w:r>
    </w:p>
    <w:p w:rsidR="00D44D00" w:rsidRDefault="00D44D00" w:rsidP="00D44D00">
      <w:r>
        <w:t>182.5155</w:t>
      </w:r>
      <w:r>
        <w:tab/>
        <w:t>1.013e0</w:t>
      </w:r>
    </w:p>
    <w:p w:rsidR="00D44D00" w:rsidRDefault="00D44D00" w:rsidP="00D44D00">
      <w:r>
        <w:t>182.5374</w:t>
      </w:r>
      <w:r>
        <w:tab/>
        <w:t>1.013e0</w:t>
      </w:r>
    </w:p>
    <w:p w:rsidR="00D44D00" w:rsidRDefault="00D44D00" w:rsidP="00D44D00">
      <w:r>
        <w:lastRenderedPageBreak/>
        <w:t>182.5390</w:t>
      </w:r>
      <w:r>
        <w:tab/>
        <w:t>2.025e0</w:t>
      </w:r>
    </w:p>
    <w:p w:rsidR="00D44D00" w:rsidRDefault="00D44D00" w:rsidP="00D44D00">
      <w:r>
        <w:t>182.5663</w:t>
      </w:r>
      <w:r>
        <w:tab/>
        <w:t>1.740e1</w:t>
      </w:r>
    </w:p>
    <w:p w:rsidR="00D44D00" w:rsidRDefault="00D44D00" w:rsidP="00D44D00">
      <w:r>
        <w:t>182.5692</w:t>
      </w:r>
      <w:r>
        <w:tab/>
        <w:t>9.114e0</w:t>
      </w:r>
    </w:p>
    <w:p w:rsidR="00D44D00" w:rsidRDefault="00D44D00" w:rsidP="00D44D00">
      <w:r>
        <w:t>182.5715</w:t>
      </w:r>
      <w:r>
        <w:tab/>
        <w:t>1.898e1</w:t>
      </w:r>
    </w:p>
    <w:p w:rsidR="00D44D00" w:rsidRDefault="00D44D00" w:rsidP="00D44D00">
      <w:r>
        <w:t>182.6253</w:t>
      </w:r>
      <w:r>
        <w:tab/>
        <w:t>2.025e0</w:t>
      </w:r>
    </w:p>
    <w:p w:rsidR="00D44D00" w:rsidRDefault="00D44D00" w:rsidP="00D44D00">
      <w:r>
        <w:t>182.6376</w:t>
      </w:r>
      <w:r>
        <w:tab/>
        <w:t>1.013e0</w:t>
      </w:r>
    </w:p>
    <w:p w:rsidR="00D44D00" w:rsidRDefault="00D44D00" w:rsidP="00D44D00">
      <w:r>
        <w:t>182.6447</w:t>
      </w:r>
      <w:r>
        <w:tab/>
        <w:t>1.013e0</w:t>
      </w:r>
    </w:p>
    <w:p w:rsidR="00D44D00" w:rsidRDefault="00D44D00" w:rsidP="00D44D00">
      <w:r>
        <w:t>182.6981</w:t>
      </w:r>
      <w:r>
        <w:tab/>
        <w:t>1.013e0</w:t>
      </w:r>
    </w:p>
    <w:p w:rsidR="00D44D00" w:rsidRDefault="00D44D00" w:rsidP="00D44D00">
      <w:r>
        <w:t>182.7017</w:t>
      </w:r>
      <w:r>
        <w:tab/>
        <w:t>1.013e0</w:t>
      </w:r>
    </w:p>
    <w:p w:rsidR="00D44D00" w:rsidRDefault="00D44D00" w:rsidP="00D44D00">
      <w:r>
        <w:t>182.7231</w:t>
      </w:r>
      <w:r>
        <w:tab/>
        <w:t>1.013e0</w:t>
      </w:r>
    </w:p>
    <w:p w:rsidR="00D44D00" w:rsidRDefault="00D44D00" w:rsidP="00D44D00">
      <w:r>
        <w:t>182.7306</w:t>
      </w:r>
      <w:r>
        <w:tab/>
        <w:t>1.013e0</w:t>
      </w:r>
    </w:p>
    <w:p w:rsidR="00D44D00" w:rsidRDefault="00D44D00" w:rsidP="00D44D00">
      <w:r>
        <w:t>182.7412</w:t>
      </w:r>
      <w:r>
        <w:tab/>
        <w:t>1.013e0</w:t>
      </w:r>
    </w:p>
    <w:p w:rsidR="00D44D00" w:rsidRDefault="00D44D00" w:rsidP="00D44D00">
      <w:r>
        <w:t>182.7737</w:t>
      </w:r>
      <w:r>
        <w:tab/>
        <w:t>1.013e0</w:t>
      </w:r>
    </w:p>
    <w:p w:rsidR="00D44D00" w:rsidRDefault="00D44D00" w:rsidP="00D44D00">
      <w:r>
        <w:t>182.7883</w:t>
      </w:r>
      <w:r>
        <w:tab/>
        <w:t>2.025e0</w:t>
      </w:r>
    </w:p>
    <w:p w:rsidR="00D44D00" w:rsidRDefault="00D44D00" w:rsidP="00D44D00">
      <w:r>
        <w:t>182.8064</w:t>
      </w:r>
      <w:r>
        <w:tab/>
        <w:t>1.013e0</w:t>
      </w:r>
    </w:p>
    <w:p w:rsidR="00D44D00" w:rsidRDefault="00D44D00" w:rsidP="00D44D00">
      <w:r>
        <w:t>182.8350</w:t>
      </w:r>
      <w:r>
        <w:tab/>
        <w:t>1.013e0</w:t>
      </w:r>
    </w:p>
    <w:p w:rsidR="00D44D00" w:rsidRDefault="00D44D00" w:rsidP="00D44D00">
      <w:r>
        <w:t>182.8604</w:t>
      </w:r>
      <w:r>
        <w:tab/>
        <w:t>1.013e0</w:t>
      </w:r>
    </w:p>
    <w:p w:rsidR="00D44D00" w:rsidRDefault="00D44D00" w:rsidP="00D44D00">
      <w:r>
        <w:t>182.8638</w:t>
      </w:r>
      <w:r>
        <w:tab/>
        <w:t>2.025e0</w:t>
      </w:r>
    </w:p>
    <w:p w:rsidR="00D44D00" w:rsidRDefault="00D44D00" w:rsidP="00D44D00">
      <w:r>
        <w:t>182.8676</w:t>
      </w:r>
      <w:r>
        <w:tab/>
        <w:t>1.013e0</w:t>
      </w:r>
    </w:p>
    <w:p w:rsidR="00D44D00" w:rsidRDefault="00D44D00" w:rsidP="00D44D00">
      <w:r>
        <w:lastRenderedPageBreak/>
        <w:t>182.8962</w:t>
      </w:r>
      <w:r>
        <w:tab/>
        <w:t>1.013e0</w:t>
      </w:r>
    </w:p>
    <w:p w:rsidR="00D44D00" w:rsidRDefault="00D44D00" w:rsidP="00D44D00">
      <w:r>
        <w:t>182.9251</w:t>
      </w:r>
      <w:r>
        <w:tab/>
        <w:t>1.013e0</w:t>
      </w:r>
    </w:p>
    <w:p w:rsidR="00D44D00" w:rsidRDefault="00D44D00" w:rsidP="00D44D00">
      <w:r>
        <w:t>182.9649</w:t>
      </w:r>
      <w:r>
        <w:tab/>
        <w:t>2.025e0</w:t>
      </w:r>
    </w:p>
    <w:p w:rsidR="00D44D00" w:rsidRDefault="00D44D00" w:rsidP="00D44D00">
      <w:r>
        <w:t>182.9847</w:t>
      </w:r>
      <w:r>
        <w:tab/>
        <w:t>3.051e1</w:t>
      </w:r>
    </w:p>
    <w:p w:rsidR="00D44D00" w:rsidRDefault="00D44D00" w:rsidP="00D44D00">
      <w:r>
        <w:t>182.9906</w:t>
      </w:r>
      <w:r>
        <w:tab/>
        <w:t>3.051e1</w:t>
      </w:r>
    </w:p>
    <w:p w:rsidR="00D44D00" w:rsidRDefault="00D44D00" w:rsidP="00D44D00">
      <w:r>
        <w:t>182.9926</w:t>
      </w:r>
      <w:r>
        <w:tab/>
        <w:t>2.037e1</w:t>
      </w:r>
    </w:p>
    <w:p w:rsidR="00D44D00" w:rsidRDefault="00D44D00" w:rsidP="00D44D00">
      <w:r>
        <w:t>182.9948</w:t>
      </w:r>
      <w:r>
        <w:tab/>
        <w:t>1.397e1</w:t>
      </w:r>
    </w:p>
    <w:p w:rsidR="00D44D00" w:rsidRDefault="00D44D00" w:rsidP="00D44D00">
      <w:r>
        <w:t>183.0296</w:t>
      </w:r>
      <w:r>
        <w:tab/>
        <w:t>1.013e0</w:t>
      </w:r>
    </w:p>
    <w:p w:rsidR="00D44D00" w:rsidRDefault="00D44D00" w:rsidP="00D44D00">
      <w:r>
        <w:t>183.0472</w:t>
      </w:r>
      <w:r>
        <w:tab/>
        <w:t>1.013e0</w:t>
      </w:r>
    </w:p>
    <w:p w:rsidR="00D44D00" w:rsidRDefault="00D44D00" w:rsidP="00D44D00">
      <w:r>
        <w:t>183.0546</w:t>
      </w:r>
      <w:r>
        <w:tab/>
        <w:t>1.013e0</w:t>
      </w:r>
    </w:p>
    <w:p w:rsidR="00D44D00" w:rsidRDefault="00D44D00" w:rsidP="00D44D00">
      <w:r>
        <w:t>183.0669</w:t>
      </w:r>
      <w:r>
        <w:tab/>
        <w:t>2.025e0</w:t>
      </w:r>
    </w:p>
    <w:p w:rsidR="00D44D00" w:rsidRDefault="00D44D00" w:rsidP="00D44D00">
      <w:r>
        <w:t>183.0704</w:t>
      </w:r>
      <w:r>
        <w:tab/>
        <w:t>3.038e0</w:t>
      </w:r>
    </w:p>
    <w:p w:rsidR="00D44D00" w:rsidRDefault="00D44D00" w:rsidP="00D44D00">
      <w:r>
        <w:t>183.0733</w:t>
      </w:r>
      <w:r>
        <w:tab/>
        <w:t>3.038e0</w:t>
      </w:r>
    </w:p>
    <w:p w:rsidR="00D44D00" w:rsidRDefault="00D44D00" w:rsidP="00D44D00">
      <w:r>
        <w:t>183.0865</w:t>
      </w:r>
      <w:r>
        <w:tab/>
        <w:t>4.051e0</w:t>
      </w:r>
    </w:p>
    <w:p w:rsidR="00D44D00" w:rsidRDefault="00D44D00" w:rsidP="00D44D00">
      <w:r>
        <w:t>183.0983</w:t>
      </w:r>
      <w:r>
        <w:tab/>
        <w:t>3.038e0</w:t>
      </w:r>
    </w:p>
    <w:p w:rsidR="00D44D00" w:rsidRDefault="00D44D00" w:rsidP="00D44D00">
      <w:r>
        <w:t>183.0993</w:t>
      </w:r>
      <w:r>
        <w:tab/>
        <w:t>2.025e0</w:t>
      </w:r>
    </w:p>
    <w:p w:rsidR="00D44D00" w:rsidRDefault="00D44D00" w:rsidP="00D44D00">
      <w:r>
        <w:t>183.1045</w:t>
      </w:r>
      <w:r>
        <w:tab/>
        <w:t>1.013e0</w:t>
      </w:r>
    </w:p>
    <w:p w:rsidR="00D44D00" w:rsidRDefault="00D44D00" w:rsidP="00D44D00">
      <w:r>
        <w:t>183.1186</w:t>
      </w:r>
      <w:r>
        <w:tab/>
        <w:t>1.013e0</w:t>
      </w:r>
    </w:p>
    <w:p w:rsidR="00D44D00" w:rsidRDefault="00D44D00" w:rsidP="00D44D00">
      <w:r>
        <w:t>183.1365</w:t>
      </w:r>
      <w:r>
        <w:tab/>
        <w:t>1.013e0</w:t>
      </w:r>
    </w:p>
    <w:p w:rsidR="00D44D00" w:rsidRDefault="00D44D00" w:rsidP="00D44D00">
      <w:r>
        <w:lastRenderedPageBreak/>
        <w:t>183.1476</w:t>
      </w:r>
      <w:r>
        <w:tab/>
        <w:t>2.025e0</w:t>
      </w:r>
    </w:p>
    <w:p w:rsidR="00D44D00" w:rsidRDefault="00D44D00" w:rsidP="00D44D00">
      <w:r>
        <w:t>183.1727</w:t>
      </w:r>
      <w:r>
        <w:tab/>
        <w:t>1.013e0</w:t>
      </w:r>
    </w:p>
    <w:p w:rsidR="00D44D00" w:rsidRDefault="00D44D00" w:rsidP="00D44D00">
      <w:r>
        <w:t>183.1775</w:t>
      </w:r>
      <w:r>
        <w:tab/>
        <w:t>3.038e0</w:t>
      </w:r>
    </w:p>
    <w:p w:rsidR="00D44D00" w:rsidRDefault="00D44D00" w:rsidP="00D44D00">
      <w:r>
        <w:t>183.2088</w:t>
      </w:r>
      <w:r>
        <w:tab/>
        <w:t>1.013e0</w:t>
      </w:r>
    </w:p>
    <w:p w:rsidR="00D44D00" w:rsidRDefault="00D44D00" w:rsidP="00D44D00">
      <w:r>
        <w:t>183.2271</w:t>
      </w:r>
      <w:r>
        <w:tab/>
        <w:t>1.013e0</w:t>
      </w:r>
    </w:p>
    <w:p w:rsidR="00D44D00" w:rsidRDefault="00D44D00" w:rsidP="00D44D00">
      <w:r>
        <w:t>183.2340</w:t>
      </w:r>
      <w:r>
        <w:tab/>
        <w:t>1.013e0</w:t>
      </w:r>
    </w:p>
    <w:p w:rsidR="00D44D00" w:rsidRDefault="00D44D00" w:rsidP="00D44D00">
      <w:r>
        <w:t>183.3062</w:t>
      </w:r>
      <w:r>
        <w:tab/>
        <w:t>1.013e0</w:t>
      </w:r>
    </w:p>
    <w:p w:rsidR="00D44D00" w:rsidRDefault="00D44D00" w:rsidP="00D44D00">
      <w:r>
        <w:t>183.3170</w:t>
      </w:r>
      <w:r>
        <w:tab/>
        <w:t>1.013e0</w:t>
      </w:r>
    </w:p>
    <w:p w:rsidR="00D44D00" w:rsidRDefault="00D44D00" w:rsidP="00D44D00">
      <w:r>
        <w:t>183.3389</w:t>
      </w:r>
      <w:r>
        <w:tab/>
        <w:t>1.013e0</w:t>
      </w:r>
    </w:p>
    <w:p w:rsidR="00D44D00" w:rsidRDefault="00D44D00" w:rsidP="00D44D00">
      <w:r>
        <w:t>183.3495</w:t>
      </w:r>
      <w:r>
        <w:tab/>
        <w:t>1.013e0</w:t>
      </w:r>
    </w:p>
    <w:p w:rsidR="00D44D00" w:rsidRDefault="00D44D00" w:rsidP="00D44D00">
      <w:r>
        <w:t>183.3856</w:t>
      </w:r>
      <w:r>
        <w:tab/>
        <w:t>1.013e0</w:t>
      </w:r>
    </w:p>
    <w:p w:rsidR="00D44D00" w:rsidRDefault="00D44D00" w:rsidP="00D44D00">
      <w:r>
        <w:t>183.4001</w:t>
      </w:r>
      <w:r>
        <w:tab/>
        <w:t>1.013e0</w:t>
      </w:r>
    </w:p>
    <w:p w:rsidR="00D44D00" w:rsidRDefault="00D44D00" w:rsidP="00D44D00">
      <w:r>
        <w:t>183.4257</w:t>
      </w:r>
      <w:r>
        <w:tab/>
        <w:t>1.013e0</w:t>
      </w:r>
    </w:p>
    <w:p w:rsidR="00D44D00" w:rsidRDefault="00D44D00" w:rsidP="00D44D00">
      <w:r>
        <w:t>183.4293</w:t>
      </w:r>
      <w:r>
        <w:tab/>
        <w:t>1.013e0</w:t>
      </w:r>
    </w:p>
    <w:p w:rsidR="00D44D00" w:rsidRDefault="00D44D00" w:rsidP="00D44D00">
      <w:r>
        <w:t>183.4434</w:t>
      </w:r>
      <w:r>
        <w:tab/>
        <w:t>2.025e0</w:t>
      </w:r>
    </w:p>
    <w:p w:rsidR="00D44D00" w:rsidRDefault="00D44D00" w:rsidP="00D44D00">
      <w:r>
        <w:t>183.4650</w:t>
      </w:r>
      <w:r>
        <w:tab/>
        <w:t>1.013e0</w:t>
      </w:r>
    </w:p>
    <w:p w:rsidR="00D44D00" w:rsidRDefault="00D44D00" w:rsidP="00D44D00">
      <w:r>
        <w:t>183.4684</w:t>
      </w:r>
      <w:r>
        <w:tab/>
        <w:t>1.013e0</w:t>
      </w:r>
    </w:p>
    <w:p w:rsidR="00D44D00" w:rsidRDefault="00D44D00" w:rsidP="00D44D00">
      <w:r>
        <w:t>183.4793</w:t>
      </w:r>
      <w:r>
        <w:tab/>
        <w:t>1.013e0</w:t>
      </w:r>
    </w:p>
    <w:p w:rsidR="00D44D00" w:rsidRDefault="00D44D00" w:rsidP="00D44D00">
      <w:r>
        <w:t>183.5005</w:t>
      </w:r>
      <w:r>
        <w:tab/>
        <w:t>1.013e0</w:t>
      </w:r>
    </w:p>
    <w:p w:rsidR="00D44D00" w:rsidRDefault="00D44D00" w:rsidP="00D44D00">
      <w:r>
        <w:lastRenderedPageBreak/>
        <w:t>183.5612</w:t>
      </w:r>
      <w:r>
        <w:tab/>
        <w:t>1.013e0</w:t>
      </w:r>
    </w:p>
    <w:p w:rsidR="00D44D00" w:rsidRDefault="00D44D00" w:rsidP="00D44D00">
      <w:r>
        <w:t>183.5684</w:t>
      </w:r>
      <w:r>
        <w:tab/>
        <w:t>1.013e0</w:t>
      </w:r>
    </w:p>
    <w:p w:rsidR="00D44D00" w:rsidRDefault="00D44D00" w:rsidP="00D44D00">
      <w:r>
        <w:t>183.5758</w:t>
      </w:r>
      <w:r>
        <w:tab/>
        <w:t>1.013e0</w:t>
      </w:r>
    </w:p>
    <w:p w:rsidR="00D44D00" w:rsidRDefault="00D44D00" w:rsidP="00D44D00">
      <w:r>
        <w:t>183.5865</w:t>
      </w:r>
      <w:r>
        <w:tab/>
        <w:t>1.013e0</w:t>
      </w:r>
    </w:p>
    <w:p w:rsidR="00D44D00" w:rsidRDefault="00D44D00" w:rsidP="00D44D00">
      <w:r>
        <w:t>183.6155</w:t>
      </w:r>
      <w:r>
        <w:tab/>
        <w:t>1.013e0</w:t>
      </w:r>
    </w:p>
    <w:p w:rsidR="00D44D00" w:rsidRDefault="00D44D00" w:rsidP="00D44D00">
      <w:r>
        <w:t>183.7203</w:t>
      </w:r>
      <w:r>
        <w:tab/>
        <w:t>1.013e0</w:t>
      </w:r>
    </w:p>
    <w:p w:rsidR="00D44D00" w:rsidRDefault="00D44D00" w:rsidP="00D44D00">
      <w:r>
        <w:t>183.7309</w:t>
      </w:r>
      <w:r>
        <w:tab/>
        <w:t>1.013e0</w:t>
      </w:r>
    </w:p>
    <w:p w:rsidR="00D44D00" w:rsidRDefault="00D44D00" w:rsidP="00D44D00">
      <w:r>
        <w:t>183.7348</w:t>
      </w:r>
      <w:r>
        <w:tab/>
        <w:t>1.013e0</w:t>
      </w:r>
    </w:p>
    <w:p w:rsidR="00D44D00" w:rsidRDefault="00D44D00" w:rsidP="00D44D00">
      <w:r>
        <w:t>183.7528</w:t>
      </w:r>
      <w:r>
        <w:tab/>
        <w:t>1.013e0</w:t>
      </w:r>
    </w:p>
    <w:p w:rsidR="00D44D00" w:rsidRDefault="00D44D00" w:rsidP="00D44D00">
      <w:r>
        <w:t>183.7562</w:t>
      </w:r>
      <w:r>
        <w:tab/>
        <w:t>1.013e0</w:t>
      </w:r>
    </w:p>
    <w:p w:rsidR="00D44D00" w:rsidRDefault="00D44D00" w:rsidP="00D44D00">
      <w:r>
        <w:t>183.7997</w:t>
      </w:r>
      <w:r>
        <w:tab/>
        <w:t>1.013e0</w:t>
      </w:r>
    </w:p>
    <w:p w:rsidR="00D44D00" w:rsidRDefault="00D44D00" w:rsidP="00D44D00">
      <w:r>
        <w:t>183.8031</w:t>
      </w:r>
      <w:r>
        <w:tab/>
        <w:t>1.013e0</w:t>
      </w:r>
    </w:p>
    <w:p w:rsidR="00D44D00" w:rsidRDefault="00D44D00" w:rsidP="00D44D00">
      <w:r>
        <w:t>183.8467</w:t>
      </w:r>
      <w:r>
        <w:tab/>
        <w:t>1.013e0</w:t>
      </w:r>
    </w:p>
    <w:p w:rsidR="00D44D00" w:rsidRDefault="00D44D00" w:rsidP="00D44D00">
      <w:r>
        <w:t>183.8646</w:t>
      </w:r>
      <w:r>
        <w:tab/>
        <w:t>2.025e0</w:t>
      </w:r>
    </w:p>
    <w:p w:rsidR="00D44D00" w:rsidRDefault="00D44D00" w:rsidP="00D44D00">
      <w:r>
        <w:t>183.8757</w:t>
      </w:r>
      <w:r>
        <w:tab/>
        <w:t>1.013e0</w:t>
      </w:r>
    </w:p>
    <w:p w:rsidR="00D44D00" w:rsidRDefault="00D44D00" w:rsidP="00D44D00">
      <w:r>
        <w:t>183.8829</w:t>
      </w:r>
      <w:r>
        <w:tab/>
        <w:t>1.013e0</w:t>
      </w:r>
    </w:p>
    <w:p w:rsidR="00D44D00" w:rsidRDefault="00D44D00" w:rsidP="00D44D00">
      <w:r>
        <w:t>183.8918</w:t>
      </w:r>
      <w:r>
        <w:tab/>
        <w:t>2.025e0</w:t>
      </w:r>
    </w:p>
    <w:p w:rsidR="00D44D00" w:rsidRDefault="00D44D00" w:rsidP="00D44D00">
      <w:r>
        <w:t>183.9008</w:t>
      </w:r>
      <w:r>
        <w:tab/>
        <w:t>1.013e0</w:t>
      </w:r>
    </w:p>
    <w:p w:rsidR="00D44D00" w:rsidRDefault="00D44D00" w:rsidP="00D44D00">
      <w:r>
        <w:t>183.9404</w:t>
      </w:r>
      <w:r>
        <w:tab/>
        <w:t>1.013e0</w:t>
      </w:r>
    </w:p>
    <w:p w:rsidR="00D44D00" w:rsidRDefault="00D44D00" w:rsidP="00D44D00">
      <w:r>
        <w:lastRenderedPageBreak/>
        <w:t>183.9835</w:t>
      </w:r>
      <w:r>
        <w:tab/>
        <w:t>3.038e0</w:t>
      </w:r>
    </w:p>
    <w:p w:rsidR="00D44D00" w:rsidRDefault="00D44D00" w:rsidP="00D44D00">
      <w:r>
        <w:t>183.9869</w:t>
      </w:r>
      <w:r>
        <w:tab/>
        <w:t>2.025e0</w:t>
      </w:r>
    </w:p>
    <w:p w:rsidR="00D44D00" w:rsidRDefault="00D44D00" w:rsidP="00D44D00">
      <w:r>
        <w:t>183.9995</w:t>
      </w:r>
      <w:r>
        <w:tab/>
        <w:t>2.025e0</w:t>
      </w:r>
    </w:p>
    <w:p w:rsidR="00D44D00" w:rsidRDefault="00D44D00" w:rsidP="00D44D00">
      <w:r>
        <w:t>184.0156</w:t>
      </w:r>
      <w:r>
        <w:tab/>
        <w:t>1.013e0</w:t>
      </w:r>
    </w:p>
    <w:p w:rsidR="00D44D00" w:rsidRDefault="00D44D00" w:rsidP="00D44D00">
      <w:r>
        <w:t>184.0176</w:t>
      </w:r>
      <w:r>
        <w:tab/>
        <w:t>2.025e0</w:t>
      </w:r>
    </w:p>
    <w:p w:rsidR="00D44D00" w:rsidRDefault="00D44D00" w:rsidP="00D44D00">
      <w:r>
        <w:t>184.0506</w:t>
      </w:r>
      <w:r>
        <w:tab/>
        <w:t>3.038e0</w:t>
      </w:r>
    </w:p>
    <w:p w:rsidR="00D44D00" w:rsidRDefault="00D44D00" w:rsidP="00D44D00">
      <w:r>
        <w:t>184.0600</w:t>
      </w:r>
      <w:r>
        <w:tab/>
        <w:t>2.505e1</w:t>
      </w:r>
    </w:p>
    <w:p w:rsidR="00D44D00" w:rsidRDefault="00D44D00" w:rsidP="00D44D00">
      <w:r>
        <w:t>184.0983</w:t>
      </w:r>
      <w:r>
        <w:tab/>
        <w:t>1.013e0</w:t>
      </w:r>
    </w:p>
    <w:p w:rsidR="00D44D00" w:rsidRDefault="00D44D00" w:rsidP="00D44D00">
      <w:r>
        <w:t>184.1001</w:t>
      </w:r>
      <w:r>
        <w:tab/>
        <w:t>2.025e0</w:t>
      </w:r>
    </w:p>
    <w:p w:rsidR="00D44D00" w:rsidRDefault="00D44D00" w:rsidP="00D44D00">
      <w:r>
        <w:t>184.1053</w:t>
      </w:r>
      <w:r>
        <w:tab/>
        <w:t>1.013e0</w:t>
      </w:r>
    </w:p>
    <w:p w:rsidR="00D44D00" w:rsidRDefault="00D44D00" w:rsidP="00D44D00">
      <w:r>
        <w:t>184.1198</w:t>
      </w:r>
      <w:r>
        <w:tab/>
        <w:t>1.013e0</w:t>
      </w:r>
    </w:p>
    <w:p w:rsidR="00D44D00" w:rsidRDefault="00D44D00" w:rsidP="00D44D00">
      <w:r>
        <w:t>184.1234</w:t>
      </w:r>
      <w:r>
        <w:tab/>
        <w:t>1.013e0</w:t>
      </w:r>
    </w:p>
    <w:p w:rsidR="00D44D00" w:rsidRDefault="00D44D00" w:rsidP="00D44D00">
      <w:r>
        <w:t>184.1453</w:t>
      </w:r>
      <w:r>
        <w:tab/>
        <w:t>1.013e0</w:t>
      </w:r>
    </w:p>
    <w:p w:rsidR="00D44D00" w:rsidRDefault="00D44D00" w:rsidP="00D44D00">
      <w:r>
        <w:t>184.1523</w:t>
      </w:r>
      <w:r>
        <w:tab/>
        <w:t>2.025e0</w:t>
      </w:r>
    </w:p>
    <w:p w:rsidR="00D44D00" w:rsidRDefault="00D44D00" w:rsidP="00D44D00">
      <w:r>
        <w:t>184.1562</w:t>
      </w:r>
      <w:r>
        <w:tab/>
        <w:t>1.013e0</w:t>
      </w:r>
    </w:p>
    <w:p w:rsidR="00D44D00" w:rsidRDefault="00D44D00" w:rsidP="00D44D00">
      <w:r>
        <w:t>184.1680</w:t>
      </w:r>
      <w:r>
        <w:tab/>
        <w:t>3.038e0</w:t>
      </w:r>
    </w:p>
    <w:p w:rsidR="00D44D00" w:rsidRDefault="00D44D00" w:rsidP="00D44D00">
      <w:r>
        <w:t>184.1814</w:t>
      </w:r>
      <w:r>
        <w:tab/>
        <w:t>2.025e0</w:t>
      </w:r>
    </w:p>
    <w:p w:rsidR="00D44D00" w:rsidRDefault="00D44D00" w:rsidP="00D44D00">
      <w:r>
        <w:t>184.2211</w:t>
      </w:r>
      <w:r>
        <w:tab/>
        <w:t>1.013e0</w:t>
      </w:r>
    </w:p>
    <w:p w:rsidR="00D44D00" w:rsidRDefault="00D44D00" w:rsidP="00D44D00">
      <w:r>
        <w:t>184.2500</w:t>
      </w:r>
      <w:r>
        <w:tab/>
        <w:t>1.013e0</w:t>
      </w:r>
    </w:p>
    <w:p w:rsidR="00D44D00" w:rsidRDefault="00D44D00" w:rsidP="00D44D00">
      <w:r>
        <w:lastRenderedPageBreak/>
        <w:t>184.2934</w:t>
      </w:r>
      <w:r>
        <w:tab/>
        <w:t>1.013e0</w:t>
      </w:r>
    </w:p>
    <w:p w:rsidR="00D44D00" w:rsidRDefault="00D44D00" w:rsidP="00D44D00">
      <w:r>
        <w:t>184.3261</w:t>
      </w:r>
      <w:r>
        <w:tab/>
        <w:t>1.013e0</w:t>
      </w:r>
    </w:p>
    <w:p w:rsidR="00D44D00" w:rsidRDefault="00D44D00" w:rsidP="00D44D00">
      <w:r>
        <w:t>184.3615</w:t>
      </w:r>
      <w:r>
        <w:tab/>
        <w:t>2.374e0</w:t>
      </w:r>
    </w:p>
    <w:p w:rsidR="00D44D00" w:rsidRDefault="00D44D00" w:rsidP="00D44D00">
      <w:r>
        <w:t>184.3659</w:t>
      </w:r>
      <w:r>
        <w:tab/>
        <w:t>1.013e0</w:t>
      </w:r>
    </w:p>
    <w:p w:rsidR="00D44D00" w:rsidRDefault="00D44D00" w:rsidP="00D44D00">
      <w:r>
        <w:t>184.3729</w:t>
      </w:r>
      <w:r>
        <w:tab/>
        <w:t>1.013e0</w:t>
      </w:r>
    </w:p>
    <w:p w:rsidR="00D44D00" w:rsidRDefault="00D44D00" w:rsidP="00D44D00">
      <w:r>
        <w:t>184.3876</w:t>
      </w:r>
      <w:r>
        <w:tab/>
        <w:t>1.013e0</w:t>
      </w:r>
    </w:p>
    <w:p w:rsidR="00D44D00" w:rsidRDefault="00D44D00" w:rsidP="00D44D00">
      <w:r>
        <w:t>184.4164</w:t>
      </w:r>
      <w:r>
        <w:tab/>
        <w:t>1.013e0</w:t>
      </w:r>
    </w:p>
    <w:p w:rsidR="00D44D00" w:rsidRDefault="00D44D00" w:rsidP="00D44D00">
      <w:r>
        <w:t>184.4275</w:t>
      </w:r>
      <w:r>
        <w:tab/>
        <w:t>1.013e0</w:t>
      </w:r>
    </w:p>
    <w:p w:rsidR="00D44D00" w:rsidRDefault="00D44D00" w:rsidP="00D44D00">
      <w:r>
        <w:t>184.4724</w:t>
      </w:r>
      <w:r>
        <w:tab/>
        <w:t>2.025e0</w:t>
      </w:r>
    </w:p>
    <w:p w:rsidR="00D44D00" w:rsidRDefault="00D44D00" w:rsidP="00D44D00">
      <w:r>
        <w:t>184.5752</w:t>
      </w:r>
      <w:r>
        <w:tab/>
        <w:t>1.013e0</w:t>
      </w:r>
    </w:p>
    <w:p w:rsidR="00D44D00" w:rsidRDefault="00D44D00" w:rsidP="00D44D00">
      <w:r>
        <w:t>184.5821</w:t>
      </w:r>
      <w:r>
        <w:tab/>
        <w:t>1.013e0</w:t>
      </w:r>
    </w:p>
    <w:p w:rsidR="00D44D00" w:rsidRDefault="00D44D00" w:rsidP="00D44D00">
      <w:r>
        <w:t>184.5965</w:t>
      </w:r>
      <w:r>
        <w:tab/>
        <w:t>1.013e0</w:t>
      </w:r>
    </w:p>
    <w:p w:rsidR="00D44D00" w:rsidRDefault="00D44D00" w:rsidP="00D44D00">
      <w:r>
        <w:t>184.6432</w:t>
      </w:r>
      <w:r>
        <w:tab/>
        <w:t>1.013e0</w:t>
      </w:r>
    </w:p>
    <w:p w:rsidR="00D44D00" w:rsidRDefault="00D44D00" w:rsidP="00D44D00">
      <w:r>
        <w:t>184.6829</w:t>
      </w:r>
      <w:r>
        <w:tab/>
        <w:t>1.013e0</w:t>
      </w:r>
    </w:p>
    <w:p w:rsidR="00D44D00" w:rsidRDefault="00D44D00" w:rsidP="00D44D00">
      <w:r>
        <w:t>184.7191</w:t>
      </w:r>
      <w:r>
        <w:tab/>
        <w:t>1.013e0</w:t>
      </w:r>
    </w:p>
    <w:p w:rsidR="00D44D00" w:rsidRDefault="00D44D00" w:rsidP="00D44D00">
      <w:r>
        <w:t>184.7551</w:t>
      </w:r>
      <w:r>
        <w:tab/>
        <w:t>1.013e0</w:t>
      </w:r>
    </w:p>
    <w:p w:rsidR="00D44D00" w:rsidRDefault="00D44D00" w:rsidP="00D44D00">
      <w:r>
        <w:t>184.7590</w:t>
      </w:r>
      <w:r>
        <w:tab/>
        <w:t>1.013e0</w:t>
      </w:r>
    </w:p>
    <w:p w:rsidR="00D44D00" w:rsidRDefault="00D44D00" w:rsidP="00D44D00">
      <w:r>
        <w:t>184.7662</w:t>
      </w:r>
      <w:r>
        <w:tab/>
        <w:t>1.013e0</w:t>
      </w:r>
    </w:p>
    <w:p w:rsidR="00D44D00" w:rsidRDefault="00D44D00" w:rsidP="00D44D00">
      <w:r>
        <w:t>184.7807</w:t>
      </w:r>
      <w:r>
        <w:tab/>
        <w:t>2.025e0</w:t>
      </w:r>
    </w:p>
    <w:p w:rsidR="00D44D00" w:rsidRDefault="00D44D00" w:rsidP="00D44D00">
      <w:r>
        <w:lastRenderedPageBreak/>
        <w:t>184.7950</w:t>
      </w:r>
      <w:r>
        <w:tab/>
        <w:t>1.013e0</w:t>
      </w:r>
    </w:p>
    <w:p w:rsidR="00D44D00" w:rsidRDefault="00D44D00" w:rsidP="00D44D00">
      <w:r>
        <w:t>184.8278</w:t>
      </w:r>
      <w:r>
        <w:tab/>
        <w:t>1.013e0</w:t>
      </w:r>
    </w:p>
    <w:p w:rsidR="00D44D00" w:rsidRDefault="00D44D00" w:rsidP="00D44D00">
      <w:r>
        <w:t>184.8640</w:t>
      </w:r>
      <w:r>
        <w:tab/>
        <w:t>1.013e0</w:t>
      </w:r>
    </w:p>
    <w:p w:rsidR="00D44D00" w:rsidRDefault="00D44D00" w:rsidP="00D44D00">
      <w:r>
        <w:t>184.9434</w:t>
      </w:r>
      <w:r>
        <w:tab/>
        <w:t>1.013e0</w:t>
      </w:r>
    </w:p>
    <w:p w:rsidR="00D44D00" w:rsidRDefault="00D44D00" w:rsidP="00D44D00">
      <w:r>
        <w:t>184.9747</w:t>
      </w:r>
      <w:r>
        <w:tab/>
        <w:t>5.480e0</w:t>
      </w:r>
    </w:p>
    <w:p w:rsidR="00D44D00" w:rsidRDefault="00D44D00" w:rsidP="00D44D00">
      <w:r>
        <w:t>184.9796</w:t>
      </w:r>
      <w:r>
        <w:tab/>
        <w:t>1.013e0</w:t>
      </w:r>
    </w:p>
    <w:p w:rsidR="00D44D00" w:rsidRDefault="00D44D00" w:rsidP="00D44D00">
      <w:r>
        <w:t>184.9832</w:t>
      </w:r>
      <w:r>
        <w:tab/>
        <w:t>5.063e0</w:t>
      </w:r>
    </w:p>
    <w:p w:rsidR="00D44D00" w:rsidRDefault="00D44D00" w:rsidP="00D44D00">
      <w:r>
        <w:t>184.9941</w:t>
      </w:r>
      <w:r>
        <w:tab/>
        <w:t>2.025e0</w:t>
      </w:r>
    </w:p>
    <w:p w:rsidR="00D44D00" w:rsidRDefault="00D44D00" w:rsidP="00D44D00">
      <w:r>
        <w:t>184.9970</w:t>
      </w:r>
      <w:r>
        <w:tab/>
        <w:t>6.076e0</w:t>
      </w:r>
    </w:p>
    <w:p w:rsidR="00D44D00" w:rsidRDefault="00D44D00" w:rsidP="00D44D00">
      <w:r>
        <w:t>185.0087</w:t>
      </w:r>
      <w:r>
        <w:tab/>
        <w:t>2.025e0</w:t>
      </w:r>
    </w:p>
    <w:p w:rsidR="00D44D00" w:rsidRDefault="00D44D00" w:rsidP="00D44D00">
      <w:r>
        <w:t>185.0342</w:t>
      </w:r>
      <w:r>
        <w:tab/>
        <w:t>3.038e0</w:t>
      </w:r>
    </w:p>
    <w:p w:rsidR="00D44D00" w:rsidRDefault="00D44D00" w:rsidP="00D44D00">
      <w:r>
        <w:t>185.0376</w:t>
      </w:r>
      <w:r>
        <w:tab/>
        <w:t>1.013e0</w:t>
      </w:r>
    </w:p>
    <w:p w:rsidR="00D44D00" w:rsidRDefault="00D44D00" w:rsidP="00D44D00">
      <w:r>
        <w:t>185.0629</w:t>
      </w:r>
      <w:r>
        <w:tab/>
        <w:t>1.013e0</w:t>
      </w:r>
    </w:p>
    <w:p w:rsidR="00D44D00" w:rsidRDefault="00D44D00" w:rsidP="00D44D00">
      <w:r>
        <w:t>185.0849</w:t>
      </w:r>
      <w:r>
        <w:tab/>
        <w:t>1.013e0</w:t>
      </w:r>
    </w:p>
    <w:p w:rsidR="00D44D00" w:rsidRDefault="00D44D00" w:rsidP="00D44D00">
      <w:r>
        <w:t>185.0919</w:t>
      </w:r>
      <w:r>
        <w:tab/>
        <w:t>1.013e0</w:t>
      </w:r>
    </w:p>
    <w:p w:rsidR="00D44D00" w:rsidRDefault="00D44D00" w:rsidP="00D44D00">
      <w:r>
        <w:t>185.1030</w:t>
      </w:r>
      <w:r>
        <w:tab/>
        <w:t>2.025e0</w:t>
      </w:r>
    </w:p>
    <w:p w:rsidR="00D44D00" w:rsidRDefault="00D44D00" w:rsidP="00D44D00">
      <w:r>
        <w:t>185.1120</w:t>
      </w:r>
      <w:r>
        <w:tab/>
        <w:t>3.038e0</w:t>
      </w:r>
    </w:p>
    <w:p w:rsidR="00D44D00" w:rsidRDefault="00D44D00" w:rsidP="00D44D00">
      <w:r>
        <w:t>185.1192</w:t>
      </w:r>
      <w:r>
        <w:tab/>
        <w:t>3.038e0</w:t>
      </w:r>
    </w:p>
    <w:p w:rsidR="00D44D00" w:rsidRDefault="00D44D00" w:rsidP="00D44D00">
      <w:r>
        <w:t>185.1302</w:t>
      </w:r>
      <w:r>
        <w:tab/>
        <w:t>2.025e0</w:t>
      </w:r>
    </w:p>
    <w:p w:rsidR="00D44D00" w:rsidRDefault="00D44D00" w:rsidP="00D44D00">
      <w:r>
        <w:lastRenderedPageBreak/>
        <w:t>185.1354</w:t>
      </w:r>
      <w:r>
        <w:tab/>
        <w:t>2.025e0</w:t>
      </w:r>
    </w:p>
    <w:p w:rsidR="00D44D00" w:rsidRDefault="00D44D00" w:rsidP="00D44D00">
      <w:r>
        <w:t>185.1572</w:t>
      </w:r>
      <w:r>
        <w:tab/>
        <w:t>1.013e0</w:t>
      </w:r>
    </w:p>
    <w:p w:rsidR="00D44D00" w:rsidRDefault="00D44D00" w:rsidP="00D44D00">
      <w:r>
        <w:t>185.1717</w:t>
      </w:r>
      <w:r>
        <w:tab/>
        <w:t>1.013e0</w:t>
      </w:r>
    </w:p>
    <w:p w:rsidR="00D44D00" w:rsidRDefault="00D44D00" w:rsidP="00D44D00">
      <w:r>
        <w:t>185.2149</w:t>
      </w:r>
      <w:r>
        <w:tab/>
        <w:t>1.013e0</w:t>
      </w:r>
    </w:p>
    <w:p w:rsidR="00D44D00" w:rsidRDefault="00D44D00" w:rsidP="00D44D00">
      <w:r>
        <w:t>185.2260</w:t>
      </w:r>
      <w:r>
        <w:tab/>
        <w:t>1.013e0</w:t>
      </w:r>
    </w:p>
    <w:p w:rsidR="00D44D00" w:rsidRDefault="00D44D00" w:rsidP="00D44D00">
      <w:r>
        <w:t>185.2437</w:t>
      </w:r>
      <w:r>
        <w:tab/>
        <w:t>1.013e0</w:t>
      </w:r>
    </w:p>
    <w:p w:rsidR="00D44D00" w:rsidRDefault="00D44D00" w:rsidP="00D44D00">
      <w:r>
        <w:t>185.2529</w:t>
      </w:r>
      <w:r>
        <w:tab/>
        <w:t>4.051e0</w:t>
      </w:r>
    </w:p>
    <w:p w:rsidR="00D44D00" w:rsidRDefault="00D44D00" w:rsidP="00D44D00">
      <w:r>
        <w:t>185.2563</w:t>
      </w:r>
      <w:r>
        <w:tab/>
        <w:t>2.025e0</w:t>
      </w:r>
    </w:p>
    <w:p w:rsidR="00D44D00" w:rsidRDefault="00D44D00" w:rsidP="00D44D00">
      <w:r>
        <w:t>185.3266</w:t>
      </w:r>
      <w:r>
        <w:tab/>
        <w:t>1.013e0</w:t>
      </w:r>
    </w:p>
    <w:p w:rsidR="00D44D00" w:rsidRDefault="00D44D00" w:rsidP="00D44D00">
      <w:r>
        <w:t>185.3518</w:t>
      </w:r>
      <w:r>
        <w:tab/>
        <w:t>2.025e0</w:t>
      </w:r>
    </w:p>
    <w:p w:rsidR="00D44D00" w:rsidRDefault="00D44D00" w:rsidP="00D44D00">
      <w:r>
        <w:t>185.3914</w:t>
      </w:r>
      <w:r>
        <w:tab/>
        <w:t>1.013e0</w:t>
      </w:r>
    </w:p>
    <w:p w:rsidR="00D44D00" w:rsidRDefault="00D44D00" w:rsidP="00D44D00">
      <w:r>
        <w:t>185.4025</w:t>
      </w:r>
      <w:r>
        <w:tab/>
        <w:t>1.013e0</w:t>
      </w:r>
    </w:p>
    <w:p w:rsidR="00D44D00" w:rsidRDefault="00D44D00" w:rsidP="00D44D00">
      <w:r>
        <w:t>185.4313</w:t>
      </w:r>
      <w:r>
        <w:tab/>
        <w:t>1.013e0</w:t>
      </w:r>
    </w:p>
    <w:p w:rsidR="00D44D00" w:rsidRDefault="00D44D00" w:rsidP="00D44D00">
      <w:r>
        <w:t>185.4693</w:t>
      </w:r>
      <w:r>
        <w:tab/>
        <w:t>2.025e0</w:t>
      </w:r>
    </w:p>
    <w:p w:rsidR="00D44D00" w:rsidRDefault="00D44D00" w:rsidP="00D44D00">
      <w:r>
        <w:t>185.4891</w:t>
      </w:r>
      <w:r>
        <w:tab/>
        <w:t>1.013e0</w:t>
      </w:r>
    </w:p>
    <w:p w:rsidR="00D44D00" w:rsidRDefault="00D44D00" w:rsidP="00D44D00">
      <w:r>
        <w:t>185.5145</w:t>
      </w:r>
      <w:r>
        <w:tab/>
        <w:t>1.013e0</w:t>
      </w:r>
    </w:p>
    <w:p w:rsidR="00D44D00" w:rsidRDefault="00D44D00" w:rsidP="00D44D00">
      <w:r>
        <w:t>185.5183</w:t>
      </w:r>
      <w:r>
        <w:tab/>
        <w:t>2.025e0</w:t>
      </w:r>
    </w:p>
    <w:p w:rsidR="00D44D00" w:rsidRDefault="00D44D00" w:rsidP="00D44D00">
      <w:r>
        <w:t>185.5437</w:t>
      </w:r>
      <w:r>
        <w:tab/>
        <w:t>1.013e0</w:t>
      </w:r>
    </w:p>
    <w:p w:rsidR="00D44D00" w:rsidRDefault="00D44D00" w:rsidP="00D44D00">
      <w:r>
        <w:t>185.5655</w:t>
      </w:r>
      <w:r>
        <w:tab/>
        <w:t>1.013e0</w:t>
      </w:r>
    </w:p>
    <w:p w:rsidR="00D44D00" w:rsidRDefault="00D44D00" w:rsidP="00D44D00">
      <w:r>
        <w:lastRenderedPageBreak/>
        <w:t>185.6324</w:t>
      </w:r>
      <w:r>
        <w:tab/>
        <w:t>2.025e0</w:t>
      </w:r>
    </w:p>
    <w:p w:rsidR="00D44D00" w:rsidRDefault="00D44D00" w:rsidP="00D44D00">
      <w:r>
        <w:t>185.7069</w:t>
      </w:r>
      <w:r>
        <w:tab/>
        <w:t>1.013e0</w:t>
      </w:r>
    </w:p>
    <w:p w:rsidR="00D44D00" w:rsidRDefault="00D44D00" w:rsidP="00D44D00">
      <w:r>
        <w:t>185.7286</w:t>
      </w:r>
      <w:r>
        <w:tab/>
        <w:t>2.025e0</w:t>
      </w:r>
    </w:p>
    <w:p w:rsidR="00D44D00" w:rsidRDefault="00D44D00" w:rsidP="00D44D00">
      <w:r>
        <w:t>185.7359</w:t>
      </w:r>
      <w:r>
        <w:tab/>
        <w:t>1.013e0</w:t>
      </w:r>
    </w:p>
    <w:p w:rsidR="00D44D00" w:rsidRDefault="00D44D00" w:rsidP="00D44D00">
      <w:r>
        <w:t>185.7647</w:t>
      </w:r>
      <w:r>
        <w:tab/>
        <w:t>1.013e0</w:t>
      </w:r>
    </w:p>
    <w:p w:rsidR="00D44D00" w:rsidRDefault="00D44D00" w:rsidP="00D44D00">
      <w:r>
        <w:t>185.7683</w:t>
      </w:r>
      <w:r>
        <w:tab/>
        <w:t>1.013e0</w:t>
      </w:r>
    </w:p>
    <w:p w:rsidR="00D44D00" w:rsidRDefault="00D44D00" w:rsidP="00D44D00">
      <w:r>
        <w:t>185.8082</w:t>
      </w:r>
      <w:r>
        <w:tab/>
        <w:t>2.025e0</w:t>
      </w:r>
    </w:p>
    <w:p w:rsidR="00D44D00" w:rsidRDefault="00D44D00" w:rsidP="00D44D00">
      <w:r>
        <w:t>185.8192</w:t>
      </w:r>
      <w:r>
        <w:tab/>
        <w:t>2.025e0</w:t>
      </w:r>
    </w:p>
    <w:p w:rsidR="00D44D00" w:rsidRDefault="00D44D00" w:rsidP="00D44D00">
      <w:r>
        <w:t>185.9425</w:t>
      </w:r>
      <w:r>
        <w:tab/>
        <w:t>1.013e0</w:t>
      </w:r>
    </w:p>
    <w:p w:rsidR="00D44D00" w:rsidRDefault="00D44D00" w:rsidP="00D44D00">
      <w:r>
        <w:t>185.9751</w:t>
      </w:r>
      <w:r>
        <w:tab/>
        <w:t>1.013e0</w:t>
      </w:r>
    </w:p>
    <w:p w:rsidR="00D44D00" w:rsidRDefault="00D44D00" w:rsidP="00D44D00">
      <w:r>
        <w:t>185.9765</w:t>
      </w:r>
      <w:r>
        <w:tab/>
        <w:t>5.063e0</w:t>
      </w:r>
    </w:p>
    <w:p w:rsidR="00D44D00" w:rsidRDefault="00D44D00" w:rsidP="00D44D00">
      <w:r>
        <w:t>185.9861</w:t>
      </w:r>
      <w:r>
        <w:tab/>
        <w:t>4.756e0</w:t>
      </w:r>
    </w:p>
    <w:p w:rsidR="00D44D00" w:rsidRDefault="00D44D00" w:rsidP="00D44D00">
      <w:r>
        <w:t>185.9897</w:t>
      </w:r>
      <w:r>
        <w:tab/>
        <w:t>1.013e0</w:t>
      </w:r>
    </w:p>
    <w:p w:rsidR="00D44D00" w:rsidRDefault="00D44D00" w:rsidP="00D44D00">
      <w:r>
        <w:t>186.0223</w:t>
      </w:r>
      <w:r>
        <w:tab/>
        <w:t>1.013e0</w:t>
      </w:r>
    </w:p>
    <w:p w:rsidR="00D44D00" w:rsidRDefault="00D44D00" w:rsidP="00D44D00">
      <w:r>
        <w:t>186.0335</w:t>
      </w:r>
      <w:r>
        <w:tab/>
        <w:t>1.013e0</w:t>
      </w:r>
    </w:p>
    <w:p w:rsidR="00D44D00" w:rsidRDefault="00D44D00" w:rsidP="00D44D00">
      <w:r>
        <w:t>186.0587</w:t>
      </w:r>
      <w:r>
        <w:tab/>
        <w:t>1.013e0</w:t>
      </w:r>
    </w:p>
    <w:p w:rsidR="00D44D00" w:rsidRDefault="00D44D00" w:rsidP="00D44D00">
      <w:r>
        <w:t>186.0732</w:t>
      </w:r>
      <w:r>
        <w:tab/>
        <w:t>1.013e0</w:t>
      </w:r>
    </w:p>
    <w:p w:rsidR="00D44D00" w:rsidRDefault="00D44D00" w:rsidP="00D44D00">
      <w:r>
        <w:t>186.1134</w:t>
      </w:r>
      <w:r>
        <w:tab/>
        <w:t>2.025e0</w:t>
      </w:r>
    </w:p>
    <w:p w:rsidR="00D44D00" w:rsidRDefault="00D44D00" w:rsidP="00D44D00">
      <w:r>
        <w:t>186.1243</w:t>
      </w:r>
      <w:r>
        <w:tab/>
        <w:t>1.013e0</w:t>
      </w:r>
    </w:p>
    <w:p w:rsidR="00D44D00" w:rsidRDefault="00D44D00" w:rsidP="00D44D00">
      <w:r>
        <w:lastRenderedPageBreak/>
        <w:t>186.1511</w:t>
      </w:r>
      <w:r>
        <w:tab/>
        <w:t>2.025e0</w:t>
      </w:r>
    </w:p>
    <w:p w:rsidR="00D44D00" w:rsidRDefault="00D44D00" w:rsidP="00D44D00">
      <w:r>
        <w:t>186.1569</w:t>
      </w:r>
      <w:r>
        <w:tab/>
        <w:t>1.013e0</w:t>
      </w:r>
    </w:p>
    <w:p w:rsidR="00D44D00" w:rsidRDefault="00D44D00" w:rsidP="00D44D00">
      <w:r>
        <w:t>186.1675</w:t>
      </w:r>
      <w:r>
        <w:tab/>
        <w:t>1.013e0</w:t>
      </w:r>
    </w:p>
    <w:p w:rsidR="00D44D00" w:rsidRDefault="00D44D00" w:rsidP="00D44D00">
      <w:r>
        <w:t>186.1856</w:t>
      </w:r>
      <w:r>
        <w:tab/>
        <w:t>1.013e0</w:t>
      </w:r>
    </w:p>
    <w:p w:rsidR="00D44D00" w:rsidRDefault="00D44D00" w:rsidP="00D44D00">
      <w:r>
        <w:t>186.1895</w:t>
      </w:r>
      <w:r>
        <w:tab/>
        <w:t>2.025e0</w:t>
      </w:r>
    </w:p>
    <w:p w:rsidR="00D44D00" w:rsidRDefault="00D44D00" w:rsidP="00D44D00">
      <w:r>
        <w:t>186.1931</w:t>
      </w:r>
      <w:r>
        <w:tab/>
        <w:t>1.013e0</w:t>
      </w:r>
    </w:p>
    <w:p w:rsidR="00D44D00" w:rsidRDefault="00D44D00" w:rsidP="00D44D00">
      <w:r>
        <w:t>186.2365</w:t>
      </w:r>
      <w:r>
        <w:tab/>
        <w:t>1.013e0</w:t>
      </w:r>
    </w:p>
    <w:p w:rsidR="00D44D00" w:rsidRDefault="00D44D00" w:rsidP="00D44D00">
      <w:r>
        <w:t>186.2654</w:t>
      </w:r>
      <w:r>
        <w:tab/>
        <w:t>1.013e0</w:t>
      </w:r>
    </w:p>
    <w:p w:rsidR="00D44D00" w:rsidRDefault="00D44D00" w:rsidP="00D44D00">
      <w:r>
        <w:t>186.3776</w:t>
      </w:r>
      <w:r>
        <w:tab/>
        <w:t>1.013e0</w:t>
      </w:r>
    </w:p>
    <w:p w:rsidR="00D44D00" w:rsidRDefault="00D44D00" w:rsidP="00D44D00">
      <w:r>
        <w:t>186.3918</w:t>
      </w:r>
      <w:r>
        <w:tab/>
        <w:t>1.013e0</w:t>
      </w:r>
    </w:p>
    <w:p w:rsidR="00D44D00" w:rsidRDefault="00D44D00" w:rsidP="00D44D00">
      <w:r>
        <w:t>186.4029</w:t>
      </w:r>
      <w:r>
        <w:tab/>
        <w:t>1.013e0</w:t>
      </w:r>
    </w:p>
    <w:p w:rsidR="00D44D00" w:rsidRDefault="00D44D00" w:rsidP="00D44D00">
      <w:r>
        <w:t>186.4483</w:t>
      </w:r>
      <w:r>
        <w:tab/>
        <w:t>2.025e0</w:t>
      </w:r>
    </w:p>
    <w:p w:rsidR="00D44D00" w:rsidRDefault="00D44D00" w:rsidP="00D44D00">
      <w:r>
        <w:t>186.4643</w:t>
      </w:r>
      <w:r>
        <w:tab/>
        <w:t>1.013e0</w:t>
      </w:r>
    </w:p>
    <w:p w:rsidR="00D44D00" w:rsidRDefault="00D44D00" w:rsidP="00D44D00">
      <w:r>
        <w:t>186.5079</w:t>
      </w:r>
      <w:r>
        <w:tab/>
        <w:t>1.013e0</w:t>
      </w:r>
    </w:p>
    <w:p w:rsidR="00D44D00" w:rsidRDefault="00D44D00" w:rsidP="00D44D00">
      <w:r>
        <w:t>186.5113</w:t>
      </w:r>
      <w:r>
        <w:tab/>
        <w:t>1.013e0</w:t>
      </w:r>
    </w:p>
    <w:p w:rsidR="00D44D00" w:rsidRDefault="00D44D00" w:rsidP="00D44D00">
      <w:r>
        <w:t>186.5331</w:t>
      </w:r>
      <w:r>
        <w:tab/>
        <w:t>1.013e0</w:t>
      </w:r>
    </w:p>
    <w:p w:rsidR="00D44D00" w:rsidRDefault="00D44D00" w:rsidP="00D44D00">
      <w:r>
        <w:t>186.5693</w:t>
      </w:r>
      <w:r>
        <w:tab/>
        <w:t>1.013e0</w:t>
      </w:r>
    </w:p>
    <w:p w:rsidR="00D44D00" w:rsidRDefault="00D44D00" w:rsidP="00D44D00">
      <w:r>
        <w:t>186.5768</w:t>
      </w:r>
      <w:r>
        <w:tab/>
        <w:t>2.025e0</w:t>
      </w:r>
    </w:p>
    <w:p w:rsidR="00D44D00" w:rsidRDefault="00D44D00" w:rsidP="00D44D00">
      <w:r>
        <w:t>186.5876</w:t>
      </w:r>
      <w:r>
        <w:tab/>
        <w:t>1.013e0</w:t>
      </w:r>
    </w:p>
    <w:p w:rsidR="00D44D00" w:rsidRDefault="00D44D00" w:rsidP="00D44D00">
      <w:r>
        <w:lastRenderedPageBreak/>
        <w:t>186.6200</w:t>
      </w:r>
      <w:r>
        <w:tab/>
        <w:t>1.013e0</w:t>
      </w:r>
    </w:p>
    <w:p w:rsidR="00D44D00" w:rsidRDefault="00D44D00" w:rsidP="00D44D00">
      <w:r>
        <w:t>186.6999</w:t>
      </w:r>
      <w:r>
        <w:tab/>
        <w:t>1.013e0</w:t>
      </w:r>
    </w:p>
    <w:p w:rsidR="00D44D00" w:rsidRDefault="00D44D00" w:rsidP="00D44D00">
      <w:r>
        <w:t>186.7018</w:t>
      </w:r>
      <w:r>
        <w:tab/>
        <w:t>2.025e0</w:t>
      </w:r>
    </w:p>
    <w:p w:rsidR="00D44D00" w:rsidRDefault="00D44D00" w:rsidP="00D44D00">
      <w:r>
        <w:t>186.7256</w:t>
      </w:r>
      <w:r>
        <w:tab/>
        <w:t>1.013e0</w:t>
      </w:r>
    </w:p>
    <w:p w:rsidR="00D44D00" w:rsidRDefault="00D44D00" w:rsidP="00D44D00">
      <w:r>
        <w:t>186.7692</w:t>
      </w:r>
      <w:r>
        <w:tab/>
        <w:t>1.013e0</w:t>
      </w:r>
    </w:p>
    <w:p w:rsidR="00D44D00" w:rsidRDefault="00D44D00" w:rsidP="00D44D00">
      <w:r>
        <w:t>186.7729</w:t>
      </w:r>
      <w:r>
        <w:tab/>
        <w:t>1.013e0</w:t>
      </w:r>
    </w:p>
    <w:p w:rsidR="00D44D00" w:rsidRDefault="00D44D00" w:rsidP="00D44D00">
      <w:r>
        <w:t>186.7763</w:t>
      </w:r>
      <w:r>
        <w:tab/>
        <w:t>1.013e0</w:t>
      </w:r>
    </w:p>
    <w:p w:rsidR="00D44D00" w:rsidRDefault="00D44D00" w:rsidP="00D44D00">
      <w:r>
        <w:t>186.8017</w:t>
      </w:r>
      <w:r>
        <w:tab/>
        <w:t>1.013e0</w:t>
      </w:r>
    </w:p>
    <w:p w:rsidR="00D44D00" w:rsidRDefault="00D44D00" w:rsidP="00D44D00">
      <w:r>
        <w:t>186.8090</w:t>
      </w:r>
      <w:r>
        <w:tab/>
        <w:t>1.013e0</w:t>
      </w:r>
    </w:p>
    <w:p w:rsidR="00D44D00" w:rsidRDefault="00D44D00" w:rsidP="00D44D00">
      <w:r>
        <w:t>186.8311</w:t>
      </w:r>
      <w:r>
        <w:tab/>
        <w:t>2.025e0</w:t>
      </w:r>
    </w:p>
    <w:p w:rsidR="00D44D00" w:rsidRDefault="00D44D00" w:rsidP="00D44D00">
      <w:r>
        <w:t>186.8672</w:t>
      </w:r>
      <w:r>
        <w:tab/>
        <w:t>1.013e0</w:t>
      </w:r>
    </w:p>
    <w:p w:rsidR="00D44D00" w:rsidRDefault="00D44D00" w:rsidP="00D44D00">
      <w:r>
        <w:t>186.8781</w:t>
      </w:r>
      <w:r>
        <w:tab/>
        <w:t>3.038e0</w:t>
      </w:r>
    </w:p>
    <w:p w:rsidR="00D44D00" w:rsidRDefault="00D44D00" w:rsidP="00D44D00">
      <w:r>
        <w:t>186.9110</w:t>
      </w:r>
      <w:r>
        <w:tab/>
        <w:t>3.038e0</w:t>
      </w:r>
    </w:p>
    <w:p w:rsidR="00D44D00" w:rsidRDefault="00D44D00" w:rsidP="00D44D00">
      <w:r>
        <w:t>186.9509</w:t>
      </w:r>
      <w:r>
        <w:tab/>
        <w:t>2.025e0</w:t>
      </w:r>
    </w:p>
    <w:p w:rsidR="00D44D00" w:rsidRDefault="00D44D00" w:rsidP="00D44D00">
      <w:r>
        <w:t>187.0038</w:t>
      </w:r>
      <w:r>
        <w:tab/>
        <w:t>2.025e0</w:t>
      </w:r>
    </w:p>
    <w:p w:rsidR="00D44D00" w:rsidRDefault="00D44D00" w:rsidP="00D44D00">
      <w:r>
        <w:t>187.0090</w:t>
      </w:r>
      <w:r>
        <w:tab/>
        <w:t>1.013e0</w:t>
      </w:r>
    </w:p>
    <w:p w:rsidR="00D44D00" w:rsidRDefault="00D44D00" w:rsidP="00D44D00">
      <w:r>
        <w:t>187.0165</w:t>
      </w:r>
      <w:r>
        <w:tab/>
        <w:t>1.013e0</w:t>
      </w:r>
    </w:p>
    <w:p w:rsidR="00D44D00" w:rsidRDefault="00D44D00" w:rsidP="00D44D00">
      <w:r>
        <w:t>187.0347</w:t>
      </w:r>
      <w:r>
        <w:tab/>
        <w:t>1.013e0</w:t>
      </w:r>
    </w:p>
    <w:p w:rsidR="00D44D00" w:rsidRDefault="00D44D00" w:rsidP="00D44D00">
      <w:r>
        <w:t>187.0653</w:t>
      </w:r>
      <w:r>
        <w:tab/>
        <w:t>3.038e0</w:t>
      </w:r>
    </w:p>
    <w:p w:rsidR="00D44D00" w:rsidRDefault="00D44D00" w:rsidP="00D44D00">
      <w:r>
        <w:lastRenderedPageBreak/>
        <w:t>187.0745</w:t>
      </w:r>
      <w:r>
        <w:tab/>
        <w:t>1.013e0</w:t>
      </w:r>
    </w:p>
    <w:p w:rsidR="00D44D00" w:rsidRDefault="00D44D00" w:rsidP="00D44D00">
      <w:r>
        <w:t>187.0927</w:t>
      </w:r>
      <w:r>
        <w:tab/>
        <w:t>1.013e0</w:t>
      </w:r>
    </w:p>
    <w:p w:rsidR="00D44D00" w:rsidRDefault="00D44D00" w:rsidP="00D44D00">
      <w:r>
        <w:t>187.1038</w:t>
      </w:r>
      <w:r>
        <w:tab/>
        <w:t>1.013e0</w:t>
      </w:r>
    </w:p>
    <w:p w:rsidR="00D44D00" w:rsidRDefault="00D44D00" w:rsidP="00D44D00">
      <w:r>
        <w:t>187.1245</w:t>
      </w:r>
      <w:r>
        <w:tab/>
        <w:t>5.063e0</w:t>
      </w:r>
    </w:p>
    <w:p w:rsidR="00D44D00" w:rsidRDefault="00D44D00" w:rsidP="00D44D00">
      <w:r>
        <w:t>187.1288</w:t>
      </w:r>
      <w:r>
        <w:tab/>
        <w:t>6.076e0</w:t>
      </w:r>
    </w:p>
    <w:p w:rsidR="00D44D00" w:rsidRDefault="00D44D00" w:rsidP="00D44D00">
      <w:r>
        <w:t>187.1399</w:t>
      </w:r>
      <w:r>
        <w:tab/>
        <w:t>1.013e0</w:t>
      </w:r>
    </w:p>
    <w:p w:rsidR="00D44D00" w:rsidRDefault="00D44D00" w:rsidP="00D44D00">
      <w:r>
        <w:t>187.1547</w:t>
      </w:r>
      <w:r>
        <w:tab/>
        <w:t>2.025e0</w:t>
      </w:r>
    </w:p>
    <w:p w:rsidR="00D44D00" w:rsidRDefault="00D44D00" w:rsidP="00D44D00">
      <w:r>
        <w:t>187.1763</w:t>
      </w:r>
      <w:r>
        <w:tab/>
        <w:t>1.013e0</w:t>
      </w:r>
    </w:p>
    <w:p w:rsidR="00D44D00" w:rsidRDefault="00D44D00" w:rsidP="00D44D00">
      <w:r>
        <w:t>187.1909</w:t>
      </w:r>
      <w:r>
        <w:tab/>
        <w:t>1.013e0</w:t>
      </w:r>
    </w:p>
    <w:p w:rsidR="00D44D00" w:rsidRDefault="00D44D00" w:rsidP="00D44D00">
      <w:r>
        <w:t>187.2020</w:t>
      </w:r>
      <w:r>
        <w:tab/>
        <w:t>1.013e0</w:t>
      </w:r>
    </w:p>
    <w:p w:rsidR="00D44D00" w:rsidRDefault="00D44D00" w:rsidP="00D44D00">
      <w:r>
        <w:t>187.2782</w:t>
      </w:r>
      <w:r>
        <w:tab/>
        <w:t>1.013e0</w:t>
      </w:r>
    </w:p>
    <w:p w:rsidR="00D44D00" w:rsidRDefault="00D44D00" w:rsidP="00D44D00">
      <w:r>
        <w:t>187.3036</w:t>
      </w:r>
      <w:r>
        <w:tab/>
        <w:t>1.013e0</w:t>
      </w:r>
    </w:p>
    <w:p w:rsidR="00D44D00" w:rsidRDefault="00D44D00" w:rsidP="00D44D00">
      <w:r>
        <w:t>187.3075</w:t>
      </w:r>
      <w:r>
        <w:tab/>
        <w:t>1.013e0</w:t>
      </w:r>
    </w:p>
    <w:p w:rsidR="00D44D00" w:rsidRDefault="00D44D00" w:rsidP="00D44D00">
      <w:r>
        <w:t>187.3437</w:t>
      </w:r>
      <w:r>
        <w:tab/>
        <w:t>1.013e0</w:t>
      </w:r>
    </w:p>
    <w:p w:rsidR="00D44D00" w:rsidRDefault="00D44D00" w:rsidP="00D44D00">
      <w:r>
        <w:t>187.3730</w:t>
      </w:r>
      <w:r>
        <w:tab/>
        <w:t>1.013e0</w:t>
      </w:r>
    </w:p>
    <w:p w:rsidR="00D44D00" w:rsidRDefault="00D44D00" w:rsidP="00D44D00">
      <w:r>
        <w:t>187.4164</w:t>
      </w:r>
      <w:r>
        <w:tab/>
        <w:t>1.013e0</w:t>
      </w:r>
    </w:p>
    <w:p w:rsidR="00D44D00" w:rsidRDefault="00D44D00" w:rsidP="00D44D00">
      <w:r>
        <w:t>187.4565</w:t>
      </w:r>
      <w:r>
        <w:tab/>
        <w:t>1.013e0</w:t>
      </w:r>
    </w:p>
    <w:p w:rsidR="00D44D00" w:rsidRDefault="00D44D00" w:rsidP="00D44D00">
      <w:r>
        <w:t>187.5186</w:t>
      </w:r>
      <w:r>
        <w:tab/>
        <w:t>1.013e0</w:t>
      </w:r>
    </w:p>
    <w:p w:rsidR="00D44D00" w:rsidRDefault="00D44D00" w:rsidP="00D44D00">
      <w:r>
        <w:t>187.5256</w:t>
      </w:r>
      <w:r>
        <w:tab/>
        <w:t>1.013e0</w:t>
      </w:r>
    </w:p>
    <w:p w:rsidR="00D44D00" w:rsidRDefault="00D44D00" w:rsidP="00D44D00">
      <w:r>
        <w:lastRenderedPageBreak/>
        <w:t>187.5295</w:t>
      </w:r>
      <w:r>
        <w:tab/>
        <w:t>1.013e0</w:t>
      </w:r>
    </w:p>
    <w:p w:rsidR="00D44D00" w:rsidRDefault="00D44D00" w:rsidP="00D44D00">
      <w:r>
        <w:t>187.5729</w:t>
      </w:r>
      <w:r>
        <w:tab/>
        <w:t>1.013e0</w:t>
      </w:r>
    </w:p>
    <w:p w:rsidR="00D44D00" w:rsidRDefault="00D44D00" w:rsidP="00D44D00">
      <w:r>
        <w:t>187.5911</w:t>
      </w:r>
      <w:r>
        <w:tab/>
        <w:t>1.013e0</w:t>
      </w:r>
    </w:p>
    <w:p w:rsidR="00D44D00" w:rsidRDefault="00D44D00" w:rsidP="00D44D00">
      <w:r>
        <w:t>187.6205</w:t>
      </w:r>
      <w:r>
        <w:tab/>
        <w:t>1.013e0</w:t>
      </w:r>
    </w:p>
    <w:p w:rsidR="00D44D00" w:rsidRDefault="00D44D00" w:rsidP="00D44D00">
      <w:r>
        <w:t>187.6314</w:t>
      </w:r>
      <w:r>
        <w:tab/>
        <w:t>1.013e0</w:t>
      </w:r>
    </w:p>
    <w:p w:rsidR="00D44D00" w:rsidRDefault="00D44D00" w:rsidP="00D44D00">
      <w:r>
        <w:t>187.6749</w:t>
      </w:r>
      <w:r>
        <w:tab/>
        <w:t>1.013e0</w:t>
      </w:r>
    </w:p>
    <w:p w:rsidR="00D44D00" w:rsidRDefault="00D44D00" w:rsidP="00D44D00">
      <w:r>
        <w:t>187.6860</w:t>
      </w:r>
      <w:r>
        <w:tab/>
        <w:t>1.013e0</w:t>
      </w:r>
    </w:p>
    <w:p w:rsidR="00D44D00" w:rsidRDefault="00D44D00" w:rsidP="00D44D00">
      <w:r>
        <w:t>187.7261</w:t>
      </w:r>
      <w:r>
        <w:tab/>
        <w:t>1.013e0</w:t>
      </w:r>
    </w:p>
    <w:p w:rsidR="00D44D00" w:rsidRDefault="00D44D00" w:rsidP="00D44D00">
      <w:r>
        <w:t>187.7297</w:t>
      </w:r>
      <w:r>
        <w:tab/>
        <w:t>2.025e0</w:t>
      </w:r>
    </w:p>
    <w:p w:rsidR="00D44D00" w:rsidRDefault="00D44D00" w:rsidP="00D44D00">
      <w:r>
        <w:t>187.7698</w:t>
      </w:r>
      <w:r>
        <w:tab/>
        <w:t>1.013e0</w:t>
      </w:r>
    </w:p>
    <w:p w:rsidR="00D44D00" w:rsidRDefault="00D44D00" w:rsidP="00D44D00">
      <w:r>
        <w:t>187.7971</w:t>
      </w:r>
      <w:r>
        <w:tab/>
        <w:t>2.025e0</w:t>
      </w:r>
    </w:p>
    <w:p w:rsidR="00D44D00" w:rsidRDefault="00D44D00" w:rsidP="00D44D00">
      <w:r>
        <w:t>187.8171</w:t>
      </w:r>
      <w:r>
        <w:tab/>
        <w:t>1.013e0</w:t>
      </w:r>
    </w:p>
    <w:p w:rsidR="00D44D00" w:rsidRDefault="00D44D00" w:rsidP="00D44D00">
      <w:r>
        <w:t>187.8535</w:t>
      </w:r>
      <w:r>
        <w:tab/>
        <w:t>1.013e0</w:t>
      </w:r>
    </w:p>
    <w:p w:rsidR="00D44D00" w:rsidRDefault="00D44D00" w:rsidP="00D44D00">
      <w:r>
        <w:t>187.9189</w:t>
      </w:r>
      <w:r>
        <w:tab/>
        <w:t>1.013e0</w:t>
      </w:r>
    </w:p>
    <w:p w:rsidR="00D44D00" w:rsidRDefault="00D44D00" w:rsidP="00D44D00">
      <w:r>
        <w:t>187.9227</w:t>
      </w:r>
      <w:r>
        <w:tab/>
        <w:t>1.013e0</w:t>
      </w:r>
    </w:p>
    <w:p w:rsidR="00D44D00" w:rsidRDefault="00D44D00" w:rsidP="00D44D00">
      <w:r>
        <w:t>187.9920</w:t>
      </w:r>
      <w:r>
        <w:tab/>
        <w:t>1.013e0</w:t>
      </w:r>
    </w:p>
    <w:p w:rsidR="00D44D00" w:rsidRDefault="00D44D00" w:rsidP="00D44D00">
      <w:r>
        <w:t>188.0028</w:t>
      </w:r>
      <w:r>
        <w:tab/>
        <w:t>2.025e0</w:t>
      </w:r>
    </w:p>
    <w:p w:rsidR="00D44D00" w:rsidRDefault="00D44D00" w:rsidP="00D44D00">
      <w:r>
        <w:t>188.0211</w:t>
      </w:r>
      <w:r>
        <w:tab/>
        <w:t>2.025e0</w:t>
      </w:r>
    </w:p>
    <w:p w:rsidR="00D44D00" w:rsidRDefault="00D44D00" w:rsidP="00D44D00">
      <w:r>
        <w:t>188.0357</w:t>
      </w:r>
      <w:r>
        <w:tab/>
        <w:t>1.013e0</w:t>
      </w:r>
    </w:p>
    <w:p w:rsidR="00D44D00" w:rsidRDefault="00D44D00" w:rsidP="00D44D00">
      <w:r>
        <w:lastRenderedPageBreak/>
        <w:t>188.0630</w:t>
      </w:r>
      <w:r>
        <w:tab/>
        <w:t>2.025e0</w:t>
      </w:r>
    </w:p>
    <w:p w:rsidR="00D44D00" w:rsidRDefault="00D44D00" w:rsidP="00D44D00">
      <w:r>
        <w:t>188.0828</w:t>
      </w:r>
      <w:r>
        <w:tab/>
        <w:t>2.025e0</w:t>
      </w:r>
    </w:p>
    <w:p w:rsidR="00D44D00" w:rsidRDefault="00D44D00" w:rsidP="00D44D00">
      <w:r>
        <w:t>188.1013</w:t>
      </w:r>
      <w:r>
        <w:tab/>
        <w:t>2.025e0</w:t>
      </w:r>
    </w:p>
    <w:p w:rsidR="00D44D00" w:rsidRDefault="00D44D00" w:rsidP="00D44D00">
      <w:r>
        <w:t>188.1213</w:t>
      </w:r>
      <w:r>
        <w:tab/>
        <w:t>2.025e0</w:t>
      </w:r>
    </w:p>
    <w:p w:rsidR="00D44D00" w:rsidRDefault="00D44D00" w:rsidP="00D44D00">
      <w:r>
        <w:t>188.1257</w:t>
      </w:r>
      <w:r>
        <w:tab/>
        <w:t>5.465e0</w:t>
      </w:r>
    </w:p>
    <w:p w:rsidR="00D44D00" w:rsidRDefault="00D44D00" w:rsidP="00D44D00">
      <w:r>
        <w:t>188.1287</w:t>
      </w:r>
      <w:r>
        <w:tab/>
        <w:t>7.089e0</w:t>
      </w:r>
    </w:p>
    <w:p w:rsidR="00D44D00" w:rsidRDefault="00D44D00" w:rsidP="00D44D00">
      <w:r>
        <w:t>188.1332</w:t>
      </w:r>
      <w:r>
        <w:tab/>
        <w:t>1.013e1</w:t>
      </w:r>
    </w:p>
    <w:p w:rsidR="00D44D00" w:rsidRDefault="00D44D00" w:rsidP="00D44D00">
      <w:r>
        <w:t>188.1502</w:t>
      </w:r>
      <w:r>
        <w:tab/>
        <w:t>5.063e0</w:t>
      </w:r>
    </w:p>
    <w:p w:rsidR="00D44D00" w:rsidRDefault="00D44D00" w:rsidP="00D44D00">
      <w:r>
        <w:t>188.1559</w:t>
      </w:r>
      <w:r>
        <w:tab/>
        <w:t>1.013e0</w:t>
      </w:r>
    </w:p>
    <w:p w:rsidR="00D44D00" w:rsidRDefault="00D44D00" w:rsidP="00D44D00">
      <w:r>
        <w:t>188.1703</w:t>
      </w:r>
      <w:r>
        <w:tab/>
        <w:t>1.013e0</w:t>
      </w:r>
    </w:p>
    <w:p w:rsidR="00D44D00" w:rsidRDefault="00D44D00" w:rsidP="00D44D00">
      <w:r>
        <w:t>188.1739</w:t>
      </w:r>
      <w:r>
        <w:tab/>
        <w:t>2.025e0</w:t>
      </w:r>
    </w:p>
    <w:p w:rsidR="00D44D00" w:rsidRDefault="00D44D00" w:rsidP="00D44D00">
      <w:r>
        <w:t>188.1885</w:t>
      </w:r>
      <w:r>
        <w:tab/>
        <w:t>1.013e0</w:t>
      </w:r>
    </w:p>
    <w:p w:rsidR="00D44D00" w:rsidRDefault="00D44D00" w:rsidP="00D44D00">
      <w:r>
        <w:t>188.1960</w:t>
      </w:r>
      <w:r>
        <w:tab/>
        <w:t>1.013e0</w:t>
      </w:r>
    </w:p>
    <w:p w:rsidR="00D44D00" w:rsidRDefault="00D44D00" w:rsidP="00D44D00">
      <w:r>
        <w:t>188.2507</w:t>
      </w:r>
      <w:r>
        <w:tab/>
        <w:t>1.013e0</w:t>
      </w:r>
    </w:p>
    <w:p w:rsidR="00D44D00" w:rsidRDefault="00D44D00" w:rsidP="00D44D00">
      <w:r>
        <w:t>188.3017</w:t>
      </w:r>
      <w:r>
        <w:tab/>
        <w:t>1.013e0</w:t>
      </w:r>
    </w:p>
    <w:p w:rsidR="00D44D00" w:rsidRDefault="00D44D00" w:rsidP="00D44D00">
      <w:r>
        <w:t>188.3309</w:t>
      </w:r>
      <w:r>
        <w:tab/>
        <w:t>1.013e0</w:t>
      </w:r>
    </w:p>
    <w:p w:rsidR="00D44D00" w:rsidRDefault="00D44D00" w:rsidP="00D44D00">
      <w:r>
        <w:t>188.4275</w:t>
      </w:r>
      <w:r>
        <w:tab/>
        <w:t>2.025e0</w:t>
      </w:r>
    </w:p>
    <w:p w:rsidR="00D44D00" w:rsidRDefault="00D44D00" w:rsidP="00D44D00">
      <w:r>
        <w:t>188.4694</w:t>
      </w:r>
      <w:r>
        <w:tab/>
        <w:t>1.013e0</w:t>
      </w:r>
    </w:p>
    <w:p w:rsidR="00D44D00" w:rsidRDefault="00D44D00" w:rsidP="00D44D00">
      <w:r>
        <w:t>188.4801</w:t>
      </w:r>
      <w:r>
        <w:tab/>
        <w:t>1.013e0</w:t>
      </w:r>
    </w:p>
    <w:p w:rsidR="00D44D00" w:rsidRDefault="00D44D00" w:rsidP="00D44D00">
      <w:r>
        <w:lastRenderedPageBreak/>
        <w:t>188.4949</w:t>
      </w:r>
      <w:r>
        <w:tab/>
        <w:t>1.013e0</w:t>
      </w:r>
    </w:p>
    <w:p w:rsidR="00D44D00" w:rsidRDefault="00D44D00" w:rsidP="00D44D00">
      <w:r>
        <w:t>188.5059</w:t>
      </w:r>
      <w:r>
        <w:tab/>
        <w:t>1.013e0</w:t>
      </w:r>
    </w:p>
    <w:p w:rsidR="00D44D00" w:rsidRDefault="00D44D00" w:rsidP="00D44D00">
      <w:r>
        <w:t>188.5132</w:t>
      </w:r>
      <w:r>
        <w:tab/>
        <w:t>1.013e0</w:t>
      </w:r>
    </w:p>
    <w:p w:rsidR="00D44D00" w:rsidRDefault="00D44D00" w:rsidP="00D44D00">
      <w:r>
        <w:t>188.5457</w:t>
      </w:r>
      <w:r>
        <w:tab/>
        <w:t>1.013e0</w:t>
      </w:r>
    </w:p>
    <w:p w:rsidR="00D44D00" w:rsidRDefault="00D44D00" w:rsidP="00D44D00">
      <w:r>
        <w:t>188.5749</w:t>
      </w:r>
      <w:r>
        <w:tab/>
        <w:t>1.013e0</w:t>
      </w:r>
    </w:p>
    <w:p w:rsidR="00D44D00" w:rsidRDefault="00D44D00" w:rsidP="00D44D00">
      <w:r>
        <w:t>188.6007</w:t>
      </w:r>
      <w:r>
        <w:tab/>
        <w:t>1.013e0</w:t>
      </w:r>
    </w:p>
    <w:p w:rsidR="00D44D00" w:rsidRDefault="00D44D00" w:rsidP="00D44D00">
      <w:r>
        <w:t>188.6080</w:t>
      </w:r>
      <w:r>
        <w:tab/>
        <w:t>1.013e0</w:t>
      </w:r>
    </w:p>
    <w:p w:rsidR="00D44D00" w:rsidRDefault="00D44D00" w:rsidP="00D44D00">
      <w:r>
        <w:t>188.7538</w:t>
      </w:r>
      <w:r>
        <w:tab/>
        <w:t>1.013e0</w:t>
      </w:r>
    </w:p>
    <w:p w:rsidR="00D44D00" w:rsidRDefault="00D44D00" w:rsidP="00D44D00">
      <w:r>
        <w:t>188.7685</w:t>
      </w:r>
      <w:r>
        <w:tab/>
        <w:t>2.025e0</w:t>
      </w:r>
    </w:p>
    <w:p w:rsidR="00D44D00" w:rsidRDefault="00D44D00" w:rsidP="00D44D00">
      <w:r>
        <w:t>188.8105</w:t>
      </w:r>
      <w:r>
        <w:tab/>
        <w:t>2.025e0</w:t>
      </w:r>
    </w:p>
    <w:p w:rsidR="00D44D00" w:rsidRDefault="00D44D00" w:rsidP="00D44D00">
      <w:r>
        <w:t>188.8451</w:t>
      </w:r>
      <w:r>
        <w:tab/>
        <w:t>2.025e0</w:t>
      </w:r>
    </w:p>
    <w:p w:rsidR="00D44D00" w:rsidRDefault="00D44D00" w:rsidP="00D44D00">
      <w:r>
        <w:t>188.8597</w:t>
      </w:r>
      <w:r>
        <w:tab/>
        <w:t>2.025e0</w:t>
      </w:r>
    </w:p>
    <w:p w:rsidR="00D44D00" w:rsidRDefault="00D44D00" w:rsidP="00D44D00">
      <w:r>
        <w:t>188.8707</w:t>
      </w:r>
      <w:r>
        <w:tab/>
        <w:t>1.013e0</w:t>
      </w:r>
    </w:p>
    <w:p w:rsidR="00D44D00" w:rsidRDefault="00D44D00" w:rsidP="00D44D00">
      <w:r>
        <w:t>188.9183</w:t>
      </w:r>
      <w:r>
        <w:tab/>
        <w:t>1.013e0</w:t>
      </w:r>
    </w:p>
    <w:p w:rsidR="00D44D00" w:rsidRDefault="00D44D00" w:rsidP="00D44D00">
      <w:r>
        <w:t>188.9695</w:t>
      </w:r>
      <w:r>
        <w:tab/>
        <w:t>1.013e0</w:t>
      </w:r>
    </w:p>
    <w:p w:rsidR="00D44D00" w:rsidRDefault="00D44D00" w:rsidP="00D44D00">
      <w:r>
        <w:t>188.9970</w:t>
      </w:r>
      <w:r>
        <w:tab/>
        <w:t>2.025e0</w:t>
      </w:r>
    </w:p>
    <w:p w:rsidR="00D44D00" w:rsidRDefault="00D44D00" w:rsidP="00D44D00">
      <w:r>
        <w:t>189.0101</w:t>
      </w:r>
      <w:r>
        <w:tab/>
        <w:t>1.013e0</w:t>
      </w:r>
    </w:p>
    <w:p w:rsidR="00D44D00" w:rsidRDefault="00D44D00" w:rsidP="00D44D00">
      <w:r>
        <w:t>189.0503</w:t>
      </w:r>
      <w:r>
        <w:tab/>
        <w:t>1.013e0</w:t>
      </w:r>
    </w:p>
    <w:p w:rsidR="00D44D00" w:rsidRDefault="00D44D00" w:rsidP="00D44D00">
      <w:r>
        <w:t>189.0611</w:t>
      </w:r>
      <w:r>
        <w:tab/>
        <w:t>1.013e0</w:t>
      </w:r>
    </w:p>
    <w:p w:rsidR="00D44D00" w:rsidRDefault="00D44D00" w:rsidP="00D44D00">
      <w:r>
        <w:lastRenderedPageBreak/>
        <w:t>189.0648</w:t>
      </w:r>
      <w:r>
        <w:tab/>
        <w:t>1.013e0</w:t>
      </w:r>
    </w:p>
    <w:p w:rsidR="00D44D00" w:rsidRDefault="00D44D00" w:rsidP="00D44D00">
      <w:r>
        <w:t>189.0760</w:t>
      </w:r>
      <w:r>
        <w:tab/>
        <w:t>2.025e0</w:t>
      </w:r>
    </w:p>
    <w:p w:rsidR="00D44D00" w:rsidRDefault="00D44D00" w:rsidP="00D44D00">
      <w:r>
        <w:t>189.1014</w:t>
      </w:r>
      <w:r>
        <w:tab/>
        <w:t>1.013e0</w:t>
      </w:r>
    </w:p>
    <w:p w:rsidR="00D44D00" w:rsidRDefault="00D44D00" w:rsidP="00D44D00">
      <w:r>
        <w:t>189.1202</w:t>
      </w:r>
      <w:r>
        <w:tab/>
        <w:t>4.051e0</w:t>
      </w:r>
    </w:p>
    <w:p w:rsidR="00D44D00" w:rsidRDefault="00D44D00" w:rsidP="00D44D00">
      <w:r>
        <w:t>189.1298</w:t>
      </w:r>
      <w:r>
        <w:tab/>
        <w:t>9.114e0</w:t>
      </w:r>
    </w:p>
    <w:p w:rsidR="00D44D00" w:rsidRDefault="00D44D00" w:rsidP="00D44D00">
      <w:r>
        <w:t>189.1490</w:t>
      </w:r>
      <w:r>
        <w:tab/>
        <w:t>1.013e0</w:t>
      </w:r>
    </w:p>
    <w:p w:rsidR="00D44D00" w:rsidRDefault="00D44D00" w:rsidP="00D44D00">
      <w:r>
        <w:t>189.1564</w:t>
      </w:r>
      <w:r>
        <w:tab/>
        <w:t>2.025e0</w:t>
      </w:r>
    </w:p>
    <w:p w:rsidR="00D44D00" w:rsidRDefault="00D44D00" w:rsidP="00D44D00">
      <w:r>
        <w:t>189.1583</w:t>
      </w:r>
      <w:r>
        <w:tab/>
        <w:t>2.025e0</w:t>
      </w:r>
    </w:p>
    <w:p w:rsidR="00D44D00" w:rsidRDefault="00D44D00" w:rsidP="00D44D00">
      <w:r>
        <w:t>189.1859</w:t>
      </w:r>
      <w:r>
        <w:tab/>
        <w:t>1.013e0</w:t>
      </w:r>
    </w:p>
    <w:p w:rsidR="00D44D00" w:rsidRDefault="00D44D00" w:rsidP="00D44D00">
      <w:r>
        <w:t>189.2299</w:t>
      </w:r>
      <w:r>
        <w:tab/>
        <w:t>1.013e0</w:t>
      </w:r>
    </w:p>
    <w:p w:rsidR="00D44D00" w:rsidRDefault="00D44D00" w:rsidP="00D44D00">
      <w:r>
        <w:t>189.2446</w:t>
      </w:r>
      <w:r>
        <w:tab/>
        <w:t>1.013e0</w:t>
      </w:r>
    </w:p>
    <w:p w:rsidR="00D44D00" w:rsidRDefault="00D44D00" w:rsidP="00D44D00">
      <w:r>
        <w:t>189.2812</w:t>
      </w:r>
      <w:r>
        <w:tab/>
        <w:t>1.013e0</w:t>
      </w:r>
    </w:p>
    <w:p w:rsidR="00D44D00" w:rsidRDefault="00D44D00" w:rsidP="00D44D00">
      <w:r>
        <w:t>189.2992</w:t>
      </w:r>
      <w:r>
        <w:tab/>
        <w:t>2.025e0</w:t>
      </w:r>
    </w:p>
    <w:p w:rsidR="00D44D00" w:rsidRDefault="00D44D00" w:rsidP="00D44D00">
      <w:r>
        <w:t>189.3395</w:t>
      </w:r>
      <w:r>
        <w:tab/>
        <w:t>1.013e0</w:t>
      </w:r>
    </w:p>
    <w:p w:rsidR="00D44D00" w:rsidRDefault="00D44D00" w:rsidP="00D44D00">
      <w:r>
        <w:t>189.3523</w:t>
      </w:r>
      <w:r>
        <w:tab/>
        <w:t>2.025e0</w:t>
      </w:r>
    </w:p>
    <w:p w:rsidR="00D44D00" w:rsidRDefault="00D44D00" w:rsidP="00D44D00">
      <w:r>
        <w:t>189.3833</w:t>
      </w:r>
      <w:r>
        <w:tab/>
        <w:t>2.025e0</w:t>
      </w:r>
    </w:p>
    <w:p w:rsidR="00D44D00" w:rsidRDefault="00D44D00" w:rsidP="00D44D00">
      <w:r>
        <w:t>189.3904</w:t>
      </w:r>
      <w:r>
        <w:tab/>
        <w:t>3.038e0</w:t>
      </w:r>
    </w:p>
    <w:p w:rsidR="00D44D00" w:rsidRDefault="00D44D00" w:rsidP="00D44D00">
      <w:r>
        <w:t>189.4052</w:t>
      </w:r>
      <w:r>
        <w:tab/>
        <w:t>1.013e0</w:t>
      </w:r>
    </w:p>
    <w:p w:rsidR="00D44D00" w:rsidRDefault="00D44D00" w:rsidP="00D44D00">
      <w:r>
        <w:t>189.4214</w:t>
      </w:r>
      <w:r>
        <w:tab/>
        <w:t>2.025e0</w:t>
      </w:r>
    </w:p>
    <w:p w:rsidR="00D44D00" w:rsidRDefault="00D44D00" w:rsidP="00D44D00">
      <w:r>
        <w:lastRenderedPageBreak/>
        <w:t>189.4418</w:t>
      </w:r>
      <w:r>
        <w:tab/>
        <w:t>1.013e0</w:t>
      </w:r>
    </w:p>
    <w:p w:rsidR="00D44D00" w:rsidRDefault="00D44D00" w:rsidP="00D44D00">
      <w:r>
        <w:t>189.4453</w:t>
      </w:r>
      <w:r>
        <w:tab/>
        <w:t>2.025e0</w:t>
      </w:r>
    </w:p>
    <w:p w:rsidR="00D44D00" w:rsidRDefault="00D44D00" w:rsidP="00D44D00">
      <w:r>
        <w:t>189.4856</w:t>
      </w:r>
      <w:r>
        <w:tab/>
        <w:t>1.013e0</w:t>
      </w:r>
    </w:p>
    <w:p w:rsidR="00D44D00" w:rsidRDefault="00D44D00" w:rsidP="00D44D00">
      <w:r>
        <w:t>189.4929</w:t>
      </w:r>
      <w:r>
        <w:tab/>
        <w:t>2.025e0</w:t>
      </w:r>
    </w:p>
    <w:p w:rsidR="00D44D00" w:rsidRDefault="00D44D00" w:rsidP="00D44D00">
      <w:r>
        <w:t>189.5036</w:t>
      </w:r>
      <w:r>
        <w:tab/>
        <w:t>1.013e0</w:t>
      </w:r>
    </w:p>
    <w:p w:rsidR="00D44D00" w:rsidRDefault="00D44D00" w:rsidP="00D44D00">
      <w:r>
        <w:t>189.5475</w:t>
      </w:r>
      <w:r>
        <w:tab/>
        <w:t>1.013e0</w:t>
      </w:r>
    </w:p>
    <w:p w:rsidR="00D44D00" w:rsidRDefault="00D44D00" w:rsidP="00D44D00">
      <w:r>
        <w:t>189.5493</w:t>
      </w:r>
      <w:r>
        <w:tab/>
        <w:t>3.038e0</w:t>
      </w:r>
    </w:p>
    <w:p w:rsidR="00D44D00" w:rsidRDefault="00D44D00" w:rsidP="00D44D00">
      <w:r>
        <w:t>189.5660</w:t>
      </w:r>
      <w:r>
        <w:tab/>
        <w:t>2.025e0</w:t>
      </w:r>
    </w:p>
    <w:p w:rsidR="00D44D00" w:rsidRDefault="00D44D00" w:rsidP="00D44D00">
      <w:r>
        <w:t>189.5770</w:t>
      </w:r>
      <w:r>
        <w:tab/>
        <w:t>4.051e0</w:t>
      </w:r>
    </w:p>
    <w:p w:rsidR="00D44D00" w:rsidRDefault="00D44D00" w:rsidP="00D44D00">
      <w:r>
        <w:t>189.5913</w:t>
      </w:r>
      <w:r>
        <w:tab/>
        <w:t>2.025e0</w:t>
      </w:r>
    </w:p>
    <w:p w:rsidR="00D44D00" w:rsidRDefault="00D44D00" w:rsidP="00D44D00">
      <w:r>
        <w:t>189.6135</w:t>
      </w:r>
      <w:r>
        <w:tab/>
        <w:t>1.013e0</w:t>
      </w:r>
    </w:p>
    <w:p w:rsidR="00D44D00" w:rsidRDefault="00D44D00" w:rsidP="00D44D00">
      <w:r>
        <w:t>189.6571</w:t>
      </w:r>
      <w:r>
        <w:tab/>
        <w:t>2.025e0</w:t>
      </w:r>
    </w:p>
    <w:p w:rsidR="00D44D00" w:rsidRDefault="00D44D00" w:rsidP="00D44D00">
      <w:r>
        <w:t>189.6644</w:t>
      </w:r>
      <w:r>
        <w:tab/>
        <w:t>1.013e0</w:t>
      </w:r>
    </w:p>
    <w:p w:rsidR="00D44D00" w:rsidRDefault="00D44D00" w:rsidP="00D44D00">
      <w:r>
        <w:t>189.6720</w:t>
      </w:r>
      <w:r>
        <w:tab/>
        <w:t>1.013e0</w:t>
      </w:r>
    </w:p>
    <w:p w:rsidR="00D44D00" w:rsidRDefault="00D44D00" w:rsidP="00D44D00">
      <w:r>
        <w:t>189.7012</w:t>
      </w:r>
      <w:r>
        <w:tab/>
        <w:t>1.013e0</w:t>
      </w:r>
    </w:p>
    <w:p w:rsidR="00D44D00" w:rsidRDefault="00D44D00" w:rsidP="00D44D00">
      <w:r>
        <w:t>189.7266</w:t>
      </w:r>
      <w:r>
        <w:tab/>
        <w:t>1.013e0</w:t>
      </w:r>
    </w:p>
    <w:p w:rsidR="00D44D00" w:rsidRDefault="00D44D00" w:rsidP="00D44D00">
      <w:r>
        <w:t>189.7304</w:t>
      </w:r>
      <w:r>
        <w:tab/>
        <w:t>2.025e0</w:t>
      </w:r>
    </w:p>
    <w:p w:rsidR="00D44D00" w:rsidRDefault="00D44D00" w:rsidP="00D44D00">
      <w:r>
        <w:t>189.7522</w:t>
      </w:r>
      <w:r>
        <w:tab/>
        <w:t>2.025e0</w:t>
      </w:r>
    </w:p>
    <w:p w:rsidR="00D44D00" w:rsidRDefault="00D44D00" w:rsidP="00D44D00">
      <w:r>
        <w:t>189.7597</w:t>
      </w:r>
      <w:r>
        <w:tab/>
        <w:t>1.013e0</w:t>
      </w:r>
    </w:p>
    <w:p w:rsidR="00D44D00" w:rsidRDefault="00D44D00" w:rsidP="00D44D00">
      <w:r>
        <w:lastRenderedPageBreak/>
        <w:t>189.8182</w:t>
      </w:r>
      <w:r>
        <w:tab/>
        <w:t>1.013e0</w:t>
      </w:r>
    </w:p>
    <w:p w:rsidR="00D44D00" w:rsidRDefault="00D44D00" w:rsidP="00D44D00">
      <w:r>
        <w:t>189.8219</w:t>
      </w:r>
      <w:r>
        <w:tab/>
        <w:t>1.013e0</w:t>
      </w:r>
    </w:p>
    <w:p w:rsidR="00D44D00" w:rsidRDefault="00D44D00" w:rsidP="00D44D00">
      <w:r>
        <w:t>189.8456</w:t>
      </w:r>
      <w:r>
        <w:tab/>
        <w:t>2.025e0</w:t>
      </w:r>
    </w:p>
    <w:p w:rsidR="00D44D00" w:rsidRDefault="00D44D00" w:rsidP="00D44D00">
      <w:r>
        <w:t>189.8803</w:t>
      </w:r>
      <w:r>
        <w:tab/>
        <w:t>2.025e0</w:t>
      </w:r>
    </w:p>
    <w:p w:rsidR="00D44D00" w:rsidRDefault="00D44D00" w:rsidP="00D44D00">
      <w:r>
        <w:t>189.9287</w:t>
      </w:r>
      <w:r>
        <w:tab/>
        <w:t>3.038e0</w:t>
      </w:r>
    </w:p>
    <w:p w:rsidR="00D44D00" w:rsidRDefault="00D44D00" w:rsidP="00D44D00">
      <w:r>
        <w:t>189.9422</w:t>
      </w:r>
      <w:r>
        <w:tab/>
        <w:t>1.013e0</w:t>
      </w:r>
    </w:p>
    <w:p w:rsidR="00D44D00" w:rsidRDefault="00D44D00" w:rsidP="00D44D00">
      <w:r>
        <w:t>189.9751</w:t>
      </w:r>
      <w:r>
        <w:tab/>
        <w:t>1.013e0</w:t>
      </w:r>
    </w:p>
    <w:p w:rsidR="00D44D00" w:rsidRDefault="00D44D00" w:rsidP="00D44D00">
      <w:r>
        <w:t>189.9788</w:t>
      </w:r>
      <w:r>
        <w:tab/>
        <w:t>1.013e0</w:t>
      </w:r>
    </w:p>
    <w:p w:rsidR="00D44D00" w:rsidRDefault="00D44D00" w:rsidP="00D44D00">
      <w:r>
        <w:t>189.9864</w:t>
      </w:r>
      <w:r>
        <w:tab/>
        <w:t>1.013e0</w:t>
      </w:r>
    </w:p>
    <w:p w:rsidR="00D44D00" w:rsidRDefault="00D44D00" w:rsidP="00D44D00">
      <w:r>
        <w:t>189.9901</w:t>
      </w:r>
      <w:r>
        <w:tab/>
        <w:t>4.051e0</w:t>
      </w:r>
    </w:p>
    <w:p w:rsidR="00D44D00" w:rsidRDefault="00D44D00" w:rsidP="00D44D00">
      <w:r>
        <w:t>189.9972</w:t>
      </w:r>
      <w:r>
        <w:tab/>
        <w:t>1.013e0</w:t>
      </w:r>
    </w:p>
    <w:p w:rsidR="00D44D00" w:rsidRDefault="00D44D00" w:rsidP="00D44D00">
      <w:r>
        <w:t>190.0269</w:t>
      </w:r>
      <w:r>
        <w:tab/>
        <w:t>1.013e0</w:t>
      </w:r>
    </w:p>
    <w:p w:rsidR="00D44D00" w:rsidRDefault="00D44D00" w:rsidP="00D44D00">
      <w:r>
        <w:t>190.0340</w:t>
      </w:r>
      <w:r>
        <w:tab/>
        <w:t>1.013e0</w:t>
      </w:r>
    </w:p>
    <w:p w:rsidR="00D44D00" w:rsidRDefault="00D44D00" w:rsidP="00D44D00">
      <w:r>
        <w:t>190.0487</w:t>
      </w:r>
      <w:r>
        <w:tab/>
        <w:t>2.025e0</w:t>
      </w:r>
    </w:p>
    <w:p w:rsidR="00D44D00" w:rsidRDefault="00D44D00" w:rsidP="00D44D00">
      <w:r>
        <w:t>190.0637</w:t>
      </w:r>
      <w:r>
        <w:tab/>
        <w:t>2.025e0</w:t>
      </w:r>
    </w:p>
    <w:p w:rsidR="00D44D00" w:rsidRDefault="00D44D00" w:rsidP="00D44D00">
      <w:r>
        <w:t>190.0726</w:t>
      </w:r>
      <w:r>
        <w:tab/>
        <w:t>5.063e0</w:t>
      </w:r>
    </w:p>
    <w:p w:rsidR="00D44D00" w:rsidRDefault="00D44D00" w:rsidP="00D44D00">
      <w:r>
        <w:t>190.0761</w:t>
      </w:r>
      <w:r>
        <w:tab/>
        <w:t>5.063e0</w:t>
      </w:r>
    </w:p>
    <w:p w:rsidR="00D44D00" w:rsidRDefault="00D44D00" w:rsidP="00D44D00">
      <w:r>
        <w:t>190.0829</w:t>
      </w:r>
      <w:r>
        <w:tab/>
        <w:t>4.051e0</w:t>
      </w:r>
    </w:p>
    <w:p w:rsidR="00D44D00" w:rsidRDefault="00D44D00" w:rsidP="00D44D00">
      <w:r>
        <w:t>190.1004</w:t>
      </w:r>
      <w:r>
        <w:tab/>
        <w:t>1.013e0</w:t>
      </w:r>
    </w:p>
    <w:p w:rsidR="00D44D00" w:rsidRDefault="00D44D00" w:rsidP="00D44D00">
      <w:r>
        <w:lastRenderedPageBreak/>
        <w:t>190.1409</w:t>
      </w:r>
      <w:r>
        <w:tab/>
        <w:t>1.013e0</w:t>
      </w:r>
    </w:p>
    <w:p w:rsidR="00D44D00" w:rsidRDefault="00D44D00" w:rsidP="00D44D00">
      <w:r>
        <w:t>190.1464</w:t>
      </w:r>
      <w:r>
        <w:tab/>
        <w:t>2.025e0</w:t>
      </w:r>
    </w:p>
    <w:p w:rsidR="00D44D00" w:rsidRDefault="00D44D00" w:rsidP="00D44D00">
      <w:r>
        <w:t>190.1704</w:t>
      </w:r>
      <w:r>
        <w:tab/>
        <w:t>1.013e0</w:t>
      </w:r>
    </w:p>
    <w:p w:rsidR="00D44D00" w:rsidRDefault="00D44D00" w:rsidP="00D44D00">
      <w:r>
        <w:t>190.2072</w:t>
      </w:r>
      <w:r>
        <w:tab/>
        <w:t>1.013e0</w:t>
      </w:r>
    </w:p>
    <w:p w:rsidR="00D44D00" w:rsidRDefault="00D44D00" w:rsidP="00D44D00">
      <w:r>
        <w:t>190.2146</w:t>
      </w:r>
      <w:r>
        <w:tab/>
        <w:t>1.013e0</w:t>
      </w:r>
    </w:p>
    <w:p w:rsidR="00D44D00" w:rsidRDefault="00D44D00" w:rsidP="00D44D00">
      <w:r>
        <w:t>190.2330</w:t>
      </w:r>
      <w:r>
        <w:tab/>
        <w:t>1.013e0</w:t>
      </w:r>
    </w:p>
    <w:p w:rsidR="00D44D00" w:rsidRDefault="00D44D00" w:rsidP="00D44D00">
      <w:r>
        <w:t>190.2403</w:t>
      </w:r>
      <w:r>
        <w:tab/>
        <w:t>1.013e0</w:t>
      </w:r>
    </w:p>
    <w:p w:rsidR="00D44D00" w:rsidRDefault="00D44D00" w:rsidP="00D44D00">
      <w:r>
        <w:t>190.2951</w:t>
      </w:r>
      <w:r>
        <w:tab/>
        <w:t>2.025e0</w:t>
      </w:r>
    </w:p>
    <w:p w:rsidR="00D44D00" w:rsidRDefault="00D44D00" w:rsidP="00D44D00">
      <w:r>
        <w:t>190.3035</w:t>
      </w:r>
      <w:r>
        <w:tab/>
        <w:t>3.038e0</w:t>
      </w:r>
    </w:p>
    <w:p w:rsidR="00D44D00" w:rsidRDefault="00D44D00" w:rsidP="00D44D00">
      <w:r>
        <w:t>190.3498</w:t>
      </w:r>
      <w:r>
        <w:tab/>
        <w:t>1.013e0</w:t>
      </w:r>
    </w:p>
    <w:p w:rsidR="00D44D00" w:rsidRDefault="00D44D00" w:rsidP="00D44D00">
      <w:r>
        <w:t>190.3718</w:t>
      </w:r>
      <w:r>
        <w:tab/>
        <w:t>1.013e0</w:t>
      </w:r>
    </w:p>
    <w:p w:rsidR="00D44D00" w:rsidRDefault="00D44D00" w:rsidP="00D44D00">
      <w:r>
        <w:t>190.3830</w:t>
      </w:r>
      <w:r>
        <w:tab/>
        <w:t>2.025e0</w:t>
      </w:r>
    </w:p>
    <w:p w:rsidR="00D44D00" w:rsidRDefault="00D44D00" w:rsidP="00D44D00">
      <w:r>
        <w:t>190.4196</w:t>
      </w:r>
      <w:r>
        <w:tab/>
        <w:t>1.013e0</w:t>
      </w:r>
    </w:p>
    <w:p w:rsidR="00D44D00" w:rsidRDefault="00D44D00" w:rsidP="00D44D00">
      <w:r>
        <w:t>190.4376</w:t>
      </w:r>
      <w:r>
        <w:tab/>
        <w:t>1.013e0</w:t>
      </w:r>
    </w:p>
    <w:p w:rsidR="00D44D00" w:rsidRDefault="00D44D00" w:rsidP="00D44D00">
      <w:r>
        <w:t>190.4546</w:t>
      </w:r>
      <w:r>
        <w:tab/>
        <w:t>3.038e0</w:t>
      </w:r>
    </w:p>
    <w:p w:rsidR="00D44D00" w:rsidRDefault="00D44D00" w:rsidP="00D44D00">
      <w:r>
        <w:t>190.4926</w:t>
      </w:r>
      <w:r>
        <w:tab/>
        <w:t>1.013e0</w:t>
      </w:r>
    </w:p>
    <w:p w:rsidR="00D44D00" w:rsidRDefault="00D44D00" w:rsidP="00D44D00">
      <w:r>
        <w:t>190.5075</w:t>
      </w:r>
      <w:r>
        <w:tab/>
        <w:t>1.013e0</w:t>
      </w:r>
    </w:p>
    <w:p w:rsidR="00D44D00" w:rsidRDefault="00D44D00" w:rsidP="00D44D00">
      <w:r>
        <w:t>190.5524</w:t>
      </w:r>
      <w:r>
        <w:tab/>
        <w:t>5.833e1</w:t>
      </w:r>
    </w:p>
    <w:p w:rsidR="00D44D00" w:rsidRDefault="00D44D00" w:rsidP="00D44D00">
      <w:r>
        <w:t>190.5545</w:t>
      </w:r>
      <w:r>
        <w:tab/>
        <w:t>2.835e1</w:t>
      </w:r>
    </w:p>
    <w:p w:rsidR="00D44D00" w:rsidRDefault="00D44D00" w:rsidP="00D44D00">
      <w:r>
        <w:lastRenderedPageBreak/>
        <w:t>190.5566</w:t>
      </w:r>
      <w:r>
        <w:tab/>
        <w:t>2.734e1</w:t>
      </w:r>
    </w:p>
    <w:p w:rsidR="00D44D00" w:rsidRDefault="00D44D00" w:rsidP="00D44D00">
      <w:r>
        <w:t>190.5924</w:t>
      </w:r>
      <w:r>
        <w:tab/>
        <w:t>3.038e0</w:t>
      </w:r>
    </w:p>
    <w:p w:rsidR="00D44D00" w:rsidRDefault="00D44D00" w:rsidP="00D44D00">
      <w:r>
        <w:t>190.6063</w:t>
      </w:r>
      <w:r>
        <w:tab/>
        <w:t>1.013e0</w:t>
      </w:r>
    </w:p>
    <w:p w:rsidR="00D44D00" w:rsidRDefault="00D44D00" w:rsidP="00D44D00">
      <w:r>
        <w:t>190.6427</w:t>
      </w:r>
      <w:r>
        <w:tab/>
        <w:t>1.013e0</w:t>
      </w:r>
    </w:p>
    <w:p w:rsidR="00D44D00" w:rsidRDefault="00D44D00" w:rsidP="00D44D00">
      <w:r>
        <w:t>190.6757</w:t>
      </w:r>
      <w:r>
        <w:tab/>
        <w:t>2.025e0</w:t>
      </w:r>
    </w:p>
    <w:p w:rsidR="00D44D00" w:rsidRDefault="00D44D00" w:rsidP="00D44D00">
      <w:r>
        <w:t>190.6868</w:t>
      </w:r>
      <w:r>
        <w:tab/>
        <w:t>2.025e0</w:t>
      </w:r>
    </w:p>
    <w:p w:rsidR="00D44D00" w:rsidRDefault="00D44D00" w:rsidP="00D44D00">
      <w:r>
        <w:t>190.6884</w:t>
      </w:r>
      <w:r>
        <w:tab/>
        <w:t>2.025e0</w:t>
      </w:r>
    </w:p>
    <w:p w:rsidR="00D44D00" w:rsidRDefault="00D44D00" w:rsidP="00D44D00">
      <w:r>
        <w:t>190.6941</w:t>
      </w:r>
      <w:r>
        <w:tab/>
        <w:t>2.025e0</w:t>
      </w:r>
    </w:p>
    <w:p w:rsidR="00D44D00" w:rsidRDefault="00D44D00" w:rsidP="00D44D00">
      <w:r>
        <w:t>190.7098</w:t>
      </w:r>
      <w:r>
        <w:tab/>
        <w:t>4.051e0</w:t>
      </w:r>
    </w:p>
    <w:p w:rsidR="00D44D00" w:rsidRDefault="00D44D00" w:rsidP="00D44D00">
      <w:r>
        <w:t>190.7195</w:t>
      </w:r>
      <w:r>
        <w:tab/>
        <w:t>2.025e0</w:t>
      </w:r>
    </w:p>
    <w:p w:rsidR="00D44D00" w:rsidRDefault="00D44D00" w:rsidP="00D44D00">
      <w:r>
        <w:t>190.7710</w:t>
      </w:r>
      <w:r>
        <w:tab/>
        <w:t>1.013e0</w:t>
      </w:r>
    </w:p>
    <w:p w:rsidR="00D44D00" w:rsidRDefault="00D44D00" w:rsidP="00D44D00">
      <w:r>
        <w:t>190.8042</w:t>
      </w:r>
      <w:r>
        <w:tab/>
        <w:t>1.013e0</w:t>
      </w:r>
    </w:p>
    <w:p w:rsidR="00D44D00" w:rsidRDefault="00D44D00" w:rsidP="00D44D00">
      <w:r>
        <w:t>190.8448</w:t>
      </w:r>
      <w:r>
        <w:tab/>
        <w:t>1.013e0</w:t>
      </w:r>
    </w:p>
    <w:p w:rsidR="00D44D00" w:rsidRDefault="00D44D00" w:rsidP="00D44D00">
      <w:r>
        <w:t>190.8524</w:t>
      </w:r>
      <w:r>
        <w:tab/>
        <w:t>2.025e0</w:t>
      </w:r>
    </w:p>
    <w:p w:rsidR="00D44D00" w:rsidRDefault="00D44D00" w:rsidP="00D44D00">
      <w:r>
        <w:t>190.8818</w:t>
      </w:r>
      <w:r>
        <w:tab/>
        <w:t>1.013e0</w:t>
      </w:r>
    </w:p>
    <w:p w:rsidR="00D44D00" w:rsidRDefault="00D44D00" w:rsidP="00D44D00">
      <w:r>
        <w:t>190.9133</w:t>
      </w:r>
      <w:r>
        <w:tab/>
        <w:t>2.025e0</w:t>
      </w:r>
    </w:p>
    <w:p w:rsidR="00D44D00" w:rsidRDefault="00D44D00" w:rsidP="00D44D00">
      <w:r>
        <w:t>190.9278</w:t>
      </w:r>
      <w:r>
        <w:tab/>
        <w:t>2.025e0</w:t>
      </w:r>
    </w:p>
    <w:p w:rsidR="00D44D00" w:rsidRDefault="00D44D00" w:rsidP="00D44D00">
      <w:r>
        <w:t>190.9337</w:t>
      </w:r>
      <w:r>
        <w:tab/>
        <w:t>1.013e0</w:t>
      </w:r>
    </w:p>
    <w:p w:rsidR="00D44D00" w:rsidRDefault="00D44D00" w:rsidP="00D44D00">
      <w:r>
        <w:t>190.9409</w:t>
      </w:r>
      <w:r>
        <w:tab/>
        <w:t>1.013e0</w:t>
      </w:r>
    </w:p>
    <w:p w:rsidR="00D44D00" w:rsidRDefault="00D44D00" w:rsidP="00D44D00">
      <w:r>
        <w:lastRenderedPageBreak/>
        <w:t>190.9742</w:t>
      </w:r>
      <w:r>
        <w:tab/>
        <w:t>1.013e0</w:t>
      </w:r>
    </w:p>
    <w:p w:rsidR="00D44D00" w:rsidRDefault="00D44D00" w:rsidP="00D44D00">
      <w:r>
        <w:t>190.9759</w:t>
      </w:r>
      <w:r>
        <w:tab/>
        <w:t>2.025e0</w:t>
      </w:r>
    </w:p>
    <w:p w:rsidR="00D44D00" w:rsidRDefault="00D44D00" w:rsidP="00D44D00">
      <w:r>
        <w:t>190.9822</w:t>
      </w:r>
      <w:r>
        <w:tab/>
        <w:t>3.038e0</w:t>
      </w:r>
    </w:p>
    <w:p w:rsidR="00D44D00" w:rsidRDefault="00D44D00" w:rsidP="00D44D00">
      <w:r>
        <w:t>190.9922</w:t>
      </w:r>
      <w:r>
        <w:tab/>
        <w:t>2.025e0</w:t>
      </w:r>
    </w:p>
    <w:p w:rsidR="00D44D00" w:rsidRDefault="00D44D00" w:rsidP="00D44D00">
      <w:r>
        <w:t>190.9949</w:t>
      </w:r>
      <w:r>
        <w:tab/>
        <w:t>3.038e0</w:t>
      </w:r>
    </w:p>
    <w:p w:rsidR="00D44D00" w:rsidRDefault="00D44D00" w:rsidP="00D44D00">
      <w:r>
        <w:t>190.9972</w:t>
      </w:r>
      <w:r>
        <w:tab/>
        <w:t>4.051e0</w:t>
      </w:r>
    </w:p>
    <w:p w:rsidR="00D44D00" w:rsidRDefault="00D44D00" w:rsidP="00D44D00">
      <w:r>
        <w:t>191.0270</w:t>
      </w:r>
      <w:r>
        <w:tab/>
        <w:t>2.025e0</w:t>
      </w:r>
    </w:p>
    <w:p w:rsidR="00D44D00" w:rsidRDefault="00D44D00" w:rsidP="00D44D00">
      <w:r>
        <w:t>191.0529</w:t>
      </w:r>
      <w:r>
        <w:tab/>
        <w:t>8.101e0</w:t>
      </w:r>
    </w:p>
    <w:p w:rsidR="00D44D00" w:rsidRDefault="00D44D00" w:rsidP="00D44D00">
      <w:r>
        <w:t>191.0547</w:t>
      </w:r>
      <w:r>
        <w:tab/>
        <w:t>5.063e0</w:t>
      </w:r>
    </w:p>
    <w:p w:rsidR="00D44D00" w:rsidRDefault="00D44D00" w:rsidP="00D44D00">
      <w:r>
        <w:t>191.0606</w:t>
      </w:r>
      <w:r>
        <w:tab/>
        <w:t>7.089e0</w:t>
      </w:r>
    </w:p>
    <w:p w:rsidR="00D44D00" w:rsidRDefault="00D44D00" w:rsidP="00D44D00">
      <w:r>
        <w:t>191.0676</w:t>
      </w:r>
      <w:r>
        <w:tab/>
        <w:t>4.051e0</w:t>
      </w:r>
    </w:p>
    <w:p w:rsidR="00D44D00" w:rsidRDefault="00D44D00" w:rsidP="00D44D00">
      <w:r>
        <w:t>191.1022</w:t>
      </w:r>
      <w:r>
        <w:tab/>
        <w:t>2.025e0</w:t>
      </w:r>
    </w:p>
    <w:p w:rsidR="00D44D00" w:rsidRDefault="00D44D00" w:rsidP="00D44D00">
      <w:r>
        <w:t>191.1170</w:t>
      </w:r>
      <w:r>
        <w:tab/>
        <w:t>1.013e0</w:t>
      </w:r>
    </w:p>
    <w:p w:rsidR="00D44D00" w:rsidRDefault="00D44D00" w:rsidP="00D44D00">
      <w:r>
        <w:t>191.1277</w:t>
      </w:r>
      <w:r>
        <w:tab/>
        <w:t>5.063e0</w:t>
      </w:r>
    </w:p>
    <w:p w:rsidR="00D44D00" w:rsidRDefault="00D44D00" w:rsidP="00D44D00">
      <w:r>
        <w:t>191.1295</w:t>
      </w:r>
      <w:r>
        <w:tab/>
        <w:t>7.659e0</w:t>
      </w:r>
    </w:p>
    <w:p w:rsidR="00D44D00" w:rsidRDefault="00D44D00" w:rsidP="00D44D00">
      <w:r>
        <w:t>191.1426</w:t>
      </w:r>
      <w:r>
        <w:tab/>
        <w:t>4.051e0</w:t>
      </w:r>
    </w:p>
    <w:p w:rsidR="00D44D00" w:rsidRDefault="00D44D00" w:rsidP="00D44D00">
      <w:r>
        <w:t>191.1500</w:t>
      </w:r>
      <w:r>
        <w:tab/>
        <w:t>3.038e0</w:t>
      </w:r>
    </w:p>
    <w:p w:rsidR="00D44D00" w:rsidRDefault="00D44D00" w:rsidP="00D44D00">
      <w:r>
        <w:t>191.1589</w:t>
      </w:r>
      <w:r>
        <w:tab/>
        <w:t>2.025e0</w:t>
      </w:r>
    </w:p>
    <w:p w:rsidR="00D44D00" w:rsidRDefault="00D44D00" w:rsidP="00D44D00">
      <w:r>
        <w:t>191.1665</w:t>
      </w:r>
      <w:r>
        <w:tab/>
        <w:t>2.025e0</w:t>
      </w:r>
    </w:p>
    <w:p w:rsidR="00D44D00" w:rsidRDefault="00D44D00" w:rsidP="00D44D00">
      <w:r>
        <w:lastRenderedPageBreak/>
        <w:t>191.1687</w:t>
      </w:r>
      <w:r>
        <w:tab/>
        <w:t>4.051e0</w:t>
      </w:r>
    </w:p>
    <w:p w:rsidR="00D44D00" w:rsidRDefault="00D44D00" w:rsidP="00D44D00">
      <w:r>
        <w:t>191.1791</w:t>
      </w:r>
      <w:r>
        <w:tab/>
        <w:t>1.013e0</w:t>
      </w:r>
    </w:p>
    <w:p w:rsidR="00D44D00" w:rsidRDefault="00D44D00" w:rsidP="00D44D00">
      <w:r>
        <w:t>191.2011</w:t>
      </w:r>
      <w:r>
        <w:tab/>
        <w:t>1.013e0</w:t>
      </w:r>
    </w:p>
    <w:p w:rsidR="00D44D00" w:rsidRDefault="00D44D00" w:rsidP="00D44D00">
      <w:r>
        <w:t>191.2160</w:t>
      </w:r>
      <w:r>
        <w:tab/>
        <w:t>1.013e0</w:t>
      </w:r>
    </w:p>
    <w:p w:rsidR="00D44D00" w:rsidRDefault="00D44D00" w:rsidP="00D44D00">
      <w:r>
        <w:t>191.2341</w:t>
      </w:r>
      <w:r>
        <w:tab/>
        <w:t>1.013e0</w:t>
      </w:r>
    </w:p>
    <w:p w:rsidR="00D44D00" w:rsidRDefault="00D44D00" w:rsidP="00D44D00">
      <w:r>
        <w:t>191.2380</w:t>
      </w:r>
      <w:r>
        <w:tab/>
        <w:t>1.013e0</w:t>
      </w:r>
    </w:p>
    <w:p w:rsidR="00D44D00" w:rsidRDefault="00D44D00" w:rsidP="00D44D00">
      <w:r>
        <w:t>191.2450</w:t>
      </w:r>
      <w:r>
        <w:tab/>
        <w:t>1.013e0</w:t>
      </w:r>
    </w:p>
    <w:p w:rsidR="00D44D00" w:rsidRDefault="00D44D00" w:rsidP="00D44D00">
      <w:r>
        <w:t>191.2489</w:t>
      </w:r>
      <w:r>
        <w:tab/>
        <w:t>2.025e0</w:t>
      </w:r>
    </w:p>
    <w:p w:rsidR="00D44D00" w:rsidRDefault="00D44D00" w:rsidP="00D44D00">
      <w:r>
        <w:t>191.2634</w:t>
      </w:r>
      <w:r>
        <w:tab/>
        <w:t>1.013e0</w:t>
      </w:r>
    </w:p>
    <w:p w:rsidR="00D44D00" w:rsidRDefault="00D44D00" w:rsidP="00D44D00">
      <w:r>
        <w:t>191.2780</w:t>
      </w:r>
      <w:r>
        <w:tab/>
        <w:t>1.013e0</w:t>
      </w:r>
    </w:p>
    <w:p w:rsidR="00D44D00" w:rsidRDefault="00D44D00" w:rsidP="00D44D00">
      <w:r>
        <w:t>191.2966</w:t>
      </w:r>
      <w:r>
        <w:tab/>
        <w:t>1.013e0</w:t>
      </w:r>
    </w:p>
    <w:p w:rsidR="00D44D00" w:rsidRDefault="00D44D00" w:rsidP="00D44D00">
      <w:r>
        <w:t>191.3366</w:t>
      </w:r>
      <w:r>
        <w:tab/>
        <w:t>1.013e0</w:t>
      </w:r>
    </w:p>
    <w:p w:rsidR="00D44D00" w:rsidRDefault="00D44D00" w:rsidP="00D44D00">
      <w:r>
        <w:t>191.3405</w:t>
      </w:r>
      <w:r>
        <w:tab/>
        <w:t>1.013e0</w:t>
      </w:r>
    </w:p>
    <w:p w:rsidR="00D44D00" w:rsidRDefault="00D44D00" w:rsidP="00D44D00">
      <w:r>
        <w:t>191.3903</w:t>
      </w:r>
      <w:r>
        <w:tab/>
        <w:t>2.025e0</w:t>
      </w:r>
    </w:p>
    <w:p w:rsidR="00D44D00" w:rsidRDefault="00D44D00" w:rsidP="00D44D00">
      <w:r>
        <w:t>191.4142</w:t>
      </w:r>
      <w:r>
        <w:tab/>
        <w:t>1.013e0</w:t>
      </w:r>
    </w:p>
    <w:p w:rsidR="00D44D00" w:rsidRDefault="00D44D00" w:rsidP="00D44D00">
      <w:r>
        <w:t>191.4367</w:t>
      </w:r>
      <w:r>
        <w:tab/>
        <w:t>2.025e0</w:t>
      </w:r>
    </w:p>
    <w:p w:rsidR="00D44D00" w:rsidRDefault="00D44D00" w:rsidP="00D44D00">
      <w:r>
        <w:t>191.4385</w:t>
      </w:r>
      <w:r>
        <w:tab/>
        <w:t>2.047e0</w:t>
      </w:r>
    </w:p>
    <w:p w:rsidR="00D44D00" w:rsidRDefault="00D44D00" w:rsidP="00D44D00">
      <w:r>
        <w:t>191.4456</w:t>
      </w:r>
      <w:r>
        <w:tab/>
        <w:t>2.025e0</w:t>
      </w:r>
    </w:p>
    <w:p w:rsidR="00D44D00" w:rsidRDefault="00D44D00" w:rsidP="00D44D00">
      <w:r>
        <w:t>191.4957</w:t>
      </w:r>
      <w:r>
        <w:tab/>
        <w:t>1.013e0</w:t>
      </w:r>
    </w:p>
    <w:p w:rsidR="00D44D00" w:rsidRDefault="00D44D00" w:rsidP="00D44D00">
      <w:r>
        <w:lastRenderedPageBreak/>
        <w:t>191.5419</w:t>
      </w:r>
      <w:r>
        <w:tab/>
        <w:t>3.038e0</w:t>
      </w:r>
    </w:p>
    <w:p w:rsidR="00D44D00" w:rsidRDefault="00D44D00" w:rsidP="00D44D00">
      <w:r>
        <w:t>191.5489</w:t>
      </w:r>
      <w:r>
        <w:tab/>
        <w:t>3.038e0</w:t>
      </w:r>
    </w:p>
    <w:p w:rsidR="00D44D00" w:rsidRDefault="00D44D00" w:rsidP="00D44D00">
      <w:r>
        <w:t>191.5549</w:t>
      </w:r>
      <w:r>
        <w:tab/>
        <w:t>2.025e0</w:t>
      </w:r>
    </w:p>
    <w:p w:rsidR="00D44D00" w:rsidRDefault="00D44D00" w:rsidP="00D44D00">
      <w:r>
        <w:t>191.5595</w:t>
      </w:r>
      <w:r>
        <w:tab/>
        <w:t>5.063e0</w:t>
      </w:r>
    </w:p>
    <w:p w:rsidR="00D44D00" w:rsidRDefault="00D44D00" w:rsidP="00D44D00">
      <w:r>
        <w:t>191.5802</w:t>
      </w:r>
      <w:r>
        <w:tab/>
        <w:t>2.025e0</w:t>
      </w:r>
    </w:p>
    <w:p w:rsidR="00D44D00" w:rsidRDefault="00D44D00" w:rsidP="00D44D00">
      <w:r>
        <w:t>191.5949</w:t>
      </w:r>
      <w:r>
        <w:tab/>
        <w:t>1.013e0</w:t>
      </w:r>
    </w:p>
    <w:p w:rsidR="00D44D00" w:rsidRDefault="00D44D00" w:rsidP="00D44D00">
      <w:r>
        <w:t>191.6318</w:t>
      </w:r>
      <w:r>
        <w:tab/>
        <w:t>1.013e0</w:t>
      </w:r>
    </w:p>
    <w:p w:rsidR="00D44D00" w:rsidRDefault="00D44D00" w:rsidP="00D44D00">
      <w:r>
        <w:t>191.6355</w:t>
      </w:r>
      <w:r>
        <w:tab/>
        <w:t>1.013e0</w:t>
      </w:r>
    </w:p>
    <w:p w:rsidR="00D44D00" w:rsidRDefault="00D44D00" w:rsidP="00D44D00">
      <w:r>
        <w:t>191.6389</w:t>
      </w:r>
      <w:r>
        <w:tab/>
        <w:t>1.013e0</w:t>
      </w:r>
    </w:p>
    <w:p w:rsidR="00D44D00" w:rsidRDefault="00D44D00" w:rsidP="00D44D00">
      <w:r>
        <w:t>191.6903</w:t>
      </w:r>
      <w:r>
        <w:tab/>
        <w:t>1.013e0</w:t>
      </w:r>
    </w:p>
    <w:p w:rsidR="00D44D00" w:rsidRDefault="00D44D00" w:rsidP="00D44D00">
      <w:r>
        <w:t>191.7123</w:t>
      </w:r>
      <w:r>
        <w:tab/>
        <w:t>1.013e0</w:t>
      </w:r>
    </w:p>
    <w:p w:rsidR="00D44D00" w:rsidRDefault="00D44D00" w:rsidP="00D44D00">
      <w:r>
        <w:t>191.7236</w:t>
      </w:r>
      <w:r>
        <w:tab/>
        <w:t>1.013e0</w:t>
      </w:r>
    </w:p>
    <w:p w:rsidR="00D44D00" w:rsidRDefault="00D44D00" w:rsidP="00D44D00">
      <w:r>
        <w:t>191.7528</w:t>
      </w:r>
      <w:r>
        <w:tab/>
        <w:t>2.025e0</w:t>
      </w:r>
    </w:p>
    <w:p w:rsidR="00D44D00" w:rsidRDefault="00D44D00" w:rsidP="00D44D00">
      <w:r>
        <w:t>191.7713</w:t>
      </w:r>
      <w:r>
        <w:tab/>
        <w:t>2.025e0</w:t>
      </w:r>
    </w:p>
    <w:p w:rsidR="00D44D00" w:rsidRDefault="00D44D00" w:rsidP="00D44D00">
      <w:r>
        <w:t>191.8006</w:t>
      </w:r>
      <w:r>
        <w:tab/>
        <w:t>2.025e0</w:t>
      </w:r>
    </w:p>
    <w:p w:rsidR="00D44D00" w:rsidRDefault="00D44D00" w:rsidP="00D44D00">
      <w:r>
        <w:t>191.8223</w:t>
      </w:r>
      <w:r>
        <w:tab/>
        <w:t>1.013e0</w:t>
      </w:r>
    </w:p>
    <w:p w:rsidR="00D44D00" w:rsidRDefault="00D44D00" w:rsidP="00D44D00">
      <w:r>
        <w:t>191.8629</w:t>
      </w:r>
      <w:r>
        <w:tab/>
        <w:t>1.013e0</w:t>
      </w:r>
    </w:p>
    <w:p w:rsidR="00D44D00" w:rsidRDefault="00D44D00" w:rsidP="00D44D00">
      <w:r>
        <w:t>191.8739</w:t>
      </w:r>
      <w:r>
        <w:tab/>
        <w:t>1.013e0</w:t>
      </w:r>
    </w:p>
    <w:p w:rsidR="00D44D00" w:rsidRDefault="00D44D00" w:rsidP="00D44D00">
      <w:r>
        <w:t>191.8922</w:t>
      </w:r>
      <w:r>
        <w:tab/>
        <w:t>1.013e0</w:t>
      </w:r>
    </w:p>
    <w:p w:rsidR="00D44D00" w:rsidRDefault="00D44D00" w:rsidP="00D44D00">
      <w:r>
        <w:lastRenderedPageBreak/>
        <w:t>191.9627</w:t>
      </w:r>
      <w:r>
        <w:tab/>
        <w:t>1.013e0</w:t>
      </w:r>
    </w:p>
    <w:p w:rsidR="00D44D00" w:rsidRDefault="00D44D00" w:rsidP="00D44D00">
      <w:r>
        <w:t>191.9699</w:t>
      </w:r>
      <w:r>
        <w:tab/>
        <w:t>3.038e0</w:t>
      </w:r>
    </w:p>
    <w:p w:rsidR="00D44D00" w:rsidRDefault="00D44D00" w:rsidP="00D44D00">
      <w:r>
        <w:t>191.9823</w:t>
      </w:r>
      <w:r>
        <w:tab/>
        <w:t>3.038e0</w:t>
      </w:r>
    </w:p>
    <w:p w:rsidR="00D44D00" w:rsidRDefault="00D44D00" w:rsidP="00D44D00">
      <w:r>
        <w:t>191.9870</w:t>
      </w:r>
      <w:r>
        <w:tab/>
        <w:t>5.063e0</w:t>
      </w:r>
    </w:p>
    <w:p w:rsidR="00D44D00" w:rsidRDefault="00D44D00" w:rsidP="00D44D00">
      <w:r>
        <w:t>191.9998</w:t>
      </w:r>
      <w:r>
        <w:tab/>
        <w:t>2.025e0</w:t>
      </w:r>
    </w:p>
    <w:p w:rsidR="00D44D00" w:rsidRDefault="00D44D00" w:rsidP="00D44D00">
      <w:r>
        <w:t>192.0258</w:t>
      </w:r>
      <w:r>
        <w:tab/>
        <w:t>1.013e0</w:t>
      </w:r>
    </w:p>
    <w:p w:rsidR="00D44D00" w:rsidRDefault="00D44D00" w:rsidP="00D44D00">
      <w:r>
        <w:t>192.0589</w:t>
      </w:r>
      <w:r>
        <w:tab/>
        <w:t>2.025e0</w:t>
      </w:r>
    </w:p>
    <w:p w:rsidR="00D44D00" w:rsidRDefault="00D44D00" w:rsidP="00D44D00">
      <w:r>
        <w:t>192.0642</w:t>
      </w:r>
      <w:r>
        <w:tab/>
        <w:t>3.038e0</w:t>
      </w:r>
    </w:p>
    <w:p w:rsidR="00D44D00" w:rsidRDefault="00D44D00" w:rsidP="00D44D00">
      <w:r>
        <w:t>192.0676</w:t>
      </w:r>
      <w:r>
        <w:tab/>
        <w:t>1.013e1</w:t>
      </w:r>
    </w:p>
    <w:p w:rsidR="00D44D00" w:rsidRDefault="00D44D00" w:rsidP="00D44D00">
      <w:r>
        <w:t>192.0980</w:t>
      </w:r>
      <w:r>
        <w:tab/>
        <w:t>3.038e0</w:t>
      </w:r>
    </w:p>
    <w:p w:rsidR="00D44D00" w:rsidRDefault="00D44D00" w:rsidP="00D44D00">
      <w:r>
        <w:t>192.1316</w:t>
      </w:r>
      <w:r>
        <w:tab/>
        <w:t>3.038e0</w:t>
      </w:r>
    </w:p>
    <w:p w:rsidR="00D44D00" w:rsidRDefault="00D44D00" w:rsidP="00D44D00">
      <w:r>
        <w:t>192.1404</w:t>
      </w:r>
      <w:r>
        <w:tab/>
        <w:t>1.178e1</w:t>
      </w:r>
    </w:p>
    <w:p w:rsidR="00D44D00" w:rsidRDefault="00D44D00" w:rsidP="00D44D00">
      <w:r>
        <w:t>192.1496</w:t>
      </w:r>
      <w:r>
        <w:tab/>
        <w:t>4.051e0</w:t>
      </w:r>
    </w:p>
    <w:p w:rsidR="00D44D00" w:rsidRDefault="00D44D00" w:rsidP="00D44D00">
      <w:r>
        <w:t>192.1653</w:t>
      </w:r>
      <w:r>
        <w:tab/>
        <w:t>1.013e0</w:t>
      </w:r>
    </w:p>
    <w:p w:rsidR="00D44D00" w:rsidRDefault="00D44D00" w:rsidP="00D44D00">
      <w:r>
        <w:t>192.1728</w:t>
      </w:r>
      <w:r>
        <w:tab/>
        <w:t>1.013e0</w:t>
      </w:r>
    </w:p>
    <w:p w:rsidR="00D44D00" w:rsidRDefault="00D44D00" w:rsidP="00D44D00">
      <w:r>
        <w:t>192.1949</w:t>
      </w:r>
      <w:r>
        <w:tab/>
        <w:t>1.013e0</w:t>
      </w:r>
    </w:p>
    <w:p w:rsidR="00D44D00" w:rsidRDefault="00D44D00" w:rsidP="00D44D00">
      <w:r>
        <w:t>192.2130</w:t>
      </w:r>
      <w:r>
        <w:tab/>
        <w:t>1.013e0</w:t>
      </w:r>
    </w:p>
    <w:p w:rsidR="00D44D00" w:rsidRDefault="00D44D00" w:rsidP="00D44D00">
      <w:r>
        <w:t>192.2243</w:t>
      </w:r>
      <w:r>
        <w:tab/>
        <w:t>1.013e0</w:t>
      </w:r>
    </w:p>
    <w:p w:rsidR="00D44D00" w:rsidRDefault="00D44D00" w:rsidP="00D44D00">
      <w:r>
        <w:t>192.2280</w:t>
      </w:r>
      <w:r>
        <w:tab/>
        <w:t>1.013e0</w:t>
      </w:r>
    </w:p>
    <w:p w:rsidR="00D44D00" w:rsidRDefault="00D44D00" w:rsidP="00D44D00">
      <w:r>
        <w:lastRenderedPageBreak/>
        <w:t>192.2314</w:t>
      </w:r>
      <w:r>
        <w:tab/>
        <w:t>1.013e0</w:t>
      </w:r>
    </w:p>
    <w:p w:rsidR="00D44D00" w:rsidRDefault="00D44D00" w:rsidP="00D44D00">
      <w:r>
        <w:t>192.2387</w:t>
      </w:r>
      <w:r>
        <w:tab/>
        <w:t>1.013e0</w:t>
      </w:r>
    </w:p>
    <w:p w:rsidR="00D44D00" w:rsidRDefault="00D44D00" w:rsidP="00D44D00">
      <w:r>
        <w:t>192.2684</w:t>
      </w:r>
      <w:r>
        <w:tab/>
        <w:t>1.013e0</w:t>
      </w:r>
    </w:p>
    <w:p w:rsidR="00D44D00" w:rsidRDefault="00D44D00" w:rsidP="00D44D00">
      <w:r>
        <w:t>192.2755</w:t>
      </w:r>
      <w:r>
        <w:tab/>
        <w:t>1.013e0</w:t>
      </w:r>
    </w:p>
    <w:p w:rsidR="00D44D00" w:rsidRDefault="00D44D00" w:rsidP="00D44D00">
      <w:r>
        <w:t>192.2940</w:t>
      </w:r>
      <w:r>
        <w:tab/>
        <w:t>1.013e0</w:t>
      </w:r>
    </w:p>
    <w:p w:rsidR="00D44D00" w:rsidRDefault="00D44D00" w:rsidP="00D44D00">
      <w:r>
        <w:t>192.3122</w:t>
      </w:r>
      <w:r>
        <w:tab/>
        <w:t>2.025e0</w:t>
      </w:r>
    </w:p>
    <w:p w:rsidR="00D44D00" w:rsidRDefault="00D44D00" w:rsidP="00D44D00">
      <w:r>
        <w:t>192.3307</w:t>
      </w:r>
      <w:r>
        <w:tab/>
        <w:t>1.013e0</w:t>
      </w:r>
    </w:p>
    <w:p w:rsidR="00D44D00" w:rsidRDefault="00D44D00" w:rsidP="00D44D00">
      <w:r>
        <w:t>192.3714</w:t>
      </w:r>
      <w:r>
        <w:tab/>
        <w:t>2.025e0</w:t>
      </w:r>
    </w:p>
    <w:p w:rsidR="00D44D00" w:rsidRDefault="00D44D00" w:rsidP="00D44D00">
      <w:r>
        <w:t>192.4047</w:t>
      </w:r>
      <w:r>
        <w:tab/>
        <w:t>1.013e0</w:t>
      </w:r>
    </w:p>
    <w:p w:rsidR="00D44D00" w:rsidRDefault="00D44D00" w:rsidP="00D44D00">
      <w:r>
        <w:t>192.4384</w:t>
      </w:r>
      <w:r>
        <w:tab/>
        <w:t>1.013e0</w:t>
      </w:r>
    </w:p>
    <w:p w:rsidR="00D44D00" w:rsidRDefault="00D44D00" w:rsidP="00D44D00">
      <w:r>
        <w:t>192.4567</w:t>
      </w:r>
      <w:r>
        <w:tab/>
        <w:t>2.025e0</w:t>
      </w:r>
    </w:p>
    <w:p w:rsidR="00D44D00" w:rsidRDefault="00D44D00" w:rsidP="00D44D00">
      <w:r>
        <w:t>192.4605</w:t>
      </w:r>
      <w:r>
        <w:tab/>
        <w:t>1.013e0</w:t>
      </w:r>
    </w:p>
    <w:p w:rsidR="00D44D00" w:rsidRDefault="00D44D00" w:rsidP="00D44D00">
      <w:r>
        <w:t>192.4791</w:t>
      </w:r>
      <w:r>
        <w:tab/>
        <w:t>1.013e0</w:t>
      </w:r>
    </w:p>
    <w:p w:rsidR="00D44D00" w:rsidRDefault="00D44D00" w:rsidP="00D44D00">
      <w:r>
        <w:t>192.4830</w:t>
      </w:r>
      <w:r>
        <w:tab/>
        <w:t>1.013e0</w:t>
      </w:r>
    </w:p>
    <w:p w:rsidR="00D44D00" w:rsidRDefault="00D44D00" w:rsidP="00D44D00">
      <w:r>
        <w:t>192.4904</w:t>
      </w:r>
      <w:r>
        <w:tab/>
        <w:t>2.025e0</w:t>
      </w:r>
    </w:p>
    <w:p w:rsidR="00D44D00" w:rsidRDefault="00D44D00" w:rsidP="00D44D00">
      <w:r>
        <w:t>192.5582</w:t>
      </w:r>
      <w:r>
        <w:tab/>
        <w:t>3.038e0</w:t>
      </w:r>
    </w:p>
    <w:p w:rsidR="00D44D00" w:rsidRDefault="00D44D00" w:rsidP="00D44D00">
      <w:r>
        <w:t>192.5672</w:t>
      </w:r>
      <w:r>
        <w:tab/>
        <w:t>1.013e0</w:t>
      </w:r>
    </w:p>
    <w:p w:rsidR="00D44D00" w:rsidRDefault="00D44D00" w:rsidP="00D44D00">
      <w:r>
        <w:t>192.6039</w:t>
      </w:r>
      <w:r>
        <w:tab/>
        <w:t>1.013e0</w:t>
      </w:r>
    </w:p>
    <w:p w:rsidR="00D44D00" w:rsidRDefault="00D44D00" w:rsidP="00D44D00">
      <w:r>
        <w:t>192.6097</w:t>
      </w:r>
      <w:r>
        <w:tab/>
        <w:t>2.025e0</w:t>
      </w:r>
    </w:p>
    <w:p w:rsidR="00D44D00" w:rsidRDefault="00D44D00" w:rsidP="00D44D00">
      <w:r>
        <w:lastRenderedPageBreak/>
        <w:t>192.6152</w:t>
      </w:r>
      <w:r>
        <w:tab/>
        <w:t>1.013e0</w:t>
      </w:r>
    </w:p>
    <w:p w:rsidR="00D44D00" w:rsidRDefault="00D44D00" w:rsidP="00D44D00">
      <w:r>
        <w:t>192.6554</w:t>
      </w:r>
      <w:r>
        <w:tab/>
        <w:t>1.013e0</w:t>
      </w:r>
    </w:p>
    <w:p w:rsidR="00D44D00" w:rsidRDefault="00D44D00" w:rsidP="00D44D00">
      <w:r>
        <w:t>192.6628</w:t>
      </w:r>
      <w:r>
        <w:tab/>
        <w:t>1.013e0</w:t>
      </w:r>
    </w:p>
    <w:p w:rsidR="00D44D00" w:rsidRDefault="00D44D00" w:rsidP="00D44D00">
      <w:r>
        <w:t>192.6851</w:t>
      </w:r>
      <w:r>
        <w:tab/>
        <w:t>1.013e0</w:t>
      </w:r>
    </w:p>
    <w:p w:rsidR="00D44D00" w:rsidRDefault="00D44D00" w:rsidP="00D44D00">
      <w:r>
        <w:t>192.7770</w:t>
      </w:r>
      <w:r>
        <w:tab/>
        <w:t>1.013e0</w:t>
      </w:r>
    </w:p>
    <w:p w:rsidR="00D44D00" w:rsidRDefault="00D44D00" w:rsidP="00D44D00">
      <w:r>
        <w:t>192.7845</w:t>
      </w:r>
      <w:r>
        <w:tab/>
        <w:t>1.013e0</w:t>
      </w:r>
    </w:p>
    <w:p w:rsidR="00D44D00" w:rsidRDefault="00D44D00" w:rsidP="00D44D00">
      <w:r>
        <w:t>192.7956</w:t>
      </w:r>
      <w:r>
        <w:tab/>
        <w:t>1.013e0</w:t>
      </w:r>
    </w:p>
    <w:p w:rsidR="00D44D00" w:rsidRDefault="00D44D00" w:rsidP="00D44D00">
      <w:r>
        <w:t>192.8254</w:t>
      </w:r>
      <w:r>
        <w:tab/>
        <w:t>1.013e0</w:t>
      </w:r>
    </w:p>
    <w:p w:rsidR="00D44D00" w:rsidRDefault="00D44D00" w:rsidP="00D44D00">
      <w:r>
        <w:t>192.8624</w:t>
      </w:r>
      <w:r>
        <w:tab/>
        <w:t>1.013e0</w:t>
      </w:r>
    </w:p>
    <w:p w:rsidR="00D44D00" w:rsidRDefault="00D44D00" w:rsidP="00D44D00">
      <w:r>
        <w:t>192.8737</w:t>
      </w:r>
      <w:r>
        <w:tab/>
        <w:t>2.025e0</w:t>
      </w:r>
    </w:p>
    <w:p w:rsidR="00D44D00" w:rsidRDefault="00D44D00" w:rsidP="00D44D00">
      <w:r>
        <w:t>192.9143</w:t>
      </w:r>
      <w:r>
        <w:tab/>
        <w:t>1.013e0</w:t>
      </w:r>
    </w:p>
    <w:p w:rsidR="00D44D00" w:rsidRDefault="00D44D00" w:rsidP="00D44D00">
      <w:r>
        <w:t>192.9476</w:t>
      </w:r>
      <w:r>
        <w:tab/>
        <w:t>1.013e0</w:t>
      </w:r>
    </w:p>
    <w:p w:rsidR="00D44D00" w:rsidRDefault="00D44D00" w:rsidP="00D44D00">
      <w:r>
        <w:t>192.9657</w:t>
      </w:r>
      <w:r>
        <w:tab/>
        <w:t>1.013e0</w:t>
      </w:r>
    </w:p>
    <w:p w:rsidR="00D44D00" w:rsidRDefault="00D44D00" w:rsidP="00D44D00">
      <w:r>
        <w:t>192.9733</w:t>
      </w:r>
      <w:r>
        <w:tab/>
        <w:t>1.013e0</w:t>
      </w:r>
    </w:p>
    <w:p w:rsidR="00D44D00" w:rsidRDefault="00D44D00" w:rsidP="00D44D00">
      <w:r>
        <w:t>193.0209</w:t>
      </w:r>
      <w:r>
        <w:tab/>
        <w:t>1.013e0</w:t>
      </w:r>
    </w:p>
    <w:p w:rsidR="00D44D00" w:rsidRDefault="00D44D00" w:rsidP="00D44D00">
      <w:r>
        <w:t>193.0248</w:t>
      </w:r>
      <w:r>
        <w:tab/>
        <w:t>2.025e0</w:t>
      </w:r>
    </w:p>
    <w:p w:rsidR="00D44D00" w:rsidRDefault="00D44D00" w:rsidP="00D44D00">
      <w:r>
        <w:t>193.0285</w:t>
      </w:r>
      <w:r>
        <w:tab/>
        <w:t>1.013e0</w:t>
      </w:r>
    </w:p>
    <w:p w:rsidR="00D44D00" w:rsidRDefault="00D44D00" w:rsidP="00D44D00">
      <w:r>
        <w:t>193.0430</w:t>
      </w:r>
      <w:r>
        <w:tab/>
        <w:t>1.013e0</w:t>
      </w:r>
    </w:p>
    <w:p w:rsidR="00D44D00" w:rsidRDefault="00D44D00" w:rsidP="00D44D00">
      <w:r>
        <w:t>193.0540</w:t>
      </w:r>
      <w:r>
        <w:tab/>
        <w:t>1.013e0</w:t>
      </w:r>
    </w:p>
    <w:p w:rsidR="00D44D00" w:rsidRDefault="00D44D00" w:rsidP="00D44D00">
      <w:r>
        <w:lastRenderedPageBreak/>
        <w:t>193.0653</w:t>
      </w:r>
      <w:r>
        <w:tab/>
        <w:t>1.013e0</w:t>
      </w:r>
    </w:p>
    <w:p w:rsidR="00D44D00" w:rsidRDefault="00D44D00" w:rsidP="00D44D00">
      <w:r>
        <w:t>193.0669</w:t>
      </w:r>
      <w:r>
        <w:tab/>
        <w:t>2.025e0</w:t>
      </w:r>
    </w:p>
    <w:p w:rsidR="00D44D00" w:rsidRDefault="00D44D00" w:rsidP="00D44D00">
      <w:r>
        <w:t>193.0845</w:t>
      </w:r>
      <w:r>
        <w:tab/>
        <w:t>3.038e0</w:t>
      </w:r>
    </w:p>
    <w:p w:rsidR="00D44D00" w:rsidRDefault="00D44D00" w:rsidP="00D44D00">
      <w:r>
        <w:t>193.1021</w:t>
      </w:r>
      <w:r>
        <w:tab/>
        <w:t>1.013e0</w:t>
      </w:r>
    </w:p>
    <w:p w:rsidR="00D44D00" w:rsidRDefault="00D44D00" w:rsidP="00D44D00">
      <w:r>
        <w:t>193.1143</w:t>
      </w:r>
      <w:r>
        <w:tab/>
        <w:t>5.063e0</w:t>
      </w:r>
    </w:p>
    <w:p w:rsidR="00D44D00" w:rsidRDefault="00D44D00" w:rsidP="00D44D00">
      <w:r>
        <w:t>193.1278</w:t>
      </w:r>
      <w:r>
        <w:tab/>
        <w:t>1.013e0</w:t>
      </w:r>
    </w:p>
    <w:p w:rsidR="00D44D00" w:rsidRDefault="00D44D00" w:rsidP="00D44D00">
      <w:r>
        <w:t>193.1503</w:t>
      </w:r>
      <w:r>
        <w:tab/>
        <w:t>3.038e0</w:t>
      </w:r>
    </w:p>
    <w:p w:rsidR="00D44D00" w:rsidRDefault="00D44D00" w:rsidP="00D44D00">
      <w:r>
        <w:t>193.1534</w:t>
      </w:r>
      <w:r>
        <w:tab/>
        <w:t>2.025e0</w:t>
      </w:r>
    </w:p>
    <w:p w:rsidR="00D44D00" w:rsidRDefault="00D44D00" w:rsidP="00D44D00">
      <w:r>
        <w:t>193.1681</w:t>
      </w:r>
      <w:r>
        <w:tab/>
        <w:t>1.013e0</w:t>
      </w:r>
    </w:p>
    <w:p w:rsidR="00D44D00" w:rsidRDefault="00D44D00" w:rsidP="00D44D00">
      <w:r>
        <w:t>193.1980</w:t>
      </w:r>
      <w:r>
        <w:tab/>
        <w:t>1.013e0</w:t>
      </w:r>
    </w:p>
    <w:p w:rsidR="00D44D00" w:rsidRDefault="00D44D00" w:rsidP="00D44D00">
      <w:r>
        <w:t>193.3207</w:t>
      </w:r>
      <w:r>
        <w:tab/>
        <w:t>1.013e0</w:t>
      </w:r>
    </w:p>
    <w:p w:rsidR="00D44D00" w:rsidRDefault="00D44D00" w:rsidP="00D44D00">
      <w:r>
        <w:t>193.3243</w:t>
      </w:r>
      <w:r>
        <w:tab/>
        <w:t>1.013e0</w:t>
      </w:r>
    </w:p>
    <w:p w:rsidR="00D44D00" w:rsidRDefault="00D44D00" w:rsidP="00D44D00">
      <w:r>
        <w:t>193.3278</w:t>
      </w:r>
      <w:r>
        <w:tab/>
        <w:t>1.013e0</w:t>
      </w:r>
    </w:p>
    <w:p w:rsidR="00D44D00" w:rsidRDefault="00D44D00" w:rsidP="00D44D00">
      <w:r>
        <w:t>193.4237</w:t>
      </w:r>
      <w:r>
        <w:tab/>
        <w:t>2.025e0</w:t>
      </w:r>
    </w:p>
    <w:p w:rsidR="00D44D00" w:rsidRDefault="00D44D00" w:rsidP="00D44D00">
      <w:r>
        <w:t>193.4970</w:t>
      </w:r>
      <w:r>
        <w:tab/>
        <w:t>1.013e0</w:t>
      </w:r>
    </w:p>
    <w:p w:rsidR="00D44D00" w:rsidRDefault="00D44D00" w:rsidP="00D44D00">
      <w:r>
        <w:t>193.5117</w:t>
      </w:r>
      <w:r>
        <w:tab/>
        <w:t>1.013e0</w:t>
      </w:r>
    </w:p>
    <w:p w:rsidR="00D44D00" w:rsidRDefault="00D44D00" w:rsidP="00D44D00">
      <w:r>
        <w:t>193.5190</w:t>
      </w:r>
      <w:r>
        <w:tab/>
        <w:t>1.013e0</w:t>
      </w:r>
    </w:p>
    <w:p w:rsidR="00D44D00" w:rsidRDefault="00D44D00" w:rsidP="00D44D00">
      <w:r>
        <w:t>193.5527</w:t>
      </w:r>
      <w:r>
        <w:tab/>
        <w:t>1.013e0</w:t>
      </w:r>
    </w:p>
    <w:p w:rsidR="00D44D00" w:rsidRDefault="00D44D00" w:rsidP="00D44D00">
      <w:r>
        <w:t>193.5604</w:t>
      </w:r>
      <w:r>
        <w:tab/>
        <w:t>1.013e0</w:t>
      </w:r>
    </w:p>
    <w:p w:rsidR="00D44D00" w:rsidRDefault="00D44D00" w:rsidP="00D44D00">
      <w:r>
        <w:lastRenderedPageBreak/>
        <w:t>193.6127</w:t>
      </w:r>
      <w:r>
        <w:tab/>
        <w:t>1.013e0</w:t>
      </w:r>
    </w:p>
    <w:p w:rsidR="00D44D00" w:rsidRDefault="00D44D00" w:rsidP="00D44D00">
      <w:r>
        <w:t>193.6389</w:t>
      </w:r>
      <w:r>
        <w:tab/>
        <w:t>1.013e0</w:t>
      </w:r>
    </w:p>
    <w:p w:rsidR="00D44D00" w:rsidRDefault="00D44D00" w:rsidP="00D44D00">
      <w:r>
        <w:t>193.6646</w:t>
      </w:r>
      <w:r>
        <w:tab/>
        <w:t>1.013e0</w:t>
      </w:r>
    </w:p>
    <w:p w:rsidR="00D44D00" w:rsidRDefault="00D44D00" w:rsidP="00D44D00">
      <w:r>
        <w:t>193.6717</w:t>
      </w:r>
      <w:r>
        <w:tab/>
        <w:t>1.013e0</w:t>
      </w:r>
    </w:p>
    <w:p w:rsidR="00D44D00" w:rsidRDefault="00D44D00" w:rsidP="00D44D00">
      <w:r>
        <w:t>193.6754</w:t>
      </w:r>
      <w:r>
        <w:tab/>
        <w:t>1.013e0</w:t>
      </w:r>
    </w:p>
    <w:p w:rsidR="00D44D00" w:rsidRDefault="00D44D00" w:rsidP="00D44D00">
      <w:r>
        <w:t>193.7142</w:t>
      </w:r>
      <w:r>
        <w:tab/>
        <w:t>2.025e0</w:t>
      </w:r>
    </w:p>
    <w:p w:rsidR="00D44D00" w:rsidRDefault="00D44D00" w:rsidP="00D44D00">
      <w:r>
        <w:t>193.7342</w:t>
      </w:r>
      <w:r>
        <w:tab/>
        <w:t>1.013e0</w:t>
      </w:r>
    </w:p>
    <w:p w:rsidR="00D44D00" w:rsidRDefault="00D44D00" w:rsidP="00D44D00">
      <w:r>
        <w:t>193.7527</w:t>
      </w:r>
      <w:r>
        <w:tab/>
        <w:t>1.013e0</w:t>
      </w:r>
    </w:p>
    <w:p w:rsidR="00D44D00" w:rsidRDefault="00D44D00" w:rsidP="00D44D00">
      <w:r>
        <w:t>193.7640</w:t>
      </w:r>
      <w:r>
        <w:tab/>
        <w:t>1.013e0</w:t>
      </w:r>
    </w:p>
    <w:p w:rsidR="00D44D00" w:rsidRDefault="00D44D00" w:rsidP="00D44D00">
      <w:r>
        <w:t>193.8008</w:t>
      </w:r>
      <w:r>
        <w:tab/>
        <w:t>1.013e0</w:t>
      </w:r>
    </w:p>
    <w:p w:rsidR="00D44D00" w:rsidRDefault="00D44D00" w:rsidP="00D44D00">
      <w:r>
        <w:t>193.8266</w:t>
      </w:r>
      <w:r>
        <w:tab/>
        <w:t>1.013e0</w:t>
      </w:r>
    </w:p>
    <w:p w:rsidR="00D44D00" w:rsidRDefault="00D44D00" w:rsidP="00D44D00">
      <w:r>
        <w:t>193.8337</w:t>
      </w:r>
      <w:r>
        <w:tab/>
        <w:t>1.013e0</w:t>
      </w:r>
    </w:p>
    <w:p w:rsidR="00D44D00" w:rsidRDefault="00D44D00" w:rsidP="00D44D00">
      <w:r>
        <w:t>193.8374</w:t>
      </w:r>
      <w:r>
        <w:tab/>
        <w:t>1.013e0</w:t>
      </w:r>
    </w:p>
    <w:p w:rsidR="00D44D00" w:rsidRDefault="00D44D00" w:rsidP="00D44D00">
      <w:r>
        <w:t>193.8929</w:t>
      </w:r>
      <w:r>
        <w:tab/>
        <w:t>1.013e0</w:t>
      </w:r>
    </w:p>
    <w:p w:rsidR="00D44D00" w:rsidRDefault="00D44D00" w:rsidP="00D44D00">
      <w:r>
        <w:t>193.8967</w:t>
      </w:r>
      <w:r>
        <w:tab/>
        <w:t>1.013e0</w:t>
      </w:r>
    </w:p>
    <w:p w:rsidR="00D44D00" w:rsidRDefault="00D44D00" w:rsidP="00D44D00">
      <w:r>
        <w:t>193.9044</w:t>
      </w:r>
      <w:r>
        <w:tab/>
        <w:t>1.013e0</w:t>
      </w:r>
    </w:p>
    <w:p w:rsidR="00D44D00" w:rsidRDefault="00D44D00" w:rsidP="00D44D00">
      <w:r>
        <w:t>194.0084</w:t>
      </w:r>
      <w:r>
        <w:tab/>
        <w:t>1.013e0</w:t>
      </w:r>
    </w:p>
    <w:p w:rsidR="00D44D00" w:rsidRDefault="00D44D00" w:rsidP="00D44D00">
      <w:r>
        <w:t>194.0160</w:t>
      </w:r>
      <w:r>
        <w:tab/>
        <w:t>1.013e0</w:t>
      </w:r>
    </w:p>
    <w:p w:rsidR="00D44D00" w:rsidRDefault="00D44D00" w:rsidP="00D44D00">
      <w:r>
        <w:t>194.0244</w:t>
      </w:r>
      <w:r>
        <w:tab/>
        <w:t>3.038e0</w:t>
      </w:r>
    </w:p>
    <w:p w:rsidR="00D44D00" w:rsidRDefault="00D44D00" w:rsidP="00D44D00">
      <w:r>
        <w:lastRenderedPageBreak/>
        <w:t>194.0268</w:t>
      </w:r>
      <w:r>
        <w:tab/>
        <w:t>2.025e0</w:t>
      </w:r>
    </w:p>
    <w:p w:rsidR="00D44D00" w:rsidRDefault="00D44D00" w:rsidP="00D44D00">
      <w:r>
        <w:t>194.0562</w:t>
      </w:r>
      <w:r>
        <w:tab/>
        <w:t>2.025e0</w:t>
      </w:r>
    </w:p>
    <w:p w:rsidR="00D44D00" w:rsidRDefault="00D44D00" w:rsidP="00D44D00">
      <w:r>
        <w:t>194.0607</w:t>
      </w:r>
      <w:r>
        <w:tab/>
        <w:t>4.051e0</w:t>
      </w:r>
    </w:p>
    <w:p w:rsidR="00D44D00" w:rsidRDefault="00D44D00" w:rsidP="00D44D00">
      <w:r>
        <w:t>194.0749</w:t>
      </w:r>
      <w:r>
        <w:tab/>
        <w:t>1.013e0</w:t>
      </w:r>
    </w:p>
    <w:p w:rsidR="00D44D00" w:rsidRDefault="00D44D00" w:rsidP="00D44D00">
      <w:r>
        <w:t>194.1192</w:t>
      </w:r>
      <w:r>
        <w:tab/>
        <w:t>2.025e0</w:t>
      </w:r>
    </w:p>
    <w:p w:rsidR="00D44D00" w:rsidRDefault="00D44D00" w:rsidP="00D44D00">
      <w:r>
        <w:t>194.1211</w:t>
      </w:r>
      <w:r>
        <w:tab/>
        <w:t>1.924e1</w:t>
      </w:r>
    </w:p>
    <w:p w:rsidR="00D44D00" w:rsidRDefault="00D44D00" w:rsidP="00D44D00">
      <w:r>
        <w:t>194.1232</w:t>
      </w:r>
      <w:r>
        <w:tab/>
        <w:t>5.063e0</w:t>
      </w:r>
    </w:p>
    <w:p w:rsidR="00D44D00" w:rsidRDefault="00D44D00" w:rsidP="00D44D00">
      <w:r>
        <w:t>194.1523</w:t>
      </w:r>
      <w:r>
        <w:tab/>
        <w:t>1.013e0</w:t>
      </w:r>
    </w:p>
    <w:p w:rsidR="00D44D00" w:rsidRDefault="00D44D00" w:rsidP="00D44D00">
      <w:r>
        <w:t>194.1560</w:t>
      </w:r>
      <w:r>
        <w:tab/>
        <w:t>2.025e0</w:t>
      </w:r>
    </w:p>
    <w:p w:rsidR="00D44D00" w:rsidRDefault="00D44D00" w:rsidP="00D44D00">
      <w:r>
        <w:t>194.1649</w:t>
      </w:r>
      <w:r>
        <w:tab/>
        <w:t>2.025e0</w:t>
      </w:r>
    </w:p>
    <w:p w:rsidR="00D44D00" w:rsidRDefault="00D44D00" w:rsidP="00D44D00">
      <w:r>
        <w:t>194.1778</w:t>
      </w:r>
      <w:r>
        <w:tab/>
        <w:t>1.013e0</w:t>
      </w:r>
    </w:p>
    <w:p w:rsidR="00D44D00" w:rsidRDefault="00D44D00" w:rsidP="00D44D00">
      <w:r>
        <w:t>194.1902</w:t>
      </w:r>
      <w:r>
        <w:tab/>
        <w:t>3.038e0</w:t>
      </w:r>
    </w:p>
    <w:p w:rsidR="00D44D00" w:rsidRDefault="00D44D00" w:rsidP="00D44D00">
      <w:r>
        <w:t>194.2487</w:t>
      </w:r>
      <w:r>
        <w:tab/>
        <w:t>1.013e0</w:t>
      </w:r>
    </w:p>
    <w:p w:rsidR="00D44D00" w:rsidRDefault="00D44D00" w:rsidP="00D44D00">
      <w:r>
        <w:t>194.2527</w:t>
      </w:r>
      <w:r>
        <w:tab/>
        <w:t>1.013e0</w:t>
      </w:r>
    </w:p>
    <w:p w:rsidR="00D44D00" w:rsidRDefault="00D44D00" w:rsidP="00D44D00">
      <w:r>
        <w:t>194.2674</w:t>
      </w:r>
      <w:r>
        <w:tab/>
        <w:t>1.013e0</w:t>
      </w:r>
    </w:p>
    <w:p w:rsidR="00D44D00" w:rsidRDefault="00D44D00" w:rsidP="00D44D00">
      <w:r>
        <w:t>194.2827</w:t>
      </w:r>
      <w:r>
        <w:tab/>
        <w:t>1.013e0</w:t>
      </w:r>
    </w:p>
    <w:p w:rsidR="00D44D00" w:rsidRDefault="00D44D00" w:rsidP="00D44D00">
      <w:r>
        <w:t>194.2937</w:t>
      </w:r>
      <w:r>
        <w:tab/>
        <w:t>1.013e0</w:t>
      </w:r>
    </w:p>
    <w:p w:rsidR="00D44D00" w:rsidRDefault="00D44D00" w:rsidP="00D44D00">
      <w:r>
        <w:t>194.2991</w:t>
      </w:r>
      <w:r>
        <w:tab/>
        <w:t>2.025e0</w:t>
      </w:r>
    </w:p>
    <w:p w:rsidR="00D44D00" w:rsidRDefault="00D44D00" w:rsidP="00D44D00">
      <w:r>
        <w:t>194.3343</w:t>
      </w:r>
      <w:r>
        <w:tab/>
        <w:t>1.013e0</w:t>
      </w:r>
    </w:p>
    <w:p w:rsidR="00D44D00" w:rsidRDefault="00D44D00" w:rsidP="00D44D00">
      <w:r>
        <w:lastRenderedPageBreak/>
        <w:t>194.3527</w:t>
      </w:r>
      <w:r>
        <w:tab/>
        <w:t>1.013e0</w:t>
      </w:r>
    </w:p>
    <w:p w:rsidR="00D44D00" w:rsidRDefault="00D44D00" w:rsidP="00D44D00">
      <w:r>
        <w:t>194.3603</w:t>
      </w:r>
      <w:r>
        <w:tab/>
        <w:t>1.013e0</w:t>
      </w:r>
    </w:p>
    <w:p w:rsidR="00D44D00" w:rsidRDefault="00D44D00" w:rsidP="00D44D00">
      <w:r>
        <w:t>194.3785</w:t>
      </w:r>
      <w:r>
        <w:tab/>
        <w:t>1.013e0</w:t>
      </w:r>
    </w:p>
    <w:p w:rsidR="00D44D00" w:rsidRDefault="00D44D00" w:rsidP="00D44D00">
      <w:r>
        <w:t>194.4691</w:t>
      </w:r>
      <w:r>
        <w:tab/>
        <w:t>2.025e0</w:t>
      </w:r>
    </w:p>
    <w:p w:rsidR="00D44D00" w:rsidRDefault="00D44D00" w:rsidP="00D44D00">
      <w:r>
        <w:t>194.5227</w:t>
      </w:r>
      <w:r>
        <w:tab/>
        <w:t>1.013e0</w:t>
      </w:r>
    </w:p>
    <w:p w:rsidR="00D44D00" w:rsidRDefault="00D44D00" w:rsidP="00D44D00">
      <w:r>
        <w:t>194.5415</w:t>
      </w:r>
      <w:r>
        <w:tab/>
        <w:t>1.013e0</w:t>
      </w:r>
    </w:p>
    <w:p w:rsidR="00D44D00" w:rsidRDefault="00D44D00" w:rsidP="00D44D00">
      <w:r>
        <w:t>194.5937</w:t>
      </w:r>
      <w:r>
        <w:tab/>
        <w:t>2.025e0</w:t>
      </w:r>
    </w:p>
    <w:p w:rsidR="00D44D00" w:rsidRDefault="00D44D00" w:rsidP="00D44D00">
      <w:r>
        <w:t>194.6015</w:t>
      </w:r>
      <w:r>
        <w:tab/>
        <w:t>1.013e0</w:t>
      </w:r>
    </w:p>
    <w:p w:rsidR="00D44D00" w:rsidRDefault="00D44D00" w:rsidP="00D44D00">
      <w:r>
        <w:t>194.6162</w:t>
      </w:r>
      <w:r>
        <w:tab/>
        <w:t>1.013e0</w:t>
      </w:r>
    </w:p>
    <w:p w:rsidR="00D44D00" w:rsidRDefault="00D44D00" w:rsidP="00D44D00">
      <w:r>
        <w:t>194.6456</w:t>
      </w:r>
      <w:r>
        <w:tab/>
        <w:t>1.013e0</w:t>
      </w:r>
    </w:p>
    <w:p w:rsidR="00D44D00" w:rsidRDefault="00D44D00" w:rsidP="00D44D00">
      <w:r>
        <w:t>194.6787</w:t>
      </w:r>
      <w:r>
        <w:tab/>
        <w:t>1.013e0</w:t>
      </w:r>
    </w:p>
    <w:p w:rsidR="00D44D00" w:rsidRDefault="00D44D00" w:rsidP="00D44D00">
      <w:r>
        <w:t>194.7415</w:t>
      </w:r>
      <w:r>
        <w:tab/>
        <w:t>1.013e0</w:t>
      </w:r>
    </w:p>
    <w:p w:rsidR="00D44D00" w:rsidRDefault="00D44D00" w:rsidP="00D44D00">
      <w:r>
        <w:t>194.7747</w:t>
      </w:r>
      <w:r>
        <w:tab/>
        <w:t>1.013e0</w:t>
      </w:r>
    </w:p>
    <w:p w:rsidR="00D44D00" w:rsidRDefault="00D44D00" w:rsidP="00D44D00">
      <w:r>
        <w:t>194.7820</w:t>
      </w:r>
      <w:r>
        <w:tab/>
        <w:t>1.013e0</w:t>
      </w:r>
    </w:p>
    <w:p w:rsidR="00D44D00" w:rsidRDefault="00D44D00" w:rsidP="00D44D00">
      <w:r>
        <w:t>194.8679</w:t>
      </w:r>
      <w:r>
        <w:tab/>
        <w:t>1.013e0</w:t>
      </w:r>
    </w:p>
    <w:p w:rsidR="00D44D00" w:rsidRDefault="00D44D00" w:rsidP="00D44D00">
      <w:r>
        <w:t>194.8719</w:t>
      </w:r>
      <w:r>
        <w:tab/>
        <w:t>1.013e0</w:t>
      </w:r>
    </w:p>
    <w:p w:rsidR="00D44D00" w:rsidRDefault="00D44D00" w:rsidP="00D44D00">
      <w:r>
        <w:t>194.8905</w:t>
      </w:r>
      <w:r>
        <w:tab/>
        <w:t>1.013e0</w:t>
      </w:r>
    </w:p>
    <w:p w:rsidR="00D44D00" w:rsidRDefault="00D44D00" w:rsidP="00D44D00">
      <w:r>
        <w:t>194.9057</w:t>
      </w:r>
      <w:r>
        <w:tab/>
        <w:t>1.013e0</w:t>
      </w:r>
    </w:p>
    <w:p w:rsidR="00D44D00" w:rsidRDefault="00D44D00" w:rsidP="00D44D00">
      <w:r>
        <w:t>194.9773</w:t>
      </w:r>
      <w:r>
        <w:tab/>
        <w:t>2.025e0</w:t>
      </w:r>
    </w:p>
    <w:p w:rsidR="00D44D00" w:rsidRDefault="00D44D00" w:rsidP="00D44D00">
      <w:r>
        <w:lastRenderedPageBreak/>
        <w:t>195.0051</w:t>
      </w:r>
      <w:r>
        <w:tab/>
        <w:t>1.013e0</w:t>
      </w:r>
    </w:p>
    <w:p w:rsidR="00D44D00" w:rsidRDefault="00D44D00" w:rsidP="00D44D00">
      <w:r>
        <w:t>195.0272</w:t>
      </w:r>
      <w:r>
        <w:tab/>
        <w:t>1.013e0</w:t>
      </w:r>
    </w:p>
    <w:p w:rsidR="00D44D00" w:rsidRDefault="00D44D00" w:rsidP="00D44D00">
      <w:r>
        <w:t>195.0496</w:t>
      </w:r>
      <w:r>
        <w:tab/>
        <w:t>1.013e0</w:t>
      </w:r>
    </w:p>
    <w:p w:rsidR="00D44D00" w:rsidRDefault="00D44D00" w:rsidP="00D44D00">
      <w:r>
        <w:t>195.0567</w:t>
      </w:r>
      <w:r>
        <w:tab/>
        <w:t>1.013e0</w:t>
      </w:r>
    </w:p>
    <w:p w:rsidR="00D44D00" w:rsidRDefault="00D44D00" w:rsidP="00D44D00">
      <w:r>
        <w:t>195.0604</w:t>
      </w:r>
      <w:r>
        <w:tab/>
        <w:t>1.013e0</w:t>
      </w:r>
    </w:p>
    <w:p w:rsidR="00D44D00" w:rsidRDefault="00D44D00" w:rsidP="00D44D00">
      <w:r>
        <w:t>195.0643</w:t>
      </w:r>
      <w:r>
        <w:tab/>
        <w:t>1.013e0</w:t>
      </w:r>
    </w:p>
    <w:p w:rsidR="00D44D00" w:rsidRDefault="00D44D00" w:rsidP="00D44D00">
      <w:r>
        <w:t>195.0900</w:t>
      </w:r>
      <w:r>
        <w:tab/>
        <w:t>2.025e0</w:t>
      </w:r>
    </w:p>
    <w:p w:rsidR="00D44D00" w:rsidRDefault="00D44D00" w:rsidP="00D44D00">
      <w:r>
        <w:t>195.0921</w:t>
      </w:r>
      <w:r>
        <w:tab/>
        <w:t>2.025e0</w:t>
      </w:r>
    </w:p>
    <w:p w:rsidR="00D44D00" w:rsidRDefault="00D44D00" w:rsidP="00D44D00">
      <w:r>
        <w:t>195.0963</w:t>
      </w:r>
      <w:r>
        <w:tab/>
        <w:t>3.038e0</w:t>
      </w:r>
    </w:p>
    <w:p w:rsidR="00D44D00" w:rsidRDefault="00D44D00" w:rsidP="00D44D00">
      <w:r>
        <w:t>195.1010</w:t>
      </w:r>
      <w:r>
        <w:tab/>
        <w:t>1.013e0</w:t>
      </w:r>
    </w:p>
    <w:p w:rsidR="00D44D00" w:rsidRDefault="00D44D00" w:rsidP="00D44D00">
      <w:r>
        <w:t>195.1274</w:t>
      </w:r>
      <w:r>
        <w:tab/>
        <w:t>1.013e0</w:t>
      </w:r>
    </w:p>
    <w:p w:rsidR="00D44D00" w:rsidRDefault="00D44D00" w:rsidP="00D44D00">
      <w:r>
        <w:t>195.1314</w:t>
      </w:r>
      <w:r>
        <w:tab/>
        <w:t>2.025e0</w:t>
      </w:r>
    </w:p>
    <w:p w:rsidR="00D44D00" w:rsidRDefault="00D44D00" w:rsidP="00D44D00">
      <w:r>
        <w:t>195.1408</w:t>
      </w:r>
      <w:r>
        <w:tab/>
        <w:t>2.025e0</w:t>
      </w:r>
    </w:p>
    <w:p w:rsidR="00D44D00" w:rsidRDefault="00D44D00" w:rsidP="00D44D00">
      <w:r>
        <w:t>195.1593</w:t>
      </w:r>
      <w:r>
        <w:tab/>
        <w:t>2.025e0</w:t>
      </w:r>
    </w:p>
    <w:p w:rsidR="00D44D00" w:rsidRDefault="00D44D00" w:rsidP="00D44D00">
      <w:r>
        <w:t>195.1612</w:t>
      </w:r>
      <w:r>
        <w:tab/>
        <w:t>2.025e0</w:t>
      </w:r>
    </w:p>
    <w:p w:rsidR="00D44D00" w:rsidRDefault="00D44D00" w:rsidP="00D44D00">
      <w:r>
        <w:t>195.1765</w:t>
      </w:r>
      <w:r>
        <w:tab/>
        <w:t>1.013e0</w:t>
      </w:r>
    </w:p>
    <w:p w:rsidR="00D44D00" w:rsidRDefault="00D44D00" w:rsidP="00D44D00">
      <w:r>
        <w:t>195.2283</w:t>
      </w:r>
      <w:r>
        <w:tab/>
        <w:t>1.013e0</w:t>
      </w:r>
    </w:p>
    <w:p w:rsidR="00D44D00" w:rsidRDefault="00D44D00" w:rsidP="00D44D00">
      <w:r>
        <w:t>195.2468</w:t>
      </w:r>
      <w:r>
        <w:tab/>
        <w:t>1.013e0</w:t>
      </w:r>
    </w:p>
    <w:p w:rsidR="00D44D00" w:rsidRDefault="00D44D00" w:rsidP="00D44D00">
      <w:r>
        <w:t>195.2650</w:t>
      </w:r>
      <w:r>
        <w:tab/>
        <w:t>1.013e0</w:t>
      </w:r>
    </w:p>
    <w:p w:rsidR="00D44D00" w:rsidRDefault="00D44D00" w:rsidP="00D44D00">
      <w:r>
        <w:lastRenderedPageBreak/>
        <w:t>195.2727</w:t>
      </w:r>
      <w:r>
        <w:tab/>
        <w:t>1.013e0</w:t>
      </w:r>
    </w:p>
    <w:p w:rsidR="00D44D00" w:rsidRDefault="00D44D00" w:rsidP="00D44D00">
      <w:r>
        <w:t>195.2835</w:t>
      </w:r>
      <w:r>
        <w:tab/>
        <w:t>1.013e0</w:t>
      </w:r>
    </w:p>
    <w:p w:rsidR="00D44D00" w:rsidRDefault="00D44D00" w:rsidP="00D44D00">
      <w:r>
        <w:t>195.3096</w:t>
      </w:r>
      <w:r>
        <w:tab/>
        <w:t>2.025e0</w:t>
      </w:r>
    </w:p>
    <w:p w:rsidR="00D44D00" w:rsidRDefault="00D44D00" w:rsidP="00D44D00">
      <w:r>
        <w:t>195.3464</w:t>
      </w:r>
      <w:r>
        <w:tab/>
        <w:t>4.051e0</w:t>
      </w:r>
    </w:p>
    <w:p w:rsidR="00D44D00" w:rsidRDefault="00D44D00" w:rsidP="00D44D00">
      <w:r>
        <w:t>195.3741</w:t>
      </w:r>
      <w:r>
        <w:tab/>
        <w:t>2.025e0</w:t>
      </w:r>
    </w:p>
    <w:p w:rsidR="00D44D00" w:rsidRDefault="00D44D00" w:rsidP="00D44D00">
      <w:r>
        <w:t>195.3758</w:t>
      </w:r>
      <w:r>
        <w:tab/>
        <w:t>1.013e0</w:t>
      </w:r>
    </w:p>
    <w:p w:rsidR="00D44D00" w:rsidRDefault="00D44D00" w:rsidP="00D44D00">
      <w:r>
        <w:t>195.3949</w:t>
      </w:r>
      <w:r>
        <w:tab/>
        <w:t>1.013e0</w:t>
      </w:r>
    </w:p>
    <w:p w:rsidR="00D44D00" w:rsidRDefault="00D44D00" w:rsidP="00D44D00">
      <w:r>
        <w:t>195.4022</w:t>
      </w:r>
      <w:r>
        <w:tab/>
        <w:t>1.013e0</w:t>
      </w:r>
    </w:p>
    <w:p w:rsidR="00D44D00" w:rsidRDefault="00D44D00" w:rsidP="00D44D00">
      <w:r>
        <w:t>195.4062</w:t>
      </w:r>
      <w:r>
        <w:tab/>
        <w:t>1.013e0</w:t>
      </w:r>
    </w:p>
    <w:p w:rsidR="00D44D00" w:rsidRDefault="00D44D00" w:rsidP="00D44D00">
      <w:r>
        <w:t>195.4210</w:t>
      </w:r>
      <w:r>
        <w:tab/>
        <w:t>2.025e0</w:t>
      </w:r>
    </w:p>
    <w:p w:rsidR="00D44D00" w:rsidRDefault="00D44D00" w:rsidP="00D44D00">
      <w:r>
        <w:t>195.4436</w:t>
      </w:r>
      <w:r>
        <w:tab/>
        <w:t>2.025e0</w:t>
      </w:r>
    </w:p>
    <w:p w:rsidR="00D44D00" w:rsidRDefault="00D44D00" w:rsidP="00D44D00">
      <w:r>
        <w:t>195.4738</w:t>
      </w:r>
      <w:r>
        <w:tab/>
        <w:t>1.013e0</w:t>
      </w:r>
    </w:p>
    <w:p w:rsidR="00D44D00" w:rsidRDefault="00D44D00" w:rsidP="00D44D00">
      <w:r>
        <w:t>195.4811</w:t>
      </w:r>
      <w:r>
        <w:tab/>
        <w:t>2.025e0</w:t>
      </w:r>
    </w:p>
    <w:p w:rsidR="00D44D00" w:rsidRDefault="00D44D00" w:rsidP="00D44D00">
      <w:r>
        <w:t>195.5217</w:t>
      </w:r>
      <w:r>
        <w:tab/>
        <w:t>2.025e0</w:t>
      </w:r>
    </w:p>
    <w:p w:rsidR="00D44D00" w:rsidRDefault="00D44D00" w:rsidP="00D44D00">
      <w:r>
        <w:t>195.5236</w:t>
      </w:r>
      <w:r>
        <w:tab/>
        <w:t>2.025e0</w:t>
      </w:r>
    </w:p>
    <w:p w:rsidR="00D44D00" w:rsidRDefault="00D44D00" w:rsidP="00D44D00">
      <w:r>
        <w:t>195.5584</w:t>
      </w:r>
      <w:r>
        <w:tab/>
        <w:t>2.025e0</w:t>
      </w:r>
    </w:p>
    <w:p w:rsidR="00D44D00" w:rsidRDefault="00D44D00" w:rsidP="00D44D00">
      <w:r>
        <w:t>195.5632</w:t>
      </w:r>
      <w:r>
        <w:tab/>
        <w:t>3.038e0</w:t>
      </w:r>
    </w:p>
    <w:p w:rsidR="00D44D00" w:rsidRDefault="00D44D00" w:rsidP="00D44D00">
      <w:r>
        <w:t>195.5771</w:t>
      </w:r>
      <w:r>
        <w:tab/>
        <w:t>4.051e0</w:t>
      </w:r>
    </w:p>
    <w:p w:rsidR="00D44D00" w:rsidRDefault="00D44D00" w:rsidP="00D44D00">
      <w:r>
        <w:t>195.6064</w:t>
      </w:r>
      <w:r>
        <w:tab/>
        <w:t>1.013e0</w:t>
      </w:r>
    </w:p>
    <w:p w:rsidR="00D44D00" w:rsidRDefault="00D44D00" w:rsidP="00D44D00">
      <w:r>
        <w:lastRenderedPageBreak/>
        <w:t>195.6141</w:t>
      </w:r>
      <w:r>
        <w:tab/>
        <w:t>1.013e0</w:t>
      </w:r>
    </w:p>
    <w:p w:rsidR="00D44D00" w:rsidRDefault="00D44D00" w:rsidP="00D44D00">
      <w:r>
        <w:t>195.6175</w:t>
      </w:r>
      <w:r>
        <w:tab/>
        <w:t>2.025e0</w:t>
      </w:r>
    </w:p>
    <w:p w:rsidR="00D44D00" w:rsidRDefault="00D44D00" w:rsidP="00D44D00">
      <w:r>
        <w:t>195.6196</w:t>
      </w:r>
      <w:r>
        <w:tab/>
        <w:t>2.025e0</w:t>
      </w:r>
    </w:p>
    <w:p w:rsidR="00D44D00" w:rsidRDefault="00D44D00" w:rsidP="00D44D00">
      <w:r>
        <w:t>195.6322</w:t>
      </w:r>
      <w:r>
        <w:tab/>
        <w:t>1.013e0</w:t>
      </w:r>
    </w:p>
    <w:p w:rsidR="00D44D00" w:rsidRDefault="00D44D00" w:rsidP="00D44D00">
      <w:r>
        <w:t>195.6549</w:t>
      </w:r>
      <w:r>
        <w:tab/>
        <w:t>1.013e0</w:t>
      </w:r>
    </w:p>
    <w:p w:rsidR="00D44D00" w:rsidRDefault="00D44D00" w:rsidP="00D44D00">
      <w:r>
        <w:t>195.6570</w:t>
      </w:r>
      <w:r>
        <w:tab/>
        <w:t>2.025e0</w:t>
      </w:r>
    </w:p>
    <w:p w:rsidR="00D44D00" w:rsidRDefault="00D44D00" w:rsidP="00D44D00">
      <w:r>
        <w:t>195.6622</w:t>
      </w:r>
      <w:r>
        <w:tab/>
        <w:t>1.013e0</w:t>
      </w:r>
    </w:p>
    <w:p w:rsidR="00D44D00" w:rsidRDefault="00D44D00" w:rsidP="00D44D00">
      <w:r>
        <w:t>195.6942</w:t>
      </w:r>
      <w:r>
        <w:tab/>
        <w:t>2.025e0</w:t>
      </w:r>
    </w:p>
    <w:p w:rsidR="00D44D00" w:rsidRDefault="00D44D00" w:rsidP="00D44D00">
      <w:r>
        <w:t>195.6964</w:t>
      </w:r>
      <w:r>
        <w:tab/>
        <w:t>1.013e0</w:t>
      </w:r>
    </w:p>
    <w:p w:rsidR="00D44D00" w:rsidRDefault="00D44D00" w:rsidP="00D44D00">
      <w:r>
        <w:t>195.7266</w:t>
      </w:r>
      <w:r>
        <w:tab/>
        <w:t>1.013e0</w:t>
      </w:r>
    </w:p>
    <w:p w:rsidR="00D44D00" w:rsidRDefault="00D44D00" w:rsidP="00D44D00">
      <w:r>
        <w:t>195.7303</w:t>
      </w:r>
      <w:r>
        <w:tab/>
        <w:t>2.025e0</w:t>
      </w:r>
    </w:p>
    <w:p w:rsidR="00D44D00" w:rsidRDefault="00D44D00" w:rsidP="00D44D00">
      <w:r>
        <w:t>195.7338</w:t>
      </w:r>
      <w:r>
        <w:tab/>
        <w:t>1.013e0</w:t>
      </w:r>
    </w:p>
    <w:p w:rsidR="00D44D00" w:rsidRDefault="00D44D00" w:rsidP="00D44D00">
      <w:r>
        <w:t>195.7487</w:t>
      </w:r>
      <w:r>
        <w:tab/>
        <w:t>2.025e0</w:t>
      </w:r>
    </w:p>
    <w:p w:rsidR="00D44D00" w:rsidRDefault="00D44D00" w:rsidP="00D44D00">
      <w:r>
        <w:t>195.7524</w:t>
      </w:r>
      <w:r>
        <w:tab/>
        <w:t>1.013e0</w:t>
      </w:r>
    </w:p>
    <w:p w:rsidR="00D44D00" w:rsidRDefault="00D44D00" w:rsidP="00D44D00">
      <w:r>
        <w:t>195.7743</w:t>
      </w:r>
      <w:r>
        <w:tab/>
        <w:t>1.013e0</w:t>
      </w:r>
    </w:p>
    <w:p w:rsidR="00D44D00" w:rsidRDefault="00D44D00" w:rsidP="00D44D00">
      <w:r>
        <w:t>195.7782</w:t>
      </w:r>
      <w:r>
        <w:tab/>
        <w:t>2.025e0</w:t>
      </w:r>
    </w:p>
    <w:p w:rsidR="00D44D00" w:rsidRDefault="00D44D00" w:rsidP="00D44D00">
      <w:r>
        <w:t>195.8078</w:t>
      </w:r>
      <w:r>
        <w:tab/>
        <w:t>2.025e0</w:t>
      </w:r>
    </w:p>
    <w:p w:rsidR="00D44D00" w:rsidRDefault="00D44D00" w:rsidP="00D44D00">
      <w:r>
        <w:t>195.8226</w:t>
      </w:r>
      <w:r>
        <w:tab/>
        <w:t>1.013e0</w:t>
      </w:r>
    </w:p>
    <w:p w:rsidR="00D44D00" w:rsidRDefault="00D44D00" w:rsidP="00D44D00">
      <w:r>
        <w:t>195.8335</w:t>
      </w:r>
      <w:r>
        <w:tab/>
        <w:t>1.013e0</w:t>
      </w:r>
    </w:p>
    <w:p w:rsidR="00D44D00" w:rsidRDefault="00D44D00" w:rsidP="00D44D00">
      <w:r>
        <w:lastRenderedPageBreak/>
        <w:t>195.8593</w:t>
      </w:r>
      <w:r>
        <w:tab/>
        <w:t>2.025e0</w:t>
      </w:r>
    </w:p>
    <w:p w:rsidR="00D44D00" w:rsidRDefault="00D44D00" w:rsidP="00D44D00">
      <w:r>
        <w:t>195.8697</w:t>
      </w:r>
      <w:r>
        <w:tab/>
        <w:t>3.038e0</w:t>
      </w:r>
    </w:p>
    <w:p w:rsidR="00D44D00" w:rsidRDefault="00D44D00" w:rsidP="00D44D00">
      <w:r>
        <w:t>195.8815</w:t>
      </w:r>
      <w:r>
        <w:tab/>
        <w:t>1.013e0</w:t>
      </w:r>
    </w:p>
    <w:p w:rsidR="00D44D00" w:rsidRDefault="00D44D00" w:rsidP="00D44D00">
      <w:r>
        <w:t>195.8881</w:t>
      </w:r>
      <w:r>
        <w:tab/>
        <w:t>4.318e0</w:t>
      </w:r>
    </w:p>
    <w:p w:rsidR="00D44D00" w:rsidRDefault="00D44D00" w:rsidP="00D44D00">
      <w:r>
        <w:t>195.8927</w:t>
      </w:r>
      <w:r>
        <w:tab/>
        <w:t>2.025e0</w:t>
      </w:r>
    </w:p>
    <w:p w:rsidR="00D44D00" w:rsidRDefault="00D44D00" w:rsidP="00D44D00">
      <w:r>
        <w:t>195.9037</w:t>
      </w:r>
      <w:r>
        <w:tab/>
        <w:t>1.013e0</w:t>
      </w:r>
    </w:p>
    <w:p w:rsidR="00D44D00" w:rsidRDefault="00D44D00" w:rsidP="00D44D00">
      <w:r>
        <w:t>195.9356</w:t>
      </w:r>
      <w:r>
        <w:tab/>
        <w:t>3.038e0</w:t>
      </w:r>
    </w:p>
    <w:p w:rsidR="00D44D00" w:rsidRDefault="00D44D00" w:rsidP="00D44D00">
      <w:r>
        <w:t>195.9376</w:t>
      </w:r>
      <w:r>
        <w:tab/>
        <w:t>1.013e0</w:t>
      </w:r>
    </w:p>
    <w:p w:rsidR="00D44D00" w:rsidRDefault="00D44D00" w:rsidP="00D44D00">
      <w:r>
        <w:t>195.9665</w:t>
      </w:r>
      <w:r>
        <w:tab/>
        <w:t>3.038e0</w:t>
      </w:r>
    </w:p>
    <w:p w:rsidR="00D44D00" w:rsidRDefault="00D44D00" w:rsidP="00D44D00">
      <w:r>
        <w:t>195.9691</w:t>
      </w:r>
      <w:r>
        <w:tab/>
        <w:t>4.051e0</w:t>
      </w:r>
    </w:p>
    <w:p w:rsidR="00D44D00" w:rsidRDefault="00D44D00" w:rsidP="00D44D00">
      <w:r>
        <w:t>195.9792</w:t>
      </w:r>
      <w:r>
        <w:tab/>
        <w:t>2.025e0</w:t>
      </w:r>
    </w:p>
    <w:p w:rsidR="00D44D00" w:rsidRDefault="00D44D00" w:rsidP="00D44D00">
      <w:r>
        <w:t>195.9870</w:t>
      </w:r>
      <w:r>
        <w:tab/>
        <w:t>3.038e0</w:t>
      </w:r>
    </w:p>
    <w:p w:rsidR="00D44D00" w:rsidRDefault="00D44D00" w:rsidP="00D44D00">
      <w:r>
        <w:t>195.9898</w:t>
      </w:r>
      <w:r>
        <w:tab/>
        <w:t>5.139e0</w:t>
      </w:r>
    </w:p>
    <w:p w:rsidR="00D44D00" w:rsidRDefault="00D44D00" w:rsidP="00D44D00">
      <w:r>
        <w:t>196.0156</w:t>
      </w:r>
      <w:r>
        <w:tab/>
        <w:t>1.620e1</w:t>
      </w:r>
    </w:p>
    <w:p w:rsidR="00D44D00" w:rsidRDefault="00D44D00" w:rsidP="00D44D00">
      <w:r>
        <w:t>196.0201</w:t>
      </w:r>
      <w:r>
        <w:tab/>
        <w:t>1.595e1</w:t>
      </w:r>
    </w:p>
    <w:p w:rsidR="00D44D00" w:rsidRDefault="00D44D00" w:rsidP="00D44D00">
      <w:r>
        <w:t>196.0237</w:t>
      </w:r>
      <w:r>
        <w:tab/>
        <w:t>1.519e1</w:t>
      </w:r>
    </w:p>
    <w:p w:rsidR="00D44D00" w:rsidRDefault="00D44D00" w:rsidP="00D44D00">
      <w:r>
        <w:t>196.0580</w:t>
      </w:r>
      <w:r>
        <w:tab/>
        <w:t>3.038e0</w:t>
      </w:r>
    </w:p>
    <w:p w:rsidR="00D44D00" w:rsidRDefault="00D44D00" w:rsidP="00D44D00">
      <w:r>
        <w:t>196.0642</w:t>
      </w:r>
      <w:r>
        <w:tab/>
        <w:t>1.013e0</w:t>
      </w:r>
    </w:p>
    <w:p w:rsidR="00D44D00" w:rsidRDefault="00D44D00" w:rsidP="00D44D00">
      <w:r>
        <w:t>196.0802</w:t>
      </w:r>
      <w:r>
        <w:tab/>
        <w:t>3.038e0</w:t>
      </w:r>
    </w:p>
    <w:p w:rsidR="00D44D00" w:rsidRDefault="00D44D00" w:rsidP="00D44D00">
      <w:r>
        <w:lastRenderedPageBreak/>
        <w:t>196.0883</w:t>
      </w:r>
      <w:r>
        <w:tab/>
        <w:t>6.076e0</w:t>
      </w:r>
    </w:p>
    <w:p w:rsidR="00D44D00" w:rsidRDefault="00D44D00" w:rsidP="00D44D00">
      <w:r>
        <w:t>196.1017</w:t>
      </w:r>
      <w:r>
        <w:tab/>
        <w:t>2.845e0</w:t>
      </w:r>
    </w:p>
    <w:p w:rsidR="00D44D00" w:rsidRDefault="00D44D00" w:rsidP="00D44D00">
      <w:r>
        <w:t>196.1105</w:t>
      </w:r>
      <w:r>
        <w:tab/>
        <w:t>1.386e0</w:t>
      </w:r>
    </w:p>
    <w:p w:rsidR="00D44D00" w:rsidRDefault="00D44D00" w:rsidP="00D44D00">
      <w:r>
        <w:t>196.1124</w:t>
      </w:r>
      <w:r>
        <w:tab/>
        <w:t>1.013e0</w:t>
      </w:r>
    </w:p>
    <w:p w:rsidR="00D44D00" w:rsidRDefault="00D44D00" w:rsidP="00D44D00">
      <w:r>
        <w:t>196.1159</w:t>
      </w:r>
      <w:r>
        <w:tab/>
        <w:t>5.063e0</w:t>
      </w:r>
    </w:p>
    <w:p w:rsidR="00D44D00" w:rsidRDefault="00D44D00" w:rsidP="00D44D00">
      <w:r>
        <w:t>196.1577</w:t>
      </w:r>
      <w:r>
        <w:tab/>
        <w:t>3.038e0</w:t>
      </w:r>
    </w:p>
    <w:p w:rsidR="00D44D00" w:rsidRDefault="00D44D00" w:rsidP="00D44D00">
      <w:r>
        <w:t>196.1605</w:t>
      </w:r>
      <w:r>
        <w:tab/>
        <w:t>1.013e0</w:t>
      </w:r>
    </w:p>
    <w:p w:rsidR="00D44D00" w:rsidRDefault="00D44D00" w:rsidP="00D44D00">
      <w:r>
        <w:t>196.1633</w:t>
      </w:r>
      <w:r>
        <w:tab/>
        <w:t>2.974e0</w:t>
      </w:r>
    </w:p>
    <w:p w:rsidR="00D44D00" w:rsidRDefault="00D44D00" w:rsidP="00D44D00">
      <w:r>
        <w:t>196.1756</w:t>
      </w:r>
      <w:r>
        <w:tab/>
        <w:t>2.025e0</w:t>
      </w:r>
    </w:p>
    <w:p w:rsidR="00D44D00" w:rsidRDefault="00D44D00" w:rsidP="00D44D00">
      <w:r>
        <w:t>196.1795</w:t>
      </w:r>
      <w:r>
        <w:tab/>
        <w:t>2.025e0</w:t>
      </w:r>
    </w:p>
    <w:p w:rsidR="00D44D00" w:rsidRDefault="00D44D00" w:rsidP="00D44D00">
      <w:r>
        <w:t>196.1966</w:t>
      </w:r>
      <w:r>
        <w:tab/>
        <w:t>2.025e0</w:t>
      </w:r>
    </w:p>
    <w:p w:rsidR="00D44D00" w:rsidRDefault="00D44D00" w:rsidP="00D44D00">
      <w:r>
        <w:t>196.2021</w:t>
      </w:r>
      <w:r>
        <w:tab/>
        <w:t>1.013e0</w:t>
      </w:r>
    </w:p>
    <w:p w:rsidR="00D44D00" w:rsidRDefault="00D44D00" w:rsidP="00D44D00">
      <w:r>
        <w:t>196.2113</w:t>
      </w:r>
      <w:r>
        <w:tab/>
        <w:t>2.025e0</w:t>
      </w:r>
    </w:p>
    <w:p w:rsidR="00D44D00" w:rsidRDefault="00D44D00" w:rsidP="00D44D00">
      <w:r>
        <w:t>196.2210</w:t>
      </w:r>
      <w:r>
        <w:tab/>
        <w:t>1.013e0</w:t>
      </w:r>
    </w:p>
    <w:p w:rsidR="00D44D00" w:rsidRDefault="00D44D00" w:rsidP="00D44D00">
      <w:r>
        <w:t>196.2333</w:t>
      </w:r>
      <w:r>
        <w:tab/>
        <w:t>5.063e0</w:t>
      </w:r>
    </w:p>
    <w:p w:rsidR="00D44D00" w:rsidRDefault="00D44D00" w:rsidP="00D44D00">
      <w:r>
        <w:t>196.2693</w:t>
      </w:r>
      <w:r>
        <w:tab/>
        <w:t>1.013e0</w:t>
      </w:r>
    </w:p>
    <w:p w:rsidR="00D44D00" w:rsidRDefault="00D44D00" w:rsidP="00D44D00">
      <w:r>
        <w:t>196.2732</w:t>
      </w:r>
      <w:r>
        <w:tab/>
        <w:t>1.013e0</w:t>
      </w:r>
    </w:p>
    <w:p w:rsidR="00D44D00" w:rsidRDefault="00D44D00" w:rsidP="00D44D00">
      <w:r>
        <w:t>196.2766</w:t>
      </w:r>
      <w:r>
        <w:tab/>
        <w:t>1.013e0</w:t>
      </w:r>
    </w:p>
    <w:p w:rsidR="00D44D00" w:rsidRDefault="00D44D00" w:rsidP="00D44D00">
      <w:r>
        <w:t>196.2873</w:t>
      </w:r>
      <w:r>
        <w:tab/>
        <w:t>4.051e0</w:t>
      </w:r>
    </w:p>
    <w:p w:rsidR="00D44D00" w:rsidRDefault="00D44D00" w:rsidP="00D44D00">
      <w:r>
        <w:lastRenderedPageBreak/>
        <w:t>196.3028</w:t>
      </w:r>
      <w:r>
        <w:tab/>
        <w:t>1.013e0</w:t>
      </w:r>
    </w:p>
    <w:p w:rsidR="00D44D00" w:rsidRDefault="00D44D00" w:rsidP="00D44D00">
      <w:r>
        <w:t>196.3136</w:t>
      </w:r>
      <w:r>
        <w:tab/>
        <w:t>1.013e0</w:t>
      </w:r>
    </w:p>
    <w:p w:rsidR="00D44D00" w:rsidRDefault="00D44D00" w:rsidP="00D44D00">
      <w:r>
        <w:t>196.3211</w:t>
      </w:r>
      <w:r>
        <w:tab/>
        <w:t>1.013e0</w:t>
      </w:r>
    </w:p>
    <w:p w:rsidR="00D44D00" w:rsidRDefault="00D44D00" w:rsidP="00D44D00">
      <w:r>
        <w:t>196.3232</w:t>
      </w:r>
      <w:r>
        <w:tab/>
        <w:t>2.025e0</w:t>
      </w:r>
    </w:p>
    <w:p w:rsidR="00D44D00" w:rsidRDefault="00D44D00" w:rsidP="00D44D00">
      <w:r>
        <w:t>196.3269</w:t>
      </w:r>
      <w:r>
        <w:tab/>
        <w:t>2.025e0</w:t>
      </w:r>
    </w:p>
    <w:p w:rsidR="00D44D00" w:rsidRDefault="00D44D00" w:rsidP="00D44D00">
      <w:r>
        <w:t>196.3491</w:t>
      </w:r>
      <w:r>
        <w:tab/>
        <w:t>2.025e0</w:t>
      </w:r>
    </w:p>
    <w:p w:rsidR="00D44D00" w:rsidRDefault="00D44D00" w:rsidP="00D44D00">
      <w:r>
        <w:t>196.3582</w:t>
      </w:r>
      <w:r>
        <w:tab/>
        <w:t>2.025e0</w:t>
      </w:r>
    </w:p>
    <w:p w:rsidR="00D44D00" w:rsidRDefault="00D44D00" w:rsidP="00D44D00">
      <w:r>
        <w:t>196.3802</w:t>
      </w:r>
      <w:r>
        <w:tab/>
        <w:t>1.013e0</w:t>
      </w:r>
    </w:p>
    <w:p w:rsidR="00D44D00" w:rsidRDefault="00D44D00" w:rsidP="00D44D00">
      <w:r>
        <w:t>196.3878</w:t>
      </w:r>
      <w:r>
        <w:tab/>
        <w:t>2.025e0</w:t>
      </w:r>
    </w:p>
    <w:p w:rsidR="00D44D00" w:rsidRDefault="00D44D00" w:rsidP="00D44D00">
      <w:r>
        <w:t>196.4139</w:t>
      </w:r>
      <w:r>
        <w:tab/>
        <w:t>2.025e0</w:t>
      </w:r>
    </w:p>
    <w:p w:rsidR="00D44D00" w:rsidRDefault="00D44D00" w:rsidP="00D44D00">
      <w:r>
        <w:t>196.4216</w:t>
      </w:r>
      <w:r>
        <w:tab/>
        <w:t>2.025e0</w:t>
      </w:r>
    </w:p>
    <w:p w:rsidR="00D44D00" w:rsidRDefault="00D44D00" w:rsidP="00D44D00">
      <w:r>
        <w:t>196.4368</w:t>
      </w:r>
      <w:r>
        <w:tab/>
        <w:t>1.013e0</w:t>
      </w:r>
    </w:p>
    <w:p w:rsidR="00D44D00" w:rsidRDefault="00D44D00" w:rsidP="00D44D00">
      <w:r>
        <w:t>196.4633</w:t>
      </w:r>
      <w:r>
        <w:tab/>
        <w:t>1.013e0</w:t>
      </w:r>
    </w:p>
    <w:p w:rsidR="00D44D00" w:rsidRDefault="00D44D00" w:rsidP="00D44D00">
      <w:r>
        <w:t>196.4855</w:t>
      </w:r>
      <w:r>
        <w:tab/>
        <w:t>1.013e0</w:t>
      </w:r>
    </w:p>
    <w:p w:rsidR="00D44D00" w:rsidRDefault="00D44D00" w:rsidP="00D44D00">
      <w:r>
        <w:t>196.5005</w:t>
      </w:r>
      <w:r>
        <w:tab/>
        <w:t>1.013e0</w:t>
      </w:r>
    </w:p>
    <w:p w:rsidR="00D44D00" w:rsidRDefault="00D44D00" w:rsidP="00D44D00">
      <w:r>
        <w:t>196.5301</w:t>
      </w:r>
      <w:r>
        <w:tab/>
        <w:t>1.013e0</w:t>
      </w:r>
    </w:p>
    <w:p w:rsidR="00D44D00" w:rsidRDefault="00D44D00" w:rsidP="00D44D00">
      <w:r>
        <w:t>196.5468</w:t>
      </w:r>
      <w:r>
        <w:tab/>
        <w:t>4.051e0</w:t>
      </w:r>
    </w:p>
    <w:p w:rsidR="00D44D00" w:rsidRDefault="00D44D00" w:rsidP="00D44D00">
      <w:r>
        <w:t>196.5634</w:t>
      </w:r>
      <w:r>
        <w:tab/>
        <w:t>1.013e0</w:t>
      </w:r>
    </w:p>
    <w:p w:rsidR="00D44D00" w:rsidRDefault="00D44D00" w:rsidP="00D44D00">
      <w:r>
        <w:t>196.5669</w:t>
      </w:r>
      <w:r>
        <w:tab/>
        <w:t>1.013e0</w:t>
      </w:r>
    </w:p>
    <w:p w:rsidR="00D44D00" w:rsidRDefault="00D44D00" w:rsidP="00D44D00">
      <w:r>
        <w:lastRenderedPageBreak/>
        <w:t>196.5856</w:t>
      </w:r>
      <w:r>
        <w:tab/>
        <w:t>1.013e0</w:t>
      </w:r>
    </w:p>
    <w:p w:rsidR="00D44D00" w:rsidRDefault="00D44D00" w:rsidP="00D44D00">
      <w:r>
        <w:t>196.6076</w:t>
      </w:r>
      <w:r>
        <w:tab/>
        <w:t>1.013e0</w:t>
      </w:r>
    </w:p>
    <w:p w:rsidR="00D44D00" w:rsidRDefault="00D44D00" w:rsidP="00D44D00">
      <w:r>
        <w:t>196.6113</w:t>
      </w:r>
      <w:r>
        <w:tab/>
        <w:t>3.038e0</w:t>
      </w:r>
    </w:p>
    <w:p w:rsidR="00D44D00" w:rsidRDefault="00D44D00" w:rsidP="00D44D00">
      <w:r>
        <w:t>196.6170</w:t>
      </w:r>
      <w:r>
        <w:tab/>
        <w:t>2.025e0</w:t>
      </w:r>
    </w:p>
    <w:p w:rsidR="00D44D00" w:rsidRDefault="00D44D00" w:rsidP="00D44D00">
      <w:r>
        <w:t>196.6412</w:t>
      </w:r>
      <w:r>
        <w:tab/>
        <w:t>1.013e0</w:t>
      </w:r>
    </w:p>
    <w:p w:rsidR="00D44D00" w:rsidRDefault="00D44D00" w:rsidP="00D44D00">
      <w:r>
        <w:t>196.6485</w:t>
      </w:r>
      <w:r>
        <w:tab/>
        <w:t>1.013e0</w:t>
      </w:r>
    </w:p>
    <w:p w:rsidR="00D44D00" w:rsidRDefault="00D44D00" w:rsidP="00D44D00">
      <w:r>
        <w:t>196.6593</w:t>
      </w:r>
      <w:r>
        <w:tab/>
        <w:t>6.076e0</w:t>
      </w:r>
    </w:p>
    <w:p w:rsidR="00D44D00" w:rsidRDefault="00D44D00" w:rsidP="00D44D00">
      <w:r>
        <w:t>196.6723</w:t>
      </w:r>
      <w:r>
        <w:tab/>
        <w:t>3.038e0</w:t>
      </w:r>
    </w:p>
    <w:p w:rsidR="00D44D00" w:rsidRDefault="00D44D00" w:rsidP="00D44D00">
      <w:r>
        <w:t>196.6750</w:t>
      </w:r>
      <w:r>
        <w:tab/>
        <w:t>3.038e0</w:t>
      </w:r>
    </w:p>
    <w:p w:rsidR="00D44D00" w:rsidRDefault="00D44D00" w:rsidP="00D44D00">
      <w:r>
        <w:t>196.6942</w:t>
      </w:r>
      <w:r>
        <w:tab/>
        <w:t>3.038e0</w:t>
      </w:r>
    </w:p>
    <w:p w:rsidR="00D44D00" w:rsidRDefault="00D44D00" w:rsidP="00D44D00">
      <w:r>
        <w:t>196.7017</w:t>
      </w:r>
      <w:r>
        <w:tab/>
        <w:t>5.063e0</w:t>
      </w:r>
    </w:p>
    <w:p w:rsidR="00D44D00" w:rsidRDefault="00D44D00" w:rsidP="00D44D00">
      <w:r>
        <w:t>196.7154</w:t>
      </w:r>
      <w:r>
        <w:tab/>
        <w:t>4.051e0</w:t>
      </w:r>
    </w:p>
    <w:p w:rsidR="00D44D00" w:rsidRDefault="00D44D00" w:rsidP="00D44D00">
      <w:r>
        <w:t>196.7212</w:t>
      </w:r>
      <w:r>
        <w:tab/>
        <w:t>6.076e0</w:t>
      </w:r>
    </w:p>
    <w:p w:rsidR="00D44D00" w:rsidRDefault="00D44D00" w:rsidP="00D44D00">
      <w:r>
        <w:t>196.7517</w:t>
      </w:r>
      <w:r>
        <w:tab/>
        <w:t>2.025e0</w:t>
      </w:r>
    </w:p>
    <w:p w:rsidR="00D44D00" w:rsidRDefault="00D44D00" w:rsidP="00D44D00">
      <w:r>
        <w:t>196.7535</w:t>
      </w:r>
      <w:r>
        <w:tab/>
        <w:t>1.620e1</w:t>
      </w:r>
    </w:p>
    <w:p w:rsidR="00D44D00" w:rsidRDefault="00D44D00" w:rsidP="00D44D00">
      <w:r>
        <w:t>196.7716</w:t>
      </w:r>
      <w:r>
        <w:tab/>
        <w:t>6.544e0</w:t>
      </w:r>
    </w:p>
    <w:p w:rsidR="00D44D00" w:rsidRDefault="00D44D00" w:rsidP="00D44D00">
      <w:r>
        <w:t>196.7742</w:t>
      </w:r>
      <w:r>
        <w:tab/>
        <w:t>6.076e0</w:t>
      </w:r>
    </w:p>
    <w:p w:rsidR="00D44D00" w:rsidRDefault="00D44D00" w:rsidP="00D44D00">
      <w:r>
        <w:t>196.8054</w:t>
      </w:r>
      <w:r>
        <w:tab/>
        <w:t>2.025e0</w:t>
      </w:r>
    </w:p>
    <w:p w:rsidR="00D44D00" w:rsidRDefault="00D44D00" w:rsidP="00D44D00">
      <w:r>
        <w:t>196.8091</w:t>
      </w:r>
      <w:r>
        <w:tab/>
        <w:t>3.038e0</w:t>
      </w:r>
    </w:p>
    <w:p w:rsidR="00D44D00" w:rsidRDefault="00D44D00" w:rsidP="00D44D00">
      <w:r>
        <w:lastRenderedPageBreak/>
        <w:t>196.8131</w:t>
      </w:r>
      <w:r>
        <w:tab/>
        <w:t>1.013e0</w:t>
      </w:r>
    </w:p>
    <w:p w:rsidR="00D44D00" w:rsidRDefault="00D44D00" w:rsidP="00D44D00">
      <w:r>
        <w:t>196.8241</w:t>
      </w:r>
      <w:r>
        <w:tab/>
        <w:t>1.519e1</w:t>
      </w:r>
    </w:p>
    <w:p w:rsidR="00D44D00" w:rsidRDefault="00D44D00" w:rsidP="00D44D00">
      <w:r>
        <w:t>196.8371</w:t>
      </w:r>
      <w:r>
        <w:tab/>
        <w:t>3.038e0</w:t>
      </w:r>
    </w:p>
    <w:p w:rsidR="00D44D00" w:rsidRDefault="00D44D00" w:rsidP="00D44D00">
      <w:r>
        <w:t>196.8442</w:t>
      </w:r>
      <w:r>
        <w:tab/>
        <w:t>2.025e0</w:t>
      </w:r>
    </w:p>
    <w:p w:rsidR="00D44D00" w:rsidRDefault="00D44D00" w:rsidP="00D44D00">
      <w:r>
        <w:t>196.8540</w:t>
      </w:r>
      <w:r>
        <w:tab/>
        <w:t>8.101e0</w:t>
      </w:r>
    </w:p>
    <w:p w:rsidR="00D44D00" w:rsidRDefault="00D44D00" w:rsidP="00D44D00">
      <w:r>
        <w:t>196.8628</w:t>
      </w:r>
      <w:r>
        <w:tab/>
        <w:t>2.025e0</w:t>
      </w:r>
    </w:p>
    <w:p w:rsidR="00D44D00" w:rsidRDefault="00D44D00" w:rsidP="00D44D00">
      <w:r>
        <w:t>196.8645</w:t>
      </w:r>
      <w:r>
        <w:tab/>
        <w:t>1.013e0</w:t>
      </w:r>
    </w:p>
    <w:p w:rsidR="00D44D00" w:rsidRDefault="00D44D00" w:rsidP="00D44D00">
      <w:r>
        <w:t>196.8726</w:t>
      </w:r>
      <w:r>
        <w:tab/>
        <w:t>6.994e0</w:t>
      </w:r>
    </w:p>
    <w:p w:rsidR="00D44D00" w:rsidRDefault="00D44D00" w:rsidP="00D44D00">
      <w:r>
        <w:t>196.9014</w:t>
      </w:r>
      <w:r>
        <w:tab/>
        <w:t>6.171e0</w:t>
      </w:r>
    </w:p>
    <w:p w:rsidR="00D44D00" w:rsidRDefault="00D44D00" w:rsidP="00D44D00">
      <w:r>
        <w:t>196.9046</w:t>
      </w:r>
      <w:r>
        <w:tab/>
        <w:t>1.114e1</w:t>
      </w:r>
    </w:p>
    <w:p w:rsidR="00D44D00" w:rsidRDefault="00D44D00" w:rsidP="00D44D00">
      <w:r>
        <w:t>196.9344</w:t>
      </w:r>
      <w:r>
        <w:tab/>
        <w:t>2.025e0</w:t>
      </w:r>
    </w:p>
    <w:p w:rsidR="00D44D00" w:rsidRDefault="00D44D00" w:rsidP="00D44D00">
      <w:r>
        <w:t>196.9365</w:t>
      </w:r>
      <w:r>
        <w:tab/>
        <w:t>3.212e0</w:t>
      </w:r>
    </w:p>
    <w:p w:rsidR="00D44D00" w:rsidRDefault="00D44D00" w:rsidP="00D44D00">
      <w:r>
        <w:t>196.9905</w:t>
      </w:r>
      <w:r>
        <w:tab/>
        <w:t>1.772e3</w:t>
      </w:r>
    </w:p>
    <w:p w:rsidR="00D44D00" w:rsidRDefault="00D44D00" w:rsidP="00D44D00">
      <w:r>
        <w:t>196.9934</w:t>
      </w:r>
      <w:r>
        <w:tab/>
        <w:t>1.405e3</w:t>
      </w:r>
    </w:p>
    <w:p w:rsidR="00D44D00" w:rsidRDefault="00D44D00" w:rsidP="00D44D00">
      <w:r>
        <w:t>196.9953</w:t>
      </w:r>
      <w:r>
        <w:tab/>
        <w:t>1.801e3</w:t>
      </w:r>
    </w:p>
    <w:p w:rsidR="00D44D00" w:rsidRDefault="00D44D00" w:rsidP="00D44D00">
      <w:r>
        <w:t>197.0514</w:t>
      </w:r>
      <w:r>
        <w:tab/>
        <w:t>3.038e0</w:t>
      </w:r>
    </w:p>
    <w:p w:rsidR="00D44D00" w:rsidRDefault="00D44D00" w:rsidP="00D44D00">
      <w:r>
        <w:t>197.0544</w:t>
      </w:r>
      <w:r>
        <w:tab/>
        <w:t>3.038e0</w:t>
      </w:r>
    </w:p>
    <w:p w:rsidR="00D44D00" w:rsidRDefault="00D44D00" w:rsidP="00D44D00">
      <w:r>
        <w:t>197.0611</w:t>
      </w:r>
      <w:r>
        <w:tab/>
        <w:t>4.051e0</w:t>
      </w:r>
    </w:p>
    <w:p w:rsidR="00D44D00" w:rsidRDefault="00D44D00" w:rsidP="00D44D00">
      <w:r>
        <w:t>197.0782</w:t>
      </w:r>
      <w:r>
        <w:tab/>
        <w:t>4.051e0</w:t>
      </w:r>
    </w:p>
    <w:p w:rsidR="00D44D00" w:rsidRDefault="00D44D00" w:rsidP="00D44D00">
      <w:r>
        <w:lastRenderedPageBreak/>
        <w:t>197.0893</w:t>
      </w:r>
      <w:r>
        <w:tab/>
        <w:t>5.063e0</w:t>
      </w:r>
    </w:p>
    <w:p w:rsidR="00D44D00" w:rsidRDefault="00D44D00" w:rsidP="00D44D00">
      <w:r>
        <w:t>197.0914</w:t>
      </w:r>
      <w:r>
        <w:tab/>
        <w:t>1.306e1</w:t>
      </w:r>
    </w:p>
    <w:p w:rsidR="00D44D00" w:rsidRDefault="00D44D00" w:rsidP="00D44D00">
      <w:r>
        <w:t>197.1256</w:t>
      </w:r>
      <w:r>
        <w:tab/>
        <w:t>1.539e1</w:t>
      </w:r>
    </w:p>
    <w:p w:rsidR="00D44D00" w:rsidRDefault="00D44D00" w:rsidP="00D44D00">
      <w:r>
        <w:t>197.1394</w:t>
      </w:r>
      <w:r>
        <w:tab/>
        <w:t>1.455e1</w:t>
      </w:r>
    </w:p>
    <w:p w:rsidR="00D44D00" w:rsidRDefault="00D44D00" w:rsidP="00D44D00">
      <w:r>
        <w:t>197.1467</w:t>
      </w:r>
      <w:r>
        <w:tab/>
        <w:t>5.042e2</w:t>
      </w:r>
    </w:p>
    <w:p w:rsidR="00D44D00" w:rsidRDefault="00D44D00" w:rsidP="00D44D00">
      <w:r>
        <w:t>197.1541</w:t>
      </w:r>
      <w:r>
        <w:tab/>
        <w:t>1.576e2</w:t>
      </w:r>
    </w:p>
    <w:p w:rsidR="00D44D00" w:rsidRDefault="00D44D00" w:rsidP="00D44D00">
      <w:r>
        <w:t>197.1569</w:t>
      </w:r>
      <w:r>
        <w:tab/>
        <w:t>1.657e1</w:t>
      </w:r>
    </w:p>
    <w:p w:rsidR="00D44D00" w:rsidRDefault="00D44D00" w:rsidP="00D44D00">
      <w:r>
        <w:t>197.1598</w:t>
      </w:r>
      <w:r>
        <w:tab/>
        <w:t>1.304e1</w:t>
      </w:r>
    </w:p>
    <w:p w:rsidR="00D44D00" w:rsidRDefault="00D44D00" w:rsidP="00D44D00">
      <w:r>
        <w:t>197.1820</w:t>
      </w:r>
      <w:r>
        <w:tab/>
        <w:t>7.009e0</w:t>
      </w:r>
    </w:p>
    <w:p w:rsidR="00D44D00" w:rsidRDefault="00D44D00" w:rsidP="00D44D00">
      <w:r>
        <w:t>197.2137</w:t>
      </w:r>
      <w:r>
        <w:tab/>
        <w:t>2.434e0</w:t>
      </w:r>
    </w:p>
    <w:p w:rsidR="00D44D00" w:rsidRDefault="00D44D00" w:rsidP="00D44D00">
      <w:r>
        <w:t>197.2153</w:t>
      </w:r>
      <w:r>
        <w:tab/>
        <w:t>5.506e0</w:t>
      </w:r>
    </w:p>
    <w:p w:rsidR="00D44D00" w:rsidRDefault="00D44D00" w:rsidP="00D44D00">
      <w:r>
        <w:t>197.2165</w:t>
      </w:r>
      <w:r>
        <w:tab/>
        <w:t>1.013e1</w:t>
      </w:r>
    </w:p>
    <w:p w:rsidR="00D44D00" w:rsidRDefault="00D44D00" w:rsidP="00D44D00">
      <w:r>
        <w:t>197.2186</w:t>
      </w:r>
      <w:r>
        <w:tab/>
        <w:t>1.162e1</w:t>
      </w:r>
    </w:p>
    <w:p w:rsidR="00D44D00" w:rsidRDefault="00D44D00" w:rsidP="00D44D00">
      <w:r>
        <w:t>197.2372</w:t>
      </w:r>
      <w:r>
        <w:tab/>
        <w:t>5.668e0</w:t>
      </w:r>
    </w:p>
    <w:p w:rsidR="00D44D00" w:rsidRDefault="00D44D00" w:rsidP="00D44D00">
      <w:r>
        <w:t>197.2466</w:t>
      </w:r>
      <w:r>
        <w:tab/>
        <w:t>3.038e0</w:t>
      </w:r>
    </w:p>
    <w:p w:rsidR="00D44D00" w:rsidRDefault="00D44D00" w:rsidP="00D44D00">
      <w:r>
        <w:t>197.2551</w:t>
      </w:r>
      <w:r>
        <w:tab/>
        <w:t>3.038e0</w:t>
      </w:r>
    </w:p>
    <w:p w:rsidR="00D44D00" w:rsidRDefault="00D44D00" w:rsidP="00D44D00">
      <w:r>
        <w:t>197.2589</w:t>
      </w:r>
      <w:r>
        <w:tab/>
        <w:t>2.025e0</w:t>
      </w:r>
    </w:p>
    <w:p w:rsidR="00D44D00" w:rsidRDefault="00D44D00" w:rsidP="00D44D00">
      <w:r>
        <w:t>197.2681</w:t>
      </w:r>
      <w:r>
        <w:tab/>
        <w:t>3.934e0</w:t>
      </w:r>
    </w:p>
    <w:p w:rsidR="00D44D00" w:rsidRDefault="00D44D00" w:rsidP="00D44D00">
      <w:r>
        <w:t>197.2827</w:t>
      </w:r>
      <w:r>
        <w:tab/>
        <w:t>3.038e0</w:t>
      </w:r>
    </w:p>
    <w:p w:rsidR="00D44D00" w:rsidRDefault="00D44D00" w:rsidP="00D44D00">
      <w:r>
        <w:lastRenderedPageBreak/>
        <w:t>197.2883</w:t>
      </w:r>
      <w:r>
        <w:tab/>
        <w:t>4.051e0</w:t>
      </w:r>
    </w:p>
    <w:p w:rsidR="00D44D00" w:rsidRDefault="00D44D00" w:rsidP="00D44D00">
      <w:r>
        <w:t>197.2909</w:t>
      </w:r>
      <w:r>
        <w:tab/>
        <w:t>3.812e0</w:t>
      </w:r>
    </w:p>
    <w:p w:rsidR="00D44D00" w:rsidRDefault="00D44D00" w:rsidP="00D44D00">
      <w:r>
        <w:t>197.3191</w:t>
      </w:r>
      <w:r>
        <w:tab/>
        <w:t>1.610e1</w:t>
      </w:r>
    </w:p>
    <w:p w:rsidR="00D44D00" w:rsidRDefault="00D44D00" w:rsidP="00D44D00">
      <w:r>
        <w:t>197.3243</w:t>
      </w:r>
      <w:r>
        <w:tab/>
        <w:t>8.101e0</w:t>
      </w:r>
    </w:p>
    <w:p w:rsidR="00D44D00" w:rsidRDefault="00D44D00" w:rsidP="00D44D00">
      <w:r>
        <w:t>197.3274</w:t>
      </w:r>
      <w:r>
        <w:tab/>
        <w:t>2.025e0</w:t>
      </w:r>
    </w:p>
    <w:p w:rsidR="00D44D00" w:rsidRDefault="00D44D00" w:rsidP="00D44D00">
      <w:r>
        <w:t>197.3447</w:t>
      </w:r>
      <w:r>
        <w:tab/>
        <w:t>3.137e0</w:t>
      </w:r>
    </w:p>
    <w:p w:rsidR="00D44D00" w:rsidRDefault="00D44D00" w:rsidP="00D44D00">
      <w:r>
        <w:t>197.3716</w:t>
      </w:r>
      <w:r>
        <w:tab/>
        <w:t>1.316e1</w:t>
      </w:r>
    </w:p>
    <w:p w:rsidR="00D44D00" w:rsidRDefault="00D44D00" w:rsidP="00D44D00">
      <w:r>
        <w:t>197.3948</w:t>
      </w:r>
      <w:r>
        <w:tab/>
        <w:t>1.519e1</w:t>
      </w:r>
    </w:p>
    <w:p w:rsidR="00D44D00" w:rsidRDefault="00D44D00" w:rsidP="00D44D00">
      <w:r>
        <w:t>197.3980</w:t>
      </w:r>
      <w:r>
        <w:tab/>
        <w:t>8.101e0</w:t>
      </w:r>
    </w:p>
    <w:p w:rsidR="00D44D00" w:rsidRDefault="00D44D00" w:rsidP="00D44D00">
      <w:r>
        <w:t>197.4214</w:t>
      </w:r>
      <w:r>
        <w:tab/>
        <w:t>5.441e0</w:t>
      </w:r>
    </w:p>
    <w:p w:rsidR="00D44D00" w:rsidRDefault="00D44D00" w:rsidP="00D44D00">
      <w:r>
        <w:t>197.4254</w:t>
      </w:r>
      <w:r>
        <w:tab/>
        <w:t>7.089e0</w:t>
      </w:r>
    </w:p>
    <w:p w:rsidR="00D44D00" w:rsidRDefault="00D44D00" w:rsidP="00D44D00">
      <w:r>
        <w:t>197.4326</w:t>
      </w:r>
      <w:r>
        <w:tab/>
        <w:t>3.038e0</w:t>
      </w:r>
    </w:p>
    <w:p w:rsidR="00D44D00" w:rsidRDefault="00D44D00" w:rsidP="00D44D00">
      <w:r>
        <w:t>197.4464</w:t>
      </w:r>
      <w:r>
        <w:tab/>
        <w:t>4.686e0</w:t>
      </w:r>
    </w:p>
    <w:p w:rsidR="00D44D00" w:rsidRDefault="00D44D00" w:rsidP="00D44D00">
      <w:r>
        <w:t>197.4570</w:t>
      </w:r>
      <w:r>
        <w:tab/>
        <w:t>1.620e1</w:t>
      </w:r>
    </w:p>
    <w:p w:rsidR="00D44D00" w:rsidRDefault="00D44D00" w:rsidP="00D44D00">
      <w:r>
        <w:t>197.4610</w:t>
      </w:r>
      <w:r>
        <w:tab/>
        <w:t>1.231e1</w:t>
      </w:r>
    </w:p>
    <w:p w:rsidR="00D44D00" w:rsidRDefault="00D44D00" w:rsidP="00D44D00">
      <w:r>
        <w:t>197.4734</w:t>
      </w:r>
      <w:r>
        <w:tab/>
        <w:t>3.038e0</w:t>
      </w:r>
    </w:p>
    <w:p w:rsidR="00D44D00" w:rsidRDefault="00D44D00" w:rsidP="00D44D00">
      <w:r>
        <w:t>197.4856</w:t>
      </w:r>
      <w:r>
        <w:tab/>
        <w:t>6.076e0</w:t>
      </w:r>
    </w:p>
    <w:p w:rsidR="00D44D00" w:rsidRDefault="00D44D00" w:rsidP="00D44D00">
      <w:r>
        <w:t>197.4959</w:t>
      </w:r>
      <w:r>
        <w:tab/>
        <w:t>3.038e0</w:t>
      </w:r>
    </w:p>
    <w:p w:rsidR="00D44D00" w:rsidRDefault="00D44D00" w:rsidP="00D44D00">
      <w:r>
        <w:t>197.5059</w:t>
      </w:r>
      <w:r>
        <w:tab/>
        <w:t>4.051e0</w:t>
      </w:r>
    </w:p>
    <w:p w:rsidR="00D44D00" w:rsidRDefault="00D44D00" w:rsidP="00D44D00">
      <w:r>
        <w:lastRenderedPageBreak/>
        <w:t>197.5196</w:t>
      </w:r>
      <w:r>
        <w:tab/>
        <w:t>1.013e1</w:t>
      </w:r>
    </w:p>
    <w:p w:rsidR="00D44D00" w:rsidRDefault="00D44D00" w:rsidP="00D44D00">
      <w:r>
        <w:t>197.5212</w:t>
      </w:r>
      <w:r>
        <w:tab/>
        <w:t>4.891e0</w:t>
      </w:r>
    </w:p>
    <w:p w:rsidR="00D44D00" w:rsidRDefault="00D44D00" w:rsidP="00D44D00">
      <w:r>
        <w:t>197.5346</w:t>
      </w:r>
      <w:r>
        <w:tab/>
        <w:t>8.101e0</w:t>
      </w:r>
    </w:p>
    <w:p w:rsidR="00D44D00" w:rsidRDefault="00D44D00" w:rsidP="00D44D00">
      <w:r>
        <w:t>197.5431</w:t>
      </w:r>
      <w:r>
        <w:tab/>
        <w:t>2.955e0</w:t>
      </w:r>
    </w:p>
    <w:p w:rsidR="00D44D00" w:rsidRDefault="00D44D00" w:rsidP="00D44D00">
      <w:r>
        <w:t>197.5698</w:t>
      </w:r>
      <w:r>
        <w:tab/>
        <w:t>7.325e0</w:t>
      </w:r>
    </w:p>
    <w:p w:rsidR="00D44D00" w:rsidRDefault="00D44D00" w:rsidP="00D44D00">
      <w:r>
        <w:t>197.5791</w:t>
      </w:r>
      <w:r>
        <w:tab/>
        <w:t>1.532e1</w:t>
      </w:r>
    </w:p>
    <w:p w:rsidR="00D44D00" w:rsidRDefault="00D44D00" w:rsidP="00D44D00">
      <w:r>
        <w:t>197.5843</w:t>
      </w:r>
      <w:r>
        <w:tab/>
        <w:t>6.220e0</w:t>
      </w:r>
    </w:p>
    <w:p w:rsidR="00D44D00" w:rsidRDefault="00D44D00" w:rsidP="00D44D00">
      <w:r>
        <w:t>197.5862</w:t>
      </w:r>
      <w:r>
        <w:tab/>
        <w:t>5.063e0</w:t>
      </w:r>
    </w:p>
    <w:p w:rsidR="00D44D00" w:rsidRDefault="00D44D00" w:rsidP="00D44D00">
      <w:r>
        <w:t>197.6036</w:t>
      </w:r>
      <w:r>
        <w:tab/>
        <w:t>3.038e0</w:t>
      </w:r>
    </w:p>
    <w:p w:rsidR="00D44D00" w:rsidRDefault="00D44D00" w:rsidP="00D44D00">
      <w:r>
        <w:t>197.6088</w:t>
      </w:r>
      <w:r>
        <w:tab/>
        <w:t>8.101e0</w:t>
      </w:r>
    </w:p>
    <w:p w:rsidR="00D44D00" w:rsidRDefault="00D44D00" w:rsidP="00D44D00">
      <w:r>
        <w:t>197.6159</w:t>
      </w:r>
      <w:r>
        <w:tab/>
        <w:t>2.025e0</w:t>
      </w:r>
    </w:p>
    <w:p w:rsidR="00D44D00" w:rsidRDefault="00D44D00" w:rsidP="00D44D00">
      <w:r>
        <w:t>197.6474</w:t>
      </w:r>
      <w:r>
        <w:tab/>
        <w:t>2.025e0</w:t>
      </w:r>
    </w:p>
    <w:p w:rsidR="00D44D00" w:rsidRDefault="00D44D00" w:rsidP="00D44D00">
      <w:r>
        <w:t>197.6550</w:t>
      </w:r>
      <w:r>
        <w:tab/>
        <w:t>2.025e0</w:t>
      </w:r>
    </w:p>
    <w:p w:rsidR="00D44D00" w:rsidRDefault="00D44D00" w:rsidP="00D44D00">
      <w:r>
        <w:t>197.6643</w:t>
      </w:r>
      <w:r>
        <w:tab/>
        <w:t>1.013e1</w:t>
      </w:r>
    </w:p>
    <w:p w:rsidR="00D44D00" w:rsidRDefault="00D44D00" w:rsidP="00D44D00">
      <w:r>
        <w:t>197.6677</w:t>
      </w:r>
      <w:r>
        <w:tab/>
        <w:t>6.076e0</w:t>
      </w:r>
    </w:p>
    <w:p w:rsidR="00D44D00" w:rsidRDefault="00D44D00" w:rsidP="00D44D00">
      <w:r>
        <w:t>197.6872</w:t>
      </w:r>
      <w:r>
        <w:tab/>
        <w:t>3.038e0</w:t>
      </w:r>
    </w:p>
    <w:p w:rsidR="00D44D00" w:rsidRDefault="00D44D00" w:rsidP="00D44D00">
      <w:r>
        <w:t>197.6928</w:t>
      </w:r>
      <w:r>
        <w:tab/>
        <w:t>5.685e0</w:t>
      </w:r>
    </w:p>
    <w:p w:rsidR="00D44D00" w:rsidRDefault="00D44D00" w:rsidP="00D44D00">
      <w:r>
        <w:t>197.6940</w:t>
      </w:r>
      <w:r>
        <w:tab/>
        <w:t>6.076e0</w:t>
      </w:r>
    </w:p>
    <w:p w:rsidR="00D44D00" w:rsidRDefault="00D44D00" w:rsidP="00D44D00">
      <w:r>
        <w:t>197.7012</w:t>
      </w:r>
      <w:r>
        <w:tab/>
        <w:t>2.025e0</w:t>
      </w:r>
    </w:p>
    <w:p w:rsidR="00D44D00" w:rsidRDefault="00D44D00" w:rsidP="00D44D00">
      <w:r>
        <w:lastRenderedPageBreak/>
        <w:t>197.7129</w:t>
      </w:r>
      <w:r>
        <w:tab/>
        <w:t>1.088e1</w:t>
      </w:r>
    </w:p>
    <w:p w:rsidR="00D44D00" w:rsidRDefault="00D44D00" w:rsidP="00D44D00">
      <w:r>
        <w:t>197.7214</w:t>
      </w:r>
      <w:r>
        <w:tab/>
        <w:t>6.076e0</w:t>
      </w:r>
    </w:p>
    <w:p w:rsidR="00D44D00" w:rsidRDefault="00D44D00" w:rsidP="00D44D00">
      <w:r>
        <w:t>197.7349</w:t>
      </w:r>
      <w:r>
        <w:tab/>
        <w:t>5.326e0</w:t>
      </w:r>
    </w:p>
    <w:p w:rsidR="00D44D00" w:rsidRDefault="00D44D00" w:rsidP="00D44D00">
      <w:r>
        <w:t>197.7493</w:t>
      </w:r>
      <w:r>
        <w:tab/>
        <w:t>1.013e0</w:t>
      </w:r>
    </w:p>
    <w:p w:rsidR="00D44D00" w:rsidRDefault="00D44D00" w:rsidP="00D44D00">
      <w:r>
        <w:t>197.7574</w:t>
      </w:r>
      <w:r>
        <w:tab/>
        <w:t>6.076e0</w:t>
      </w:r>
    </w:p>
    <w:p w:rsidR="00D44D00" w:rsidRDefault="00D44D00" w:rsidP="00D44D00">
      <w:r>
        <w:t>197.7669</w:t>
      </w:r>
      <w:r>
        <w:tab/>
        <w:t>2.025e0</w:t>
      </w:r>
    </w:p>
    <w:p w:rsidR="00D44D00" w:rsidRDefault="00D44D00" w:rsidP="00D44D00">
      <w:r>
        <w:t>197.7759</w:t>
      </w:r>
      <w:r>
        <w:tab/>
        <w:t>1.013e0</w:t>
      </w:r>
    </w:p>
    <w:p w:rsidR="00D44D00" w:rsidRDefault="00D44D00" w:rsidP="00D44D00">
      <w:r>
        <w:t>197.7797</w:t>
      </w:r>
      <w:r>
        <w:tab/>
        <w:t>1.013e0</w:t>
      </w:r>
    </w:p>
    <w:p w:rsidR="00D44D00" w:rsidRDefault="00D44D00" w:rsidP="00D44D00">
      <w:r>
        <w:t>197.8026</w:t>
      </w:r>
      <w:r>
        <w:tab/>
        <w:t>1.013e0</w:t>
      </w:r>
    </w:p>
    <w:p w:rsidR="00D44D00" w:rsidRDefault="00D44D00" w:rsidP="00D44D00">
      <w:r>
        <w:t>197.8051</w:t>
      </w:r>
      <w:r>
        <w:tab/>
        <w:t>1.013e1</w:t>
      </w:r>
    </w:p>
    <w:p w:rsidR="00D44D00" w:rsidRDefault="00D44D00" w:rsidP="00D44D00">
      <w:r>
        <w:t>197.8101</w:t>
      </w:r>
      <w:r>
        <w:tab/>
        <w:t>2.025e0</w:t>
      </w:r>
    </w:p>
    <w:p w:rsidR="00D44D00" w:rsidRDefault="00D44D00" w:rsidP="00D44D00">
      <w:r>
        <w:t>197.8197</w:t>
      </w:r>
      <w:r>
        <w:tab/>
        <w:t>6.076e0</w:t>
      </w:r>
    </w:p>
    <w:p w:rsidR="00D44D00" w:rsidRDefault="00D44D00" w:rsidP="00D44D00">
      <w:r>
        <w:t>197.8326</w:t>
      </w:r>
      <w:r>
        <w:tab/>
        <w:t>1.013e0</w:t>
      </w:r>
    </w:p>
    <w:p w:rsidR="00D44D00" w:rsidRDefault="00D44D00" w:rsidP="00D44D00">
      <w:r>
        <w:t>197.8400</w:t>
      </w:r>
      <w:r>
        <w:tab/>
        <w:t>1.013e0</w:t>
      </w:r>
    </w:p>
    <w:p w:rsidR="00D44D00" w:rsidRDefault="00D44D00" w:rsidP="00D44D00">
      <w:r>
        <w:t>197.8484</w:t>
      </w:r>
      <w:r>
        <w:tab/>
        <w:t>6.076e0</w:t>
      </w:r>
    </w:p>
    <w:p w:rsidR="00D44D00" w:rsidRDefault="00D44D00" w:rsidP="00D44D00">
      <w:r>
        <w:t>197.8586</w:t>
      </w:r>
      <w:r>
        <w:tab/>
        <w:t>5.063e0</w:t>
      </w:r>
    </w:p>
    <w:p w:rsidR="00D44D00" w:rsidRDefault="00D44D00" w:rsidP="00D44D00">
      <w:r>
        <w:t>197.8720</w:t>
      </w:r>
      <w:r>
        <w:tab/>
        <w:t>4.051e0</w:t>
      </w:r>
    </w:p>
    <w:p w:rsidR="00D44D00" w:rsidRDefault="00D44D00" w:rsidP="00D44D00">
      <w:r>
        <w:t>197.8771</w:t>
      </w:r>
      <w:r>
        <w:tab/>
        <w:t>6.604e0</w:t>
      </w:r>
    </w:p>
    <w:p w:rsidR="00D44D00" w:rsidRDefault="00D44D00" w:rsidP="00D44D00">
      <w:r>
        <w:t>197.8845</w:t>
      </w:r>
      <w:r>
        <w:tab/>
        <w:t>3.038e0</w:t>
      </w:r>
    </w:p>
    <w:p w:rsidR="00D44D00" w:rsidRDefault="00D44D00" w:rsidP="00D44D00">
      <w:r>
        <w:lastRenderedPageBreak/>
        <w:t>197.9060</w:t>
      </w:r>
      <w:r>
        <w:tab/>
        <w:t>3.038e0</w:t>
      </w:r>
    </w:p>
    <w:p w:rsidR="00D44D00" w:rsidRDefault="00D44D00" w:rsidP="00D44D00">
      <w:r>
        <w:t>197.9086</w:t>
      </w:r>
      <w:r>
        <w:tab/>
        <w:t>2.025e0</w:t>
      </w:r>
    </w:p>
    <w:p w:rsidR="00D44D00" w:rsidRDefault="00D44D00" w:rsidP="00D44D00">
      <w:r>
        <w:t>197.9272</w:t>
      </w:r>
      <w:r>
        <w:tab/>
        <w:t>8.101e0</w:t>
      </w:r>
    </w:p>
    <w:p w:rsidR="00D44D00" w:rsidRDefault="00D44D00" w:rsidP="00D44D00">
      <w:r>
        <w:t>197.9350</w:t>
      </w:r>
      <w:r>
        <w:tab/>
        <w:t>1.127e1</w:t>
      </w:r>
    </w:p>
    <w:p w:rsidR="00D44D00" w:rsidRDefault="00D44D00" w:rsidP="00D44D00">
      <w:r>
        <w:t>197.9533</w:t>
      </w:r>
      <w:r>
        <w:tab/>
        <w:t>3.038e0</w:t>
      </w:r>
    </w:p>
    <w:p w:rsidR="00D44D00" w:rsidRDefault="00D44D00" w:rsidP="00D44D00">
      <w:r>
        <w:t>198.0008</w:t>
      </w:r>
      <w:r>
        <w:tab/>
        <w:t>1.041e2</w:t>
      </w:r>
    </w:p>
    <w:p w:rsidR="00D44D00" w:rsidRDefault="00D44D00" w:rsidP="00D44D00">
      <w:r>
        <w:t>198.0028</w:t>
      </w:r>
      <w:r>
        <w:tab/>
        <w:t>9.158e2</w:t>
      </w:r>
    </w:p>
    <w:p w:rsidR="00D44D00" w:rsidRDefault="00D44D00" w:rsidP="00D44D00">
      <w:r>
        <w:t>198.0390</w:t>
      </w:r>
      <w:r>
        <w:tab/>
        <w:t>6.676e0</w:t>
      </w:r>
    </w:p>
    <w:p w:rsidR="00D44D00" w:rsidRDefault="00D44D00" w:rsidP="00D44D00">
      <w:r>
        <w:t>198.0664</w:t>
      </w:r>
      <w:r>
        <w:tab/>
        <w:t>7.521e0</w:t>
      </w:r>
    </w:p>
    <w:p w:rsidR="00D44D00" w:rsidRDefault="00D44D00" w:rsidP="00D44D00">
      <w:r>
        <w:t>198.0695</w:t>
      </w:r>
      <w:r>
        <w:tab/>
        <w:t>3.489e0</w:t>
      </w:r>
    </w:p>
    <w:p w:rsidR="00D44D00" w:rsidRDefault="00D44D00" w:rsidP="00D44D00">
      <w:r>
        <w:t>198.0716</w:t>
      </w:r>
      <w:r>
        <w:tab/>
        <w:t>3.038e0</w:t>
      </w:r>
    </w:p>
    <w:p w:rsidR="00D44D00" w:rsidRDefault="00D44D00" w:rsidP="00D44D00">
      <w:r>
        <w:t>198.0918</w:t>
      </w:r>
      <w:r>
        <w:tab/>
        <w:t>4.051e0</w:t>
      </w:r>
    </w:p>
    <w:p w:rsidR="00D44D00" w:rsidRDefault="00D44D00" w:rsidP="00D44D00">
      <w:r>
        <w:t>198.0938</w:t>
      </w:r>
      <w:r>
        <w:tab/>
        <w:t>7.138e0</w:t>
      </w:r>
    </w:p>
    <w:p w:rsidR="00D44D00" w:rsidRDefault="00D44D00" w:rsidP="00D44D00">
      <w:r>
        <w:t>198.1114</w:t>
      </w:r>
      <w:r>
        <w:tab/>
        <w:t>6.076e0</w:t>
      </w:r>
    </w:p>
    <w:p w:rsidR="00D44D00" w:rsidRDefault="00D44D00" w:rsidP="00D44D00">
      <w:r>
        <w:t>198.1186</w:t>
      </w:r>
      <w:r>
        <w:tab/>
        <w:t>4.051e0</w:t>
      </w:r>
    </w:p>
    <w:p w:rsidR="00D44D00" w:rsidRDefault="00D44D00" w:rsidP="00D44D00">
      <w:r>
        <w:t>198.1314</w:t>
      </w:r>
      <w:r>
        <w:tab/>
        <w:t>8.272e0</w:t>
      </w:r>
    </w:p>
    <w:p w:rsidR="00D44D00" w:rsidRDefault="00D44D00" w:rsidP="00D44D00">
      <w:r>
        <w:t>198.1450</w:t>
      </w:r>
      <w:r>
        <w:tab/>
        <w:t>4.450e0</w:t>
      </w:r>
    </w:p>
    <w:p w:rsidR="00D44D00" w:rsidRDefault="00D44D00" w:rsidP="00D44D00">
      <w:r>
        <w:t>198.1564</w:t>
      </w:r>
      <w:r>
        <w:tab/>
        <w:t>4.051e0</w:t>
      </w:r>
    </w:p>
    <w:p w:rsidR="00D44D00" w:rsidRDefault="00D44D00" w:rsidP="00D44D00">
      <w:r>
        <w:t>198.1605</w:t>
      </w:r>
      <w:r>
        <w:tab/>
        <w:t>4.271e0</w:t>
      </w:r>
    </w:p>
    <w:p w:rsidR="00D44D00" w:rsidRDefault="00D44D00" w:rsidP="00D44D00">
      <w:r>
        <w:lastRenderedPageBreak/>
        <w:t>198.1682</w:t>
      </w:r>
      <w:r>
        <w:tab/>
        <w:t>1.013e0</w:t>
      </w:r>
    </w:p>
    <w:p w:rsidR="00D44D00" w:rsidRDefault="00D44D00" w:rsidP="00D44D00">
      <w:r>
        <w:t>198.1890</w:t>
      </w:r>
      <w:r>
        <w:tab/>
        <w:t>5.151e0</w:t>
      </w:r>
    </w:p>
    <w:p w:rsidR="00D44D00" w:rsidRDefault="00D44D00" w:rsidP="00D44D00">
      <w:r>
        <w:t>198.1912</w:t>
      </w:r>
      <w:r>
        <w:tab/>
        <w:t>3.038e0</w:t>
      </w:r>
    </w:p>
    <w:p w:rsidR="00D44D00" w:rsidRDefault="00D44D00" w:rsidP="00D44D00">
      <w:r>
        <w:t>198.2101</w:t>
      </w:r>
      <w:r>
        <w:tab/>
        <w:t>1.013e0</w:t>
      </w:r>
    </w:p>
    <w:p w:rsidR="00D44D00" w:rsidRDefault="00D44D00" w:rsidP="00D44D00">
      <w:r>
        <w:t>198.2140</w:t>
      </w:r>
      <w:r>
        <w:tab/>
        <w:t>3.180e0</w:t>
      </w:r>
    </w:p>
    <w:p w:rsidR="00D44D00" w:rsidRDefault="00D44D00" w:rsidP="00D44D00">
      <w:r>
        <w:t>198.2235</w:t>
      </w:r>
      <w:r>
        <w:tab/>
        <w:t>2.025e0</w:t>
      </w:r>
    </w:p>
    <w:p w:rsidR="00D44D00" w:rsidRDefault="00D44D00" w:rsidP="00D44D00">
      <w:r>
        <w:t>198.2551</w:t>
      </w:r>
      <w:r>
        <w:tab/>
        <w:t>1.013e0</w:t>
      </w:r>
    </w:p>
    <w:p w:rsidR="00D44D00" w:rsidRDefault="00D44D00" w:rsidP="00D44D00">
      <w:r>
        <w:t>198.2667</w:t>
      </w:r>
      <w:r>
        <w:tab/>
        <w:t>5.063e0</w:t>
      </w:r>
    </w:p>
    <w:p w:rsidR="00D44D00" w:rsidRDefault="00D44D00" w:rsidP="00D44D00">
      <w:r>
        <w:t>198.2692</w:t>
      </w:r>
      <w:r>
        <w:tab/>
        <w:t>4.051e0</w:t>
      </w:r>
    </w:p>
    <w:p w:rsidR="00D44D00" w:rsidRDefault="00D44D00" w:rsidP="00D44D00">
      <w:r>
        <w:t>198.2739</w:t>
      </w:r>
      <w:r>
        <w:tab/>
        <w:t>3.038e0</w:t>
      </w:r>
    </w:p>
    <w:p w:rsidR="00D44D00" w:rsidRDefault="00D44D00" w:rsidP="00D44D00">
      <w:r>
        <w:t>198.2943</w:t>
      </w:r>
      <w:r>
        <w:tab/>
        <w:t>2.025e0</w:t>
      </w:r>
    </w:p>
    <w:p w:rsidR="00D44D00" w:rsidRDefault="00D44D00" w:rsidP="00D44D00">
      <w:r>
        <w:t>198.2996</w:t>
      </w:r>
      <w:r>
        <w:tab/>
        <w:t>1.013e0</w:t>
      </w:r>
    </w:p>
    <w:p w:rsidR="00D44D00" w:rsidRDefault="00D44D00" w:rsidP="00D44D00">
      <w:r>
        <w:t>198.3071</w:t>
      </w:r>
      <w:r>
        <w:tab/>
        <w:t>6.601e0</w:t>
      </w:r>
    </w:p>
    <w:p w:rsidR="00D44D00" w:rsidRDefault="00D44D00" w:rsidP="00D44D00">
      <w:r>
        <w:t>198.3145</w:t>
      </w:r>
      <w:r>
        <w:tab/>
        <w:t>2.025e0</w:t>
      </w:r>
    </w:p>
    <w:p w:rsidR="00D44D00" w:rsidRDefault="00D44D00" w:rsidP="00D44D00">
      <w:r>
        <w:t>198.3295</w:t>
      </w:r>
      <w:r>
        <w:tab/>
        <w:t>3.038e0</w:t>
      </w:r>
    </w:p>
    <w:p w:rsidR="00D44D00" w:rsidRDefault="00D44D00" w:rsidP="00D44D00">
      <w:r>
        <w:t>198.3425</w:t>
      </w:r>
      <w:r>
        <w:tab/>
        <w:t>2.025e0</w:t>
      </w:r>
    </w:p>
    <w:p w:rsidR="00D44D00" w:rsidRDefault="00D44D00" w:rsidP="00D44D00">
      <w:r>
        <w:t>198.3590</w:t>
      </w:r>
      <w:r>
        <w:tab/>
        <w:t>2.025e0</w:t>
      </w:r>
    </w:p>
    <w:p w:rsidR="00D44D00" w:rsidRDefault="00D44D00" w:rsidP="00D44D00">
      <w:r>
        <w:t>198.3610</w:t>
      </w:r>
      <w:r>
        <w:tab/>
        <w:t>2.025e0</w:t>
      </w:r>
    </w:p>
    <w:p w:rsidR="00D44D00" w:rsidRDefault="00D44D00" w:rsidP="00D44D00">
      <w:r>
        <w:t>198.3631</w:t>
      </w:r>
      <w:r>
        <w:tab/>
        <w:t>3.273e0</w:t>
      </w:r>
    </w:p>
    <w:p w:rsidR="00D44D00" w:rsidRDefault="00D44D00" w:rsidP="00D44D00">
      <w:r>
        <w:lastRenderedPageBreak/>
        <w:t>198.3663</w:t>
      </w:r>
      <w:r>
        <w:tab/>
        <w:t>6.076e0</w:t>
      </w:r>
    </w:p>
    <w:p w:rsidR="00D44D00" w:rsidRDefault="00D44D00" w:rsidP="00D44D00">
      <w:r>
        <w:t>198.3802</w:t>
      </w:r>
      <w:r>
        <w:tab/>
        <w:t>2.025e0</w:t>
      </w:r>
    </w:p>
    <w:p w:rsidR="00D44D00" w:rsidRDefault="00D44D00" w:rsidP="00D44D00">
      <w:r>
        <w:t>198.3932</w:t>
      </w:r>
      <w:r>
        <w:tab/>
        <w:t>1.013e0</w:t>
      </w:r>
    </w:p>
    <w:p w:rsidR="00D44D00" w:rsidRDefault="00D44D00" w:rsidP="00D44D00">
      <w:r>
        <w:t>198.3972</w:t>
      </w:r>
      <w:r>
        <w:tab/>
        <w:t>3.038e0</w:t>
      </w:r>
    </w:p>
    <w:p w:rsidR="00D44D00" w:rsidRDefault="00D44D00" w:rsidP="00D44D00">
      <w:r>
        <w:t>198.4138</w:t>
      </w:r>
      <w:r>
        <w:tab/>
        <w:t>5.063e0</w:t>
      </w:r>
    </w:p>
    <w:p w:rsidR="00D44D00" w:rsidRDefault="00D44D00" w:rsidP="00D44D00">
      <w:r>
        <w:t>198.4368</w:t>
      </w:r>
      <w:r>
        <w:tab/>
        <w:t>8.101e0</w:t>
      </w:r>
    </w:p>
    <w:p w:rsidR="00D44D00" w:rsidRDefault="00D44D00" w:rsidP="00D44D00">
      <w:r>
        <w:t>198.4424</w:t>
      </w:r>
      <w:r>
        <w:tab/>
        <w:t>2.025e0</w:t>
      </w:r>
    </w:p>
    <w:p w:rsidR="00D44D00" w:rsidRDefault="00D44D00" w:rsidP="00D44D00">
      <w:r>
        <w:t>198.4760</w:t>
      </w:r>
      <w:r>
        <w:tab/>
        <w:t>2.025e0</w:t>
      </w:r>
    </w:p>
    <w:p w:rsidR="00D44D00" w:rsidRDefault="00D44D00" w:rsidP="00D44D00">
      <w:r>
        <w:t>198.4794</w:t>
      </w:r>
      <w:r>
        <w:tab/>
        <w:t>2.025e0</w:t>
      </w:r>
    </w:p>
    <w:p w:rsidR="00D44D00" w:rsidRDefault="00D44D00" w:rsidP="00D44D00">
      <w:r>
        <w:t>198.4813</w:t>
      </w:r>
      <w:r>
        <w:tab/>
        <w:t>2.025e0</w:t>
      </w:r>
    </w:p>
    <w:p w:rsidR="00D44D00" w:rsidRDefault="00D44D00" w:rsidP="00D44D00">
      <w:r>
        <w:t>198.4980</w:t>
      </w:r>
      <w:r>
        <w:tab/>
        <w:t>3.038e0</w:t>
      </w:r>
    </w:p>
    <w:p w:rsidR="00D44D00" w:rsidRDefault="00D44D00" w:rsidP="00D44D00">
      <w:r>
        <w:t>198.5040</w:t>
      </w:r>
      <w:r>
        <w:tab/>
        <w:t>3.038e0</w:t>
      </w:r>
    </w:p>
    <w:p w:rsidR="00D44D00" w:rsidRDefault="00D44D00" w:rsidP="00D44D00">
      <w:r>
        <w:t>198.5119</w:t>
      </w:r>
      <w:r>
        <w:tab/>
        <w:t>3.038e0</w:t>
      </w:r>
    </w:p>
    <w:p w:rsidR="00D44D00" w:rsidRDefault="00D44D00" w:rsidP="00D44D00">
      <w:r>
        <w:t>198.5166</w:t>
      </w:r>
      <w:r>
        <w:tab/>
        <w:t>2.025e0</w:t>
      </w:r>
    </w:p>
    <w:p w:rsidR="00D44D00" w:rsidRDefault="00D44D00" w:rsidP="00D44D00">
      <w:r>
        <w:t>198.5305</w:t>
      </w:r>
      <w:r>
        <w:tab/>
        <w:t>5.063e0</w:t>
      </w:r>
    </w:p>
    <w:p w:rsidR="00D44D00" w:rsidRDefault="00D44D00" w:rsidP="00D44D00">
      <w:r>
        <w:t>198.5444</w:t>
      </w:r>
      <w:r>
        <w:tab/>
        <w:t>2.025e0</w:t>
      </w:r>
    </w:p>
    <w:p w:rsidR="00D44D00" w:rsidRDefault="00D44D00" w:rsidP="00D44D00">
      <w:r>
        <w:t>198.5501</w:t>
      </w:r>
      <w:r>
        <w:tab/>
        <w:t>4.051e0</w:t>
      </w:r>
    </w:p>
    <w:p w:rsidR="00D44D00" w:rsidRDefault="00D44D00" w:rsidP="00D44D00">
      <w:r>
        <w:t>198.5649</w:t>
      </w:r>
      <w:r>
        <w:tab/>
        <w:t>1.013e0</w:t>
      </w:r>
    </w:p>
    <w:p w:rsidR="00D44D00" w:rsidRDefault="00D44D00" w:rsidP="00D44D00">
      <w:r>
        <w:t>198.5892</w:t>
      </w:r>
      <w:r>
        <w:tab/>
        <w:t>4.116e0</w:t>
      </w:r>
    </w:p>
    <w:p w:rsidR="00D44D00" w:rsidRDefault="00D44D00" w:rsidP="00D44D00">
      <w:r>
        <w:lastRenderedPageBreak/>
        <w:t>198.6046</w:t>
      </w:r>
      <w:r>
        <w:tab/>
        <w:t>7.208e0</w:t>
      </w:r>
    </w:p>
    <w:p w:rsidR="00D44D00" w:rsidRDefault="00D44D00" w:rsidP="00D44D00">
      <w:r>
        <w:t>198.6222</w:t>
      </w:r>
      <w:r>
        <w:tab/>
        <w:t>2.025e0</w:t>
      </w:r>
    </w:p>
    <w:p w:rsidR="00D44D00" w:rsidRDefault="00D44D00" w:rsidP="00D44D00">
      <w:r>
        <w:t>198.6376</w:t>
      </w:r>
      <w:r>
        <w:tab/>
        <w:t>7.089e0</w:t>
      </w:r>
    </w:p>
    <w:p w:rsidR="00D44D00" w:rsidRDefault="00D44D00" w:rsidP="00D44D00">
      <w:r>
        <w:t>198.6433</w:t>
      </w:r>
      <w:r>
        <w:tab/>
        <w:t>9.942e0</w:t>
      </w:r>
    </w:p>
    <w:p w:rsidR="00D44D00" w:rsidRDefault="00D44D00" w:rsidP="00D44D00">
      <w:r>
        <w:t>198.6573</w:t>
      </w:r>
      <w:r>
        <w:tab/>
        <w:t>5.466e0</w:t>
      </w:r>
    </w:p>
    <w:p w:rsidR="00D44D00" w:rsidRDefault="00D44D00" w:rsidP="00D44D00">
      <w:r>
        <w:t>198.6644</w:t>
      </w:r>
      <w:r>
        <w:tab/>
        <w:t>5.063e0</w:t>
      </w:r>
    </w:p>
    <w:p w:rsidR="00D44D00" w:rsidRDefault="00D44D00" w:rsidP="00D44D00">
      <w:r>
        <w:t>198.6775</w:t>
      </w:r>
      <w:r>
        <w:tab/>
        <w:t>3.647e0</w:t>
      </w:r>
    </w:p>
    <w:p w:rsidR="00D44D00" w:rsidRDefault="00D44D00" w:rsidP="00D44D00">
      <w:r>
        <w:t>198.6815</w:t>
      </w:r>
      <w:r>
        <w:tab/>
        <w:t>6.619e0</w:t>
      </w:r>
    </w:p>
    <w:p w:rsidR="00D44D00" w:rsidRDefault="00D44D00" w:rsidP="00D44D00">
      <w:r>
        <w:t>198.7161</w:t>
      </w:r>
      <w:r>
        <w:tab/>
        <w:t>3.038e0</w:t>
      </w:r>
    </w:p>
    <w:p w:rsidR="00D44D00" w:rsidRDefault="00D44D00" w:rsidP="00D44D00">
      <w:r>
        <w:t>198.7182</w:t>
      </w:r>
      <w:r>
        <w:tab/>
        <w:t>1.114e1</w:t>
      </w:r>
    </w:p>
    <w:p w:rsidR="00D44D00" w:rsidRDefault="00D44D00" w:rsidP="00D44D00">
      <w:r>
        <w:t>198.7374</w:t>
      </w:r>
      <w:r>
        <w:tab/>
        <w:t>1.136e1</w:t>
      </w:r>
    </w:p>
    <w:p w:rsidR="00D44D00" w:rsidRDefault="00D44D00" w:rsidP="00D44D00">
      <w:r>
        <w:t>198.7529</w:t>
      </w:r>
      <w:r>
        <w:tab/>
        <w:t>5.987e0</w:t>
      </w:r>
    </w:p>
    <w:p w:rsidR="00D44D00" w:rsidRDefault="00D44D00" w:rsidP="00D44D00">
      <w:r>
        <w:t>198.7572</w:t>
      </w:r>
      <w:r>
        <w:tab/>
        <w:t>9.186e0</w:t>
      </w:r>
    </w:p>
    <w:p w:rsidR="00D44D00" w:rsidRDefault="00D44D00" w:rsidP="00D44D00">
      <w:r>
        <w:t>198.7629</w:t>
      </w:r>
      <w:r>
        <w:tab/>
        <w:t>6.028e0</w:t>
      </w:r>
    </w:p>
    <w:p w:rsidR="00D44D00" w:rsidRDefault="00D44D00" w:rsidP="00D44D00">
      <w:r>
        <w:t>198.7846</w:t>
      </w:r>
      <w:r>
        <w:tab/>
        <w:t>2.025e0</w:t>
      </w:r>
    </w:p>
    <w:p w:rsidR="00D44D00" w:rsidRDefault="00D44D00" w:rsidP="00D44D00">
      <w:r>
        <w:t>198.7867</w:t>
      </w:r>
      <w:r>
        <w:tab/>
        <w:t>3.090e0</w:t>
      </w:r>
    </w:p>
    <w:p w:rsidR="00D44D00" w:rsidRDefault="00D44D00" w:rsidP="00D44D00">
      <w:r>
        <w:t>198.7886</w:t>
      </w:r>
      <w:r>
        <w:tab/>
        <w:t>1.029e1</w:t>
      </w:r>
    </w:p>
    <w:p w:rsidR="00D44D00" w:rsidRDefault="00D44D00" w:rsidP="00D44D00">
      <w:r>
        <w:t>198.8073</w:t>
      </w:r>
      <w:r>
        <w:tab/>
        <w:t>2.025e0</w:t>
      </w:r>
    </w:p>
    <w:p w:rsidR="00D44D00" w:rsidRDefault="00D44D00" w:rsidP="00D44D00">
      <w:r>
        <w:t>198.8155</w:t>
      </w:r>
      <w:r>
        <w:tab/>
        <w:t>1.103e1</w:t>
      </w:r>
    </w:p>
    <w:p w:rsidR="00D44D00" w:rsidRDefault="00D44D00" w:rsidP="00D44D00">
      <w:r>
        <w:lastRenderedPageBreak/>
        <w:t>198.8284</w:t>
      </w:r>
      <w:r>
        <w:tab/>
        <w:t>7.089e0</w:t>
      </w:r>
    </w:p>
    <w:p w:rsidR="00D44D00" w:rsidRDefault="00D44D00" w:rsidP="00D44D00">
      <w:r>
        <w:t>198.8438</w:t>
      </w:r>
      <w:r>
        <w:tab/>
        <w:t>4.407e0</w:t>
      </w:r>
    </w:p>
    <w:p w:rsidR="00D44D00" w:rsidRDefault="00D44D00" w:rsidP="00D44D00">
      <w:r>
        <w:t>198.8451</w:t>
      </w:r>
      <w:r>
        <w:tab/>
        <w:t>1.114e1</w:t>
      </w:r>
    </w:p>
    <w:p w:rsidR="00D44D00" w:rsidRDefault="00D44D00" w:rsidP="00D44D00">
      <w:r>
        <w:t>198.8694</w:t>
      </w:r>
      <w:r>
        <w:tab/>
        <w:t>8.758e0</w:t>
      </w:r>
    </w:p>
    <w:p w:rsidR="00D44D00" w:rsidRDefault="00D44D00" w:rsidP="00D44D00">
      <w:r>
        <w:t>198.8715</w:t>
      </w:r>
      <w:r>
        <w:tab/>
        <w:t>5.063e0</w:t>
      </w:r>
    </w:p>
    <w:p w:rsidR="00D44D00" w:rsidRDefault="00D44D00" w:rsidP="00D44D00">
      <w:r>
        <w:t>198.8914</w:t>
      </w:r>
      <w:r>
        <w:tab/>
        <w:t>1.013e0</w:t>
      </w:r>
    </w:p>
    <w:p w:rsidR="00D44D00" w:rsidRDefault="00D44D00" w:rsidP="00D44D00">
      <w:r>
        <w:t>198.8927</w:t>
      </w:r>
      <w:r>
        <w:tab/>
        <w:t>6.076e0</w:t>
      </w:r>
    </w:p>
    <w:p w:rsidR="00D44D00" w:rsidRDefault="00D44D00" w:rsidP="00D44D00">
      <w:r>
        <w:t>198.8945</w:t>
      </w:r>
      <w:r>
        <w:tab/>
        <w:t>7.583e0</w:t>
      </w:r>
    </w:p>
    <w:p w:rsidR="00D44D00" w:rsidRDefault="00D44D00" w:rsidP="00D44D00">
      <w:r>
        <w:t>198.9269</w:t>
      </w:r>
      <w:r>
        <w:tab/>
        <w:t>4.051e0</w:t>
      </w:r>
    </w:p>
    <w:p w:rsidR="00D44D00" w:rsidRDefault="00D44D00" w:rsidP="00D44D00">
      <w:r>
        <w:t>198.9302</w:t>
      </w:r>
      <w:r>
        <w:tab/>
        <w:t>4.875e0</w:t>
      </w:r>
    </w:p>
    <w:p w:rsidR="00D44D00" w:rsidRDefault="00D44D00" w:rsidP="00D44D00">
      <w:r>
        <w:t>198.9317</w:t>
      </w:r>
      <w:r>
        <w:tab/>
        <w:t>9.257e0</w:t>
      </w:r>
    </w:p>
    <w:p w:rsidR="00D44D00" w:rsidRDefault="00D44D00" w:rsidP="00D44D00">
      <w:r>
        <w:t>198.9885</w:t>
      </w:r>
      <w:r>
        <w:tab/>
        <w:t>1.759e3</w:t>
      </w:r>
    </w:p>
    <w:p w:rsidR="00D44D00" w:rsidRDefault="00D44D00" w:rsidP="00D44D00">
      <w:r>
        <w:t>198.9914</w:t>
      </w:r>
      <w:r>
        <w:tab/>
        <w:t>1.431e3</w:t>
      </w:r>
    </w:p>
    <w:p w:rsidR="00D44D00" w:rsidRDefault="00D44D00" w:rsidP="00D44D00">
      <w:r>
        <w:t>198.9937</w:t>
      </w:r>
      <w:r>
        <w:tab/>
        <w:t>1.834e3</w:t>
      </w:r>
    </w:p>
    <w:p w:rsidR="00D44D00" w:rsidRDefault="00D44D00" w:rsidP="00D44D00">
      <w:r>
        <w:t>199.0530</w:t>
      </w:r>
      <w:r>
        <w:tab/>
        <w:t>1.013e0</w:t>
      </w:r>
    </w:p>
    <w:p w:rsidR="00D44D00" w:rsidRDefault="00D44D00" w:rsidP="00D44D00">
      <w:r>
        <w:t>199.0732</w:t>
      </w:r>
      <w:r>
        <w:tab/>
        <w:t>4.051e0</w:t>
      </w:r>
    </w:p>
    <w:p w:rsidR="00D44D00" w:rsidRDefault="00D44D00" w:rsidP="00D44D00">
      <w:r>
        <w:t>199.0789</w:t>
      </w:r>
      <w:r>
        <w:tab/>
        <w:t>2.618e0</w:t>
      </w:r>
    </w:p>
    <w:p w:rsidR="00D44D00" w:rsidRDefault="00D44D00" w:rsidP="00D44D00">
      <w:r>
        <w:t>199.0866</w:t>
      </w:r>
      <w:r>
        <w:tab/>
        <w:t>6.772e0</w:t>
      </w:r>
    </w:p>
    <w:p w:rsidR="00D44D00" w:rsidRDefault="00D44D00" w:rsidP="00D44D00">
      <w:r>
        <w:t>199.1014</w:t>
      </w:r>
      <w:r>
        <w:tab/>
        <w:t>1.502e1</w:t>
      </w:r>
    </w:p>
    <w:p w:rsidR="00D44D00" w:rsidRDefault="00D44D00" w:rsidP="00D44D00">
      <w:r>
        <w:lastRenderedPageBreak/>
        <w:t>199.1547</w:t>
      </w:r>
      <w:r>
        <w:tab/>
        <w:t>1.864e1</w:t>
      </w:r>
    </w:p>
    <w:p w:rsidR="00D44D00" w:rsidRDefault="00D44D00" w:rsidP="00D44D00">
      <w:r>
        <w:t>199.1575</w:t>
      </w:r>
      <w:r>
        <w:tab/>
        <w:t>4.788e2</w:t>
      </w:r>
    </w:p>
    <w:p w:rsidR="00D44D00" w:rsidRDefault="00D44D00" w:rsidP="00D44D00">
      <w:r>
        <w:t>199.1600</w:t>
      </w:r>
      <w:r>
        <w:tab/>
        <w:t>1.137e2</w:t>
      </w:r>
    </w:p>
    <w:p w:rsidR="00D44D00" w:rsidRDefault="00D44D00" w:rsidP="00D44D00">
      <w:r>
        <w:t>199.1637</w:t>
      </w:r>
      <w:r>
        <w:tab/>
        <w:t>1.123e1</w:t>
      </w:r>
    </w:p>
    <w:p w:rsidR="00D44D00" w:rsidRDefault="00D44D00" w:rsidP="00D44D00">
      <w:r>
        <w:t>199.2144</w:t>
      </w:r>
      <w:r>
        <w:tab/>
        <w:t>2.025e0</w:t>
      </w:r>
    </w:p>
    <w:p w:rsidR="00D44D00" w:rsidRDefault="00D44D00" w:rsidP="00D44D00">
      <w:r>
        <w:t>199.2304</w:t>
      </w:r>
      <w:r>
        <w:tab/>
        <w:t>5.063e0</w:t>
      </w:r>
    </w:p>
    <w:p w:rsidR="00D44D00" w:rsidRDefault="00D44D00" w:rsidP="00D44D00">
      <w:r>
        <w:t>199.2339</w:t>
      </w:r>
      <w:r>
        <w:tab/>
        <w:t>4.051e0</w:t>
      </w:r>
    </w:p>
    <w:p w:rsidR="00D44D00" w:rsidRDefault="00D44D00" w:rsidP="00D44D00">
      <w:r>
        <w:t>199.2480</w:t>
      </w:r>
      <w:r>
        <w:tab/>
        <w:t>4.051e0</w:t>
      </w:r>
    </w:p>
    <w:p w:rsidR="00D44D00" w:rsidRDefault="00D44D00" w:rsidP="00D44D00">
      <w:r>
        <w:t>199.2617</w:t>
      </w:r>
      <w:r>
        <w:tab/>
        <w:t>1.549e0</w:t>
      </w:r>
    </w:p>
    <w:p w:rsidR="00D44D00" w:rsidRDefault="00D44D00" w:rsidP="00D44D00">
      <w:r>
        <w:t>199.2775</w:t>
      </w:r>
      <w:r>
        <w:tab/>
        <w:t>2.025e0</w:t>
      </w:r>
    </w:p>
    <w:p w:rsidR="00D44D00" w:rsidRDefault="00D44D00" w:rsidP="00D44D00">
      <w:r>
        <w:t>199.2791</w:t>
      </w:r>
      <w:r>
        <w:tab/>
        <w:t>5.063e0</w:t>
      </w:r>
    </w:p>
    <w:p w:rsidR="00D44D00" w:rsidRDefault="00D44D00" w:rsidP="00D44D00">
      <w:r>
        <w:t>199.2929</w:t>
      </w:r>
      <w:r>
        <w:tab/>
        <w:t>5.063e0</w:t>
      </w:r>
    </w:p>
    <w:p w:rsidR="00D44D00" w:rsidRDefault="00D44D00" w:rsidP="00D44D00">
      <w:r>
        <w:t>199.2960</w:t>
      </w:r>
      <w:r>
        <w:tab/>
        <w:t>2.025e0</w:t>
      </w:r>
    </w:p>
    <w:p w:rsidR="00D44D00" w:rsidRDefault="00D44D00" w:rsidP="00D44D00">
      <w:r>
        <w:t>199.3047</w:t>
      </w:r>
      <w:r>
        <w:tab/>
        <w:t>2.330e0</w:t>
      </w:r>
    </w:p>
    <w:p w:rsidR="00D44D00" w:rsidRDefault="00D44D00" w:rsidP="00D44D00">
      <w:r>
        <w:t>199.3232</w:t>
      </w:r>
      <w:r>
        <w:tab/>
        <w:t>5.284e0</w:t>
      </w:r>
    </w:p>
    <w:p w:rsidR="00D44D00" w:rsidRDefault="00D44D00" w:rsidP="00D44D00">
      <w:r>
        <w:t>199.3252</w:t>
      </w:r>
      <w:r>
        <w:tab/>
        <w:t>7.309e0</w:t>
      </w:r>
    </w:p>
    <w:p w:rsidR="00D44D00" w:rsidRDefault="00D44D00" w:rsidP="00D44D00">
      <w:r>
        <w:t>199.3312</w:t>
      </w:r>
      <w:r>
        <w:tab/>
        <w:t>3.038e0</w:t>
      </w:r>
    </w:p>
    <w:p w:rsidR="00D44D00" w:rsidRDefault="00D44D00" w:rsidP="00D44D00">
      <w:r>
        <w:t>199.3452</w:t>
      </w:r>
      <w:r>
        <w:tab/>
        <w:t>4.051e0</w:t>
      </w:r>
    </w:p>
    <w:p w:rsidR="00D44D00" w:rsidRDefault="00D44D00" w:rsidP="00D44D00">
      <w:r>
        <w:t>199.3604</w:t>
      </w:r>
      <w:r>
        <w:tab/>
        <w:t>1.013e0</w:t>
      </w:r>
    </w:p>
    <w:p w:rsidR="00D44D00" w:rsidRDefault="00D44D00" w:rsidP="00D44D00">
      <w:r>
        <w:lastRenderedPageBreak/>
        <w:t>199.3633</w:t>
      </w:r>
      <w:r>
        <w:tab/>
        <w:t>8.101e0</w:t>
      </w:r>
    </w:p>
    <w:p w:rsidR="00D44D00" w:rsidRDefault="00D44D00" w:rsidP="00D44D00">
      <w:r>
        <w:t>199.3736</w:t>
      </w:r>
      <w:r>
        <w:tab/>
        <w:t>1.316e1</w:t>
      </w:r>
    </w:p>
    <w:p w:rsidR="00D44D00" w:rsidRDefault="00D44D00" w:rsidP="00D44D00">
      <w:r>
        <w:t>199.3792</w:t>
      </w:r>
      <w:r>
        <w:tab/>
        <w:t>2.025e0</w:t>
      </w:r>
    </w:p>
    <w:p w:rsidR="00D44D00" w:rsidRDefault="00D44D00" w:rsidP="00D44D00">
      <w:r>
        <w:t>199.4078</w:t>
      </w:r>
      <w:r>
        <w:tab/>
        <w:t>7.089e0</w:t>
      </w:r>
    </w:p>
    <w:p w:rsidR="00D44D00" w:rsidRDefault="00D44D00" w:rsidP="00D44D00">
      <w:r>
        <w:t>199.4204</w:t>
      </w:r>
      <w:r>
        <w:tab/>
        <w:t>1.013e0</w:t>
      </w:r>
    </w:p>
    <w:p w:rsidR="00D44D00" w:rsidRDefault="00D44D00" w:rsidP="00D44D00">
      <w:r>
        <w:t>199.4334</w:t>
      </w:r>
      <w:r>
        <w:tab/>
        <w:t>6.619e0</w:t>
      </w:r>
    </w:p>
    <w:p w:rsidR="00D44D00" w:rsidRDefault="00D44D00" w:rsidP="00D44D00">
      <w:r>
        <w:t>199.4388</w:t>
      </w:r>
      <w:r>
        <w:tab/>
        <w:t>6.076e0</w:t>
      </w:r>
    </w:p>
    <w:p w:rsidR="00D44D00" w:rsidRDefault="00D44D00" w:rsidP="00D44D00">
      <w:r>
        <w:t>199.4521</w:t>
      </w:r>
      <w:r>
        <w:tab/>
        <w:t>2.025e0</w:t>
      </w:r>
    </w:p>
    <w:p w:rsidR="00D44D00" w:rsidRDefault="00D44D00" w:rsidP="00D44D00">
      <w:r>
        <w:t>199.4698</w:t>
      </w:r>
      <w:r>
        <w:tab/>
        <w:t>9.892e0</w:t>
      </w:r>
    </w:p>
    <w:p w:rsidR="00D44D00" w:rsidRDefault="00D44D00" w:rsidP="00D44D00">
      <w:r>
        <w:t>199.4762</w:t>
      </w:r>
      <w:r>
        <w:tab/>
        <w:t>3.038e0</w:t>
      </w:r>
    </w:p>
    <w:p w:rsidR="00D44D00" w:rsidRDefault="00D44D00" w:rsidP="00D44D00">
      <w:r>
        <w:t>199.4790</w:t>
      </w:r>
      <w:r>
        <w:tab/>
        <w:t>4.051e0</w:t>
      </w:r>
    </w:p>
    <w:p w:rsidR="00D44D00" w:rsidRDefault="00D44D00" w:rsidP="00D44D00">
      <w:r>
        <w:t>199.4952</w:t>
      </w:r>
      <w:r>
        <w:tab/>
        <w:t>4.915e0</w:t>
      </w:r>
    </w:p>
    <w:p w:rsidR="00D44D00" w:rsidRDefault="00D44D00" w:rsidP="00D44D00">
      <w:r>
        <w:t>199.4991</w:t>
      </w:r>
      <w:r>
        <w:tab/>
        <w:t>5.063e0</w:t>
      </w:r>
    </w:p>
    <w:p w:rsidR="00D44D00" w:rsidRDefault="00D44D00" w:rsidP="00D44D00">
      <w:r>
        <w:t>199.5178</w:t>
      </w:r>
      <w:r>
        <w:tab/>
        <w:t>8.250e0</w:t>
      </w:r>
    </w:p>
    <w:p w:rsidR="00D44D00" w:rsidRDefault="00D44D00" w:rsidP="00D44D00">
      <w:r>
        <w:t>199.5230</w:t>
      </w:r>
      <w:r>
        <w:tab/>
        <w:t>4.051e0</w:t>
      </w:r>
    </w:p>
    <w:p w:rsidR="00D44D00" w:rsidRDefault="00D44D00" w:rsidP="00D44D00">
      <w:r>
        <w:t>199.5251</w:t>
      </w:r>
      <w:r>
        <w:tab/>
        <w:t>1.114e1</w:t>
      </w:r>
    </w:p>
    <w:p w:rsidR="00D44D00" w:rsidRDefault="00D44D00" w:rsidP="00D44D00">
      <w:r>
        <w:t>199.5561</w:t>
      </w:r>
      <w:r>
        <w:tab/>
        <w:t>7.089e0</w:t>
      </w:r>
    </w:p>
    <w:p w:rsidR="00D44D00" w:rsidRDefault="00D44D00" w:rsidP="00D44D00">
      <w:r>
        <w:t>199.5626</w:t>
      </w:r>
      <w:r>
        <w:tab/>
        <w:t>1.013e1</w:t>
      </w:r>
    </w:p>
    <w:p w:rsidR="00D44D00" w:rsidRDefault="00D44D00" w:rsidP="00D44D00">
      <w:r>
        <w:t>199.5793</w:t>
      </w:r>
      <w:r>
        <w:tab/>
        <w:t>3.038e0</w:t>
      </w:r>
    </w:p>
    <w:p w:rsidR="00D44D00" w:rsidRDefault="00D44D00" w:rsidP="00D44D00">
      <w:r>
        <w:lastRenderedPageBreak/>
        <w:t>199.5811</w:t>
      </w:r>
      <w:r>
        <w:tab/>
        <w:t>1.254e1</w:t>
      </w:r>
    </w:p>
    <w:p w:rsidR="00D44D00" w:rsidRDefault="00D44D00" w:rsidP="00D44D00">
      <w:r>
        <w:t>199.6013</w:t>
      </w:r>
      <w:r>
        <w:tab/>
        <w:t>6.076e0</w:t>
      </w:r>
    </w:p>
    <w:p w:rsidR="00D44D00" w:rsidRDefault="00D44D00" w:rsidP="00D44D00">
      <w:r>
        <w:t>199.6228</w:t>
      </w:r>
      <w:r>
        <w:tab/>
        <w:t>5.063e0</w:t>
      </w:r>
    </w:p>
    <w:p w:rsidR="00D44D00" w:rsidRDefault="00D44D00" w:rsidP="00D44D00">
      <w:r>
        <w:t>199.6362</w:t>
      </w:r>
      <w:r>
        <w:tab/>
        <w:t>4.051e0</w:t>
      </w:r>
    </w:p>
    <w:p w:rsidR="00D44D00" w:rsidRDefault="00D44D00" w:rsidP="00D44D00">
      <w:r>
        <w:t>199.6381</w:t>
      </w:r>
      <w:r>
        <w:tab/>
        <w:t>4.051e0</w:t>
      </w:r>
    </w:p>
    <w:p w:rsidR="00D44D00" w:rsidRDefault="00D44D00" w:rsidP="00D44D00">
      <w:r>
        <w:t>199.6587</w:t>
      </w:r>
      <w:r>
        <w:tab/>
        <w:t>7.089e0</w:t>
      </w:r>
    </w:p>
    <w:p w:rsidR="00D44D00" w:rsidRDefault="00D44D00" w:rsidP="00D44D00">
      <w:r>
        <w:t>199.6712</w:t>
      </w:r>
      <w:r>
        <w:tab/>
        <w:t>1.013e0</w:t>
      </w:r>
    </w:p>
    <w:p w:rsidR="00D44D00" w:rsidRDefault="00D44D00" w:rsidP="00D44D00">
      <w:r>
        <w:t>199.6795</w:t>
      </w:r>
      <w:r>
        <w:tab/>
        <w:t>7.241e0</w:t>
      </w:r>
    </w:p>
    <w:p w:rsidR="00D44D00" w:rsidRDefault="00D44D00" w:rsidP="00D44D00">
      <w:r>
        <w:t>199.6827</w:t>
      </w:r>
      <w:r>
        <w:tab/>
        <w:t>2.025e0</w:t>
      </w:r>
    </w:p>
    <w:p w:rsidR="00D44D00" w:rsidRDefault="00D44D00" w:rsidP="00D44D00">
      <w:r>
        <w:t>199.6960</w:t>
      </w:r>
      <w:r>
        <w:tab/>
        <w:t>2.025e0</w:t>
      </w:r>
    </w:p>
    <w:p w:rsidR="00D44D00" w:rsidRDefault="00D44D00" w:rsidP="00D44D00">
      <w:r>
        <w:t>199.7207</w:t>
      </w:r>
      <w:r>
        <w:tab/>
        <w:t>7.125e0</w:t>
      </w:r>
    </w:p>
    <w:p w:rsidR="00D44D00" w:rsidRDefault="00D44D00" w:rsidP="00D44D00">
      <w:r>
        <w:t>199.7225</w:t>
      </w:r>
      <w:r>
        <w:tab/>
        <w:t>2.025e0</w:t>
      </w:r>
    </w:p>
    <w:p w:rsidR="00D44D00" w:rsidRDefault="00D44D00" w:rsidP="00D44D00">
      <w:r>
        <w:t>199.7374</w:t>
      </w:r>
      <w:r>
        <w:tab/>
        <w:t>6.323e0</w:t>
      </w:r>
    </w:p>
    <w:p w:rsidR="00D44D00" w:rsidRDefault="00D44D00" w:rsidP="00D44D00">
      <w:r>
        <w:t>199.7549</w:t>
      </w:r>
      <w:r>
        <w:tab/>
        <w:t>3.038e0</w:t>
      </w:r>
    </w:p>
    <w:p w:rsidR="00D44D00" w:rsidRDefault="00D44D00" w:rsidP="00D44D00">
      <w:r>
        <w:t>199.7619</w:t>
      </w:r>
      <w:r>
        <w:tab/>
        <w:t>4.051e0</w:t>
      </w:r>
    </w:p>
    <w:p w:rsidR="00D44D00" w:rsidRDefault="00D44D00" w:rsidP="00D44D00">
      <w:r>
        <w:t>199.7672</w:t>
      </w:r>
      <w:r>
        <w:tab/>
        <w:t>5.063e0</w:t>
      </w:r>
    </w:p>
    <w:p w:rsidR="00D44D00" w:rsidRDefault="00D44D00" w:rsidP="00D44D00">
      <w:r>
        <w:t>199.7981</w:t>
      </w:r>
      <w:r>
        <w:tab/>
        <w:t>1.114e1</w:t>
      </w:r>
    </w:p>
    <w:p w:rsidR="00D44D00" w:rsidRDefault="00D44D00" w:rsidP="00D44D00">
      <w:r>
        <w:t>199.8039</w:t>
      </w:r>
      <w:r>
        <w:tab/>
        <w:t>2.624e0</w:t>
      </w:r>
    </w:p>
    <w:p w:rsidR="00D44D00" w:rsidRDefault="00D44D00" w:rsidP="00D44D00">
      <w:r>
        <w:t>199.8053</w:t>
      </w:r>
      <w:r>
        <w:tab/>
        <w:t>2.025e0</w:t>
      </w:r>
    </w:p>
    <w:p w:rsidR="00D44D00" w:rsidRDefault="00D44D00" w:rsidP="00D44D00">
      <w:r>
        <w:lastRenderedPageBreak/>
        <w:t>199.8125</w:t>
      </w:r>
      <w:r>
        <w:tab/>
        <w:t>2.025e0</w:t>
      </w:r>
    </w:p>
    <w:p w:rsidR="00D44D00" w:rsidRDefault="00D44D00" w:rsidP="00D44D00">
      <w:r>
        <w:t>199.8291</w:t>
      </w:r>
      <w:r>
        <w:tab/>
        <w:t>4.465e0</w:t>
      </w:r>
    </w:p>
    <w:p w:rsidR="00D44D00" w:rsidRDefault="00D44D00" w:rsidP="00D44D00">
      <w:r>
        <w:t>199.8351</w:t>
      </w:r>
      <w:r>
        <w:tab/>
        <w:t>4.051e0</w:t>
      </w:r>
    </w:p>
    <w:p w:rsidR="00D44D00" w:rsidRDefault="00D44D00" w:rsidP="00D44D00">
      <w:r>
        <w:t>199.8437</w:t>
      </w:r>
      <w:r>
        <w:tab/>
        <w:t>4.051e0</w:t>
      </w:r>
    </w:p>
    <w:p w:rsidR="00D44D00" w:rsidRDefault="00D44D00" w:rsidP="00D44D00">
      <w:r>
        <w:t>199.8600</w:t>
      </w:r>
      <w:r>
        <w:tab/>
        <w:t>8.101e0</w:t>
      </w:r>
    </w:p>
    <w:p w:rsidR="00D44D00" w:rsidRDefault="00D44D00" w:rsidP="00D44D00">
      <w:r>
        <w:t>199.8843</w:t>
      </w:r>
      <w:r>
        <w:tab/>
        <w:t>2.108e0</w:t>
      </w:r>
    </w:p>
    <w:p w:rsidR="00D44D00" w:rsidRDefault="00D44D00" w:rsidP="00D44D00">
      <w:r>
        <w:t>199.8936</w:t>
      </w:r>
      <w:r>
        <w:tab/>
        <w:t>1.013e0</w:t>
      </w:r>
    </w:p>
    <w:p w:rsidR="00D44D00" w:rsidRDefault="00D44D00" w:rsidP="00D44D00">
      <w:r>
        <w:t>199.8960</w:t>
      </w:r>
      <w:r>
        <w:tab/>
        <w:t>3.038e0</w:t>
      </w:r>
    </w:p>
    <w:p w:rsidR="00D44D00" w:rsidRDefault="00D44D00" w:rsidP="00D44D00">
      <w:r>
        <w:t>199.9062</w:t>
      </w:r>
      <w:r>
        <w:tab/>
        <w:t>3.038e0</w:t>
      </w:r>
    </w:p>
    <w:p w:rsidR="00D44D00" w:rsidRDefault="00D44D00" w:rsidP="00D44D00">
      <w:r>
        <w:t>199.9185</w:t>
      </w:r>
      <w:r>
        <w:tab/>
        <w:t>2.025e0</w:t>
      </w:r>
    </w:p>
    <w:p w:rsidR="00D44D00" w:rsidRDefault="00D44D00" w:rsidP="00D44D00">
      <w:r>
        <w:t>199.9222</w:t>
      </w:r>
      <w:r>
        <w:tab/>
        <w:t>2.025e0</w:t>
      </w:r>
    </w:p>
    <w:p w:rsidR="00D44D00" w:rsidRDefault="00D44D00" w:rsidP="00D44D00">
      <w:r>
        <w:t>199.9314</w:t>
      </w:r>
      <w:r>
        <w:tab/>
        <w:t>5.063e0</w:t>
      </w:r>
    </w:p>
    <w:p w:rsidR="00D44D00" w:rsidRDefault="00D44D00" w:rsidP="00D44D00">
      <w:r>
        <w:t>199.9500</w:t>
      </w:r>
      <w:r>
        <w:tab/>
        <w:t>2.025e0</w:t>
      </w:r>
    </w:p>
    <w:p w:rsidR="00D44D00" w:rsidRDefault="00D44D00" w:rsidP="00D44D00">
      <w:r>
        <w:t>199.9991</w:t>
      </w:r>
      <w:r>
        <w:tab/>
        <w:t>2.691e2</w:t>
      </w:r>
    </w:p>
    <w:p w:rsidR="00D44D00" w:rsidRDefault="00D44D00" w:rsidP="00D44D00">
      <w:r>
        <w:t>200.0013</w:t>
      </w:r>
      <w:r>
        <w:tab/>
        <w:t>7.375e2</w:t>
      </w:r>
    </w:p>
    <w:p w:rsidR="00D44D00" w:rsidRDefault="00D44D00" w:rsidP="00D44D00">
      <w:r>
        <w:t>200.0516</w:t>
      </w:r>
      <w:r>
        <w:tab/>
        <w:t>4.167e0</w:t>
      </w:r>
    </w:p>
    <w:p w:rsidR="00D44D00" w:rsidRDefault="00D44D00" w:rsidP="00D44D00">
      <w:r>
        <w:t>200.0611</w:t>
      </w:r>
      <w:r>
        <w:tab/>
        <w:t>7.089e0</w:t>
      </w:r>
    </w:p>
    <w:p w:rsidR="00D44D00" w:rsidRDefault="00D44D00" w:rsidP="00D44D00">
      <w:r>
        <w:t>200.0704</w:t>
      </w:r>
      <w:r>
        <w:tab/>
        <w:t>2.025e0</w:t>
      </w:r>
    </w:p>
    <w:p w:rsidR="00D44D00" w:rsidRDefault="00D44D00" w:rsidP="00D44D00">
      <w:r>
        <w:t>200.0838</w:t>
      </w:r>
      <w:r>
        <w:tab/>
        <w:t>3.038e0</w:t>
      </w:r>
    </w:p>
    <w:p w:rsidR="00D44D00" w:rsidRDefault="00D44D00" w:rsidP="00D44D00">
      <w:r>
        <w:lastRenderedPageBreak/>
        <w:t>200.0905</w:t>
      </w:r>
      <w:r>
        <w:tab/>
        <w:t>5.063e0</w:t>
      </w:r>
    </w:p>
    <w:p w:rsidR="00D44D00" w:rsidRDefault="00D44D00" w:rsidP="00D44D00">
      <w:r>
        <w:t>200.0938</w:t>
      </w:r>
      <w:r>
        <w:tab/>
        <w:t>6.342e0</w:t>
      </w:r>
    </w:p>
    <w:p w:rsidR="00D44D00" w:rsidRDefault="00D44D00" w:rsidP="00D44D00">
      <w:r>
        <w:t>200.1042</w:t>
      </w:r>
      <w:r>
        <w:tab/>
        <w:t>4.888e0</w:t>
      </w:r>
    </w:p>
    <w:p w:rsidR="00D44D00" w:rsidRDefault="00D44D00" w:rsidP="00D44D00">
      <w:r>
        <w:t>200.1136</w:t>
      </w:r>
      <w:r>
        <w:tab/>
        <w:t>2.025e0</w:t>
      </w:r>
    </w:p>
    <w:p w:rsidR="00D44D00" w:rsidRDefault="00D44D00" w:rsidP="00D44D00">
      <w:r>
        <w:t>200.1388</w:t>
      </w:r>
      <w:r>
        <w:tab/>
        <w:t>3.038e0</w:t>
      </w:r>
    </w:p>
    <w:p w:rsidR="00D44D00" w:rsidRDefault="00D44D00" w:rsidP="00D44D00">
      <w:r>
        <w:t>200.1455</w:t>
      </w:r>
      <w:r>
        <w:tab/>
        <w:t>6.658e0</w:t>
      </w:r>
    </w:p>
    <w:p w:rsidR="00D44D00" w:rsidRDefault="00D44D00" w:rsidP="00D44D00">
      <w:r>
        <w:t>200.1521</w:t>
      </w:r>
      <w:r>
        <w:tab/>
        <w:t>3.038e0</w:t>
      </w:r>
    </w:p>
    <w:p w:rsidR="00D44D00" w:rsidRDefault="00D44D00" w:rsidP="00D44D00">
      <w:r>
        <w:t>200.1663</w:t>
      </w:r>
      <w:r>
        <w:tab/>
        <w:t>4.051e0</w:t>
      </w:r>
    </w:p>
    <w:p w:rsidR="00D44D00" w:rsidRDefault="00D44D00" w:rsidP="00D44D00">
      <w:r>
        <w:t>200.1727</w:t>
      </w:r>
      <w:r>
        <w:tab/>
        <w:t>8.532e0</w:t>
      </w:r>
    </w:p>
    <w:p w:rsidR="00D44D00" w:rsidRDefault="00D44D00" w:rsidP="00D44D00">
      <w:r>
        <w:t>200.1809</w:t>
      </w:r>
      <w:r>
        <w:tab/>
        <w:t>3.038e0</w:t>
      </w:r>
    </w:p>
    <w:p w:rsidR="00D44D00" w:rsidRDefault="00D44D00" w:rsidP="00D44D00">
      <w:r>
        <w:t>200.2163</w:t>
      </w:r>
      <w:r>
        <w:tab/>
        <w:t>1.013e0</w:t>
      </w:r>
    </w:p>
    <w:p w:rsidR="00D44D00" w:rsidRDefault="00D44D00" w:rsidP="00D44D00">
      <w:r>
        <w:t>200.2204</w:t>
      </w:r>
      <w:r>
        <w:tab/>
        <w:t>1.013e0</w:t>
      </w:r>
    </w:p>
    <w:p w:rsidR="00D44D00" w:rsidRDefault="00D44D00" w:rsidP="00D44D00">
      <w:r>
        <w:t>200.2281</w:t>
      </w:r>
      <w:r>
        <w:tab/>
        <w:t>3.038e0</w:t>
      </w:r>
    </w:p>
    <w:p w:rsidR="00D44D00" w:rsidRDefault="00D44D00" w:rsidP="00D44D00">
      <w:r>
        <w:t>200.2426</w:t>
      </w:r>
      <w:r>
        <w:tab/>
        <w:t>5.063e0</w:t>
      </w:r>
    </w:p>
    <w:p w:rsidR="00D44D00" w:rsidRDefault="00D44D00" w:rsidP="00D44D00">
      <w:r>
        <w:t>200.2548</w:t>
      </w:r>
      <w:r>
        <w:tab/>
        <w:t>2.025e0</w:t>
      </w:r>
    </w:p>
    <w:p w:rsidR="00D44D00" w:rsidRDefault="00D44D00" w:rsidP="00D44D00">
      <w:r>
        <w:t>200.2700</w:t>
      </w:r>
      <w:r>
        <w:tab/>
        <w:t>4.051e0</w:t>
      </w:r>
    </w:p>
    <w:p w:rsidR="00D44D00" w:rsidRDefault="00D44D00" w:rsidP="00D44D00">
      <w:r>
        <w:t>200.2996</w:t>
      </w:r>
      <w:r>
        <w:tab/>
        <w:t>4.051e0</w:t>
      </w:r>
    </w:p>
    <w:p w:rsidR="00D44D00" w:rsidRDefault="00D44D00" w:rsidP="00D44D00">
      <w:r>
        <w:t>200.3110</w:t>
      </w:r>
      <w:r>
        <w:tab/>
        <w:t>2.025e0</w:t>
      </w:r>
    </w:p>
    <w:p w:rsidR="00D44D00" w:rsidRDefault="00D44D00" w:rsidP="00D44D00">
      <w:r>
        <w:t>200.3183</w:t>
      </w:r>
      <w:r>
        <w:tab/>
        <w:t>3.038e0</w:t>
      </w:r>
    </w:p>
    <w:p w:rsidR="00D44D00" w:rsidRDefault="00D44D00" w:rsidP="00D44D00">
      <w:r>
        <w:lastRenderedPageBreak/>
        <w:t>200.3369</w:t>
      </w:r>
      <w:r>
        <w:tab/>
        <w:t>2.025e0</w:t>
      </w:r>
    </w:p>
    <w:p w:rsidR="00D44D00" w:rsidRDefault="00D44D00" w:rsidP="00D44D00">
      <w:r>
        <w:t>200.3446</w:t>
      </w:r>
      <w:r>
        <w:tab/>
        <w:t>1.013e0</w:t>
      </w:r>
    </w:p>
    <w:p w:rsidR="00D44D00" w:rsidRDefault="00D44D00" w:rsidP="00D44D00">
      <w:r>
        <w:t>200.3528</w:t>
      </w:r>
      <w:r>
        <w:tab/>
        <w:t>4.423e0</w:t>
      </w:r>
    </w:p>
    <w:p w:rsidR="00D44D00" w:rsidRDefault="00D44D00" w:rsidP="00D44D00">
      <w:r>
        <w:t>200.3650</w:t>
      </w:r>
      <w:r>
        <w:tab/>
        <w:t>2.025e0</w:t>
      </w:r>
    </w:p>
    <w:p w:rsidR="00D44D00" w:rsidRDefault="00D44D00" w:rsidP="00D44D00">
      <w:r>
        <w:t>200.3690</w:t>
      </w:r>
      <w:r>
        <w:tab/>
        <w:t>3.038e0</w:t>
      </w:r>
    </w:p>
    <w:p w:rsidR="00D44D00" w:rsidRDefault="00D44D00" w:rsidP="00D44D00">
      <w:r>
        <w:t>200.3784</w:t>
      </w:r>
      <w:r>
        <w:tab/>
        <w:t>1.929e0</w:t>
      </w:r>
    </w:p>
    <w:p w:rsidR="00D44D00" w:rsidRDefault="00D44D00" w:rsidP="00D44D00">
      <w:r>
        <w:t>200.3897</w:t>
      </w:r>
      <w:r>
        <w:tab/>
        <w:t>1.013e0</w:t>
      </w:r>
    </w:p>
    <w:p w:rsidR="00D44D00" w:rsidRDefault="00D44D00" w:rsidP="00D44D00">
      <w:r>
        <w:t>200.4068</w:t>
      </w:r>
      <w:r>
        <w:tab/>
        <w:t>3.038e0</w:t>
      </w:r>
    </w:p>
    <w:p w:rsidR="00D44D00" w:rsidRDefault="00D44D00" w:rsidP="00D44D00">
      <w:r>
        <w:t>200.4111</w:t>
      </w:r>
      <w:r>
        <w:tab/>
        <w:t>6.076e0</w:t>
      </w:r>
    </w:p>
    <w:p w:rsidR="00D44D00" w:rsidRDefault="00D44D00" w:rsidP="00D44D00">
      <w:r>
        <w:t>200.4295</w:t>
      </w:r>
      <w:r>
        <w:tab/>
        <w:t>2.025e0</w:t>
      </w:r>
    </w:p>
    <w:p w:rsidR="00D44D00" w:rsidRDefault="00D44D00" w:rsidP="00D44D00">
      <w:r>
        <w:t>200.4410</w:t>
      </w:r>
      <w:r>
        <w:tab/>
        <w:t>2.025e0</w:t>
      </w:r>
    </w:p>
    <w:p w:rsidR="00D44D00" w:rsidRDefault="00D44D00" w:rsidP="00D44D00">
      <w:r>
        <w:t>200.4432</w:t>
      </w:r>
      <w:r>
        <w:tab/>
        <w:t>2.025e0</w:t>
      </w:r>
    </w:p>
    <w:p w:rsidR="00D44D00" w:rsidRDefault="00D44D00" w:rsidP="00D44D00">
      <w:r>
        <w:t>200.4444</w:t>
      </w:r>
      <w:r>
        <w:tab/>
        <w:t>2.344e0</w:t>
      </w:r>
    </w:p>
    <w:p w:rsidR="00D44D00" w:rsidRDefault="00D44D00" w:rsidP="00D44D00">
      <w:r>
        <w:t>200.4654</w:t>
      </w:r>
      <w:r>
        <w:tab/>
        <w:t>2.025e0</w:t>
      </w:r>
    </w:p>
    <w:p w:rsidR="00D44D00" w:rsidRDefault="00D44D00" w:rsidP="00D44D00">
      <w:r>
        <w:t>200.4747</w:t>
      </w:r>
      <w:r>
        <w:tab/>
        <w:t>5.568e0</w:t>
      </w:r>
    </w:p>
    <w:p w:rsidR="00D44D00" w:rsidRDefault="00D44D00" w:rsidP="00D44D00">
      <w:r>
        <w:t>200.4763</w:t>
      </w:r>
      <w:r>
        <w:tab/>
        <w:t>1.013e0</w:t>
      </w:r>
    </w:p>
    <w:p w:rsidR="00D44D00" w:rsidRDefault="00D44D00" w:rsidP="00D44D00">
      <w:r>
        <w:t>200.4988</w:t>
      </w:r>
      <w:r>
        <w:tab/>
        <w:t>1.013e0</w:t>
      </w:r>
    </w:p>
    <w:p w:rsidR="00D44D00" w:rsidRDefault="00D44D00" w:rsidP="00D44D00">
      <w:r>
        <w:t>200.5140</w:t>
      </w:r>
      <w:r>
        <w:tab/>
        <w:t>5.063e0</w:t>
      </w:r>
    </w:p>
    <w:p w:rsidR="00D44D00" w:rsidRDefault="00D44D00" w:rsidP="00D44D00">
      <w:r>
        <w:t>200.5174</w:t>
      </w:r>
      <w:r>
        <w:tab/>
        <w:t>2.025e0</w:t>
      </w:r>
    </w:p>
    <w:p w:rsidR="00D44D00" w:rsidRDefault="00D44D00" w:rsidP="00D44D00">
      <w:r>
        <w:lastRenderedPageBreak/>
        <w:t>200.5214</w:t>
      </w:r>
      <w:r>
        <w:tab/>
        <w:t>6.468e0</w:t>
      </w:r>
    </w:p>
    <w:p w:rsidR="00D44D00" w:rsidRDefault="00D44D00" w:rsidP="00D44D00">
      <w:r>
        <w:t>200.5359</w:t>
      </w:r>
      <w:r>
        <w:tab/>
        <w:t>2.025e0</w:t>
      </w:r>
    </w:p>
    <w:p w:rsidR="00D44D00" w:rsidRDefault="00D44D00" w:rsidP="00D44D00">
      <w:r>
        <w:t>200.5545</w:t>
      </w:r>
      <w:r>
        <w:tab/>
        <w:t>8.082e0</w:t>
      </w:r>
    </w:p>
    <w:p w:rsidR="00D44D00" w:rsidRDefault="00D44D00" w:rsidP="00D44D00">
      <w:r>
        <w:t>200.5622</w:t>
      </w:r>
      <w:r>
        <w:tab/>
        <w:t>3.038e0</w:t>
      </w:r>
    </w:p>
    <w:p w:rsidR="00D44D00" w:rsidRDefault="00D44D00" w:rsidP="00D44D00">
      <w:r>
        <w:t>200.5648</w:t>
      </w:r>
      <w:r>
        <w:tab/>
        <w:t>2.025e0</w:t>
      </w:r>
    </w:p>
    <w:p w:rsidR="00D44D00" w:rsidRDefault="00D44D00" w:rsidP="00D44D00">
      <w:r>
        <w:t>200.5846</w:t>
      </w:r>
      <w:r>
        <w:tab/>
        <w:t>3.038e0</w:t>
      </w:r>
    </w:p>
    <w:p w:rsidR="00D44D00" w:rsidRDefault="00D44D00" w:rsidP="00D44D00">
      <w:r>
        <w:t>200.5860</w:t>
      </w:r>
      <w:r>
        <w:tab/>
        <w:t>1.013e0</w:t>
      </w:r>
    </w:p>
    <w:p w:rsidR="00D44D00" w:rsidRDefault="00D44D00" w:rsidP="00D44D00">
      <w:r>
        <w:t>200.5998</w:t>
      </w:r>
      <w:r>
        <w:tab/>
        <w:t>3.038e0</w:t>
      </w:r>
    </w:p>
    <w:p w:rsidR="00D44D00" w:rsidRDefault="00D44D00" w:rsidP="00D44D00">
      <w:r>
        <w:t>200.6292</w:t>
      </w:r>
      <w:r>
        <w:tab/>
        <w:t>2.025e0</w:t>
      </w:r>
    </w:p>
    <w:p w:rsidR="00D44D00" w:rsidRDefault="00D44D00" w:rsidP="00D44D00">
      <w:r>
        <w:t>200.6415</w:t>
      </w:r>
      <w:r>
        <w:tab/>
        <w:t>4.051e0</w:t>
      </w:r>
    </w:p>
    <w:p w:rsidR="00D44D00" w:rsidRDefault="00D44D00" w:rsidP="00D44D00">
      <w:r>
        <w:t>200.6457</w:t>
      </w:r>
      <w:r>
        <w:tab/>
        <w:t>1.013e0</w:t>
      </w:r>
    </w:p>
    <w:p w:rsidR="00D44D00" w:rsidRDefault="00D44D00" w:rsidP="00D44D00">
      <w:r>
        <w:t>200.6497</w:t>
      </w:r>
      <w:r>
        <w:tab/>
        <w:t>1.013e0</w:t>
      </w:r>
    </w:p>
    <w:p w:rsidR="00D44D00" w:rsidRDefault="00D44D00" w:rsidP="00D44D00">
      <w:r>
        <w:t>200.6645</w:t>
      </w:r>
      <w:r>
        <w:tab/>
        <w:t>2.025e0</w:t>
      </w:r>
    </w:p>
    <w:p w:rsidR="00D44D00" w:rsidRDefault="00D44D00" w:rsidP="00D44D00">
      <w:r>
        <w:t>200.6888</w:t>
      </w:r>
      <w:r>
        <w:tab/>
        <w:t>4.051e0</w:t>
      </w:r>
    </w:p>
    <w:p w:rsidR="00D44D00" w:rsidRDefault="00D44D00" w:rsidP="00D44D00">
      <w:r>
        <w:t>200.6979</w:t>
      </w:r>
      <w:r>
        <w:tab/>
        <w:t>1.013e0</w:t>
      </w:r>
    </w:p>
    <w:p w:rsidR="00D44D00" w:rsidRDefault="00D44D00" w:rsidP="00D44D00">
      <w:r>
        <w:t>200.7026</w:t>
      </w:r>
      <w:r>
        <w:tab/>
        <w:t>3.038e0</w:t>
      </w:r>
    </w:p>
    <w:p w:rsidR="00D44D00" w:rsidRDefault="00D44D00" w:rsidP="00D44D00">
      <w:r>
        <w:t>200.7131</w:t>
      </w:r>
      <w:r>
        <w:tab/>
        <w:t>3.038e0</w:t>
      </w:r>
    </w:p>
    <w:p w:rsidR="00D44D00" w:rsidRDefault="00D44D00" w:rsidP="00D44D00">
      <w:r>
        <w:t>200.7244</w:t>
      </w:r>
      <w:r>
        <w:tab/>
        <w:t>2.025e0</w:t>
      </w:r>
    </w:p>
    <w:p w:rsidR="00D44D00" w:rsidRDefault="00D44D00" w:rsidP="00D44D00">
      <w:r>
        <w:t>200.7516</w:t>
      </w:r>
      <w:r>
        <w:tab/>
        <w:t>1.013e0</w:t>
      </w:r>
    </w:p>
    <w:p w:rsidR="00D44D00" w:rsidRDefault="00D44D00" w:rsidP="00D44D00">
      <w:r>
        <w:lastRenderedPageBreak/>
        <w:t>200.7628</w:t>
      </w:r>
      <w:r>
        <w:tab/>
        <w:t>2.025e0</w:t>
      </w:r>
    </w:p>
    <w:p w:rsidR="00D44D00" w:rsidRDefault="00D44D00" w:rsidP="00D44D00">
      <w:r>
        <w:t>200.7837</w:t>
      </w:r>
      <w:r>
        <w:tab/>
        <w:t>2.025e0</w:t>
      </w:r>
    </w:p>
    <w:p w:rsidR="00D44D00" w:rsidRDefault="00D44D00" w:rsidP="00D44D00">
      <w:r>
        <w:t>200.7871</w:t>
      </w:r>
      <w:r>
        <w:tab/>
        <w:t>3.038e0</w:t>
      </w:r>
    </w:p>
    <w:p w:rsidR="00D44D00" w:rsidRDefault="00D44D00" w:rsidP="00D44D00">
      <w:r>
        <w:t>200.7916</w:t>
      </w:r>
      <w:r>
        <w:tab/>
        <w:t>1.198e1</w:t>
      </w:r>
    </w:p>
    <w:p w:rsidR="00D44D00" w:rsidRDefault="00D44D00" w:rsidP="00D44D00">
      <w:r>
        <w:t>200.8210</w:t>
      </w:r>
      <w:r>
        <w:tab/>
        <w:t>2.025e0</w:t>
      </w:r>
    </w:p>
    <w:p w:rsidR="00D44D00" w:rsidRDefault="00D44D00" w:rsidP="00D44D00">
      <w:r>
        <w:t>200.8301</w:t>
      </w:r>
      <w:r>
        <w:tab/>
        <w:t>2.025e0</w:t>
      </w:r>
    </w:p>
    <w:p w:rsidR="00D44D00" w:rsidRDefault="00D44D00" w:rsidP="00D44D00">
      <w:r>
        <w:t>200.8490</w:t>
      </w:r>
      <w:r>
        <w:tab/>
        <w:t>1.013e0</w:t>
      </w:r>
    </w:p>
    <w:p w:rsidR="00D44D00" w:rsidRDefault="00D44D00" w:rsidP="00D44D00">
      <w:r>
        <w:t>200.8635</w:t>
      </w:r>
      <w:r>
        <w:tab/>
        <w:t>1.013e0</w:t>
      </w:r>
    </w:p>
    <w:p w:rsidR="00D44D00" w:rsidRDefault="00D44D00" w:rsidP="00D44D00">
      <w:r>
        <w:t>200.8858</w:t>
      </w:r>
      <w:r>
        <w:tab/>
        <w:t>5.063e0</w:t>
      </w:r>
    </w:p>
    <w:p w:rsidR="00D44D00" w:rsidRDefault="00D44D00" w:rsidP="00D44D00">
      <w:r>
        <w:t>200.8940</w:t>
      </w:r>
      <w:r>
        <w:tab/>
        <w:t>2.025e0</w:t>
      </w:r>
    </w:p>
    <w:p w:rsidR="00D44D00" w:rsidRDefault="00D44D00" w:rsidP="00D44D00">
      <w:r>
        <w:t>200.8959</w:t>
      </w:r>
      <w:r>
        <w:tab/>
        <w:t>3.038e0</w:t>
      </w:r>
    </w:p>
    <w:p w:rsidR="00D44D00" w:rsidRDefault="00D44D00" w:rsidP="00D44D00">
      <w:r>
        <w:t>200.9057</w:t>
      </w:r>
      <w:r>
        <w:tab/>
        <w:t>2.025e0</w:t>
      </w:r>
    </w:p>
    <w:p w:rsidR="00D44D00" w:rsidRDefault="00D44D00" w:rsidP="00D44D00">
      <w:r>
        <w:t>200.9161</w:t>
      </w:r>
      <w:r>
        <w:tab/>
        <w:t>3.038e0</w:t>
      </w:r>
    </w:p>
    <w:p w:rsidR="00D44D00" w:rsidRDefault="00D44D00" w:rsidP="00D44D00">
      <w:r>
        <w:t>200.9171</w:t>
      </w:r>
      <w:r>
        <w:tab/>
        <w:t>2.025e0</w:t>
      </w:r>
    </w:p>
    <w:p w:rsidR="00D44D00" w:rsidRDefault="00D44D00" w:rsidP="00D44D00">
      <w:r>
        <w:t>200.9327</w:t>
      </w:r>
      <w:r>
        <w:tab/>
        <w:t>2.025e0</w:t>
      </w:r>
    </w:p>
    <w:p w:rsidR="00D44D00" w:rsidRDefault="00D44D00" w:rsidP="00D44D00">
      <w:r>
        <w:t>200.9342</w:t>
      </w:r>
      <w:r>
        <w:tab/>
        <w:t>2.025e0</w:t>
      </w:r>
    </w:p>
    <w:p w:rsidR="00D44D00" w:rsidRDefault="00D44D00" w:rsidP="00D44D00">
      <w:r>
        <w:t>200.9411</w:t>
      </w:r>
      <w:r>
        <w:tab/>
        <w:t>3.038e0</w:t>
      </w:r>
    </w:p>
    <w:p w:rsidR="00D44D00" w:rsidRDefault="00D44D00" w:rsidP="00D44D00">
      <w:r>
        <w:t>200.9958</w:t>
      </w:r>
      <w:r>
        <w:tab/>
        <w:t>1.289e1</w:t>
      </w:r>
    </w:p>
    <w:p w:rsidR="00D44D00" w:rsidRDefault="00D44D00" w:rsidP="00D44D00">
      <w:r>
        <w:t>200.9972</w:t>
      </w:r>
      <w:r>
        <w:tab/>
        <w:t>7.201e1</w:t>
      </w:r>
    </w:p>
    <w:p w:rsidR="00D44D00" w:rsidRDefault="00D44D00" w:rsidP="00D44D00">
      <w:r>
        <w:lastRenderedPageBreak/>
        <w:t>201.0005</w:t>
      </w:r>
      <w:r>
        <w:tab/>
        <w:t>1.215e1</w:t>
      </w:r>
    </w:p>
    <w:p w:rsidR="00D44D00" w:rsidRDefault="00D44D00" w:rsidP="00D44D00">
      <w:r>
        <w:t>201.0312</w:t>
      </w:r>
      <w:r>
        <w:tab/>
        <w:t>2.025e0</w:t>
      </w:r>
    </w:p>
    <w:p w:rsidR="00D44D00" w:rsidRDefault="00D44D00" w:rsidP="00D44D00">
      <w:r>
        <w:t>201.0329</w:t>
      </w:r>
      <w:r>
        <w:tab/>
        <w:t>2.025e0</w:t>
      </w:r>
    </w:p>
    <w:p w:rsidR="00D44D00" w:rsidRDefault="00D44D00" w:rsidP="00D44D00">
      <w:r>
        <w:t>201.0524</w:t>
      </w:r>
      <w:r>
        <w:tab/>
        <w:t>1.013e0</w:t>
      </w:r>
    </w:p>
    <w:p w:rsidR="00D44D00" w:rsidRDefault="00D44D00" w:rsidP="00D44D00">
      <w:r>
        <w:t>201.0580</w:t>
      </w:r>
      <w:r>
        <w:tab/>
        <w:t>4.051e0</w:t>
      </w:r>
    </w:p>
    <w:p w:rsidR="00D44D00" w:rsidRDefault="00D44D00" w:rsidP="00D44D00">
      <w:r>
        <w:t>201.0677</w:t>
      </w:r>
      <w:r>
        <w:tab/>
        <w:t>5.063e0</w:t>
      </w:r>
    </w:p>
    <w:p w:rsidR="00D44D00" w:rsidRDefault="00D44D00" w:rsidP="00D44D00">
      <w:r>
        <w:t>201.0924</w:t>
      </w:r>
      <w:r>
        <w:tab/>
        <w:t>2.025e0</w:t>
      </w:r>
    </w:p>
    <w:p w:rsidR="00D44D00" w:rsidRDefault="00D44D00" w:rsidP="00D44D00">
      <w:r>
        <w:t>201.1055</w:t>
      </w:r>
      <w:r>
        <w:tab/>
        <w:t>5.063e0</w:t>
      </w:r>
    </w:p>
    <w:p w:rsidR="00D44D00" w:rsidRDefault="00D44D00" w:rsidP="00D44D00">
      <w:r>
        <w:t>201.1088</w:t>
      </w:r>
      <w:r>
        <w:tab/>
        <w:t>3.038e0</w:t>
      </w:r>
    </w:p>
    <w:p w:rsidR="00D44D00" w:rsidRDefault="00D44D00" w:rsidP="00D44D00">
      <w:r>
        <w:t>201.1151</w:t>
      </w:r>
      <w:r>
        <w:tab/>
        <w:t>3.591e0</w:t>
      </w:r>
    </w:p>
    <w:p w:rsidR="00D44D00" w:rsidRDefault="00D44D00" w:rsidP="00D44D00">
      <w:r>
        <w:t>201.1232</w:t>
      </w:r>
      <w:r>
        <w:tab/>
        <w:t>5.063e0</w:t>
      </w:r>
    </w:p>
    <w:p w:rsidR="00D44D00" w:rsidRDefault="00D44D00" w:rsidP="00D44D00">
      <w:r>
        <w:t>201.1466</w:t>
      </w:r>
      <w:r>
        <w:tab/>
        <w:t>2.025e0</w:t>
      </w:r>
    </w:p>
    <w:p w:rsidR="00D44D00" w:rsidRDefault="00D44D00" w:rsidP="00D44D00">
      <w:r>
        <w:t>201.1492</w:t>
      </w:r>
      <w:r>
        <w:tab/>
        <w:t>1.719e0</w:t>
      </w:r>
    </w:p>
    <w:p w:rsidR="00D44D00" w:rsidRDefault="00D44D00" w:rsidP="00D44D00">
      <w:r>
        <w:t>201.1523</w:t>
      </w:r>
      <w:r>
        <w:tab/>
        <w:t>3.038e0</w:t>
      </w:r>
    </w:p>
    <w:p w:rsidR="00D44D00" w:rsidRDefault="00D44D00" w:rsidP="00D44D00">
      <w:r>
        <w:t>201.1730</w:t>
      </w:r>
      <w:r>
        <w:tab/>
        <w:t>2.025e0</w:t>
      </w:r>
    </w:p>
    <w:p w:rsidR="00D44D00" w:rsidRDefault="00D44D00" w:rsidP="00D44D00">
      <w:r>
        <w:t>201.1785</w:t>
      </w:r>
      <w:r>
        <w:tab/>
        <w:t>2.025e0</w:t>
      </w:r>
    </w:p>
    <w:p w:rsidR="00D44D00" w:rsidRDefault="00D44D00" w:rsidP="00D44D00">
      <w:r>
        <w:t>201.1802</w:t>
      </w:r>
      <w:r>
        <w:tab/>
        <w:t>1.013e0</w:t>
      </w:r>
    </w:p>
    <w:p w:rsidR="00D44D00" w:rsidRDefault="00D44D00" w:rsidP="00D44D00">
      <w:r>
        <w:t>201.1876</w:t>
      </w:r>
      <w:r>
        <w:tab/>
        <w:t>1.013e0</w:t>
      </w:r>
    </w:p>
    <w:p w:rsidR="00D44D00" w:rsidRDefault="00D44D00" w:rsidP="00D44D00">
      <w:r>
        <w:t>201.2204</w:t>
      </w:r>
      <w:r>
        <w:tab/>
        <w:t>2.025e0</w:t>
      </w:r>
    </w:p>
    <w:p w:rsidR="00D44D00" w:rsidRDefault="00D44D00" w:rsidP="00D44D00">
      <w:r>
        <w:lastRenderedPageBreak/>
        <w:t>201.2220</w:t>
      </w:r>
      <w:r>
        <w:tab/>
        <w:t>1.013e0</w:t>
      </w:r>
    </w:p>
    <w:p w:rsidR="00D44D00" w:rsidRDefault="00D44D00" w:rsidP="00D44D00">
      <w:r>
        <w:t>201.2333</w:t>
      </w:r>
      <w:r>
        <w:tab/>
        <w:t>3.038e0</w:t>
      </w:r>
    </w:p>
    <w:p w:rsidR="00D44D00" w:rsidRDefault="00D44D00" w:rsidP="00D44D00">
      <w:r>
        <w:t>201.2526</w:t>
      </w:r>
      <w:r>
        <w:tab/>
        <w:t>4.051e0</w:t>
      </w:r>
    </w:p>
    <w:p w:rsidR="00D44D00" w:rsidRDefault="00D44D00" w:rsidP="00D44D00">
      <w:r>
        <w:t>201.2698</w:t>
      </w:r>
      <w:r>
        <w:tab/>
        <w:t>2.025e0</w:t>
      </w:r>
    </w:p>
    <w:p w:rsidR="00D44D00" w:rsidRDefault="00D44D00" w:rsidP="00D44D00">
      <w:r>
        <w:t>201.2893</w:t>
      </w:r>
      <w:r>
        <w:tab/>
        <w:t>3.038e0</w:t>
      </w:r>
    </w:p>
    <w:p w:rsidR="00D44D00" w:rsidRDefault="00D44D00" w:rsidP="00D44D00">
      <w:r>
        <w:t>201.2937</w:t>
      </w:r>
      <w:r>
        <w:tab/>
        <w:t>1.013e0</w:t>
      </w:r>
    </w:p>
    <w:p w:rsidR="00D44D00" w:rsidRDefault="00D44D00" w:rsidP="00D44D00">
      <w:r>
        <w:t>201.3034</w:t>
      </w:r>
      <w:r>
        <w:tab/>
        <w:t>2.025e0</w:t>
      </w:r>
    </w:p>
    <w:p w:rsidR="00D44D00" w:rsidRDefault="00D44D00" w:rsidP="00D44D00">
      <w:r>
        <w:t>201.3106</w:t>
      </w:r>
      <w:r>
        <w:tab/>
        <w:t>2.025e0</w:t>
      </w:r>
    </w:p>
    <w:p w:rsidR="00D44D00" w:rsidRDefault="00D44D00" w:rsidP="00D44D00">
      <w:r>
        <w:t>201.3145</w:t>
      </w:r>
      <w:r>
        <w:tab/>
        <w:t>2.025e0</w:t>
      </w:r>
    </w:p>
    <w:p w:rsidR="00D44D00" w:rsidRDefault="00D44D00" w:rsidP="00D44D00">
      <w:r>
        <w:t>201.3406</w:t>
      </w:r>
      <w:r>
        <w:tab/>
        <w:t>2.025e0</w:t>
      </w:r>
    </w:p>
    <w:p w:rsidR="00D44D00" w:rsidRDefault="00D44D00" w:rsidP="00D44D00">
      <w:r>
        <w:t>201.3422</w:t>
      </w:r>
      <w:r>
        <w:tab/>
        <w:t>1.013e0</w:t>
      </w:r>
    </w:p>
    <w:p w:rsidR="00D44D00" w:rsidRDefault="00D44D00" w:rsidP="00D44D00">
      <w:r>
        <w:t>201.3492</w:t>
      </w:r>
      <w:r>
        <w:tab/>
        <w:t>4.051e0</w:t>
      </w:r>
    </w:p>
    <w:p w:rsidR="00D44D00" w:rsidRDefault="00D44D00" w:rsidP="00D44D00">
      <w:r>
        <w:t>201.3572</w:t>
      </w:r>
      <w:r>
        <w:tab/>
        <w:t>1.013e0</w:t>
      </w:r>
    </w:p>
    <w:p w:rsidR="00D44D00" w:rsidRDefault="00D44D00" w:rsidP="00D44D00">
      <w:r>
        <w:t>201.3806</w:t>
      </w:r>
      <w:r>
        <w:tab/>
        <w:t>1.013e0</w:t>
      </w:r>
    </w:p>
    <w:p w:rsidR="00D44D00" w:rsidRDefault="00D44D00" w:rsidP="00D44D00">
      <w:r>
        <w:t>201.3899</w:t>
      </w:r>
      <w:r>
        <w:tab/>
        <w:t>2.025e0</w:t>
      </w:r>
    </w:p>
    <w:p w:rsidR="00D44D00" w:rsidRDefault="00D44D00" w:rsidP="00D44D00">
      <w:r>
        <w:t>201.3958</w:t>
      </w:r>
      <w:r>
        <w:tab/>
        <w:t>1.013e0</w:t>
      </w:r>
    </w:p>
    <w:p w:rsidR="00D44D00" w:rsidRDefault="00D44D00" w:rsidP="00D44D00">
      <w:r>
        <w:t>201.4015</w:t>
      </w:r>
      <w:r>
        <w:tab/>
        <w:t>6.299e0</w:t>
      </w:r>
    </w:p>
    <w:p w:rsidR="00D44D00" w:rsidRDefault="00D44D00" w:rsidP="00D44D00">
      <w:r>
        <w:t>201.4422</w:t>
      </w:r>
      <w:r>
        <w:tab/>
        <w:t>3.038e0</w:t>
      </w:r>
    </w:p>
    <w:p w:rsidR="00D44D00" w:rsidRDefault="00D44D00" w:rsidP="00D44D00">
      <w:r>
        <w:t>201.4466</w:t>
      </w:r>
      <w:r>
        <w:tab/>
        <w:t>2.025e0</w:t>
      </w:r>
    </w:p>
    <w:p w:rsidR="00D44D00" w:rsidRDefault="00D44D00" w:rsidP="00D44D00">
      <w:r>
        <w:lastRenderedPageBreak/>
        <w:t>201.4524</w:t>
      </w:r>
      <w:r>
        <w:tab/>
        <w:t>2.025e0</w:t>
      </w:r>
    </w:p>
    <w:p w:rsidR="00D44D00" w:rsidRDefault="00D44D00" w:rsidP="00D44D00">
      <w:r>
        <w:t>201.4786</w:t>
      </w:r>
      <w:r>
        <w:tab/>
        <w:t>1.013e0</w:t>
      </w:r>
    </w:p>
    <w:p w:rsidR="00D44D00" w:rsidRDefault="00D44D00" w:rsidP="00D44D00">
      <w:r>
        <w:t>201.4858</w:t>
      </w:r>
      <w:r>
        <w:tab/>
        <w:t>1.013e0</w:t>
      </w:r>
    </w:p>
    <w:p w:rsidR="00D44D00" w:rsidRDefault="00D44D00" w:rsidP="00D44D00">
      <w:r>
        <w:t>201.5009</w:t>
      </w:r>
      <w:r>
        <w:tab/>
        <w:t>2.025e0</w:t>
      </w:r>
    </w:p>
    <w:p w:rsidR="00D44D00" w:rsidRDefault="00D44D00" w:rsidP="00D44D00">
      <w:r>
        <w:t>201.5234</w:t>
      </w:r>
      <w:r>
        <w:tab/>
        <w:t>1.013e0</w:t>
      </w:r>
    </w:p>
    <w:p w:rsidR="00D44D00" w:rsidRDefault="00D44D00" w:rsidP="00D44D00">
      <w:r>
        <w:t>201.5375</w:t>
      </w:r>
      <w:r>
        <w:tab/>
        <w:t>3.038e0</w:t>
      </w:r>
    </w:p>
    <w:p w:rsidR="00D44D00" w:rsidRDefault="00D44D00" w:rsidP="00D44D00">
      <w:r>
        <w:t>201.5600</w:t>
      </w:r>
      <w:r>
        <w:tab/>
        <w:t>2.025e0</w:t>
      </w:r>
    </w:p>
    <w:p w:rsidR="00D44D00" w:rsidRDefault="00D44D00" w:rsidP="00D44D00">
      <w:r>
        <w:t>201.5660</w:t>
      </w:r>
      <w:r>
        <w:tab/>
        <w:t>2.025e0</w:t>
      </w:r>
    </w:p>
    <w:p w:rsidR="00D44D00" w:rsidRDefault="00D44D00" w:rsidP="00D44D00">
      <w:r>
        <w:t>201.5739</w:t>
      </w:r>
      <w:r>
        <w:tab/>
        <w:t>3.038e0</w:t>
      </w:r>
    </w:p>
    <w:p w:rsidR="00D44D00" w:rsidRDefault="00D44D00" w:rsidP="00D44D00">
      <w:r>
        <w:t>201.6034</w:t>
      </w:r>
      <w:r>
        <w:tab/>
        <w:t>3.038e0</w:t>
      </w:r>
    </w:p>
    <w:p w:rsidR="00D44D00" w:rsidRDefault="00D44D00" w:rsidP="00D44D00">
      <w:r>
        <w:t>201.6106</w:t>
      </w:r>
      <w:r>
        <w:tab/>
        <w:t>2.025e0</w:t>
      </w:r>
    </w:p>
    <w:p w:rsidR="00D44D00" w:rsidRDefault="00D44D00" w:rsidP="00D44D00">
      <w:r>
        <w:t>201.6295</w:t>
      </w:r>
      <w:r>
        <w:tab/>
        <w:t>2.025e0</w:t>
      </w:r>
    </w:p>
    <w:p w:rsidR="00D44D00" w:rsidRDefault="00D44D00" w:rsidP="00D44D00">
      <w:r>
        <w:t>201.6386</w:t>
      </w:r>
      <w:r>
        <w:tab/>
        <w:t>2.025e0</w:t>
      </w:r>
    </w:p>
    <w:p w:rsidR="00D44D00" w:rsidRDefault="00D44D00" w:rsidP="00D44D00">
      <w:r>
        <w:t>201.6708</w:t>
      </w:r>
      <w:r>
        <w:tab/>
        <w:t>3.038e0</w:t>
      </w:r>
    </w:p>
    <w:p w:rsidR="00D44D00" w:rsidRDefault="00D44D00" w:rsidP="00D44D00">
      <w:r>
        <w:t>201.6783</w:t>
      </w:r>
      <w:r>
        <w:tab/>
        <w:t>1.013e0</w:t>
      </w:r>
    </w:p>
    <w:p w:rsidR="00D44D00" w:rsidRDefault="00D44D00" w:rsidP="00D44D00">
      <w:r>
        <w:t>201.6858</w:t>
      </w:r>
      <w:r>
        <w:tab/>
        <w:t>1.013e0</w:t>
      </w:r>
    </w:p>
    <w:p w:rsidR="00D44D00" w:rsidRDefault="00D44D00" w:rsidP="00D44D00">
      <w:r>
        <w:t>201.6917</w:t>
      </w:r>
      <w:r>
        <w:tab/>
        <w:t>2.025e0</w:t>
      </w:r>
    </w:p>
    <w:p w:rsidR="00D44D00" w:rsidRDefault="00D44D00" w:rsidP="00D44D00">
      <w:r>
        <w:t>201.7025</w:t>
      </w:r>
      <w:r>
        <w:tab/>
        <w:t>3.172e0</w:t>
      </w:r>
    </w:p>
    <w:p w:rsidR="00D44D00" w:rsidRDefault="00D44D00" w:rsidP="00D44D00">
      <w:r>
        <w:t>201.7168</w:t>
      </w:r>
      <w:r>
        <w:tab/>
        <w:t>1.013e0</w:t>
      </w:r>
    </w:p>
    <w:p w:rsidR="00D44D00" w:rsidRDefault="00D44D00" w:rsidP="00D44D00">
      <w:r>
        <w:lastRenderedPageBreak/>
        <w:t>201.7226</w:t>
      </w:r>
      <w:r>
        <w:tab/>
        <w:t>2.904e0</w:t>
      </w:r>
    </w:p>
    <w:p w:rsidR="00D44D00" w:rsidRDefault="00D44D00" w:rsidP="00D44D00">
      <w:r>
        <w:t>201.7346</w:t>
      </w:r>
      <w:r>
        <w:tab/>
        <w:t>3.038e0</w:t>
      </w:r>
    </w:p>
    <w:p w:rsidR="00D44D00" w:rsidRDefault="00D44D00" w:rsidP="00D44D00">
      <w:r>
        <w:t>201.7523</w:t>
      </w:r>
      <w:r>
        <w:tab/>
        <w:t>2.025e0</w:t>
      </w:r>
    </w:p>
    <w:p w:rsidR="00D44D00" w:rsidRDefault="00D44D00" w:rsidP="00D44D00">
      <w:r>
        <w:t>201.7541</w:t>
      </w:r>
      <w:r>
        <w:tab/>
        <w:t>2.025e0</w:t>
      </w:r>
    </w:p>
    <w:p w:rsidR="00D44D00" w:rsidRDefault="00D44D00" w:rsidP="00D44D00">
      <w:r>
        <w:t>201.7618</w:t>
      </w:r>
      <w:r>
        <w:tab/>
        <w:t>1.013e0</w:t>
      </w:r>
    </w:p>
    <w:p w:rsidR="00D44D00" w:rsidRDefault="00D44D00" w:rsidP="00D44D00">
      <w:r>
        <w:t>201.7675</w:t>
      </w:r>
      <w:r>
        <w:tab/>
        <w:t>2.025e0</w:t>
      </w:r>
    </w:p>
    <w:p w:rsidR="00D44D00" w:rsidRDefault="00D44D00" w:rsidP="00D44D00">
      <w:r>
        <w:t>201.7879</w:t>
      </w:r>
      <w:r>
        <w:tab/>
        <w:t>3.038e0</w:t>
      </w:r>
    </w:p>
    <w:p w:rsidR="00D44D00" w:rsidRDefault="00D44D00" w:rsidP="00D44D00">
      <w:r>
        <w:t>201.8141</w:t>
      </w:r>
      <w:r>
        <w:tab/>
        <w:t>2.025e0</w:t>
      </w:r>
    </w:p>
    <w:p w:rsidR="00D44D00" w:rsidRDefault="00D44D00" w:rsidP="00D44D00">
      <w:r>
        <w:t>201.8176</w:t>
      </w:r>
      <w:r>
        <w:tab/>
        <w:t>2.874e0</w:t>
      </w:r>
    </w:p>
    <w:p w:rsidR="00D44D00" w:rsidRDefault="00D44D00" w:rsidP="00D44D00">
      <w:r>
        <w:t>201.8291</w:t>
      </w:r>
      <w:r>
        <w:tab/>
        <w:t>2.025e0</w:t>
      </w:r>
    </w:p>
    <w:p w:rsidR="00D44D00" w:rsidRDefault="00D44D00" w:rsidP="00D44D00">
      <w:r>
        <w:t>201.8377</w:t>
      </w:r>
      <w:r>
        <w:tab/>
        <w:t>4.051e0</w:t>
      </w:r>
    </w:p>
    <w:p w:rsidR="00D44D00" w:rsidRDefault="00D44D00" w:rsidP="00D44D00">
      <w:r>
        <w:t>201.8486</w:t>
      </w:r>
      <w:r>
        <w:tab/>
        <w:t>1.013e0</w:t>
      </w:r>
    </w:p>
    <w:p w:rsidR="00D44D00" w:rsidRDefault="00D44D00" w:rsidP="00D44D00">
      <w:r>
        <w:t>201.8579</w:t>
      </w:r>
      <w:r>
        <w:tab/>
        <w:t>2.025e0</w:t>
      </w:r>
    </w:p>
    <w:p w:rsidR="00D44D00" w:rsidRDefault="00D44D00" w:rsidP="00D44D00">
      <w:r>
        <w:t>201.8765</w:t>
      </w:r>
      <w:r>
        <w:tab/>
        <w:t>4.051e0</w:t>
      </w:r>
    </w:p>
    <w:p w:rsidR="00D44D00" w:rsidRDefault="00D44D00" w:rsidP="00D44D00">
      <w:r>
        <w:t>201.8792</w:t>
      </w:r>
      <w:r>
        <w:tab/>
        <w:t>1.013e0</w:t>
      </w:r>
    </w:p>
    <w:p w:rsidR="00D44D00" w:rsidRDefault="00D44D00" w:rsidP="00D44D00">
      <w:r>
        <w:t>201.8942</w:t>
      </w:r>
      <w:r>
        <w:tab/>
        <w:t>1.013e0</w:t>
      </w:r>
    </w:p>
    <w:p w:rsidR="00D44D00" w:rsidRDefault="00D44D00" w:rsidP="00D44D00">
      <w:r>
        <w:t>201.9091</w:t>
      </w:r>
      <w:r>
        <w:tab/>
        <w:t>1.013e0</w:t>
      </w:r>
    </w:p>
    <w:p w:rsidR="00D44D00" w:rsidRDefault="00D44D00" w:rsidP="00D44D00">
      <w:r>
        <w:t>201.9409</w:t>
      </w:r>
      <w:r>
        <w:tab/>
        <w:t>4.051e0</w:t>
      </w:r>
    </w:p>
    <w:p w:rsidR="00D44D00" w:rsidRDefault="00D44D00" w:rsidP="00D44D00">
      <w:r>
        <w:t>201.9503</w:t>
      </w:r>
      <w:r>
        <w:tab/>
        <w:t>1.013e0</w:t>
      </w:r>
    </w:p>
    <w:p w:rsidR="00D44D00" w:rsidRDefault="00D44D00" w:rsidP="00D44D00">
      <w:r>
        <w:lastRenderedPageBreak/>
        <w:t>201.9556</w:t>
      </w:r>
      <w:r>
        <w:tab/>
        <w:t>2.025e0</w:t>
      </w:r>
    </w:p>
    <w:p w:rsidR="00D44D00" w:rsidRDefault="00D44D00" w:rsidP="00D44D00">
      <w:r>
        <w:t>201.9587</w:t>
      </w:r>
      <w:r>
        <w:tab/>
        <w:t>3.038e0</w:t>
      </w:r>
    </w:p>
    <w:p w:rsidR="00D44D00" w:rsidRDefault="00D44D00" w:rsidP="00D44D00">
      <w:r>
        <w:t>201.9824</w:t>
      </w:r>
      <w:r>
        <w:tab/>
        <w:t>4.051e0</w:t>
      </w:r>
    </w:p>
    <w:p w:rsidR="00D44D00" w:rsidRDefault="00D44D00" w:rsidP="00D44D00">
      <w:r>
        <w:t>201.9884</w:t>
      </w:r>
      <w:r>
        <w:tab/>
        <w:t>7.244e0</w:t>
      </w:r>
    </w:p>
    <w:p w:rsidR="00D44D00" w:rsidRDefault="00D44D00" w:rsidP="00D44D00">
      <w:r>
        <w:t>201.9944</w:t>
      </w:r>
      <w:r>
        <w:tab/>
        <w:t>3.038e0</w:t>
      </w:r>
    </w:p>
    <w:p w:rsidR="00D44D00" w:rsidRDefault="00D44D00" w:rsidP="00D44D00">
      <w:r>
        <w:t>202.0087</w:t>
      </w:r>
      <w:r>
        <w:tab/>
        <w:t>5.202e0</w:t>
      </w:r>
    </w:p>
    <w:p w:rsidR="00D44D00" w:rsidRDefault="00D44D00" w:rsidP="00D44D00">
      <w:r>
        <w:t>202.0100</w:t>
      </w:r>
      <w:r>
        <w:tab/>
        <w:t>3.038e0</w:t>
      </w:r>
    </w:p>
    <w:p w:rsidR="00D44D00" w:rsidRDefault="00D44D00" w:rsidP="00D44D00">
      <w:r>
        <w:t>202.0265</w:t>
      </w:r>
      <w:r>
        <w:tab/>
        <w:t>1.013e0</w:t>
      </w:r>
    </w:p>
    <w:p w:rsidR="00D44D00" w:rsidRDefault="00D44D00" w:rsidP="00D44D00">
      <w:r>
        <w:t>202.0488</w:t>
      </w:r>
      <w:r>
        <w:tab/>
        <w:t>1.013e0</w:t>
      </w:r>
    </w:p>
    <w:p w:rsidR="00D44D00" w:rsidRDefault="00D44D00" w:rsidP="00D44D00">
      <w:r>
        <w:t>202.0565</w:t>
      </w:r>
      <w:r>
        <w:tab/>
        <w:t>1.013e0</w:t>
      </w:r>
    </w:p>
    <w:p w:rsidR="00D44D00" w:rsidRDefault="00D44D00" w:rsidP="00D44D00">
      <w:r>
        <w:t>202.0696</w:t>
      </w:r>
      <w:r>
        <w:tab/>
        <w:t>1.976e0</w:t>
      </w:r>
    </w:p>
    <w:p w:rsidR="00D44D00" w:rsidRDefault="00D44D00" w:rsidP="00D44D00">
      <w:r>
        <w:t>202.0730</w:t>
      </w:r>
      <w:r>
        <w:tab/>
        <w:t>3.038e0</w:t>
      </w:r>
    </w:p>
    <w:p w:rsidR="00D44D00" w:rsidRDefault="00D44D00" w:rsidP="00D44D00">
      <w:r>
        <w:t>202.0862</w:t>
      </w:r>
      <w:r>
        <w:tab/>
        <w:t>1.013e0</w:t>
      </w:r>
    </w:p>
    <w:p w:rsidR="00D44D00" w:rsidRDefault="00D44D00" w:rsidP="00D44D00">
      <w:r>
        <w:t>202.0902</w:t>
      </w:r>
      <w:r>
        <w:tab/>
        <w:t>1.976e0</w:t>
      </w:r>
    </w:p>
    <w:p w:rsidR="00D44D00" w:rsidRDefault="00D44D00" w:rsidP="00D44D00">
      <w:r>
        <w:t>202.0939</w:t>
      </w:r>
      <w:r>
        <w:tab/>
        <w:t>1.013e0</w:t>
      </w:r>
    </w:p>
    <w:p w:rsidR="00D44D00" w:rsidRDefault="00D44D00" w:rsidP="00D44D00">
      <w:r>
        <w:t>202.1235</w:t>
      </w:r>
      <w:r>
        <w:tab/>
        <w:t>2.025e0</w:t>
      </w:r>
    </w:p>
    <w:p w:rsidR="00D44D00" w:rsidRDefault="00D44D00" w:rsidP="00D44D00">
      <w:r>
        <w:t>202.1430</w:t>
      </w:r>
      <w:r>
        <w:tab/>
        <w:t>1.013e0</w:t>
      </w:r>
    </w:p>
    <w:p w:rsidR="00D44D00" w:rsidRDefault="00D44D00" w:rsidP="00D44D00">
      <w:r>
        <w:t>202.1505</w:t>
      </w:r>
      <w:r>
        <w:tab/>
        <w:t>1.013e0</w:t>
      </w:r>
    </w:p>
    <w:p w:rsidR="00D44D00" w:rsidRDefault="00D44D00" w:rsidP="00D44D00">
      <w:r>
        <w:t>202.1583</w:t>
      </w:r>
      <w:r>
        <w:tab/>
        <w:t>1.013e0</w:t>
      </w:r>
    </w:p>
    <w:p w:rsidR="00D44D00" w:rsidRDefault="00D44D00" w:rsidP="00D44D00">
      <w:r>
        <w:lastRenderedPageBreak/>
        <w:t>202.1739</w:t>
      </w:r>
      <w:r>
        <w:tab/>
        <w:t>3.038e0</w:t>
      </w:r>
    </w:p>
    <w:p w:rsidR="00D44D00" w:rsidRDefault="00D44D00" w:rsidP="00D44D00">
      <w:r>
        <w:t>202.1814</w:t>
      </w:r>
      <w:r>
        <w:tab/>
        <w:t>2.025e0</w:t>
      </w:r>
    </w:p>
    <w:p w:rsidR="00D44D00" w:rsidRDefault="00D44D00" w:rsidP="00D44D00">
      <w:r>
        <w:t>202.2002</w:t>
      </w:r>
      <w:r>
        <w:tab/>
        <w:t>1.013e0</w:t>
      </w:r>
    </w:p>
    <w:p w:rsidR="00D44D00" w:rsidRDefault="00D44D00" w:rsidP="00D44D00">
      <w:r>
        <w:t>202.2074</w:t>
      </w:r>
      <w:r>
        <w:tab/>
        <w:t>1.013e0</w:t>
      </w:r>
    </w:p>
    <w:p w:rsidR="00D44D00" w:rsidRDefault="00D44D00" w:rsidP="00D44D00">
      <w:r>
        <w:t>202.2151</w:t>
      </w:r>
      <w:r>
        <w:tab/>
        <w:t>1.013e0</w:t>
      </w:r>
    </w:p>
    <w:p w:rsidR="00D44D00" w:rsidRDefault="00D44D00" w:rsidP="00D44D00">
      <w:r>
        <w:t>202.2224</w:t>
      </w:r>
      <w:r>
        <w:tab/>
        <w:t>1.013e0</w:t>
      </w:r>
    </w:p>
    <w:p w:rsidR="00D44D00" w:rsidRDefault="00D44D00" w:rsidP="00D44D00">
      <w:r>
        <w:t>202.2413</w:t>
      </w:r>
      <w:r>
        <w:tab/>
        <w:t>1.013e0</w:t>
      </w:r>
    </w:p>
    <w:p w:rsidR="00D44D00" w:rsidRDefault="00D44D00" w:rsidP="00D44D00">
      <w:r>
        <w:t>202.2711</w:t>
      </w:r>
      <w:r>
        <w:tab/>
        <w:t>1.013e0</w:t>
      </w:r>
    </w:p>
    <w:p w:rsidR="00D44D00" w:rsidRDefault="00D44D00" w:rsidP="00D44D00">
      <w:r>
        <w:t>202.2785</w:t>
      </w:r>
      <w:r>
        <w:tab/>
        <w:t>1.013e0</w:t>
      </w:r>
    </w:p>
    <w:p w:rsidR="00D44D00" w:rsidRDefault="00D44D00" w:rsidP="00D44D00">
      <w:r>
        <w:t>202.2869</w:t>
      </w:r>
      <w:r>
        <w:tab/>
        <w:t>3.038e0</w:t>
      </w:r>
    </w:p>
    <w:p w:rsidR="00D44D00" w:rsidRDefault="00D44D00" w:rsidP="00D44D00">
      <w:r>
        <w:t>202.3136</w:t>
      </w:r>
      <w:r>
        <w:tab/>
        <w:t>1.013e0</w:t>
      </w:r>
    </w:p>
    <w:p w:rsidR="00D44D00" w:rsidRDefault="00D44D00" w:rsidP="00D44D00">
      <w:r>
        <w:t>202.3231</w:t>
      </w:r>
      <w:r>
        <w:tab/>
        <w:t>2.025e0</w:t>
      </w:r>
    </w:p>
    <w:p w:rsidR="00D44D00" w:rsidRDefault="00D44D00" w:rsidP="00D44D00">
      <w:r>
        <w:t>202.3421</w:t>
      </w:r>
      <w:r>
        <w:tab/>
        <w:t>2.025e0</w:t>
      </w:r>
    </w:p>
    <w:p w:rsidR="00D44D00" w:rsidRDefault="00D44D00" w:rsidP="00D44D00">
      <w:r>
        <w:t>202.3548</w:t>
      </w:r>
      <w:r>
        <w:tab/>
        <w:t>1.013e0</w:t>
      </w:r>
    </w:p>
    <w:p w:rsidR="00D44D00" w:rsidRDefault="00D44D00" w:rsidP="00D44D00">
      <w:r>
        <w:t>202.3623</w:t>
      </w:r>
      <w:r>
        <w:tab/>
        <w:t>1.013e0</w:t>
      </w:r>
    </w:p>
    <w:p w:rsidR="00D44D00" w:rsidRDefault="00D44D00" w:rsidP="00D44D00">
      <w:r>
        <w:t>202.3810</w:t>
      </w:r>
      <w:r>
        <w:tab/>
        <w:t>1.013e0</w:t>
      </w:r>
    </w:p>
    <w:p w:rsidR="00D44D00" w:rsidRDefault="00D44D00" w:rsidP="00D44D00">
      <w:r>
        <w:t>202.4034</w:t>
      </w:r>
      <w:r>
        <w:tab/>
        <w:t>1.013e0</w:t>
      </w:r>
    </w:p>
    <w:p w:rsidR="00D44D00" w:rsidRDefault="00D44D00" w:rsidP="00D44D00">
      <w:r>
        <w:t>202.4072</w:t>
      </w:r>
      <w:r>
        <w:tab/>
        <w:t>1.013e0</w:t>
      </w:r>
    </w:p>
    <w:p w:rsidR="00D44D00" w:rsidRDefault="00D44D00" w:rsidP="00D44D00">
      <w:r>
        <w:t>202.4259</w:t>
      </w:r>
      <w:r>
        <w:tab/>
        <w:t>1.013e0</w:t>
      </w:r>
    </w:p>
    <w:p w:rsidR="00D44D00" w:rsidRDefault="00D44D00" w:rsidP="00D44D00">
      <w:r>
        <w:lastRenderedPageBreak/>
        <w:t>202.4572</w:t>
      </w:r>
      <w:r>
        <w:tab/>
        <w:t>2.025e0</w:t>
      </w:r>
    </w:p>
    <w:p w:rsidR="00D44D00" w:rsidRDefault="00D44D00" w:rsidP="00D44D00">
      <w:r>
        <w:t>202.4646</w:t>
      </w:r>
      <w:r>
        <w:tab/>
        <w:t>2.025e0</w:t>
      </w:r>
    </w:p>
    <w:p w:rsidR="00D44D00" w:rsidRDefault="00D44D00" w:rsidP="00D44D00">
      <w:r>
        <w:t>202.4819</w:t>
      </w:r>
      <w:r>
        <w:tab/>
        <w:t>3.038e0</w:t>
      </w:r>
    </w:p>
    <w:p w:rsidR="00D44D00" w:rsidRDefault="00D44D00" w:rsidP="00D44D00">
      <w:r>
        <w:t>202.5005</w:t>
      </w:r>
      <w:r>
        <w:tab/>
        <w:t>2.025e0</w:t>
      </w:r>
    </w:p>
    <w:p w:rsidR="00D44D00" w:rsidRDefault="00D44D00" w:rsidP="00D44D00">
      <w:r>
        <w:t>202.5100</w:t>
      </w:r>
      <w:r>
        <w:tab/>
        <w:t>1.013e0</w:t>
      </w:r>
    </w:p>
    <w:p w:rsidR="00D44D00" w:rsidRDefault="00D44D00" w:rsidP="00D44D00">
      <w:r>
        <w:t>202.5138</w:t>
      </w:r>
      <w:r>
        <w:tab/>
        <w:t>1.013e0</w:t>
      </w:r>
    </w:p>
    <w:p w:rsidR="00D44D00" w:rsidRDefault="00D44D00" w:rsidP="00D44D00">
      <w:r>
        <w:t>202.5173</w:t>
      </w:r>
      <w:r>
        <w:tab/>
        <w:t>1.013e0</w:t>
      </w:r>
    </w:p>
    <w:p w:rsidR="00D44D00" w:rsidRDefault="00D44D00" w:rsidP="00D44D00">
      <w:r>
        <w:t>202.5400</w:t>
      </w:r>
      <w:r>
        <w:tab/>
        <w:t>1.013e0</w:t>
      </w:r>
    </w:p>
    <w:p w:rsidR="00D44D00" w:rsidRDefault="00D44D00" w:rsidP="00D44D00">
      <w:r>
        <w:t>202.5418</w:t>
      </w:r>
      <w:r>
        <w:tab/>
        <w:t>2.025e0</w:t>
      </w:r>
    </w:p>
    <w:p w:rsidR="00D44D00" w:rsidRDefault="00D44D00" w:rsidP="00D44D00">
      <w:r>
        <w:t>202.5527</w:t>
      </w:r>
      <w:r>
        <w:tab/>
        <w:t>2.025e0</w:t>
      </w:r>
    </w:p>
    <w:p w:rsidR="00D44D00" w:rsidRDefault="00D44D00" w:rsidP="00D44D00">
      <w:r>
        <w:t>202.5760</w:t>
      </w:r>
      <w:r>
        <w:tab/>
        <w:t>2.025e0</w:t>
      </w:r>
    </w:p>
    <w:p w:rsidR="00D44D00" w:rsidRDefault="00D44D00" w:rsidP="00D44D00">
      <w:r>
        <w:t>202.5892</w:t>
      </w:r>
      <w:r>
        <w:tab/>
        <w:t>1.013e0</w:t>
      </w:r>
    </w:p>
    <w:p w:rsidR="00D44D00" w:rsidRDefault="00D44D00" w:rsidP="00D44D00">
      <w:r>
        <w:t>202.6368</w:t>
      </w:r>
      <w:r>
        <w:tab/>
        <w:t>2.025e0</w:t>
      </w:r>
    </w:p>
    <w:p w:rsidR="00D44D00" w:rsidRDefault="00D44D00" w:rsidP="00D44D00">
      <w:r>
        <w:t>202.6482</w:t>
      </w:r>
      <w:r>
        <w:tab/>
        <w:t>2.025e0</w:t>
      </w:r>
    </w:p>
    <w:p w:rsidR="00D44D00" w:rsidRDefault="00D44D00" w:rsidP="00D44D00">
      <w:r>
        <w:t>202.6610</w:t>
      </w:r>
      <w:r>
        <w:tab/>
        <w:t>1.013e0</w:t>
      </w:r>
    </w:p>
    <w:p w:rsidR="00D44D00" w:rsidRDefault="00D44D00" w:rsidP="00D44D00">
      <w:r>
        <w:t>202.6987</w:t>
      </w:r>
      <w:r>
        <w:tab/>
        <w:t>1.013e0</w:t>
      </w:r>
    </w:p>
    <w:p w:rsidR="00D44D00" w:rsidRDefault="00D44D00" w:rsidP="00D44D00">
      <w:r>
        <w:t>202.7040</w:t>
      </w:r>
      <w:r>
        <w:tab/>
        <w:t>2.025e0</w:t>
      </w:r>
    </w:p>
    <w:p w:rsidR="00D44D00" w:rsidRDefault="00D44D00" w:rsidP="00D44D00">
      <w:r>
        <w:t>202.7098</w:t>
      </w:r>
      <w:r>
        <w:tab/>
        <w:t>1.013e0</w:t>
      </w:r>
    </w:p>
    <w:p w:rsidR="00D44D00" w:rsidRDefault="00D44D00" w:rsidP="00D44D00">
      <w:r>
        <w:t>202.7252</w:t>
      </w:r>
      <w:r>
        <w:tab/>
        <w:t>2.025e0</w:t>
      </w:r>
    </w:p>
    <w:p w:rsidR="00D44D00" w:rsidRDefault="00D44D00" w:rsidP="00D44D00">
      <w:r>
        <w:lastRenderedPageBreak/>
        <w:t>202.7340</w:t>
      </w:r>
      <w:r>
        <w:tab/>
        <w:t>3.038e0</w:t>
      </w:r>
    </w:p>
    <w:p w:rsidR="00D44D00" w:rsidRDefault="00D44D00" w:rsidP="00D44D00">
      <w:r>
        <w:t>202.7712</w:t>
      </w:r>
      <w:r>
        <w:tab/>
        <w:t>1.013e0</w:t>
      </w:r>
    </w:p>
    <w:p w:rsidR="00D44D00" w:rsidRDefault="00D44D00" w:rsidP="00D44D00">
      <w:r>
        <w:t>202.7787</w:t>
      </w:r>
      <w:r>
        <w:tab/>
        <w:t>1.013e0</w:t>
      </w:r>
    </w:p>
    <w:p w:rsidR="00D44D00" w:rsidRDefault="00D44D00" w:rsidP="00D44D00">
      <w:r>
        <w:t>202.7976</w:t>
      </w:r>
      <w:r>
        <w:tab/>
        <w:t>2.025e0</w:t>
      </w:r>
    </w:p>
    <w:p w:rsidR="00D44D00" w:rsidRDefault="00D44D00" w:rsidP="00D44D00">
      <w:r>
        <w:t>202.8350</w:t>
      </w:r>
      <w:r>
        <w:tab/>
        <w:t>1.013e0</w:t>
      </w:r>
    </w:p>
    <w:p w:rsidR="00D44D00" w:rsidRDefault="00D44D00" w:rsidP="00D44D00">
      <w:r>
        <w:t>202.8536</w:t>
      </w:r>
      <w:r>
        <w:tab/>
        <w:t>1.013e0</w:t>
      </w:r>
    </w:p>
    <w:p w:rsidR="00D44D00" w:rsidRDefault="00D44D00" w:rsidP="00D44D00">
      <w:r>
        <w:t>202.8726</w:t>
      </w:r>
      <w:r>
        <w:tab/>
        <w:t>1.013e0</w:t>
      </w:r>
    </w:p>
    <w:p w:rsidR="00D44D00" w:rsidRDefault="00D44D00" w:rsidP="00D44D00">
      <w:r>
        <w:t>202.8766</w:t>
      </w:r>
      <w:r>
        <w:tab/>
        <w:t>2.025e0</w:t>
      </w:r>
    </w:p>
    <w:p w:rsidR="00D44D00" w:rsidRDefault="00D44D00" w:rsidP="00D44D00">
      <w:r>
        <w:t>202.9040</w:t>
      </w:r>
      <w:r>
        <w:tab/>
        <w:t>1.013e0</w:t>
      </w:r>
    </w:p>
    <w:p w:rsidR="00D44D00" w:rsidRDefault="00D44D00" w:rsidP="00D44D00">
      <w:r>
        <w:t>202.9188</w:t>
      </w:r>
      <w:r>
        <w:tab/>
        <w:t>1.013e0</w:t>
      </w:r>
    </w:p>
    <w:p w:rsidR="00D44D00" w:rsidRDefault="00D44D00" w:rsidP="00D44D00">
      <w:r>
        <w:t>202.9247</w:t>
      </w:r>
      <w:r>
        <w:tab/>
        <w:t>2.025e0</w:t>
      </w:r>
    </w:p>
    <w:p w:rsidR="00D44D00" w:rsidRDefault="00D44D00" w:rsidP="00D44D00">
      <w:r>
        <w:t>202.9449</w:t>
      </w:r>
      <w:r>
        <w:tab/>
        <w:t>1.013e0</w:t>
      </w:r>
    </w:p>
    <w:p w:rsidR="00D44D00" w:rsidRDefault="00D44D00" w:rsidP="00D44D00">
      <w:r>
        <w:t>202.9524</w:t>
      </w:r>
      <w:r>
        <w:tab/>
        <w:t>1.013e0</w:t>
      </w:r>
    </w:p>
    <w:p w:rsidR="00D44D00" w:rsidRDefault="00D44D00" w:rsidP="00D44D00">
      <w:r>
        <w:t>202.9861</w:t>
      </w:r>
      <w:r>
        <w:tab/>
        <w:t>1.013e0</w:t>
      </w:r>
    </w:p>
    <w:p w:rsidR="00D44D00" w:rsidRDefault="00D44D00" w:rsidP="00D44D00">
      <w:r>
        <w:t>202.9901</w:t>
      </w:r>
      <w:r>
        <w:tab/>
        <w:t>1.013e0</w:t>
      </w:r>
    </w:p>
    <w:p w:rsidR="00D44D00" w:rsidRDefault="00D44D00" w:rsidP="00D44D00">
      <w:r>
        <w:t>202.9948</w:t>
      </w:r>
      <w:r>
        <w:tab/>
        <w:t>4.051e0</w:t>
      </w:r>
    </w:p>
    <w:p w:rsidR="00D44D00" w:rsidRDefault="00D44D00" w:rsidP="00D44D00">
      <w:r>
        <w:t>203.0188</w:t>
      </w:r>
      <w:r>
        <w:tab/>
        <w:t>2.087e0</w:t>
      </w:r>
    </w:p>
    <w:p w:rsidR="00D44D00" w:rsidRDefault="00D44D00" w:rsidP="00D44D00">
      <w:r>
        <w:t>203.0515</w:t>
      </w:r>
      <w:r>
        <w:tab/>
        <w:t>1.013e0</w:t>
      </w:r>
    </w:p>
    <w:p w:rsidR="00D44D00" w:rsidRDefault="00D44D00" w:rsidP="00D44D00">
      <w:r>
        <w:t>203.1041</w:t>
      </w:r>
      <w:r>
        <w:tab/>
        <w:t>6.257e1</w:t>
      </w:r>
    </w:p>
    <w:p w:rsidR="00D44D00" w:rsidRDefault="00D44D00" w:rsidP="00D44D00">
      <w:r>
        <w:lastRenderedPageBreak/>
        <w:t>203.1052</w:t>
      </w:r>
      <w:r>
        <w:tab/>
        <w:t>6.826e1</w:t>
      </w:r>
    </w:p>
    <w:p w:rsidR="00D44D00" w:rsidRDefault="00D44D00" w:rsidP="00D44D00">
      <w:r>
        <w:t>203.1068</w:t>
      </w:r>
      <w:r>
        <w:tab/>
        <w:t>3.139e1</w:t>
      </w:r>
    </w:p>
    <w:p w:rsidR="00D44D00" w:rsidRDefault="00D44D00" w:rsidP="00D44D00">
      <w:r>
        <w:t>203.1080</w:t>
      </w:r>
      <w:r>
        <w:tab/>
        <w:t>2.879e1</w:t>
      </w:r>
    </w:p>
    <w:p w:rsidR="00D44D00" w:rsidRDefault="00D44D00" w:rsidP="00D44D00">
      <w:r>
        <w:t>203.1508</w:t>
      </w:r>
      <w:r>
        <w:tab/>
        <w:t>2.731e0</w:t>
      </w:r>
    </w:p>
    <w:p w:rsidR="00D44D00" w:rsidRDefault="00D44D00" w:rsidP="00D44D00">
      <w:r>
        <w:t>203.1547</w:t>
      </w:r>
      <w:r>
        <w:tab/>
        <w:t>9.114e0</w:t>
      </w:r>
    </w:p>
    <w:p w:rsidR="00D44D00" w:rsidRDefault="00D44D00" w:rsidP="00D44D00">
      <w:r>
        <w:t>203.1705</w:t>
      </w:r>
      <w:r>
        <w:tab/>
        <w:t>2.025e0</w:t>
      </w:r>
    </w:p>
    <w:p w:rsidR="00D44D00" w:rsidRDefault="00D44D00" w:rsidP="00D44D00">
      <w:r>
        <w:t>203.1801</w:t>
      </w:r>
      <w:r>
        <w:tab/>
        <w:t>2.025e0</w:t>
      </w:r>
    </w:p>
    <w:p w:rsidR="00D44D00" w:rsidRDefault="00D44D00" w:rsidP="00D44D00">
      <w:r>
        <w:t>203.2028</w:t>
      </w:r>
      <w:r>
        <w:tab/>
        <w:t>2.025e0</w:t>
      </w:r>
    </w:p>
    <w:p w:rsidR="00D44D00" w:rsidRDefault="00D44D00" w:rsidP="00D44D00">
      <w:r>
        <w:t>203.2215</w:t>
      </w:r>
      <w:r>
        <w:tab/>
        <w:t>1.013e0</w:t>
      </w:r>
    </w:p>
    <w:p w:rsidR="00D44D00" w:rsidRDefault="00D44D00" w:rsidP="00D44D00">
      <w:r>
        <w:t>203.2271</w:t>
      </w:r>
      <w:r>
        <w:tab/>
        <w:t>2.025e0</w:t>
      </w:r>
    </w:p>
    <w:p w:rsidR="00D44D00" w:rsidRDefault="00D44D00" w:rsidP="00D44D00">
      <w:r>
        <w:t>203.2657</w:t>
      </w:r>
      <w:r>
        <w:tab/>
        <w:t>3.038e0</w:t>
      </w:r>
    </w:p>
    <w:p w:rsidR="00D44D00" w:rsidRDefault="00D44D00" w:rsidP="00D44D00">
      <w:r>
        <w:t>203.2854</w:t>
      </w:r>
      <w:r>
        <w:tab/>
        <w:t>1.013e0</w:t>
      </w:r>
    </w:p>
    <w:p w:rsidR="00D44D00" w:rsidRDefault="00D44D00" w:rsidP="00D44D00">
      <w:r>
        <w:t>203.2890</w:t>
      </w:r>
      <w:r>
        <w:tab/>
        <w:t>1.013e0</w:t>
      </w:r>
    </w:p>
    <w:p w:rsidR="00D44D00" w:rsidRDefault="00D44D00" w:rsidP="00D44D00">
      <w:r>
        <w:t>203.2961</w:t>
      </w:r>
      <w:r>
        <w:tab/>
        <w:t>3.038e0</w:t>
      </w:r>
    </w:p>
    <w:p w:rsidR="00D44D00" w:rsidRDefault="00D44D00" w:rsidP="00D44D00">
      <w:r>
        <w:t>203.3319</w:t>
      </w:r>
      <w:r>
        <w:tab/>
        <w:t>1.013e0</w:t>
      </w:r>
    </w:p>
    <w:p w:rsidR="00D44D00" w:rsidRDefault="00D44D00" w:rsidP="00D44D00">
      <w:r>
        <w:t>203.3467</w:t>
      </w:r>
      <w:r>
        <w:tab/>
        <w:t>1.013e0</w:t>
      </w:r>
    </w:p>
    <w:p w:rsidR="00D44D00" w:rsidRDefault="00D44D00" w:rsidP="00D44D00">
      <w:r>
        <w:t>203.3636</w:t>
      </w:r>
      <w:r>
        <w:tab/>
        <w:t>2.025e0</w:t>
      </w:r>
    </w:p>
    <w:p w:rsidR="00D44D00" w:rsidRDefault="00D44D00" w:rsidP="00D44D00">
      <w:r>
        <w:t>203.3676</w:t>
      </w:r>
      <w:r>
        <w:tab/>
        <w:t>2.025e0</w:t>
      </w:r>
    </w:p>
    <w:p w:rsidR="00D44D00" w:rsidRDefault="00D44D00" w:rsidP="00D44D00">
      <w:r>
        <w:t>203.3860</w:t>
      </w:r>
      <w:r>
        <w:tab/>
        <w:t>2.025e0</w:t>
      </w:r>
    </w:p>
    <w:p w:rsidR="00D44D00" w:rsidRDefault="00D44D00" w:rsidP="00D44D00">
      <w:r>
        <w:lastRenderedPageBreak/>
        <w:t>203.3879</w:t>
      </w:r>
      <w:r>
        <w:tab/>
        <w:t>1.013e0</w:t>
      </w:r>
    </w:p>
    <w:p w:rsidR="00D44D00" w:rsidRDefault="00D44D00" w:rsidP="00D44D00">
      <w:r>
        <w:t>203.3957</w:t>
      </w:r>
      <w:r>
        <w:tab/>
        <w:t>1.013e0</w:t>
      </w:r>
    </w:p>
    <w:p w:rsidR="00D44D00" w:rsidRDefault="00D44D00" w:rsidP="00D44D00">
      <w:r>
        <w:t>203.4180</w:t>
      </w:r>
      <w:r>
        <w:tab/>
        <w:t>1.013e0</w:t>
      </w:r>
    </w:p>
    <w:p w:rsidR="00D44D00" w:rsidRDefault="00D44D00" w:rsidP="00D44D00">
      <w:r>
        <w:t>203.4373</w:t>
      </w:r>
      <w:r>
        <w:tab/>
        <w:t>1.013e0</w:t>
      </w:r>
    </w:p>
    <w:p w:rsidR="00D44D00" w:rsidRDefault="00D44D00" w:rsidP="00D44D00">
      <w:r>
        <w:t>203.4449</w:t>
      </w:r>
      <w:r>
        <w:tab/>
        <w:t>1.013e0</w:t>
      </w:r>
    </w:p>
    <w:p w:rsidR="00D44D00" w:rsidRDefault="00D44D00" w:rsidP="00D44D00">
      <w:r>
        <w:t>203.4568</w:t>
      </w:r>
      <w:r>
        <w:tab/>
        <w:t>1.013e0</w:t>
      </w:r>
    </w:p>
    <w:p w:rsidR="00D44D00" w:rsidRDefault="00D44D00" w:rsidP="00D44D00">
      <w:r>
        <w:t>203.4646</w:t>
      </w:r>
      <w:r>
        <w:tab/>
        <w:t>1.013e0</w:t>
      </w:r>
    </w:p>
    <w:p w:rsidR="00D44D00" w:rsidRDefault="00D44D00" w:rsidP="00D44D00">
      <w:r>
        <w:t>203.4889</w:t>
      </w:r>
      <w:r>
        <w:tab/>
        <w:t>2.025e0</w:t>
      </w:r>
    </w:p>
    <w:p w:rsidR="00D44D00" w:rsidRDefault="00D44D00" w:rsidP="00D44D00">
      <w:r>
        <w:t>203.5097</w:t>
      </w:r>
      <w:r>
        <w:tab/>
        <w:t>1.013e0</w:t>
      </w:r>
    </w:p>
    <w:p w:rsidR="00D44D00" w:rsidRDefault="00D44D00" w:rsidP="00D44D00">
      <w:r>
        <w:t>203.5132</w:t>
      </w:r>
      <w:r>
        <w:tab/>
        <w:t>2.025e0</w:t>
      </w:r>
    </w:p>
    <w:p w:rsidR="00D44D00" w:rsidRDefault="00D44D00" w:rsidP="00D44D00">
      <w:r>
        <w:t>203.5543</w:t>
      </w:r>
      <w:r>
        <w:tab/>
        <w:t>1.013e0</w:t>
      </w:r>
    </w:p>
    <w:p w:rsidR="00D44D00" w:rsidRDefault="00D44D00" w:rsidP="00D44D00">
      <w:r>
        <w:t>203.5582</w:t>
      </w:r>
      <w:r>
        <w:tab/>
        <w:t>2.025e0</w:t>
      </w:r>
    </w:p>
    <w:p w:rsidR="00D44D00" w:rsidRDefault="00D44D00" w:rsidP="00D44D00">
      <w:r>
        <w:t>203.5778</w:t>
      </w:r>
      <w:r>
        <w:tab/>
        <w:t>2.025e0</w:t>
      </w:r>
    </w:p>
    <w:p w:rsidR="00D44D00" w:rsidRDefault="00D44D00" w:rsidP="00D44D00">
      <w:r>
        <w:t>203.5853</w:t>
      </w:r>
      <w:r>
        <w:tab/>
        <w:t>3.038e0</w:t>
      </w:r>
    </w:p>
    <w:p w:rsidR="00D44D00" w:rsidRDefault="00D44D00" w:rsidP="00D44D00">
      <w:r>
        <w:t>203.6050</w:t>
      </w:r>
      <w:r>
        <w:tab/>
        <w:t>1.013e0</w:t>
      </w:r>
    </w:p>
    <w:p w:rsidR="00D44D00" w:rsidRDefault="00D44D00" w:rsidP="00D44D00">
      <w:r>
        <w:t>203.6086</w:t>
      </w:r>
      <w:r>
        <w:tab/>
        <w:t>1.013e0</w:t>
      </w:r>
    </w:p>
    <w:p w:rsidR="00D44D00" w:rsidRDefault="00D44D00" w:rsidP="00D44D00">
      <w:r>
        <w:t>203.6163</w:t>
      </w:r>
      <w:r>
        <w:tab/>
        <w:t>2.025e0</w:t>
      </w:r>
    </w:p>
    <w:p w:rsidR="00D44D00" w:rsidRDefault="00D44D00" w:rsidP="00D44D00">
      <w:r>
        <w:t>203.6459</w:t>
      </w:r>
      <w:r>
        <w:tab/>
        <w:t>1.013e0</w:t>
      </w:r>
    </w:p>
    <w:p w:rsidR="00D44D00" w:rsidRDefault="00D44D00" w:rsidP="00D44D00">
      <w:r>
        <w:t>203.6609</w:t>
      </w:r>
      <w:r>
        <w:tab/>
        <w:t>2.025e0</w:t>
      </w:r>
    </w:p>
    <w:p w:rsidR="00D44D00" w:rsidRDefault="00D44D00" w:rsidP="00D44D00">
      <w:r>
        <w:lastRenderedPageBreak/>
        <w:t>203.6797</w:t>
      </w:r>
      <w:r>
        <w:tab/>
        <w:t>1.013e0</w:t>
      </w:r>
    </w:p>
    <w:p w:rsidR="00D44D00" w:rsidRDefault="00D44D00" w:rsidP="00D44D00">
      <w:r>
        <w:t>203.6890</w:t>
      </w:r>
      <w:r>
        <w:tab/>
        <w:t>2.025e0</w:t>
      </w:r>
    </w:p>
    <w:p w:rsidR="00D44D00" w:rsidRDefault="00D44D00" w:rsidP="00D44D00">
      <w:r>
        <w:t>203.7376</w:t>
      </w:r>
      <w:r>
        <w:tab/>
        <w:t>1.013e0</w:t>
      </w:r>
    </w:p>
    <w:p w:rsidR="00D44D00" w:rsidRDefault="00D44D00" w:rsidP="00D44D00">
      <w:r>
        <w:t>203.7603</w:t>
      </w:r>
      <w:r>
        <w:tab/>
        <w:t>1.013e0</w:t>
      </w:r>
    </w:p>
    <w:p w:rsidR="00D44D00" w:rsidRDefault="00D44D00" w:rsidP="00D44D00">
      <w:r>
        <w:t>203.7640</w:t>
      </w:r>
      <w:r>
        <w:tab/>
        <w:t>1.013e0</w:t>
      </w:r>
    </w:p>
    <w:p w:rsidR="00D44D00" w:rsidRDefault="00D44D00" w:rsidP="00D44D00">
      <w:r>
        <w:t>203.7787</w:t>
      </w:r>
      <w:r>
        <w:tab/>
        <w:t>1.013e0</w:t>
      </w:r>
    </w:p>
    <w:p w:rsidR="00D44D00" w:rsidRDefault="00D44D00" w:rsidP="00D44D00">
      <w:r>
        <w:t>203.7827</w:t>
      </w:r>
      <w:r>
        <w:tab/>
        <w:t>1.013e0</w:t>
      </w:r>
    </w:p>
    <w:p w:rsidR="00D44D00" w:rsidRDefault="00D44D00" w:rsidP="00D44D00">
      <w:r>
        <w:t>203.7903</w:t>
      </w:r>
      <w:r>
        <w:tab/>
        <w:t>1.013e0</w:t>
      </w:r>
    </w:p>
    <w:p w:rsidR="00D44D00" w:rsidRDefault="00D44D00" w:rsidP="00D44D00">
      <w:r>
        <w:t>203.8031</w:t>
      </w:r>
      <w:r>
        <w:tab/>
        <w:t>2.025e0</w:t>
      </w:r>
    </w:p>
    <w:p w:rsidR="00D44D00" w:rsidRDefault="00D44D00" w:rsidP="00D44D00">
      <w:r>
        <w:t>203.8586</w:t>
      </w:r>
      <w:r>
        <w:tab/>
        <w:t>1.013e0</w:t>
      </w:r>
    </w:p>
    <w:p w:rsidR="00D44D00" w:rsidRDefault="00D44D00" w:rsidP="00D44D00">
      <w:r>
        <w:t>203.8623</w:t>
      </w:r>
      <w:r>
        <w:tab/>
        <w:t>1.013e0</w:t>
      </w:r>
    </w:p>
    <w:p w:rsidR="00D44D00" w:rsidRDefault="00D44D00" w:rsidP="00D44D00">
      <w:r>
        <w:t>203.8682</w:t>
      </w:r>
      <w:r>
        <w:tab/>
        <w:t>2.025e0</w:t>
      </w:r>
    </w:p>
    <w:p w:rsidR="00D44D00" w:rsidRDefault="00D44D00" w:rsidP="00D44D00">
      <w:r>
        <w:t>203.9100</w:t>
      </w:r>
      <w:r>
        <w:tab/>
        <w:t>2.025e0</w:t>
      </w:r>
    </w:p>
    <w:p w:rsidR="00D44D00" w:rsidRDefault="00D44D00" w:rsidP="00D44D00">
      <w:r>
        <w:t>203.9116</w:t>
      </w:r>
      <w:r>
        <w:tab/>
        <w:t>1.013e0</w:t>
      </w:r>
    </w:p>
    <w:p w:rsidR="00D44D00" w:rsidRDefault="00D44D00" w:rsidP="00D44D00">
      <w:r>
        <w:t>203.9131</w:t>
      </w:r>
      <w:r>
        <w:tab/>
        <w:t>3.038e0</w:t>
      </w:r>
    </w:p>
    <w:p w:rsidR="00D44D00" w:rsidRDefault="00D44D00" w:rsidP="00D44D00">
      <w:r>
        <w:t>203.9305</w:t>
      </w:r>
      <w:r>
        <w:tab/>
        <w:t>2.025e0</w:t>
      </w:r>
    </w:p>
    <w:p w:rsidR="00D44D00" w:rsidRDefault="00D44D00" w:rsidP="00D44D00">
      <w:r>
        <w:t>203.9872</w:t>
      </w:r>
      <w:r>
        <w:tab/>
        <w:t>1.013e0</w:t>
      </w:r>
    </w:p>
    <w:p w:rsidR="00D44D00" w:rsidRDefault="00D44D00" w:rsidP="00D44D00">
      <w:r>
        <w:t>204.0557</w:t>
      </w:r>
      <w:r>
        <w:tab/>
        <w:t>1.013e0</w:t>
      </w:r>
    </w:p>
    <w:p w:rsidR="00D44D00" w:rsidRDefault="00D44D00" w:rsidP="00D44D00">
      <w:r>
        <w:t>204.0589</w:t>
      </w:r>
      <w:r>
        <w:tab/>
        <w:t>1.111e0</w:t>
      </w:r>
    </w:p>
    <w:p w:rsidR="00D44D00" w:rsidRDefault="00D44D00" w:rsidP="00D44D00">
      <w:r>
        <w:lastRenderedPageBreak/>
        <w:t>204.0635</w:t>
      </w:r>
      <w:r>
        <w:tab/>
        <w:t>1.850e0</w:t>
      </w:r>
    </w:p>
    <w:p w:rsidR="00D44D00" w:rsidRDefault="00D44D00" w:rsidP="00D44D00">
      <w:r>
        <w:t>204.0856</w:t>
      </w:r>
      <w:r>
        <w:tab/>
        <w:t>2.395e0</w:t>
      </w:r>
    </w:p>
    <w:p w:rsidR="00D44D00" w:rsidRDefault="00D44D00" w:rsidP="00D44D00">
      <w:r>
        <w:t>204.0995</w:t>
      </w:r>
      <w:r>
        <w:tab/>
        <w:t>4.836e0</w:t>
      </w:r>
    </w:p>
    <w:p w:rsidR="00D44D00" w:rsidRDefault="00D44D00" w:rsidP="00D44D00">
      <w:r>
        <w:t>204.1078</w:t>
      </w:r>
      <w:r>
        <w:tab/>
        <w:t>8.101e0</w:t>
      </w:r>
    </w:p>
    <w:p w:rsidR="00D44D00" w:rsidRDefault="00D44D00" w:rsidP="00D44D00">
      <w:r>
        <w:t>204.1108</w:t>
      </w:r>
      <w:r>
        <w:tab/>
        <w:t>1.548e0</w:t>
      </w:r>
    </w:p>
    <w:p w:rsidR="00D44D00" w:rsidRDefault="00D44D00" w:rsidP="00D44D00">
      <w:r>
        <w:t>204.1124</w:t>
      </w:r>
      <w:r>
        <w:tab/>
        <w:t>7.089e0</w:t>
      </w:r>
    </w:p>
    <w:p w:rsidR="00D44D00" w:rsidRDefault="00D44D00" w:rsidP="00D44D00">
      <w:r>
        <w:t>204.1246</w:t>
      </w:r>
      <w:r>
        <w:tab/>
        <w:t>3.545e0</w:t>
      </w:r>
    </w:p>
    <w:p w:rsidR="00D44D00" w:rsidRDefault="00D44D00" w:rsidP="00D44D00">
      <w:r>
        <w:t>204.1455</w:t>
      </w:r>
      <w:r>
        <w:tab/>
        <w:t>2.025e0</w:t>
      </w:r>
    </w:p>
    <w:p w:rsidR="00D44D00" w:rsidRDefault="00D44D00" w:rsidP="00D44D00">
      <w:r>
        <w:t>204.1705</w:t>
      </w:r>
      <w:r>
        <w:tab/>
        <w:t>3.774e0</w:t>
      </w:r>
    </w:p>
    <w:p w:rsidR="00D44D00" w:rsidRDefault="00D44D00" w:rsidP="00D44D00">
      <w:r>
        <w:t>204.1926</w:t>
      </w:r>
      <w:r>
        <w:tab/>
        <w:t>1.013e0</w:t>
      </w:r>
    </w:p>
    <w:p w:rsidR="00D44D00" w:rsidRDefault="00D44D00" w:rsidP="00D44D00">
      <w:r>
        <w:t>204.2321</w:t>
      </w:r>
      <w:r>
        <w:tab/>
        <w:t>2.025e0</w:t>
      </w:r>
    </w:p>
    <w:p w:rsidR="00D44D00" w:rsidRDefault="00D44D00" w:rsidP="00D44D00">
      <w:r>
        <w:t>204.2686</w:t>
      </w:r>
      <w:r>
        <w:tab/>
        <w:t>1.013e0</w:t>
      </w:r>
    </w:p>
    <w:p w:rsidR="00D44D00" w:rsidRDefault="00D44D00" w:rsidP="00D44D00">
      <w:r>
        <w:t>204.2993</w:t>
      </w:r>
      <w:r>
        <w:tab/>
        <w:t>1.013e0</w:t>
      </w:r>
    </w:p>
    <w:p w:rsidR="00D44D00" w:rsidRDefault="00D44D00" w:rsidP="00D44D00">
      <w:r>
        <w:t>204.3366</w:t>
      </w:r>
      <w:r>
        <w:tab/>
        <w:t>1.013e0</w:t>
      </w:r>
    </w:p>
    <w:p w:rsidR="00D44D00" w:rsidRDefault="00D44D00" w:rsidP="00D44D00">
      <w:r>
        <w:t>204.3441</w:t>
      </w:r>
      <w:r>
        <w:tab/>
        <w:t>1.013e0</w:t>
      </w:r>
    </w:p>
    <w:p w:rsidR="00D44D00" w:rsidRDefault="00D44D00" w:rsidP="00D44D00">
      <w:r>
        <w:t>204.3592</w:t>
      </w:r>
      <w:r>
        <w:tab/>
        <w:t>1.013e0</w:t>
      </w:r>
    </w:p>
    <w:p w:rsidR="00D44D00" w:rsidRDefault="00D44D00" w:rsidP="00D44D00">
      <w:r>
        <w:t>204.3609</w:t>
      </w:r>
      <w:r>
        <w:tab/>
        <w:t>2.025e0</w:t>
      </w:r>
    </w:p>
    <w:p w:rsidR="00D44D00" w:rsidRDefault="00D44D00" w:rsidP="00D44D00">
      <w:r>
        <w:t>204.3664</w:t>
      </w:r>
      <w:r>
        <w:tab/>
        <w:t>1.013e0</w:t>
      </w:r>
    </w:p>
    <w:p w:rsidR="00D44D00" w:rsidRDefault="00D44D00" w:rsidP="00D44D00">
      <w:r>
        <w:t>204.4095</w:t>
      </w:r>
      <w:r>
        <w:tab/>
        <w:t>1.013e0</w:t>
      </w:r>
    </w:p>
    <w:p w:rsidR="00D44D00" w:rsidRDefault="00D44D00" w:rsidP="00D44D00">
      <w:r>
        <w:lastRenderedPageBreak/>
        <w:t>204.4585</w:t>
      </w:r>
      <w:r>
        <w:tab/>
        <w:t>1.013e0</w:t>
      </w:r>
    </w:p>
    <w:p w:rsidR="00D44D00" w:rsidRDefault="00D44D00" w:rsidP="00D44D00">
      <w:r>
        <w:t>204.4695</w:t>
      </w:r>
      <w:r>
        <w:tab/>
        <w:t>1.013e0</w:t>
      </w:r>
    </w:p>
    <w:p w:rsidR="00D44D00" w:rsidRDefault="00D44D00" w:rsidP="00D44D00">
      <w:r>
        <w:t>204.4845</w:t>
      </w:r>
      <w:r>
        <w:tab/>
        <w:t>1.013e0</w:t>
      </w:r>
    </w:p>
    <w:p w:rsidR="00D44D00" w:rsidRDefault="00D44D00" w:rsidP="00D44D00">
      <w:r>
        <w:t>204.4956</w:t>
      </w:r>
      <w:r>
        <w:tab/>
        <w:t>1.013e0</w:t>
      </w:r>
    </w:p>
    <w:p w:rsidR="00D44D00" w:rsidRDefault="00D44D00" w:rsidP="00D44D00">
      <w:r>
        <w:t>204.4998</w:t>
      </w:r>
      <w:r>
        <w:tab/>
        <w:t>1.013e0</w:t>
      </w:r>
    </w:p>
    <w:p w:rsidR="00D44D00" w:rsidRDefault="00D44D00" w:rsidP="00D44D00">
      <w:r>
        <w:t>204.5577</w:t>
      </w:r>
      <w:r>
        <w:tab/>
        <w:t>1.013e0</w:t>
      </w:r>
    </w:p>
    <w:p w:rsidR="00D44D00" w:rsidRDefault="00D44D00" w:rsidP="00D44D00">
      <w:r>
        <w:t>204.5875</w:t>
      </w:r>
      <w:r>
        <w:tab/>
        <w:t>1.013e0</w:t>
      </w:r>
    </w:p>
    <w:p w:rsidR="00D44D00" w:rsidRDefault="00D44D00" w:rsidP="00D44D00">
      <w:r>
        <w:t>204.5915</w:t>
      </w:r>
      <w:r>
        <w:tab/>
        <w:t>1.013e0</w:t>
      </w:r>
    </w:p>
    <w:p w:rsidR="00D44D00" w:rsidRDefault="00D44D00" w:rsidP="00D44D00">
      <w:r>
        <w:t>204.6177</w:t>
      </w:r>
      <w:r>
        <w:tab/>
        <w:t>1.013e0</w:t>
      </w:r>
    </w:p>
    <w:p w:rsidR="00D44D00" w:rsidRDefault="00D44D00" w:rsidP="00D44D00">
      <w:r>
        <w:t>204.6525</w:t>
      </w:r>
      <w:r>
        <w:tab/>
        <w:t>1.013e0</w:t>
      </w:r>
    </w:p>
    <w:p w:rsidR="00D44D00" w:rsidRDefault="00D44D00" w:rsidP="00D44D00">
      <w:r>
        <w:t>204.6830</w:t>
      </w:r>
      <w:r>
        <w:tab/>
        <w:t>1.013e0</w:t>
      </w:r>
    </w:p>
    <w:p w:rsidR="00D44D00" w:rsidRDefault="00D44D00" w:rsidP="00D44D00">
      <w:r>
        <w:t>204.6907</w:t>
      </w:r>
      <w:r>
        <w:tab/>
        <w:t>1.013e0</w:t>
      </w:r>
    </w:p>
    <w:p w:rsidR="00D44D00" w:rsidRDefault="00D44D00" w:rsidP="00D44D00">
      <w:r>
        <w:t>204.7057</w:t>
      </w:r>
      <w:r>
        <w:tab/>
        <w:t>1.013e0</w:t>
      </w:r>
    </w:p>
    <w:p w:rsidR="00D44D00" w:rsidRDefault="00D44D00" w:rsidP="00D44D00">
      <w:r>
        <w:t>204.7205</w:t>
      </w:r>
      <w:r>
        <w:tab/>
        <w:t>1.013e0</w:t>
      </w:r>
    </w:p>
    <w:p w:rsidR="00D44D00" w:rsidRDefault="00D44D00" w:rsidP="00D44D00">
      <w:r>
        <w:t>204.7393</w:t>
      </w:r>
      <w:r>
        <w:tab/>
        <w:t>1.013e0</w:t>
      </w:r>
    </w:p>
    <w:p w:rsidR="00D44D00" w:rsidRDefault="00D44D00" w:rsidP="00D44D00">
      <w:r>
        <w:t>204.7470</w:t>
      </w:r>
      <w:r>
        <w:tab/>
        <w:t>1.013e0</w:t>
      </w:r>
    </w:p>
    <w:p w:rsidR="00D44D00" w:rsidRDefault="00D44D00" w:rsidP="00D44D00">
      <w:r>
        <w:t>204.7739</w:t>
      </w:r>
      <w:r>
        <w:tab/>
        <w:t>2.025e0</w:t>
      </w:r>
    </w:p>
    <w:p w:rsidR="00D44D00" w:rsidRDefault="00D44D00" w:rsidP="00D44D00">
      <w:r>
        <w:t>204.7854</w:t>
      </w:r>
      <w:r>
        <w:tab/>
        <w:t>1.013e0</w:t>
      </w:r>
    </w:p>
    <w:p w:rsidR="00D44D00" w:rsidRDefault="00D44D00" w:rsidP="00D44D00">
      <w:r>
        <w:t>204.7933</w:t>
      </w:r>
      <w:r>
        <w:tab/>
        <w:t>1.013e0</w:t>
      </w:r>
    </w:p>
    <w:p w:rsidR="00D44D00" w:rsidRDefault="00D44D00" w:rsidP="00D44D00">
      <w:r>
        <w:lastRenderedPageBreak/>
        <w:t>204.8123</w:t>
      </w:r>
      <w:r>
        <w:tab/>
        <w:t>2.025e0</w:t>
      </w:r>
    </w:p>
    <w:p w:rsidR="00D44D00" w:rsidRDefault="00D44D00" w:rsidP="00D44D00">
      <w:r>
        <w:t>204.8275</w:t>
      </w:r>
      <w:r>
        <w:tab/>
        <w:t>1.013e0</w:t>
      </w:r>
    </w:p>
    <w:p w:rsidR="00D44D00" w:rsidRDefault="00D44D00" w:rsidP="00D44D00">
      <w:r>
        <w:t>204.8501</w:t>
      </w:r>
      <w:r>
        <w:tab/>
        <w:t>1.013e0</w:t>
      </w:r>
    </w:p>
    <w:p w:rsidR="00D44D00" w:rsidRDefault="00D44D00" w:rsidP="00D44D00">
      <w:r>
        <w:t>204.8913</w:t>
      </w:r>
      <w:r>
        <w:tab/>
        <w:t>1.013e0</w:t>
      </w:r>
    </w:p>
    <w:p w:rsidR="00D44D00" w:rsidRDefault="00D44D00" w:rsidP="00D44D00">
      <w:r>
        <w:t>204.8955</w:t>
      </w:r>
      <w:r>
        <w:tab/>
        <w:t>1.013e0</w:t>
      </w:r>
    </w:p>
    <w:p w:rsidR="00D44D00" w:rsidRDefault="00D44D00" w:rsidP="00D44D00">
      <w:r>
        <w:t>204.9363</w:t>
      </w:r>
      <w:r>
        <w:tab/>
        <w:t>2.025e0</w:t>
      </w:r>
    </w:p>
    <w:p w:rsidR="00D44D00" w:rsidRDefault="00D44D00" w:rsidP="00D44D00">
      <w:r>
        <w:t>204.9548</w:t>
      </w:r>
      <w:r>
        <w:tab/>
        <w:t>2.025e0</w:t>
      </w:r>
    </w:p>
    <w:p w:rsidR="00D44D00" w:rsidRDefault="00D44D00" w:rsidP="00D44D00">
      <w:r>
        <w:t>204.9994</w:t>
      </w:r>
      <w:r>
        <w:tab/>
        <w:t>1.457e0</w:t>
      </w:r>
    </w:p>
    <w:p w:rsidR="00D44D00" w:rsidRDefault="00D44D00" w:rsidP="00D44D00">
      <w:r>
        <w:t>205.0170</w:t>
      </w:r>
      <w:r>
        <w:tab/>
        <w:t>1.841e0</w:t>
      </w:r>
    </w:p>
    <w:p w:rsidR="00D44D00" w:rsidRDefault="00D44D00" w:rsidP="00D44D00">
      <w:r>
        <w:t>205.0672</w:t>
      </w:r>
      <w:r>
        <w:tab/>
        <w:t>1.013e0</w:t>
      </w:r>
    </w:p>
    <w:p w:rsidR="00D44D00" w:rsidRDefault="00D44D00" w:rsidP="00D44D00">
      <w:r>
        <w:t>205.0752</w:t>
      </w:r>
      <w:r>
        <w:tab/>
        <w:t>2.066e0</w:t>
      </w:r>
    </w:p>
    <w:p w:rsidR="00D44D00" w:rsidRDefault="00D44D00" w:rsidP="00D44D00">
      <w:r>
        <w:t>205.1012</w:t>
      </w:r>
      <w:r>
        <w:tab/>
        <w:t>3.038e0</w:t>
      </w:r>
    </w:p>
    <w:p w:rsidR="00D44D00" w:rsidRDefault="00D44D00" w:rsidP="00D44D00">
      <w:r>
        <w:t>205.1085</w:t>
      </w:r>
      <w:r>
        <w:tab/>
        <w:t>4.490e0</w:t>
      </w:r>
    </w:p>
    <w:p w:rsidR="00D44D00" w:rsidRDefault="00D44D00" w:rsidP="00D44D00">
      <w:r>
        <w:t>205.1188</w:t>
      </w:r>
      <w:r>
        <w:tab/>
        <w:t>2.971e0</w:t>
      </w:r>
    </w:p>
    <w:p w:rsidR="00D44D00" w:rsidRDefault="00D44D00" w:rsidP="00D44D00">
      <w:r>
        <w:t>205.1349</w:t>
      </w:r>
      <w:r>
        <w:tab/>
        <w:t>1.013e0</w:t>
      </w:r>
    </w:p>
    <w:p w:rsidR="00D44D00" w:rsidRDefault="00D44D00" w:rsidP="00D44D00">
      <w:r>
        <w:t>205.1448</w:t>
      </w:r>
      <w:r>
        <w:tab/>
        <w:t>2.277e0</w:t>
      </w:r>
    </w:p>
    <w:p w:rsidR="00D44D00" w:rsidRDefault="00D44D00" w:rsidP="00D44D00">
      <w:r>
        <w:t>205.1497</w:t>
      </w:r>
      <w:r>
        <w:tab/>
        <w:t>4.051e0</w:t>
      </w:r>
    </w:p>
    <w:p w:rsidR="00D44D00" w:rsidRDefault="00D44D00" w:rsidP="00D44D00">
      <w:r>
        <w:t>205.1697</w:t>
      </w:r>
      <w:r>
        <w:tab/>
        <w:t>4.051e0</w:t>
      </w:r>
    </w:p>
    <w:p w:rsidR="00D44D00" w:rsidRDefault="00D44D00" w:rsidP="00D44D00">
      <w:r>
        <w:t>205.1777</w:t>
      </w:r>
      <w:r>
        <w:tab/>
        <w:t>4.051e0</w:t>
      </w:r>
    </w:p>
    <w:p w:rsidR="00D44D00" w:rsidRDefault="00D44D00" w:rsidP="00D44D00">
      <w:r>
        <w:lastRenderedPageBreak/>
        <w:t>205.2341</w:t>
      </w:r>
      <w:r>
        <w:tab/>
        <w:t>1.013e0</w:t>
      </w:r>
    </w:p>
    <w:p w:rsidR="00D44D00" w:rsidRDefault="00D44D00" w:rsidP="00D44D00">
      <w:r>
        <w:t>205.2353</w:t>
      </w:r>
      <w:r>
        <w:tab/>
        <w:t>3.038e0</w:t>
      </w:r>
    </w:p>
    <w:p w:rsidR="00D44D00" w:rsidRDefault="00D44D00" w:rsidP="00D44D00">
      <w:r>
        <w:t>205.2680</w:t>
      </w:r>
      <w:r>
        <w:tab/>
        <w:t>1.013e0</w:t>
      </w:r>
    </w:p>
    <w:p w:rsidR="00D44D00" w:rsidRDefault="00D44D00" w:rsidP="00D44D00">
      <w:r>
        <w:t>205.2879</w:t>
      </w:r>
      <w:r>
        <w:tab/>
        <w:t>1.013e0</w:t>
      </w:r>
    </w:p>
    <w:p w:rsidR="00D44D00" w:rsidRDefault="00D44D00" w:rsidP="00D44D00">
      <w:r>
        <w:t>205.2957</w:t>
      </w:r>
      <w:r>
        <w:tab/>
        <w:t>1.013e0</w:t>
      </w:r>
    </w:p>
    <w:p w:rsidR="00D44D00" w:rsidRDefault="00D44D00" w:rsidP="00D44D00">
      <w:r>
        <w:t>205.2994</w:t>
      </w:r>
      <w:r>
        <w:tab/>
        <w:t>1.013e0</w:t>
      </w:r>
    </w:p>
    <w:p w:rsidR="00D44D00" w:rsidRDefault="00D44D00" w:rsidP="00D44D00">
      <w:r>
        <w:t>205.4254</w:t>
      </w:r>
      <w:r>
        <w:tab/>
        <w:t>1.013e0</w:t>
      </w:r>
    </w:p>
    <w:p w:rsidR="00D44D00" w:rsidRDefault="00D44D00" w:rsidP="00D44D00">
      <w:r>
        <w:t>205.4516</w:t>
      </w:r>
      <w:r>
        <w:tab/>
        <w:t>1.013e0</w:t>
      </w:r>
    </w:p>
    <w:p w:rsidR="00D44D00" w:rsidRDefault="00D44D00" w:rsidP="00D44D00">
      <w:r>
        <w:t>205.4594</w:t>
      </w:r>
      <w:r>
        <w:tab/>
        <w:t>1.013e0</w:t>
      </w:r>
    </w:p>
    <w:p w:rsidR="00D44D00" w:rsidRDefault="00D44D00" w:rsidP="00D44D00">
      <w:r>
        <w:t>205.4707</w:t>
      </w:r>
      <w:r>
        <w:tab/>
        <w:t>1.013e0</w:t>
      </w:r>
    </w:p>
    <w:p w:rsidR="00D44D00" w:rsidRDefault="00D44D00" w:rsidP="00D44D00">
      <w:r>
        <w:t>205.4780</w:t>
      </w:r>
      <w:r>
        <w:tab/>
        <w:t>1.013e0</w:t>
      </w:r>
    </w:p>
    <w:p w:rsidR="00D44D00" w:rsidRDefault="00D44D00" w:rsidP="00D44D00">
      <w:r>
        <w:t>205.5005</w:t>
      </w:r>
      <w:r>
        <w:tab/>
        <w:t>1.013e0</w:t>
      </w:r>
    </w:p>
    <w:p w:rsidR="00D44D00" w:rsidRDefault="00D44D00" w:rsidP="00D44D00">
      <w:r>
        <w:t>205.5234</w:t>
      </w:r>
      <w:r>
        <w:tab/>
        <w:t>1.013e0</w:t>
      </w:r>
    </w:p>
    <w:p w:rsidR="00D44D00" w:rsidRDefault="00D44D00" w:rsidP="00D44D00">
      <w:r>
        <w:t>205.5394</w:t>
      </w:r>
      <w:r>
        <w:tab/>
        <w:t>2.025e0</w:t>
      </w:r>
    </w:p>
    <w:p w:rsidR="00D44D00" w:rsidRDefault="00D44D00" w:rsidP="00D44D00">
      <w:r>
        <w:t>205.5661</w:t>
      </w:r>
      <w:r>
        <w:tab/>
        <w:t>1.013e0</w:t>
      </w:r>
    </w:p>
    <w:p w:rsidR="00D44D00" w:rsidRDefault="00D44D00" w:rsidP="00D44D00">
      <w:r>
        <w:t>205.5698</w:t>
      </w:r>
      <w:r>
        <w:tab/>
        <w:t>1.013e0</w:t>
      </w:r>
    </w:p>
    <w:p w:rsidR="00D44D00" w:rsidRDefault="00D44D00" w:rsidP="00D44D00">
      <w:r>
        <w:t>205.5776</w:t>
      </w:r>
      <w:r>
        <w:tab/>
        <w:t>1.013e0</w:t>
      </w:r>
    </w:p>
    <w:p w:rsidR="00D44D00" w:rsidRDefault="00D44D00" w:rsidP="00D44D00">
      <w:r>
        <w:t>205.6115</w:t>
      </w:r>
      <w:r>
        <w:tab/>
        <w:t>1.013e0</w:t>
      </w:r>
    </w:p>
    <w:p w:rsidR="00D44D00" w:rsidRDefault="00D44D00" w:rsidP="00D44D00">
      <w:r>
        <w:t>205.6227</w:t>
      </w:r>
      <w:r>
        <w:tab/>
        <w:t>1.013e0</w:t>
      </w:r>
    </w:p>
    <w:p w:rsidR="00D44D00" w:rsidRDefault="00D44D00" w:rsidP="00D44D00">
      <w:r>
        <w:lastRenderedPageBreak/>
        <w:t>205.6571</w:t>
      </w:r>
      <w:r>
        <w:tab/>
        <w:t>1.013e0</w:t>
      </w:r>
    </w:p>
    <w:p w:rsidR="00D44D00" w:rsidRDefault="00D44D00" w:rsidP="00D44D00">
      <w:r>
        <w:t>205.6613</w:t>
      </w:r>
      <w:r>
        <w:tab/>
        <w:t>1.013e0</w:t>
      </w:r>
    </w:p>
    <w:p w:rsidR="00D44D00" w:rsidRDefault="00D44D00" w:rsidP="00D44D00">
      <w:r>
        <w:t>205.6809</w:t>
      </w:r>
      <w:r>
        <w:tab/>
        <w:t>1.013e0</w:t>
      </w:r>
    </w:p>
    <w:p w:rsidR="00D44D00" w:rsidRDefault="00D44D00" w:rsidP="00D44D00">
      <w:r>
        <w:t>205.7030</w:t>
      </w:r>
      <w:r>
        <w:tab/>
        <w:t>1.013e0</w:t>
      </w:r>
    </w:p>
    <w:p w:rsidR="00D44D00" w:rsidRDefault="00D44D00" w:rsidP="00D44D00">
      <w:r>
        <w:t>205.7334</w:t>
      </w:r>
      <w:r>
        <w:tab/>
        <w:t>1.013e0</w:t>
      </w:r>
    </w:p>
    <w:p w:rsidR="00D44D00" w:rsidRDefault="00D44D00" w:rsidP="00D44D00">
      <w:r>
        <w:t>205.7409</w:t>
      </w:r>
      <w:r>
        <w:tab/>
        <w:t>1.013e0</w:t>
      </w:r>
    </w:p>
    <w:p w:rsidR="00D44D00" w:rsidRDefault="00D44D00" w:rsidP="00D44D00">
      <w:r>
        <w:t>205.7832</w:t>
      </w:r>
      <w:r>
        <w:tab/>
        <w:t>1.013e0</w:t>
      </w:r>
    </w:p>
    <w:p w:rsidR="00D44D00" w:rsidRDefault="00D44D00" w:rsidP="00D44D00">
      <w:r>
        <w:t>205.7940</w:t>
      </w:r>
      <w:r>
        <w:tab/>
        <w:t>3.038e0</w:t>
      </w:r>
    </w:p>
    <w:p w:rsidR="00D44D00" w:rsidRDefault="00D44D00" w:rsidP="00D44D00">
      <w:r>
        <w:t>205.7987</w:t>
      </w:r>
      <w:r>
        <w:tab/>
        <w:t>1.013e0</w:t>
      </w:r>
    </w:p>
    <w:p w:rsidR="00D44D00" w:rsidRDefault="00D44D00" w:rsidP="00D44D00">
      <w:r>
        <w:t>205.8326</w:t>
      </w:r>
      <w:r>
        <w:tab/>
        <w:t>1.013e0</w:t>
      </w:r>
    </w:p>
    <w:p w:rsidR="00D44D00" w:rsidRDefault="00D44D00" w:rsidP="00D44D00">
      <w:r>
        <w:t>205.8667</w:t>
      </w:r>
      <w:r>
        <w:tab/>
        <w:t>1.013e0</w:t>
      </w:r>
    </w:p>
    <w:p w:rsidR="00D44D00" w:rsidRDefault="00D44D00" w:rsidP="00D44D00">
      <w:r>
        <w:t>205.9471</w:t>
      </w:r>
      <w:r>
        <w:tab/>
        <w:t>1.013e0</w:t>
      </w:r>
    </w:p>
    <w:p w:rsidR="00D44D00" w:rsidRDefault="00D44D00" w:rsidP="00D44D00">
      <w:r>
        <w:t>206.0689</w:t>
      </w:r>
      <w:r>
        <w:tab/>
        <w:t>3.117e0</w:t>
      </w:r>
    </w:p>
    <w:p w:rsidR="00D44D00" w:rsidRDefault="00D44D00" w:rsidP="00D44D00">
      <w:r>
        <w:t>206.0729</w:t>
      </w:r>
      <w:r>
        <w:tab/>
        <w:t>1.013e0</w:t>
      </w:r>
    </w:p>
    <w:p w:rsidR="00D44D00" w:rsidRDefault="00D44D00" w:rsidP="00D44D00">
      <w:r>
        <w:t>206.0960</w:t>
      </w:r>
      <w:r>
        <w:tab/>
        <w:t>1.692e1</w:t>
      </w:r>
    </w:p>
    <w:p w:rsidR="00D44D00" w:rsidRDefault="00D44D00" w:rsidP="00D44D00">
      <w:r>
        <w:t>206.1042</w:t>
      </w:r>
      <w:r>
        <w:tab/>
        <w:t>1.163e2</w:t>
      </w:r>
    </w:p>
    <w:p w:rsidR="00D44D00" w:rsidRDefault="00D44D00" w:rsidP="00D44D00">
      <w:r>
        <w:t>206.1134</w:t>
      </w:r>
      <w:r>
        <w:tab/>
        <w:t>1.215e1</w:t>
      </w:r>
    </w:p>
    <w:p w:rsidR="00D44D00" w:rsidRDefault="00D44D00" w:rsidP="00D44D00">
      <w:r>
        <w:t>206.1406</w:t>
      </w:r>
      <w:r>
        <w:tab/>
        <w:t>2.264e0</w:t>
      </w:r>
    </w:p>
    <w:p w:rsidR="00D44D00" w:rsidRDefault="00D44D00" w:rsidP="00D44D00">
      <w:r>
        <w:t>206.1511</w:t>
      </w:r>
      <w:r>
        <w:tab/>
        <w:t>1.440e0</w:t>
      </w:r>
    </w:p>
    <w:p w:rsidR="00D44D00" w:rsidRDefault="00D44D00" w:rsidP="00D44D00">
      <w:r>
        <w:lastRenderedPageBreak/>
        <w:t>206.1602</w:t>
      </w:r>
      <w:r>
        <w:tab/>
        <w:t>3.038e0</w:t>
      </w:r>
    </w:p>
    <w:p w:rsidR="00D44D00" w:rsidRDefault="00D44D00" w:rsidP="00D44D00">
      <w:r>
        <w:t>206.1786</w:t>
      </w:r>
      <w:r>
        <w:tab/>
        <w:t>5.063e0</w:t>
      </w:r>
    </w:p>
    <w:p w:rsidR="00D44D00" w:rsidRDefault="00D44D00" w:rsidP="00D44D00">
      <w:r>
        <w:t>206.2176</w:t>
      </w:r>
      <w:r>
        <w:tab/>
        <w:t>1.013e0</w:t>
      </w:r>
    </w:p>
    <w:p w:rsidR="00D44D00" w:rsidRDefault="00D44D00" w:rsidP="00D44D00">
      <w:r>
        <w:t>206.2291</w:t>
      </w:r>
      <w:r>
        <w:tab/>
        <w:t>1.013e0</w:t>
      </w:r>
    </w:p>
    <w:p w:rsidR="00D44D00" w:rsidRDefault="00D44D00" w:rsidP="00D44D00">
      <w:r>
        <w:t>206.2982</w:t>
      </w:r>
      <w:r>
        <w:tab/>
        <w:t>1.013e0</w:t>
      </w:r>
    </w:p>
    <w:p w:rsidR="00D44D00" w:rsidRDefault="00D44D00" w:rsidP="00D44D00">
      <w:r>
        <w:t>206.3211</w:t>
      </w:r>
      <w:r>
        <w:tab/>
        <w:t>1.013e0</w:t>
      </w:r>
    </w:p>
    <w:p w:rsidR="00D44D00" w:rsidRDefault="00D44D00" w:rsidP="00D44D00">
      <w:r>
        <w:t>206.3286</w:t>
      </w:r>
      <w:r>
        <w:tab/>
        <w:t>1.013e0</w:t>
      </w:r>
    </w:p>
    <w:p w:rsidR="00D44D00" w:rsidRDefault="00D44D00" w:rsidP="00D44D00">
      <w:r>
        <w:t>206.3321</w:t>
      </w:r>
      <w:r>
        <w:tab/>
        <w:t>1.013e0</w:t>
      </w:r>
    </w:p>
    <w:p w:rsidR="00D44D00" w:rsidRDefault="00D44D00" w:rsidP="00D44D00">
      <w:r>
        <w:t>206.3622</w:t>
      </w:r>
      <w:r>
        <w:tab/>
        <w:t>1.013e0</w:t>
      </w:r>
    </w:p>
    <w:p w:rsidR="00D44D00" w:rsidRDefault="00D44D00" w:rsidP="00D44D00">
      <w:r>
        <w:t>206.3819</w:t>
      </w:r>
      <w:r>
        <w:tab/>
        <w:t>1.013e0</w:t>
      </w:r>
    </w:p>
    <w:p w:rsidR="00D44D00" w:rsidRDefault="00D44D00" w:rsidP="00D44D00">
      <w:r>
        <w:t>206.3861</w:t>
      </w:r>
      <w:r>
        <w:tab/>
        <w:t>1.013e0</w:t>
      </w:r>
    </w:p>
    <w:p w:rsidR="00D44D00" w:rsidRDefault="00D44D00" w:rsidP="00D44D00">
      <w:r>
        <w:t>206.4244</w:t>
      </w:r>
      <w:r>
        <w:tab/>
        <w:t>2.025e0</w:t>
      </w:r>
    </w:p>
    <w:p w:rsidR="00D44D00" w:rsidRDefault="00D44D00" w:rsidP="00D44D00">
      <w:r>
        <w:t>206.4692</w:t>
      </w:r>
      <w:r>
        <w:tab/>
        <w:t>1.013e0</w:t>
      </w:r>
    </w:p>
    <w:p w:rsidR="00D44D00" w:rsidRDefault="00D44D00" w:rsidP="00D44D00">
      <w:r>
        <w:t>206.4845</w:t>
      </w:r>
      <w:r>
        <w:tab/>
        <w:t>1.013e0</w:t>
      </w:r>
    </w:p>
    <w:p w:rsidR="00D44D00" w:rsidRDefault="00D44D00" w:rsidP="00D44D00">
      <w:r>
        <w:t>206.5085</w:t>
      </w:r>
      <w:r>
        <w:tab/>
        <w:t>1.013e0</w:t>
      </w:r>
    </w:p>
    <w:p w:rsidR="00D44D00" w:rsidRDefault="00D44D00" w:rsidP="00D44D00">
      <w:r>
        <w:t>206.5256</w:t>
      </w:r>
      <w:r>
        <w:tab/>
        <w:t>2.025e0</w:t>
      </w:r>
    </w:p>
    <w:p w:rsidR="00D44D00" w:rsidRDefault="00D44D00" w:rsidP="00D44D00">
      <w:r>
        <w:t>206.5578</w:t>
      </w:r>
      <w:r>
        <w:tab/>
        <w:t>1.013e0</w:t>
      </w:r>
    </w:p>
    <w:p w:rsidR="00D44D00" w:rsidRDefault="00D44D00" w:rsidP="00D44D00">
      <w:r>
        <w:t>206.5642</w:t>
      </w:r>
      <w:r>
        <w:tab/>
        <w:t>3.038e0</w:t>
      </w:r>
    </w:p>
    <w:p w:rsidR="00D44D00" w:rsidRDefault="00D44D00" w:rsidP="00D44D00">
      <w:r>
        <w:t>206.6072</w:t>
      </w:r>
      <w:r>
        <w:tab/>
        <w:t>1.013e0</w:t>
      </w:r>
    </w:p>
    <w:p w:rsidR="00D44D00" w:rsidRDefault="00D44D00" w:rsidP="00D44D00">
      <w:r>
        <w:lastRenderedPageBreak/>
        <w:t>206.6462</w:t>
      </w:r>
      <w:r>
        <w:tab/>
        <w:t>2.025e0</w:t>
      </w:r>
    </w:p>
    <w:p w:rsidR="00D44D00" w:rsidRDefault="00D44D00" w:rsidP="00D44D00">
      <w:r>
        <w:t>206.7241</w:t>
      </w:r>
      <w:r>
        <w:tab/>
        <w:t>2.025e0</w:t>
      </w:r>
    </w:p>
    <w:p w:rsidR="00D44D00" w:rsidRDefault="00D44D00" w:rsidP="00D44D00">
      <w:r>
        <w:t>206.7909</w:t>
      </w:r>
      <w:r>
        <w:tab/>
        <w:t>1.013e0</w:t>
      </w:r>
    </w:p>
    <w:p w:rsidR="00D44D00" w:rsidRDefault="00D44D00" w:rsidP="00D44D00">
      <w:r>
        <w:t>206.8060</w:t>
      </w:r>
      <w:r>
        <w:tab/>
        <w:t>1.013e0</w:t>
      </w:r>
    </w:p>
    <w:p w:rsidR="00D44D00" w:rsidRDefault="00D44D00" w:rsidP="00D44D00">
      <w:r>
        <w:t>206.8324</w:t>
      </w:r>
      <w:r>
        <w:tab/>
        <w:t>1.013e0</w:t>
      </w:r>
    </w:p>
    <w:p w:rsidR="00D44D00" w:rsidRDefault="00D44D00" w:rsidP="00D44D00">
      <w:r>
        <w:t>206.8716</w:t>
      </w:r>
      <w:r>
        <w:tab/>
        <w:t>1.013e0</w:t>
      </w:r>
    </w:p>
    <w:p w:rsidR="00D44D00" w:rsidRDefault="00D44D00" w:rsidP="00D44D00">
      <w:r>
        <w:t>206.9053</w:t>
      </w:r>
      <w:r>
        <w:tab/>
        <w:t>1.013e0</w:t>
      </w:r>
    </w:p>
    <w:p w:rsidR="00D44D00" w:rsidRDefault="00D44D00" w:rsidP="00D44D00">
      <w:r>
        <w:t>207.0659</w:t>
      </w:r>
      <w:r>
        <w:tab/>
        <w:t>1.520e0</w:t>
      </w:r>
    </w:p>
    <w:p w:rsidR="00D44D00" w:rsidRDefault="00D44D00" w:rsidP="00D44D00">
      <w:r>
        <w:t>207.0784</w:t>
      </w:r>
      <w:r>
        <w:tab/>
        <w:t>3.038e0</w:t>
      </w:r>
    </w:p>
    <w:p w:rsidR="00D44D00" w:rsidRDefault="00D44D00" w:rsidP="00D44D00">
      <w:r>
        <w:t>207.1048</w:t>
      </w:r>
      <w:r>
        <w:tab/>
        <w:t>4.028e0</w:t>
      </w:r>
    </w:p>
    <w:p w:rsidR="00D44D00" w:rsidRDefault="00D44D00" w:rsidP="00D44D00">
      <w:r>
        <w:t>207.1069</w:t>
      </w:r>
      <w:r>
        <w:tab/>
        <w:t>1.554e1</w:t>
      </w:r>
    </w:p>
    <w:p w:rsidR="00D44D00" w:rsidRDefault="00D44D00" w:rsidP="00D44D00">
      <w:r>
        <w:t>207.1095</w:t>
      </w:r>
      <w:r>
        <w:tab/>
        <w:t>4.051e0</w:t>
      </w:r>
    </w:p>
    <w:p w:rsidR="00D44D00" w:rsidRDefault="00D44D00" w:rsidP="00D44D00">
      <w:r>
        <w:t>207.1282</w:t>
      </w:r>
      <w:r>
        <w:tab/>
        <w:t>3.038e0</w:t>
      </w:r>
    </w:p>
    <w:p w:rsidR="00D44D00" w:rsidRDefault="00D44D00" w:rsidP="00D44D00">
      <w:r>
        <w:t>207.1316</w:t>
      </w:r>
      <w:r>
        <w:tab/>
        <w:t>1.937e0</w:t>
      </w:r>
    </w:p>
    <w:p w:rsidR="00D44D00" w:rsidRDefault="00D44D00" w:rsidP="00D44D00">
      <w:r>
        <w:t>207.1348</w:t>
      </w:r>
      <w:r>
        <w:tab/>
        <w:t>1.936e0</w:t>
      </w:r>
    </w:p>
    <w:p w:rsidR="00D44D00" w:rsidRDefault="00D44D00" w:rsidP="00D44D00">
      <w:r>
        <w:t>207.1656</w:t>
      </w:r>
      <w:r>
        <w:tab/>
        <w:t>2.909e0</w:t>
      </w:r>
    </w:p>
    <w:p w:rsidR="00D44D00" w:rsidRDefault="00D44D00" w:rsidP="00D44D00">
      <w:r>
        <w:t>207.1843</w:t>
      </w:r>
      <w:r>
        <w:tab/>
        <w:t>2.025e0</w:t>
      </w:r>
    </w:p>
    <w:p w:rsidR="00D44D00" w:rsidRDefault="00D44D00" w:rsidP="00D44D00">
      <w:r>
        <w:t>207.2231</w:t>
      </w:r>
      <w:r>
        <w:tab/>
        <w:t>3.038e0</w:t>
      </w:r>
    </w:p>
    <w:p w:rsidR="00D44D00" w:rsidRDefault="00D44D00" w:rsidP="00D44D00">
      <w:r>
        <w:t>207.2646</w:t>
      </w:r>
      <w:r>
        <w:tab/>
        <w:t>3.038e0</w:t>
      </w:r>
    </w:p>
    <w:p w:rsidR="00D44D00" w:rsidRDefault="00D44D00" w:rsidP="00D44D00">
      <w:r>
        <w:lastRenderedPageBreak/>
        <w:t>207.2798</w:t>
      </w:r>
      <w:r>
        <w:tab/>
        <w:t>2.025e0</w:t>
      </w:r>
    </w:p>
    <w:p w:rsidR="00D44D00" w:rsidRDefault="00D44D00" w:rsidP="00D44D00">
      <w:r>
        <w:t>207.2913</w:t>
      </w:r>
      <w:r>
        <w:tab/>
        <w:t>1.013e0</w:t>
      </w:r>
    </w:p>
    <w:p w:rsidR="00D44D00" w:rsidRDefault="00D44D00" w:rsidP="00D44D00">
      <w:r>
        <w:t>207.3148</w:t>
      </w:r>
      <w:r>
        <w:tab/>
        <w:t>1.013e0</w:t>
      </w:r>
    </w:p>
    <w:p w:rsidR="00D44D00" w:rsidRDefault="00D44D00" w:rsidP="00D44D00">
      <w:r>
        <w:t>207.3646</w:t>
      </w:r>
      <w:r>
        <w:tab/>
        <w:t>1.013e0</w:t>
      </w:r>
    </w:p>
    <w:p w:rsidR="00D44D00" w:rsidRDefault="00D44D00" w:rsidP="00D44D00">
      <w:r>
        <w:t>207.4753</w:t>
      </w:r>
      <w:r>
        <w:tab/>
        <w:t>2.025e0</w:t>
      </w:r>
    </w:p>
    <w:p w:rsidR="00D44D00" w:rsidRDefault="00D44D00" w:rsidP="00D44D00">
      <w:r>
        <w:t>207.4904</w:t>
      </w:r>
      <w:r>
        <w:tab/>
        <w:t>1.013e0</w:t>
      </w:r>
    </w:p>
    <w:p w:rsidR="00D44D00" w:rsidRDefault="00D44D00" w:rsidP="00D44D00">
      <w:r>
        <w:t>207.4979</w:t>
      </w:r>
      <w:r>
        <w:tab/>
        <w:t>1.013e0</w:t>
      </w:r>
    </w:p>
    <w:p w:rsidR="00D44D00" w:rsidRDefault="00D44D00" w:rsidP="00D44D00">
      <w:r>
        <w:t>207.5132</w:t>
      </w:r>
      <w:r>
        <w:tab/>
        <w:t>1.013e0</w:t>
      </w:r>
    </w:p>
    <w:p w:rsidR="00D44D00" w:rsidRDefault="00D44D00" w:rsidP="00D44D00">
      <w:r>
        <w:t>207.5248</w:t>
      </w:r>
      <w:r>
        <w:tab/>
        <w:t>1.013e0</w:t>
      </w:r>
    </w:p>
    <w:p w:rsidR="00D44D00" w:rsidRDefault="00D44D00" w:rsidP="00D44D00">
      <w:r>
        <w:t>207.5600</w:t>
      </w:r>
      <w:r>
        <w:tab/>
        <w:t>1.013e0</w:t>
      </w:r>
    </w:p>
    <w:p w:rsidR="00D44D00" w:rsidRDefault="00D44D00" w:rsidP="00D44D00">
      <w:r>
        <w:t>207.5638</w:t>
      </w:r>
      <w:r>
        <w:tab/>
        <w:t>1.013e0</w:t>
      </w:r>
    </w:p>
    <w:p w:rsidR="00D44D00" w:rsidRDefault="00D44D00" w:rsidP="00D44D00">
      <w:r>
        <w:t>207.5678</w:t>
      </w:r>
      <w:r>
        <w:tab/>
        <w:t>1.013e0</w:t>
      </w:r>
    </w:p>
    <w:p w:rsidR="00D44D00" w:rsidRDefault="00D44D00" w:rsidP="00D44D00">
      <w:r>
        <w:t>207.5939</w:t>
      </w:r>
      <w:r>
        <w:tab/>
        <w:t>1.013e0</w:t>
      </w:r>
    </w:p>
    <w:p w:rsidR="00D44D00" w:rsidRDefault="00D44D00" w:rsidP="00D44D00">
      <w:r>
        <w:t>207.6017</w:t>
      </w:r>
      <w:r>
        <w:tab/>
        <w:t>2.025e0</w:t>
      </w:r>
    </w:p>
    <w:p w:rsidR="00D44D00" w:rsidRDefault="00D44D00" w:rsidP="00D44D00">
      <w:r>
        <w:t>207.6127</w:t>
      </w:r>
      <w:r>
        <w:tab/>
        <w:t>1.013e0</w:t>
      </w:r>
    </w:p>
    <w:p w:rsidR="00D44D00" w:rsidRDefault="00D44D00" w:rsidP="00D44D00">
      <w:r>
        <w:t>207.6279</w:t>
      </w:r>
      <w:r>
        <w:tab/>
        <w:t>1.013e0</w:t>
      </w:r>
    </w:p>
    <w:p w:rsidR="00D44D00" w:rsidRDefault="00D44D00" w:rsidP="00D44D00">
      <w:r>
        <w:t>207.6749</w:t>
      </w:r>
      <w:r>
        <w:tab/>
        <w:t>1.013e0</w:t>
      </w:r>
    </w:p>
    <w:p w:rsidR="00D44D00" w:rsidRDefault="00D44D00" w:rsidP="00D44D00">
      <w:r>
        <w:t>207.6899</w:t>
      </w:r>
      <w:r>
        <w:tab/>
        <w:t>1.013e0</w:t>
      </w:r>
    </w:p>
    <w:p w:rsidR="00D44D00" w:rsidRDefault="00D44D00" w:rsidP="00D44D00">
      <w:r>
        <w:t>207.7201</w:t>
      </w:r>
      <w:r>
        <w:tab/>
        <w:t>1.013e0</w:t>
      </w:r>
    </w:p>
    <w:p w:rsidR="00D44D00" w:rsidRDefault="00D44D00" w:rsidP="00D44D00">
      <w:r>
        <w:lastRenderedPageBreak/>
        <w:t>207.7670</w:t>
      </w:r>
      <w:r>
        <w:tab/>
        <w:t>1.013e0</w:t>
      </w:r>
    </w:p>
    <w:p w:rsidR="00D44D00" w:rsidRDefault="00D44D00" w:rsidP="00D44D00">
      <w:r>
        <w:t>207.7934</w:t>
      </w:r>
      <w:r>
        <w:tab/>
        <w:t>1.013e0</w:t>
      </w:r>
    </w:p>
    <w:p w:rsidR="00D44D00" w:rsidRDefault="00D44D00" w:rsidP="00D44D00">
      <w:r>
        <w:t>207.7972</w:t>
      </w:r>
      <w:r>
        <w:tab/>
        <w:t>1.013e0</w:t>
      </w:r>
    </w:p>
    <w:p w:rsidR="00D44D00" w:rsidRDefault="00D44D00" w:rsidP="00D44D00">
      <w:r>
        <w:t>207.8199</w:t>
      </w:r>
      <w:r>
        <w:tab/>
        <w:t>1.013e0</w:t>
      </w:r>
    </w:p>
    <w:p w:rsidR="00D44D00" w:rsidRDefault="00D44D00" w:rsidP="00D44D00">
      <w:r>
        <w:t>207.8503</w:t>
      </w:r>
      <w:r>
        <w:tab/>
        <w:t>1.013e0</w:t>
      </w:r>
    </w:p>
    <w:p w:rsidR="00D44D00" w:rsidRDefault="00D44D00" w:rsidP="00D44D00">
      <w:r>
        <w:t>207.8898</w:t>
      </w:r>
      <w:r>
        <w:tab/>
        <w:t>1.013e0</w:t>
      </w:r>
    </w:p>
    <w:p w:rsidR="00D44D00" w:rsidRDefault="00D44D00" w:rsidP="00D44D00">
      <w:r>
        <w:t>207.9008</w:t>
      </w:r>
      <w:r>
        <w:tab/>
        <w:t>1.013e0</w:t>
      </w:r>
    </w:p>
    <w:p w:rsidR="00D44D00" w:rsidRDefault="00D44D00" w:rsidP="00D44D00">
      <w:r>
        <w:t>208.0007</w:t>
      </w:r>
      <w:r>
        <w:tab/>
        <w:t>2.025e0</w:t>
      </w:r>
    </w:p>
    <w:p w:rsidR="00D44D00" w:rsidRDefault="00D44D00" w:rsidP="00D44D00">
      <w:r>
        <w:t>208.0421</w:t>
      </w:r>
      <w:r>
        <w:tab/>
        <w:t>1.961e2</w:t>
      </w:r>
    </w:p>
    <w:p w:rsidR="00D44D00" w:rsidRDefault="00D44D00" w:rsidP="00D44D00">
      <w:r>
        <w:t>208.0846</w:t>
      </w:r>
      <w:r>
        <w:tab/>
        <w:t>2.103e0</w:t>
      </w:r>
    </w:p>
    <w:p w:rsidR="00D44D00" w:rsidRDefault="00D44D00" w:rsidP="00D44D00">
      <w:r>
        <w:t>208.0882</w:t>
      </w:r>
      <w:r>
        <w:tab/>
        <w:t>2.025e0</w:t>
      </w:r>
    </w:p>
    <w:p w:rsidR="00D44D00" w:rsidRDefault="00D44D00" w:rsidP="00D44D00">
      <w:r>
        <w:t>208.1038</w:t>
      </w:r>
      <w:r>
        <w:tab/>
        <w:t>3.038e0</w:t>
      </w:r>
    </w:p>
    <w:p w:rsidR="00D44D00" w:rsidRDefault="00D44D00" w:rsidP="00D44D00">
      <w:r>
        <w:t>208.1119</w:t>
      </w:r>
      <w:r>
        <w:tab/>
        <w:t>3.038e0</w:t>
      </w:r>
    </w:p>
    <w:p w:rsidR="00D44D00" w:rsidRDefault="00D44D00" w:rsidP="00D44D00">
      <w:r>
        <w:t>208.1174</w:t>
      </w:r>
      <w:r>
        <w:tab/>
        <w:t>3.038e0</w:t>
      </w:r>
    </w:p>
    <w:p w:rsidR="00D44D00" w:rsidRDefault="00D44D00" w:rsidP="00D44D00">
      <w:r>
        <w:t>208.1255</w:t>
      </w:r>
      <w:r>
        <w:tab/>
        <w:t>1.264e0</w:t>
      </w:r>
    </w:p>
    <w:p w:rsidR="00D44D00" w:rsidRDefault="00D44D00" w:rsidP="00D44D00">
      <w:r>
        <w:t>208.1471</w:t>
      </w:r>
      <w:r>
        <w:tab/>
        <w:t>7.089e0</w:t>
      </w:r>
    </w:p>
    <w:p w:rsidR="00D44D00" w:rsidRDefault="00D44D00" w:rsidP="00D44D00">
      <w:r>
        <w:t>208.1514</w:t>
      </w:r>
      <w:r>
        <w:tab/>
        <w:t>6.076e0</w:t>
      </w:r>
    </w:p>
    <w:p w:rsidR="00D44D00" w:rsidRDefault="00D44D00" w:rsidP="00D44D00">
      <w:r>
        <w:t>208.1601</w:t>
      </w:r>
      <w:r>
        <w:tab/>
        <w:t>3.724e0</w:t>
      </w:r>
    </w:p>
    <w:p w:rsidR="00D44D00" w:rsidRDefault="00D44D00" w:rsidP="00D44D00">
      <w:r>
        <w:t>208.1667</w:t>
      </w:r>
      <w:r>
        <w:tab/>
        <w:t>3.038e0</w:t>
      </w:r>
    </w:p>
    <w:p w:rsidR="00D44D00" w:rsidRDefault="00D44D00" w:rsidP="00D44D00">
      <w:r>
        <w:lastRenderedPageBreak/>
        <w:t>208.1878</w:t>
      </w:r>
      <w:r>
        <w:tab/>
        <w:t>3.038e0</w:t>
      </w:r>
    </w:p>
    <w:p w:rsidR="00D44D00" w:rsidRDefault="00D44D00" w:rsidP="00D44D00">
      <w:r>
        <w:t>208.2076</w:t>
      </w:r>
      <w:r>
        <w:tab/>
        <w:t>2.258e0</w:t>
      </w:r>
    </w:p>
    <w:p w:rsidR="00D44D00" w:rsidRDefault="00D44D00" w:rsidP="00D44D00">
      <w:r>
        <w:t>208.2157</w:t>
      </w:r>
      <w:r>
        <w:tab/>
        <w:t>1.013e0</w:t>
      </w:r>
    </w:p>
    <w:p w:rsidR="00D44D00" w:rsidRDefault="00D44D00" w:rsidP="00D44D00">
      <w:r>
        <w:t>208.2549</w:t>
      </w:r>
      <w:r>
        <w:tab/>
        <w:t>3.038e0</w:t>
      </w:r>
    </w:p>
    <w:p w:rsidR="00D44D00" w:rsidRDefault="00D44D00" w:rsidP="00D44D00">
      <w:r>
        <w:t>208.2609</w:t>
      </w:r>
      <w:r>
        <w:tab/>
        <w:t>1.013e0</w:t>
      </w:r>
    </w:p>
    <w:p w:rsidR="00D44D00" w:rsidRDefault="00D44D00" w:rsidP="00D44D00">
      <w:r>
        <w:t>208.2832</w:t>
      </w:r>
      <w:r>
        <w:tab/>
        <w:t>1.013e0</w:t>
      </w:r>
    </w:p>
    <w:p w:rsidR="00D44D00" w:rsidRDefault="00D44D00" w:rsidP="00D44D00">
      <w:r>
        <w:t>208.2913</w:t>
      </w:r>
      <w:r>
        <w:tab/>
        <w:t>1.013e0</w:t>
      </w:r>
    </w:p>
    <w:p w:rsidR="00D44D00" w:rsidRDefault="00D44D00" w:rsidP="00D44D00">
      <w:r>
        <w:t>208.3148</w:t>
      </w:r>
      <w:r>
        <w:tab/>
        <w:t>1.013e0</w:t>
      </w:r>
    </w:p>
    <w:p w:rsidR="00D44D00" w:rsidRDefault="00D44D00" w:rsidP="00D44D00">
      <w:r>
        <w:t>208.3794</w:t>
      </w:r>
      <w:r>
        <w:tab/>
        <w:t>1.013e0</w:t>
      </w:r>
    </w:p>
    <w:p w:rsidR="00D44D00" w:rsidRDefault="00D44D00" w:rsidP="00D44D00">
      <w:r>
        <w:t>208.4416</w:t>
      </w:r>
      <w:r>
        <w:tab/>
        <w:t>1.013e0</w:t>
      </w:r>
    </w:p>
    <w:p w:rsidR="00D44D00" w:rsidRDefault="00D44D00" w:rsidP="00D44D00">
      <w:r>
        <w:t>208.4642</w:t>
      </w:r>
      <w:r>
        <w:tab/>
        <w:t>1.013e0</w:t>
      </w:r>
    </w:p>
    <w:p w:rsidR="00D44D00" w:rsidRDefault="00D44D00" w:rsidP="00D44D00">
      <w:r>
        <w:t>208.4663</w:t>
      </w:r>
      <w:r>
        <w:tab/>
        <w:t>2.025e0</w:t>
      </w:r>
    </w:p>
    <w:p w:rsidR="00D44D00" w:rsidRDefault="00D44D00" w:rsidP="00D44D00">
      <w:r>
        <w:t>208.5028</w:t>
      </w:r>
      <w:r>
        <w:tab/>
        <w:t>2.025e0</w:t>
      </w:r>
    </w:p>
    <w:p w:rsidR="00D44D00" w:rsidRDefault="00D44D00" w:rsidP="00D44D00">
      <w:r>
        <w:t>208.5297</w:t>
      </w:r>
      <w:r>
        <w:tab/>
        <w:t>1.013e0</w:t>
      </w:r>
    </w:p>
    <w:p w:rsidR="00D44D00" w:rsidRDefault="00D44D00" w:rsidP="00D44D00">
      <w:r>
        <w:t>208.5531</w:t>
      </w:r>
      <w:r>
        <w:tab/>
        <w:t>2.025e0</w:t>
      </w:r>
    </w:p>
    <w:p w:rsidR="00D44D00" w:rsidRDefault="00D44D00" w:rsidP="00D44D00">
      <w:r>
        <w:t>208.5795</w:t>
      </w:r>
      <w:r>
        <w:tab/>
        <w:t>1.013e0</w:t>
      </w:r>
    </w:p>
    <w:p w:rsidR="00D44D00" w:rsidRDefault="00D44D00" w:rsidP="00D44D00">
      <w:r>
        <w:t>208.5905</w:t>
      </w:r>
      <w:r>
        <w:tab/>
        <w:t>3.038e0</w:t>
      </w:r>
    </w:p>
    <w:p w:rsidR="00D44D00" w:rsidRDefault="00D44D00" w:rsidP="00D44D00">
      <w:r>
        <w:t>208.6374</w:t>
      </w:r>
      <w:r>
        <w:tab/>
        <w:t>1.013e0</w:t>
      </w:r>
    </w:p>
    <w:p w:rsidR="00D44D00" w:rsidRDefault="00D44D00" w:rsidP="00D44D00">
      <w:r>
        <w:t>208.6490</w:t>
      </w:r>
      <w:r>
        <w:tab/>
        <w:t>1.013e0</w:t>
      </w:r>
    </w:p>
    <w:p w:rsidR="00D44D00" w:rsidRDefault="00D44D00" w:rsidP="00D44D00">
      <w:r>
        <w:lastRenderedPageBreak/>
        <w:t>208.6756</w:t>
      </w:r>
      <w:r>
        <w:tab/>
        <w:t>2.025e0</w:t>
      </w:r>
    </w:p>
    <w:p w:rsidR="00D44D00" w:rsidRDefault="00D44D00" w:rsidP="00D44D00">
      <w:r>
        <w:t>208.6829</w:t>
      </w:r>
      <w:r>
        <w:tab/>
        <w:t>1.013e0</w:t>
      </w:r>
    </w:p>
    <w:p w:rsidR="00D44D00" w:rsidRDefault="00D44D00" w:rsidP="00D44D00">
      <w:r>
        <w:t>208.7020</w:t>
      </w:r>
      <w:r>
        <w:tab/>
        <w:t>1.013e0</w:t>
      </w:r>
    </w:p>
    <w:p w:rsidR="00D44D00" w:rsidRDefault="00D44D00" w:rsidP="00D44D00">
      <w:r>
        <w:t>208.7407</w:t>
      </w:r>
      <w:r>
        <w:tab/>
        <w:t>1.013e0</w:t>
      </w:r>
    </w:p>
    <w:p w:rsidR="00D44D00" w:rsidRDefault="00D44D00" w:rsidP="00D44D00">
      <w:r>
        <w:t>208.7505</w:t>
      </w:r>
      <w:r>
        <w:tab/>
        <w:t>2.025e0</w:t>
      </w:r>
    </w:p>
    <w:p w:rsidR="00D44D00" w:rsidRDefault="00D44D00" w:rsidP="00D44D00">
      <w:r>
        <w:t>208.7605</w:t>
      </w:r>
      <w:r>
        <w:tab/>
        <w:t>1.013e0</w:t>
      </w:r>
    </w:p>
    <w:p w:rsidR="00D44D00" w:rsidRDefault="00D44D00" w:rsidP="00D44D00">
      <w:r>
        <w:t>208.7640</w:t>
      </w:r>
      <w:r>
        <w:tab/>
        <w:t>1.013e0</w:t>
      </w:r>
    </w:p>
    <w:p w:rsidR="00D44D00" w:rsidRDefault="00D44D00" w:rsidP="00D44D00">
      <w:r>
        <w:t>208.7715</w:t>
      </w:r>
      <w:r>
        <w:tab/>
        <w:t>1.013e0</w:t>
      </w:r>
    </w:p>
    <w:p w:rsidR="00D44D00" w:rsidRDefault="00D44D00" w:rsidP="00D44D00">
      <w:r>
        <w:t>208.7944</w:t>
      </w:r>
      <w:r>
        <w:tab/>
        <w:t>1.013e0</w:t>
      </w:r>
    </w:p>
    <w:p w:rsidR="00D44D00" w:rsidRDefault="00D44D00" w:rsidP="00D44D00">
      <w:r>
        <w:t>208.7982</w:t>
      </w:r>
      <w:r>
        <w:tab/>
        <w:t>1.013e0</w:t>
      </w:r>
    </w:p>
    <w:p w:rsidR="00D44D00" w:rsidRDefault="00D44D00" w:rsidP="00D44D00">
      <w:r>
        <w:t>208.8486</w:t>
      </w:r>
      <w:r>
        <w:tab/>
        <w:t>1.013e0</w:t>
      </w:r>
    </w:p>
    <w:p w:rsidR="00D44D00" w:rsidRDefault="00D44D00" w:rsidP="00D44D00">
      <w:r>
        <w:t>208.8791</w:t>
      </w:r>
      <w:r>
        <w:tab/>
        <w:t>2.025e0</w:t>
      </w:r>
    </w:p>
    <w:p w:rsidR="00D44D00" w:rsidRDefault="00D44D00" w:rsidP="00D44D00">
      <w:r>
        <w:t>208.9095</w:t>
      </w:r>
      <w:r>
        <w:tab/>
        <w:t>1.013e0</w:t>
      </w:r>
    </w:p>
    <w:p w:rsidR="00D44D00" w:rsidRDefault="00D44D00" w:rsidP="00D44D00">
      <w:r>
        <w:t>208.9247</w:t>
      </w:r>
      <w:r>
        <w:tab/>
        <w:t>2.025e0</w:t>
      </w:r>
    </w:p>
    <w:p w:rsidR="00D44D00" w:rsidRDefault="00D44D00" w:rsidP="00D44D00">
      <w:r>
        <w:t>208.9897</w:t>
      </w:r>
      <w:r>
        <w:tab/>
        <w:t>3.038e0</w:t>
      </w:r>
    </w:p>
    <w:p w:rsidR="00D44D00" w:rsidRDefault="00D44D00" w:rsidP="00D44D00">
      <w:r>
        <w:t>208.9941</w:t>
      </w:r>
      <w:r>
        <w:tab/>
        <w:t>2.025e0</w:t>
      </w:r>
    </w:p>
    <w:p w:rsidR="00D44D00" w:rsidRDefault="00D44D00" w:rsidP="00D44D00">
      <w:r>
        <w:t>209.0026</w:t>
      </w:r>
      <w:r>
        <w:tab/>
        <w:t>3.007e0</w:t>
      </w:r>
    </w:p>
    <w:p w:rsidR="00D44D00" w:rsidRDefault="00D44D00" w:rsidP="00D44D00">
      <w:r>
        <w:t>209.0289</w:t>
      </w:r>
      <w:r>
        <w:tab/>
        <w:t>5.259e0</w:t>
      </w:r>
    </w:p>
    <w:p w:rsidR="00D44D00" w:rsidRDefault="00D44D00" w:rsidP="00D44D00">
      <w:r>
        <w:t>209.0380</w:t>
      </w:r>
      <w:r>
        <w:tab/>
        <w:t>2.830e0</w:t>
      </w:r>
    </w:p>
    <w:p w:rsidR="00D44D00" w:rsidRDefault="00D44D00" w:rsidP="00D44D00">
      <w:r>
        <w:lastRenderedPageBreak/>
        <w:t>209.0423</w:t>
      </w:r>
      <w:r>
        <w:tab/>
        <w:t>4.635e0</w:t>
      </w:r>
    </w:p>
    <w:p w:rsidR="00D44D00" w:rsidRDefault="00D44D00" w:rsidP="00D44D00">
      <w:r>
        <w:t>209.0541</w:t>
      </w:r>
      <w:r>
        <w:tab/>
        <w:t>2.915e0</w:t>
      </w:r>
    </w:p>
    <w:p w:rsidR="00D44D00" w:rsidRDefault="00D44D00" w:rsidP="00D44D00">
      <w:r>
        <w:t>209.0998</w:t>
      </w:r>
      <w:r>
        <w:tab/>
        <w:t>4.051e0</w:t>
      </w:r>
    </w:p>
    <w:p w:rsidR="00D44D00" w:rsidRDefault="00D44D00" w:rsidP="00D44D00">
      <w:r>
        <w:t>209.1092</w:t>
      </w:r>
      <w:r>
        <w:tab/>
        <w:t>9.114e0</w:t>
      </w:r>
    </w:p>
    <w:p w:rsidR="00D44D00" w:rsidRDefault="00D44D00" w:rsidP="00D44D00">
      <w:r>
        <w:t>209.1207</w:t>
      </w:r>
      <w:r>
        <w:tab/>
        <w:t>6.076e0</w:t>
      </w:r>
    </w:p>
    <w:p w:rsidR="00D44D00" w:rsidRDefault="00D44D00" w:rsidP="00D44D00">
      <w:r>
        <w:t>209.1236</w:t>
      </w:r>
      <w:r>
        <w:tab/>
        <w:t>3.038e0</w:t>
      </w:r>
    </w:p>
    <w:p w:rsidR="00D44D00" w:rsidRDefault="00D44D00" w:rsidP="00D44D00">
      <w:r>
        <w:t>209.1399</w:t>
      </w:r>
      <w:r>
        <w:tab/>
        <w:t>1.565e0</w:t>
      </w:r>
    </w:p>
    <w:p w:rsidR="00D44D00" w:rsidRDefault="00D44D00" w:rsidP="00D44D00">
      <w:r>
        <w:t>209.1476</w:t>
      </w:r>
      <w:r>
        <w:tab/>
        <w:t>3.085e0</w:t>
      </w:r>
    </w:p>
    <w:p w:rsidR="00D44D00" w:rsidRDefault="00D44D00" w:rsidP="00D44D00">
      <w:r>
        <w:t>209.1612</w:t>
      </w:r>
      <w:r>
        <w:tab/>
        <w:t>2.025e0</w:t>
      </w:r>
    </w:p>
    <w:p w:rsidR="00D44D00" w:rsidRDefault="00D44D00" w:rsidP="00D44D00">
      <w:r>
        <w:t>209.1652</w:t>
      </w:r>
      <w:r>
        <w:tab/>
        <w:t>2.025e0</w:t>
      </w:r>
    </w:p>
    <w:p w:rsidR="00D44D00" w:rsidRDefault="00D44D00" w:rsidP="00D44D00">
      <w:r>
        <w:t>209.2057</w:t>
      </w:r>
      <w:r>
        <w:tab/>
        <w:t>2.025e0</w:t>
      </w:r>
    </w:p>
    <w:p w:rsidR="00D44D00" w:rsidRDefault="00D44D00" w:rsidP="00D44D00">
      <w:r>
        <w:t>209.2094</w:t>
      </w:r>
      <w:r>
        <w:tab/>
        <w:t>3.038e0</w:t>
      </w:r>
    </w:p>
    <w:p w:rsidR="00D44D00" w:rsidRDefault="00D44D00" w:rsidP="00D44D00">
      <w:r>
        <w:t>209.2130</w:t>
      </w:r>
      <w:r>
        <w:tab/>
        <w:t>1.013e0</w:t>
      </w:r>
    </w:p>
    <w:p w:rsidR="00D44D00" w:rsidRDefault="00D44D00" w:rsidP="00D44D00">
      <w:r>
        <w:t>209.2319</w:t>
      </w:r>
      <w:r>
        <w:tab/>
        <w:t>1.013e0</w:t>
      </w:r>
    </w:p>
    <w:p w:rsidR="00D44D00" w:rsidRDefault="00D44D00" w:rsidP="00D44D00">
      <w:r>
        <w:t>209.2593</w:t>
      </w:r>
      <w:r>
        <w:tab/>
        <w:t>3.038e0</w:t>
      </w:r>
    </w:p>
    <w:p w:rsidR="00D44D00" w:rsidRDefault="00D44D00" w:rsidP="00D44D00">
      <w:r>
        <w:t>209.2829</w:t>
      </w:r>
      <w:r>
        <w:tab/>
        <w:t>1.013e0</w:t>
      </w:r>
    </w:p>
    <w:p w:rsidR="00D44D00" w:rsidRDefault="00D44D00" w:rsidP="00D44D00">
      <w:r>
        <w:t>209.3148</w:t>
      </w:r>
      <w:r>
        <w:tab/>
        <w:t>3.038e0</w:t>
      </w:r>
    </w:p>
    <w:p w:rsidR="00D44D00" w:rsidRDefault="00D44D00" w:rsidP="00D44D00">
      <w:r>
        <w:t>209.3168</w:t>
      </w:r>
      <w:r>
        <w:tab/>
        <w:t>1.013e0</w:t>
      </w:r>
    </w:p>
    <w:p w:rsidR="00D44D00" w:rsidRDefault="00D44D00" w:rsidP="00D44D00">
      <w:r>
        <w:t>209.3357</w:t>
      </w:r>
      <w:r>
        <w:tab/>
        <w:t>1.013e0</w:t>
      </w:r>
    </w:p>
    <w:p w:rsidR="00D44D00" w:rsidRDefault="00D44D00" w:rsidP="00D44D00">
      <w:r>
        <w:lastRenderedPageBreak/>
        <w:t>209.3397</w:t>
      </w:r>
      <w:r>
        <w:tab/>
        <w:t>1.013e0</w:t>
      </w:r>
    </w:p>
    <w:p w:rsidR="00D44D00" w:rsidRDefault="00D44D00" w:rsidP="00D44D00">
      <w:r>
        <w:t>209.3712</w:t>
      </w:r>
      <w:r>
        <w:tab/>
        <w:t>1.013e0</w:t>
      </w:r>
    </w:p>
    <w:p w:rsidR="00D44D00" w:rsidRDefault="00D44D00" w:rsidP="00D44D00">
      <w:r>
        <w:t>209.3870</w:t>
      </w:r>
      <w:r>
        <w:tab/>
        <w:t>1.013e0</w:t>
      </w:r>
    </w:p>
    <w:p w:rsidR="00D44D00" w:rsidRDefault="00D44D00" w:rsidP="00D44D00">
      <w:r>
        <w:t>209.4247</w:t>
      </w:r>
      <w:r>
        <w:tab/>
        <w:t>1.013e0</w:t>
      </w:r>
    </w:p>
    <w:p w:rsidR="00D44D00" w:rsidRDefault="00D44D00" w:rsidP="00D44D00">
      <w:r>
        <w:t>209.4455</w:t>
      </w:r>
      <w:r>
        <w:tab/>
        <w:t>2.025e0</w:t>
      </w:r>
    </w:p>
    <w:p w:rsidR="00D44D00" w:rsidRDefault="00D44D00" w:rsidP="00D44D00">
      <w:r>
        <w:t>209.4908</w:t>
      </w:r>
      <w:r>
        <w:tab/>
        <w:t>1.013e0</w:t>
      </w:r>
    </w:p>
    <w:p w:rsidR="00D44D00" w:rsidRDefault="00D44D00" w:rsidP="00D44D00">
      <w:r>
        <w:t>209.4943</w:t>
      </w:r>
      <w:r>
        <w:tab/>
        <w:t>1.013e0</w:t>
      </w:r>
    </w:p>
    <w:p w:rsidR="00D44D00" w:rsidRDefault="00D44D00" w:rsidP="00D44D00">
      <w:r>
        <w:t>209.5247</w:t>
      </w:r>
      <w:r>
        <w:tab/>
        <w:t>1.013e0</w:t>
      </w:r>
    </w:p>
    <w:p w:rsidR="00D44D00" w:rsidRDefault="00D44D00" w:rsidP="00D44D00">
      <w:r>
        <w:t>209.5283</w:t>
      </w:r>
      <w:r>
        <w:tab/>
        <w:t>1.013e0</w:t>
      </w:r>
    </w:p>
    <w:p w:rsidR="00D44D00" w:rsidRDefault="00D44D00" w:rsidP="00D44D00">
      <w:r>
        <w:t>209.5471</w:t>
      </w:r>
      <w:r>
        <w:tab/>
        <w:t>1.013e0</w:t>
      </w:r>
    </w:p>
    <w:p w:rsidR="00D44D00" w:rsidRDefault="00D44D00" w:rsidP="00D44D00">
      <w:r>
        <w:t>209.5555</w:t>
      </w:r>
      <w:r>
        <w:tab/>
        <w:t>2.025e0</w:t>
      </w:r>
    </w:p>
    <w:p w:rsidR="00D44D00" w:rsidRDefault="00D44D00" w:rsidP="00D44D00">
      <w:r>
        <w:t>209.6019</w:t>
      </w:r>
      <w:r>
        <w:tab/>
        <w:t>1.013e0</w:t>
      </w:r>
    </w:p>
    <w:p w:rsidR="00D44D00" w:rsidRDefault="00D44D00" w:rsidP="00D44D00">
      <w:r>
        <w:t>209.6474</w:t>
      </w:r>
      <w:r>
        <w:tab/>
        <w:t>3.038e0</w:t>
      </w:r>
    </w:p>
    <w:p w:rsidR="00D44D00" w:rsidRDefault="00D44D00" w:rsidP="00D44D00">
      <w:r>
        <w:t>209.6737</w:t>
      </w:r>
      <w:r>
        <w:tab/>
        <w:t>3.038e0</w:t>
      </w:r>
    </w:p>
    <w:p w:rsidR="00D44D00" w:rsidRDefault="00D44D00" w:rsidP="00D44D00">
      <w:r>
        <w:t>209.6829</w:t>
      </w:r>
      <w:r>
        <w:tab/>
        <w:t>1.013e0</w:t>
      </w:r>
    </w:p>
    <w:p w:rsidR="00D44D00" w:rsidRDefault="00D44D00" w:rsidP="00D44D00">
      <w:r>
        <w:t>209.6866</w:t>
      </w:r>
      <w:r>
        <w:tab/>
        <w:t>1.013e0</w:t>
      </w:r>
    </w:p>
    <w:p w:rsidR="00D44D00" w:rsidRDefault="00D44D00" w:rsidP="00D44D00">
      <w:r>
        <w:t>209.7079</w:t>
      </w:r>
      <w:r>
        <w:tab/>
        <w:t>2.025e0</w:t>
      </w:r>
    </w:p>
    <w:p w:rsidR="00D44D00" w:rsidRDefault="00D44D00" w:rsidP="00D44D00">
      <w:r>
        <w:t>209.7133</w:t>
      </w:r>
      <w:r>
        <w:tab/>
        <w:t>1.013e0</w:t>
      </w:r>
    </w:p>
    <w:p w:rsidR="00D44D00" w:rsidRDefault="00D44D00" w:rsidP="00D44D00">
      <w:r>
        <w:t>209.7513</w:t>
      </w:r>
      <w:r>
        <w:tab/>
        <w:t>1.013e0</w:t>
      </w:r>
    </w:p>
    <w:p w:rsidR="00D44D00" w:rsidRDefault="00D44D00" w:rsidP="00D44D00">
      <w:r>
        <w:lastRenderedPageBreak/>
        <w:t>209.7586</w:t>
      </w:r>
      <w:r>
        <w:tab/>
        <w:t>1.013e0</w:t>
      </w:r>
    </w:p>
    <w:p w:rsidR="00D44D00" w:rsidRDefault="00D44D00" w:rsidP="00D44D00">
      <w:r>
        <w:t>209.7946</w:t>
      </w:r>
      <w:r>
        <w:tab/>
        <w:t>1.013e0</w:t>
      </w:r>
    </w:p>
    <w:p w:rsidR="00D44D00" w:rsidRDefault="00D44D00" w:rsidP="00D44D00">
      <w:r>
        <w:t>209.7984</w:t>
      </w:r>
      <w:r>
        <w:tab/>
        <w:t>1.013e0</w:t>
      </w:r>
    </w:p>
    <w:p w:rsidR="00D44D00" w:rsidRDefault="00D44D00" w:rsidP="00D44D00">
      <w:r>
        <w:t>209.8137</w:t>
      </w:r>
      <w:r>
        <w:tab/>
        <w:t>1.013e0</w:t>
      </w:r>
    </w:p>
    <w:p w:rsidR="00D44D00" w:rsidRDefault="00D44D00" w:rsidP="00D44D00">
      <w:r>
        <w:t>209.8361</w:t>
      </w:r>
      <w:r>
        <w:tab/>
        <w:t>1.013e0</w:t>
      </w:r>
    </w:p>
    <w:p w:rsidR="00D44D00" w:rsidRDefault="00D44D00" w:rsidP="00D44D00">
      <w:r>
        <w:t>209.8399</w:t>
      </w:r>
      <w:r>
        <w:tab/>
        <w:t>1.013e0</w:t>
      </w:r>
    </w:p>
    <w:p w:rsidR="00D44D00" w:rsidRDefault="00D44D00" w:rsidP="00D44D00">
      <w:r>
        <w:t>209.8566</w:t>
      </w:r>
      <w:r>
        <w:tab/>
        <w:t>3.038e0</w:t>
      </w:r>
    </w:p>
    <w:p w:rsidR="00D44D00" w:rsidRDefault="00D44D00" w:rsidP="00D44D00">
      <w:r>
        <w:t>209.8627</w:t>
      </w:r>
      <w:r>
        <w:tab/>
        <w:t>1.013e0</w:t>
      </w:r>
    </w:p>
    <w:p w:rsidR="00D44D00" w:rsidRDefault="00D44D00" w:rsidP="00D44D00">
      <w:r>
        <w:t>209.8869</w:t>
      </w:r>
      <w:r>
        <w:tab/>
        <w:t>1.013e0</w:t>
      </w:r>
    </w:p>
    <w:p w:rsidR="00D44D00" w:rsidRDefault="00D44D00" w:rsidP="00D44D00">
      <w:r>
        <w:t>209.9138</w:t>
      </w:r>
      <w:r>
        <w:tab/>
        <w:t>1.013e0</w:t>
      </w:r>
    </w:p>
    <w:p w:rsidR="00D44D00" w:rsidRDefault="00D44D00" w:rsidP="00D44D00">
      <w:r>
        <w:t>209.9324</w:t>
      </w:r>
      <w:r>
        <w:tab/>
        <w:t>3.038e0</w:t>
      </w:r>
    </w:p>
    <w:p w:rsidR="00D44D00" w:rsidRDefault="00D44D00" w:rsidP="00D44D00">
      <w:r>
        <w:t>209.9930</w:t>
      </w:r>
      <w:r>
        <w:tab/>
        <w:t>2.228e1</w:t>
      </w:r>
    </w:p>
    <w:p w:rsidR="00D44D00" w:rsidRDefault="00D44D00" w:rsidP="00D44D00">
      <w:r>
        <w:t>209.9954</w:t>
      </w:r>
      <w:r>
        <w:tab/>
        <w:t>2.214e2</w:t>
      </w:r>
    </w:p>
    <w:p w:rsidR="00D44D00" w:rsidRDefault="00D44D00" w:rsidP="00D44D00">
      <w:r>
        <w:t>210.0440</w:t>
      </w:r>
      <w:r>
        <w:tab/>
        <w:t>1.013e0</w:t>
      </w:r>
    </w:p>
    <w:p w:rsidR="00D44D00" w:rsidRDefault="00D44D00" w:rsidP="00D44D00">
      <w:r>
        <w:t>210.0622</w:t>
      </w:r>
      <w:r>
        <w:tab/>
        <w:t>1.703e0</w:t>
      </w:r>
    </w:p>
    <w:p w:rsidR="00D44D00" w:rsidRDefault="00D44D00" w:rsidP="00D44D00">
      <w:r>
        <w:t>210.0690</w:t>
      </w:r>
      <w:r>
        <w:tab/>
        <w:t>2.025e0</w:t>
      </w:r>
    </w:p>
    <w:p w:rsidR="00D44D00" w:rsidRDefault="00D44D00" w:rsidP="00D44D00">
      <w:r>
        <w:t>210.0716</w:t>
      </w:r>
      <w:r>
        <w:tab/>
        <w:t>6.076e0</w:t>
      </w:r>
    </w:p>
    <w:p w:rsidR="00D44D00" w:rsidRDefault="00D44D00" w:rsidP="00D44D00">
      <w:r>
        <w:t>210.0830</w:t>
      </w:r>
      <w:r>
        <w:tab/>
        <w:t>2.134e0</w:t>
      </w:r>
    </w:p>
    <w:p w:rsidR="00D44D00" w:rsidRDefault="00D44D00" w:rsidP="00D44D00">
      <w:r>
        <w:t>210.0890</w:t>
      </w:r>
      <w:r>
        <w:tab/>
        <w:t>2.025e0</w:t>
      </w:r>
    </w:p>
    <w:p w:rsidR="00D44D00" w:rsidRDefault="00D44D00" w:rsidP="00D44D00">
      <w:r>
        <w:lastRenderedPageBreak/>
        <w:t>210.1026</w:t>
      </w:r>
      <w:r>
        <w:tab/>
        <w:t>1.013e0</w:t>
      </w:r>
    </w:p>
    <w:p w:rsidR="00D44D00" w:rsidRDefault="00D44D00" w:rsidP="00D44D00">
      <w:r>
        <w:t>210.1179</w:t>
      </w:r>
      <w:r>
        <w:tab/>
        <w:t>1.013e0</w:t>
      </w:r>
    </w:p>
    <w:p w:rsidR="00D44D00" w:rsidRDefault="00D44D00" w:rsidP="00D44D00">
      <w:r>
        <w:t>210.1217</w:t>
      </w:r>
      <w:r>
        <w:tab/>
        <w:t>1.013e0</w:t>
      </w:r>
    </w:p>
    <w:p w:rsidR="00D44D00" w:rsidRDefault="00D44D00" w:rsidP="00D44D00">
      <w:r>
        <w:t>210.1252</w:t>
      </w:r>
      <w:r>
        <w:tab/>
        <w:t>2.025e0</w:t>
      </w:r>
    </w:p>
    <w:p w:rsidR="00D44D00" w:rsidRDefault="00D44D00" w:rsidP="00D44D00">
      <w:r>
        <w:t>210.1501</w:t>
      </w:r>
      <w:r>
        <w:tab/>
        <w:t>5.063e0</w:t>
      </w:r>
    </w:p>
    <w:p w:rsidR="00D44D00" w:rsidRDefault="00D44D00" w:rsidP="00D44D00">
      <w:r>
        <w:t>210.1580</w:t>
      </w:r>
      <w:r>
        <w:tab/>
        <w:t>3.038e0</w:t>
      </w:r>
    </w:p>
    <w:p w:rsidR="00D44D00" w:rsidRDefault="00D44D00" w:rsidP="00D44D00">
      <w:r>
        <w:t>210.1713</w:t>
      </w:r>
      <w:r>
        <w:tab/>
        <w:t>1.013e0</w:t>
      </w:r>
    </w:p>
    <w:p w:rsidR="00D44D00" w:rsidRDefault="00D44D00" w:rsidP="00D44D00">
      <w:r>
        <w:t>210.2140</w:t>
      </w:r>
      <w:r>
        <w:tab/>
        <w:t>1.013e0</w:t>
      </w:r>
    </w:p>
    <w:p w:rsidR="00D44D00" w:rsidRDefault="00D44D00" w:rsidP="00D44D00">
      <w:r>
        <w:t>210.2219</w:t>
      </w:r>
      <w:r>
        <w:tab/>
        <w:t>2.025e0</w:t>
      </w:r>
    </w:p>
    <w:p w:rsidR="00D44D00" w:rsidRDefault="00D44D00" w:rsidP="00D44D00">
      <w:r>
        <w:t>210.2912</w:t>
      </w:r>
      <w:r>
        <w:tab/>
        <w:t>1.013e0</w:t>
      </w:r>
    </w:p>
    <w:p w:rsidR="00D44D00" w:rsidRDefault="00D44D00" w:rsidP="00D44D00">
      <w:r>
        <w:t>210.3220</w:t>
      </w:r>
      <w:r>
        <w:tab/>
        <w:t>1.013e0</w:t>
      </w:r>
    </w:p>
    <w:p w:rsidR="00D44D00" w:rsidRDefault="00D44D00" w:rsidP="00D44D00">
      <w:r>
        <w:t>210.3334</w:t>
      </w:r>
      <w:r>
        <w:tab/>
        <w:t>1.013e0</w:t>
      </w:r>
    </w:p>
    <w:p w:rsidR="00D44D00" w:rsidRDefault="00D44D00" w:rsidP="00D44D00">
      <w:r>
        <w:t>210.3835</w:t>
      </w:r>
      <w:r>
        <w:tab/>
        <w:t>1.013e0</w:t>
      </w:r>
    </w:p>
    <w:p w:rsidR="00D44D00" w:rsidRDefault="00D44D00" w:rsidP="00D44D00">
      <w:r>
        <w:t>210.3958</w:t>
      </w:r>
      <w:r>
        <w:tab/>
        <w:t>1.013e0</w:t>
      </w:r>
    </w:p>
    <w:p w:rsidR="00D44D00" w:rsidRDefault="00D44D00" w:rsidP="00D44D00">
      <w:r>
        <w:t>210.4144</w:t>
      </w:r>
      <w:r>
        <w:tab/>
        <w:t>1.013e0</w:t>
      </w:r>
    </w:p>
    <w:p w:rsidR="00D44D00" w:rsidRDefault="00D44D00" w:rsidP="00D44D00">
      <w:r>
        <w:t>210.4185</w:t>
      </w:r>
      <w:r>
        <w:tab/>
        <w:t>1.013e0</w:t>
      </w:r>
    </w:p>
    <w:p w:rsidR="00D44D00" w:rsidRDefault="00D44D00" w:rsidP="00D44D00">
      <w:r>
        <w:t>210.4679</w:t>
      </w:r>
      <w:r>
        <w:tab/>
        <w:t>2.025e0</w:t>
      </w:r>
    </w:p>
    <w:p w:rsidR="00D44D00" w:rsidRDefault="00D44D00" w:rsidP="00D44D00">
      <w:r>
        <w:t>210.4717</w:t>
      </w:r>
      <w:r>
        <w:tab/>
        <w:t>1.013e0</w:t>
      </w:r>
    </w:p>
    <w:p w:rsidR="00D44D00" w:rsidRDefault="00D44D00" w:rsidP="00D44D00">
      <w:r>
        <w:t>210.4761</w:t>
      </w:r>
      <w:r>
        <w:tab/>
        <w:t>2.025e0</w:t>
      </w:r>
    </w:p>
    <w:p w:rsidR="00D44D00" w:rsidRDefault="00D44D00" w:rsidP="00D44D00">
      <w:r>
        <w:lastRenderedPageBreak/>
        <w:t>210.4999</w:t>
      </w:r>
      <w:r>
        <w:tab/>
        <w:t>1.013e0</w:t>
      </w:r>
    </w:p>
    <w:p w:rsidR="00D44D00" w:rsidRDefault="00D44D00" w:rsidP="00D44D00">
      <w:r>
        <w:t>210.5071</w:t>
      </w:r>
      <w:r>
        <w:tab/>
        <w:t>1.013e0</w:t>
      </w:r>
    </w:p>
    <w:p w:rsidR="00D44D00" w:rsidRDefault="00D44D00" w:rsidP="00D44D00">
      <w:r>
        <w:t>210.5298</w:t>
      </w:r>
      <w:r>
        <w:tab/>
        <w:t>1.013e0</w:t>
      </w:r>
    </w:p>
    <w:p w:rsidR="00D44D00" w:rsidRDefault="00D44D00" w:rsidP="00D44D00">
      <w:r>
        <w:t>210.5487</w:t>
      </w:r>
      <w:r>
        <w:tab/>
        <w:t>1.013e0</w:t>
      </w:r>
    </w:p>
    <w:p w:rsidR="00D44D00" w:rsidRDefault="00D44D00" w:rsidP="00D44D00">
      <w:r>
        <w:t>210.5565</w:t>
      </w:r>
      <w:r>
        <w:tab/>
        <w:t>1.013e0</w:t>
      </w:r>
    </w:p>
    <w:p w:rsidR="00D44D00" w:rsidRDefault="00D44D00" w:rsidP="00D44D00">
      <w:r>
        <w:t>210.6036</w:t>
      </w:r>
      <w:r>
        <w:tab/>
        <w:t>1.013e0</w:t>
      </w:r>
    </w:p>
    <w:p w:rsidR="00D44D00" w:rsidRDefault="00D44D00" w:rsidP="00D44D00">
      <w:r>
        <w:t>210.6379</w:t>
      </w:r>
      <w:r>
        <w:tab/>
        <w:t>1.013e0</w:t>
      </w:r>
    </w:p>
    <w:p w:rsidR="00D44D00" w:rsidRDefault="00D44D00" w:rsidP="00D44D00">
      <w:r>
        <w:t>210.6433</w:t>
      </w:r>
      <w:r>
        <w:tab/>
        <w:t>2.025e0</w:t>
      </w:r>
    </w:p>
    <w:p w:rsidR="00D44D00" w:rsidRDefault="00D44D00" w:rsidP="00D44D00">
      <w:r>
        <w:t>210.6490</w:t>
      </w:r>
      <w:r>
        <w:tab/>
        <w:t>1.013e0</w:t>
      </w:r>
    </w:p>
    <w:p w:rsidR="00D44D00" w:rsidRDefault="00D44D00" w:rsidP="00D44D00">
      <w:r>
        <w:t>210.6606</w:t>
      </w:r>
      <w:r>
        <w:tab/>
        <w:t>1.013e0</w:t>
      </w:r>
    </w:p>
    <w:p w:rsidR="00D44D00" w:rsidRDefault="00D44D00" w:rsidP="00D44D00">
      <w:r>
        <w:t>210.6887</w:t>
      </w:r>
      <w:r>
        <w:tab/>
        <w:t>1.013e0</w:t>
      </w:r>
    </w:p>
    <w:p w:rsidR="00D44D00" w:rsidRDefault="00D44D00" w:rsidP="00D44D00">
      <w:r>
        <w:t>210.7038</w:t>
      </w:r>
      <w:r>
        <w:tab/>
        <w:t>1.013e0</w:t>
      </w:r>
    </w:p>
    <w:p w:rsidR="00D44D00" w:rsidRDefault="00D44D00" w:rsidP="00D44D00">
      <w:r>
        <w:t>210.7116</w:t>
      </w:r>
      <w:r>
        <w:tab/>
        <w:t>1.013e0</w:t>
      </w:r>
    </w:p>
    <w:p w:rsidR="00D44D00" w:rsidRDefault="00D44D00" w:rsidP="00D44D00">
      <w:r>
        <w:t>210.7303</w:t>
      </w:r>
      <w:r>
        <w:tab/>
        <w:t>1.013e0</w:t>
      </w:r>
    </w:p>
    <w:p w:rsidR="00D44D00" w:rsidRDefault="00D44D00" w:rsidP="00D44D00">
      <w:r>
        <w:t>210.8116</w:t>
      </w:r>
      <w:r>
        <w:tab/>
        <w:t>1.013e0</w:t>
      </w:r>
    </w:p>
    <w:p w:rsidR="00D44D00" w:rsidRDefault="00D44D00" w:rsidP="00D44D00">
      <w:r>
        <w:t>210.8309</w:t>
      </w:r>
      <w:r>
        <w:tab/>
        <w:t>1.013e0</w:t>
      </w:r>
    </w:p>
    <w:p w:rsidR="00D44D00" w:rsidRDefault="00D44D00" w:rsidP="00D44D00">
      <w:r>
        <w:t>210.8347</w:t>
      </w:r>
      <w:r>
        <w:tab/>
        <w:t>1.013e0</w:t>
      </w:r>
    </w:p>
    <w:p w:rsidR="00D44D00" w:rsidRDefault="00D44D00" w:rsidP="00D44D00">
      <w:r>
        <w:t>210.8614</w:t>
      </w:r>
      <w:r>
        <w:tab/>
        <w:t>1.013e0</w:t>
      </w:r>
    </w:p>
    <w:p w:rsidR="00D44D00" w:rsidRDefault="00D44D00" w:rsidP="00D44D00">
      <w:r>
        <w:t>210.8754</w:t>
      </w:r>
      <w:r>
        <w:tab/>
        <w:t>2.025e0</w:t>
      </w:r>
    </w:p>
    <w:p w:rsidR="00D44D00" w:rsidRDefault="00D44D00" w:rsidP="00D44D00">
      <w:r>
        <w:lastRenderedPageBreak/>
        <w:t>210.8772</w:t>
      </w:r>
      <w:r>
        <w:tab/>
        <w:t>1.013e0</w:t>
      </w:r>
    </w:p>
    <w:p w:rsidR="00D44D00" w:rsidRDefault="00D44D00" w:rsidP="00D44D00">
      <w:r>
        <w:t>210.9084</w:t>
      </w:r>
      <w:r>
        <w:tab/>
        <w:t>2.025e0</w:t>
      </w:r>
    </w:p>
    <w:p w:rsidR="00D44D00" w:rsidRDefault="00D44D00" w:rsidP="00D44D00">
      <w:r>
        <w:t>211.0129</w:t>
      </w:r>
      <w:r>
        <w:tab/>
        <w:t>4.932e1</w:t>
      </w:r>
    </w:p>
    <w:p w:rsidR="00D44D00" w:rsidRDefault="00D44D00" w:rsidP="00D44D00">
      <w:r>
        <w:t>211.0151</w:t>
      </w:r>
      <w:r>
        <w:tab/>
        <w:t>2.632e2</w:t>
      </w:r>
    </w:p>
    <w:p w:rsidR="00D44D00" w:rsidRDefault="00D44D00" w:rsidP="00D44D00">
      <w:r>
        <w:t>211.0162</w:t>
      </w:r>
      <w:r>
        <w:tab/>
        <w:t>9.998e1</w:t>
      </w:r>
    </w:p>
    <w:p w:rsidR="00D44D00" w:rsidRDefault="00D44D00" w:rsidP="00D44D00">
      <w:r>
        <w:t>211.0623</w:t>
      </w:r>
      <w:r>
        <w:tab/>
        <w:t>3.700e0</w:t>
      </w:r>
    </w:p>
    <w:p w:rsidR="00D44D00" w:rsidRDefault="00D44D00" w:rsidP="00D44D00">
      <w:r>
        <w:t>211.0782</w:t>
      </w:r>
      <w:r>
        <w:tab/>
        <w:t>2.025e0</w:t>
      </w:r>
    </w:p>
    <w:p w:rsidR="00D44D00" w:rsidRDefault="00D44D00" w:rsidP="00D44D00">
      <w:r>
        <w:t>211.0812</w:t>
      </w:r>
      <w:r>
        <w:tab/>
        <w:t>4.051e0</w:t>
      </w:r>
    </w:p>
    <w:p w:rsidR="00D44D00" w:rsidRDefault="00D44D00" w:rsidP="00D44D00">
      <w:r>
        <w:t>211.1087</w:t>
      </w:r>
      <w:r>
        <w:tab/>
        <w:t>1.013e0</w:t>
      </w:r>
    </w:p>
    <w:p w:rsidR="00D44D00" w:rsidRDefault="00D44D00" w:rsidP="00D44D00">
      <w:r>
        <w:t>211.1185</w:t>
      </w:r>
      <w:r>
        <w:tab/>
        <w:t>2.025e0</w:t>
      </w:r>
    </w:p>
    <w:p w:rsidR="00D44D00" w:rsidRDefault="00D44D00" w:rsidP="00D44D00">
      <w:r>
        <w:t>211.1258</w:t>
      </w:r>
      <w:r>
        <w:tab/>
        <w:t>2.025e0</w:t>
      </w:r>
    </w:p>
    <w:p w:rsidR="00D44D00" w:rsidRDefault="00D44D00" w:rsidP="00D44D00">
      <w:r>
        <w:t>211.1326</w:t>
      </w:r>
      <w:r>
        <w:tab/>
        <w:t>3.038e0</w:t>
      </w:r>
    </w:p>
    <w:p w:rsidR="00D44D00" w:rsidRDefault="00D44D00" w:rsidP="00D44D00">
      <w:r>
        <w:t>211.1510</w:t>
      </w:r>
      <w:r>
        <w:tab/>
        <w:t>3.038e0</w:t>
      </w:r>
    </w:p>
    <w:p w:rsidR="00D44D00" w:rsidRDefault="00D44D00" w:rsidP="00D44D00">
      <w:r>
        <w:t>211.1664</w:t>
      </w:r>
      <w:r>
        <w:tab/>
        <w:t>1.418e1</w:t>
      </w:r>
    </w:p>
    <w:p w:rsidR="00D44D00" w:rsidRDefault="00D44D00" w:rsidP="00D44D00">
      <w:r>
        <w:t>211.1747</w:t>
      </w:r>
      <w:r>
        <w:tab/>
        <w:t>4.043e0</w:t>
      </w:r>
    </w:p>
    <w:p w:rsidR="00D44D00" w:rsidRDefault="00D44D00" w:rsidP="00D44D00">
      <w:r>
        <w:t>211.2018</w:t>
      </w:r>
      <w:r>
        <w:tab/>
        <w:t>1.013e0</w:t>
      </w:r>
    </w:p>
    <w:p w:rsidR="00D44D00" w:rsidRDefault="00D44D00" w:rsidP="00D44D00">
      <w:r>
        <w:t>211.2091</w:t>
      </w:r>
      <w:r>
        <w:tab/>
        <w:t>1.013e0</w:t>
      </w:r>
    </w:p>
    <w:p w:rsidR="00D44D00" w:rsidRDefault="00D44D00" w:rsidP="00D44D00">
      <w:r>
        <w:t>211.2246</w:t>
      </w:r>
      <w:r>
        <w:tab/>
        <w:t>2.025e0</w:t>
      </w:r>
    </w:p>
    <w:p w:rsidR="00D44D00" w:rsidRDefault="00D44D00" w:rsidP="00D44D00">
      <w:r>
        <w:t>211.2359</w:t>
      </w:r>
      <w:r>
        <w:tab/>
        <w:t>1.013e0</w:t>
      </w:r>
    </w:p>
    <w:p w:rsidR="00D44D00" w:rsidRDefault="00D44D00" w:rsidP="00D44D00">
      <w:r>
        <w:lastRenderedPageBreak/>
        <w:t>211.2527</w:t>
      </w:r>
      <w:r>
        <w:tab/>
        <w:t>3.038e0</w:t>
      </w:r>
    </w:p>
    <w:p w:rsidR="00D44D00" w:rsidRDefault="00D44D00" w:rsidP="00D44D00">
      <w:r>
        <w:t>211.2552</w:t>
      </w:r>
      <w:r>
        <w:tab/>
        <w:t>2.025e0</w:t>
      </w:r>
    </w:p>
    <w:p w:rsidR="00D44D00" w:rsidRDefault="00D44D00" w:rsidP="00D44D00">
      <w:r>
        <w:t>211.2830</w:t>
      </w:r>
      <w:r>
        <w:tab/>
        <w:t>1.013e0</w:t>
      </w:r>
    </w:p>
    <w:p w:rsidR="00D44D00" w:rsidRDefault="00D44D00" w:rsidP="00D44D00">
      <w:r>
        <w:t>211.2946</w:t>
      </w:r>
      <w:r>
        <w:tab/>
        <w:t>2.025e0</w:t>
      </w:r>
    </w:p>
    <w:p w:rsidR="00D44D00" w:rsidRDefault="00D44D00" w:rsidP="00D44D00">
      <w:r>
        <w:t>211.3362</w:t>
      </w:r>
      <w:r>
        <w:tab/>
        <w:t>2.025e0</w:t>
      </w:r>
    </w:p>
    <w:p w:rsidR="00D44D00" w:rsidRDefault="00D44D00" w:rsidP="00D44D00">
      <w:r>
        <w:t>211.3397</w:t>
      </w:r>
      <w:r>
        <w:tab/>
        <w:t>1.013e0</w:t>
      </w:r>
    </w:p>
    <w:p w:rsidR="00D44D00" w:rsidRDefault="00D44D00" w:rsidP="00D44D00">
      <w:r>
        <w:t>211.3642</w:t>
      </w:r>
      <w:r>
        <w:tab/>
        <w:t>1.013e0</w:t>
      </w:r>
    </w:p>
    <w:p w:rsidR="00D44D00" w:rsidRDefault="00D44D00" w:rsidP="00D44D00">
      <w:r>
        <w:t>211.3682</w:t>
      </w:r>
      <w:r>
        <w:tab/>
        <w:t>1.013e0</w:t>
      </w:r>
    </w:p>
    <w:p w:rsidR="00D44D00" w:rsidRDefault="00D44D00" w:rsidP="00D44D00">
      <w:r>
        <w:t>211.4174</w:t>
      </w:r>
      <w:r>
        <w:tab/>
        <w:t>1.013e0</w:t>
      </w:r>
    </w:p>
    <w:p w:rsidR="00D44D00" w:rsidRDefault="00D44D00" w:rsidP="00D44D00">
      <w:r>
        <w:t>211.4447</w:t>
      </w:r>
      <w:r>
        <w:tab/>
        <w:t>1.013e0</w:t>
      </w:r>
    </w:p>
    <w:p w:rsidR="00D44D00" w:rsidRDefault="00D44D00" w:rsidP="00D44D00">
      <w:r>
        <w:t>211.4485</w:t>
      </w:r>
      <w:r>
        <w:tab/>
        <w:t>1.013e0</w:t>
      </w:r>
    </w:p>
    <w:p w:rsidR="00D44D00" w:rsidRDefault="00D44D00" w:rsidP="00D44D00">
      <w:r>
        <w:t>211.4546</w:t>
      </w:r>
      <w:r>
        <w:tab/>
        <w:t>2.025e0</w:t>
      </w:r>
    </w:p>
    <w:p w:rsidR="00D44D00" w:rsidRDefault="00D44D00" w:rsidP="00D44D00">
      <w:r>
        <w:t>211.4620</w:t>
      </w:r>
      <w:r>
        <w:tab/>
        <w:t>2.025e0</w:t>
      </w:r>
    </w:p>
    <w:p w:rsidR="00D44D00" w:rsidRDefault="00D44D00" w:rsidP="00D44D00">
      <w:r>
        <w:t>211.4727</w:t>
      </w:r>
      <w:r>
        <w:tab/>
        <w:t>1.013e0</w:t>
      </w:r>
    </w:p>
    <w:p w:rsidR="00D44D00" w:rsidRDefault="00D44D00" w:rsidP="00D44D00">
      <w:r>
        <w:t>211.5027</w:t>
      </w:r>
      <w:r>
        <w:tab/>
        <w:t>1.013e0</w:t>
      </w:r>
    </w:p>
    <w:p w:rsidR="00D44D00" w:rsidRDefault="00D44D00" w:rsidP="00D44D00">
      <w:r>
        <w:t>211.5065</w:t>
      </w:r>
      <w:r>
        <w:tab/>
        <w:t>2.025e0</w:t>
      </w:r>
    </w:p>
    <w:p w:rsidR="00D44D00" w:rsidRDefault="00D44D00" w:rsidP="00D44D00">
      <w:r>
        <w:t>211.5181</w:t>
      </w:r>
      <w:r>
        <w:tab/>
        <w:t>3.038e0</w:t>
      </w:r>
    </w:p>
    <w:p w:rsidR="00D44D00" w:rsidRDefault="00D44D00" w:rsidP="00D44D00">
      <w:r>
        <w:t>211.5492</w:t>
      </w:r>
      <w:r>
        <w:tab/>
        <w:t>1.013e0</w:t>
      </w:r>
    </w:p>
    <w:p w:rsidR="00D44D00" w:rsidRDefault="00D44D00" w:rsidP="00D44D00">
      <w:r>
        <w:t>211.5653</w:t>
      </w:r>
      <w:r>
        <w:tab/>
        <w:t>1.013e0</w:t>
      </w:r>
    </w:p>
    <w:p w:rsidR="00D44D00" w:rsidRDefault="00D44D00" w:rsidP="00D44D00">
      <w:r>
        <w:lastRenderedPageBreak/>
        <w:t>211.5730</w:t>
      </w:r>
      <w:r>
        <w:tab/>
        <w:t>1.013e0</w:t>
      </w:r>
    </w:p>
    <w:p w:rsidR="00D44D00" w:rsidRDefault="00D44D00" w:rsidP="00D44D00">
      <w:r>
        <w:t>211.5804</w:t>
      </w:r>
      <w:r>
        <w:tab/>
        <w:t>2.025e0</w:t>
      </w:r>
    </w:p>
    <w:p w:rsidR="00D44D00" w:rsidRDefault="00D44D00" w:rsidP="00D44D00">
      <w:r>
        <w:t>211.6014</w:t>
      </w:r>
      <w:r>
        <w:tab/>
        <w:t>2.025e0</w:t>
      </w:r>
    </w:p>
    <w:p w:rsidR="00D44D00" w:rsidRDefault="00D44D00" w:rsidP="00D44D00">
      <w:r>
        <w:t>211.6326</w:t>
      </w:r>
      <w:r>
        <w:tab/>
        <w:t>2.025e0</w:t>
      </w:r>
    </w:p>
    <w:p w:rsidR="00D44D00" w:rsidRDefault="00D44D00" w:rsidP="00D44D00">
      <w:r>
        <w:t>211.6621</w:t>
      </w:r>
      <w:r>
        <w:tab/>
        <w:t>1.013e0</w:t>
      </w:r>
    </w:p>
    <w:p w:rsidR="00D44D00" w:rsidRDefault="00D44D00" w:rsidP="00D44D00">
      <w:r>
        <w:t>211.6656</w:t>
      </w:r>
      <w:r>
        <w:tab/>
        <w:t>1.013e0</w:t>
      </w:r>
    </w:p>
    <w:p w:rsidR="00D44D00" w:rsidRDefault="00D44D00" w:rsidP="00D44D00">
      <w:r>
        <w:t>211.6886</w:t>
      </w:r>
      <w:r>
        <w:tab/>
        <w:t>1.013e0</w:t>
      </w:r>
    </w:p>
    <w:p w:rsidR="00D44D00" w:rsidRDefault="00D44D00" w:rsidP="00D44D00">
      <w:r>
        <w:t>211.6932</w:t>
      </w:r>
      <w:r>
        <w:tab/>
        <w:t>3.038e0</w:t>
      </w:r>
    </w:p>
    <w:p w:rsidR="00D44D00" w:rsidRDefault="00D44D00" w:rsidP="00D44D00">
      <w:r>
        <w:t>211.7268</w:t>
      </w:r>
      <w:r>
        <w:tab/>
        <w:t>1.013e0</w:t>
      </w:r>
    </w:p>
    <w:p w:rsidR="00D44D00" w:rsidRDefault="00D44D00" w:rsidP="00D44D00">
      <w:r>
        <w:t>211.7625</w:t>
      </w:r>
      <w:r>
        <w:tab/>
        <w:t>3.038e0</w:t>
      </w:r>
    </w:p>
    <w:p w:rsidR="00D44D00" w:rsidRDefault="00D44D00" w:rsidP="00D44D00">
      <w:r>
        <w:t>211.7663</w:t>
      </w:r>
      <w:r>
        <w:tab/>
        <w:t>1.013e0</w:t>
      </w:r>
    </w:p>
    <w:p w:rsidR="00D44D00" w:rsidRDefault="00D44D00" w:rsidP="00D44D00">
      <w:r>
        <w:t>211.7735</w:t>
      </w:r>
      <w:r>
        <w:tab/>
        <w:t>1.013e0</w:t>
      </w:r>
    </w:p>
    <w:p w:rsidR="00D44D00" w:rsidRDefault="00D44D00" w:rsidP="00D44D00">
      <w:r>
        <w:t>211.7888</w:t>
      </w:r>
      <w:r>
        <w:tab/>
        <w:t>1.013e0</w:t>
      </w:r>
    </w:p>
    <w:p w:rsidR="00D44D00" w:rsidRDefault="00D44D00" w:rsidP="00D44D00">
      <w:r>
        <w:t>211.8076</w:t>
      </w:r>
      <w:r>
        <w:tab/>
        <w:t>1.013e0</w:t>
      </w:r>
    </w:p>
    <w:p w:rsidR="00D44D00" w:rsidRDefault="00D44D00" w:rsidP="00D44D00">
      <w:r>
        <w:t>211.8397</w:t>
      </w:r>
      <w:r>
        <w:tab/>
        <w:t>1.013e0</w:t>
      </w:r>
    </w:p>
    <w:p w:rsidR="00D44D00" w:rsidRDefault="00D44D00" w:rsidP="00D44D00">
      <w:r>
        <w:t>211.8573</w:t>
      </w:r>
      <w:r>
        <w:tab/>
        <w:t>2.025e0</w:t>
      </w:r>
    </w:p>
    <w:p w:rsidR="00D44D00" w:rsidRDefault="00D44D00" w:rsidP="00D44D00">
      <w:r>
        <w:t>211.8590</w:t>
      </w:r>
      <w:r>
        <w:tab/>
        <w:t>2.025e0</w:t>
      </w:r>
    </w:p>
    <w:p w:rsidR="00D44D00" w:rsidRDefault="00D44D00" w:rsidP="00D44D00">
      <w:r>
        <w:t>211.8778</w:t>
      </w:r>
      <w:r>
        <w:tab/>
        <w:t>2.025e0</w:t>
      </w:r>
    </w:p>
    <w:p w:rsidR="00D44D00" w:rsidRDefault="00D44D00" w:rsidP="00D44D00">
      <w:r>
        <w:t>211.8819</w:t>
      </w:r>
      <w:r>
        <w:tab/>
        <w:t>1.013e0</w:t>
      </w:r>
    </w:p>
    <w:p w:rsidR="00D44D00" w:rsidRDefault="00D44D00" w:rsidP="00D44D00">
      <w:r>
        <w:lastRenderedPageBreak/>
        <w:t>211.8970</w:t>
      </w:r>
      <w:r>
        <w:tab/>
        <w:t>1.013e0</w:t>
      </w:r>
    </w:p>
    <w:p w:rsidR="00D44D00" w:rsidRDefault="00D44D00" w:rsidP="00D44D00">
      <w:r>
        <w:t>211.9005</w:t>
      </w:r>
      <w:r>
        <w:tab/>
        <w:t>1.013e0</w:t>
      </w:r>
    </w:p>
    <w:p w:rsidR="00D44D00" w:rsidRDefault="00D44D00" w:rsidP="00D44D00">
      <w:r>
        <w:t>211.9244</w:t>
      </w:r>
      <w:r>
        <w:tab/>
        <w:t>2.025e0</w:t>
      </w:r>
    </w:p>
    <w:p w:rsidR="00D44D00" w:rsidRDefault="00D44D00" w:rsidP="00D44D00">
      <w:r>
        <w:t>211.9403</w:t>
      </w:r>
      <w:r>
        <w:tab/>
        <w:t>1.013e0</w:t>
      </w:r>
    </w:p>
    <w:p w:rsidR="00D44D00" w:rsidRDefault="00D44D00" w:rsidP="00D44D00">
      <w:r>
        <w:t>211.9924</w:t>
      </w:r>
      <w:r>
        <w:tab/>
        <w:t>4.561e1</w:t>
      </w:r>
    </w:p>
    <w:p w:rsidR="00D44D00" w:rsidRDefault="00D44D00" w:rsidP="00D44D00">
      <w:r>
        <w:t>211.9945</w:t>
      </w:r>
      <w:r>
        <w:tab/>
        <w:t>3.342e1</w:t>
      </w:r>
    </w:p>
    <w:p w:rsidR="00D44D00" w:rsidRDefault="00D44D00" w:rsidP="00D44D00">
      <w:r>
        <w:t>211.9960</w:t>
      </w:r>
      <w:r>
        <w:tab/>
        <w:t>1.130e2</w:t>
      </w:r>
    </w:p>
    <w:p w:rsidR="00D44D00" w:rsidRDefault="00D44D00" w:rsidP="00D44D00">
      <w:r>
        <w:t>211.9996</w:t>
      </w:r>
      <w:r>
        <w:tab/>
        <w:t>4.676e1</w:t>
      </w:r>
    </w:p>
    <w:p w:rsidR="00D44D00" w:rsidRDefault="00D44D00" w:rsidP="00D44D00">
      <w:r>
        <w:t>212.0173</w:t>
      </w:r>
      <w:r>
        <w:tab/>
        <w:t>1.796e1</w:t>
      </w:r>
    </w:p>
    <w:p w:rsidR="00D44D00" w:rsidRDefault="00D44D00" w:rsidP="00D44D00">
      <w:r>
        <w:t>212.0522</w:t>
      </w:r>
      <w:r>
        <w:tab/>
        <w:t>2.025e0</w:t>
      </w:r>
    </w:p>
    <w:p w:rsidR="00D44D00" w:rsidRDefault="00D44D00" w:rsidP="00D44D00">
      <w:r>
        <w:t>212.0597</w:t>
      </w:r>
      <w:r>
        <w:tab/>
        <w:t>1.013e0</w:t>
      </w:r>
    </w:p>
    <w:p w:rsidR="00D44D00" w:rsidRDefault="00D44D00" w:rsidP="00D44D00">
      <w:r>
        <w:t>212.0727</w:t>
      </w:r>
      <w:r>
        <w:tab/>
        <w:t>2.725e0</w:t>
      </w:r>
    </w:p>
    <w:p w:rsidR="00D44D00" w:rsidRDefault="00D44D00" w:rsidP="00D44D00">
      <w:r>
        <w:t>212.0790</w:t>
      </w:r>
      <w:r>
        <w:tab/>
        <w:t>1.013e0</w:t>
      </w:r>
    </w:p>
    <w:p w:rsidR="00D44D00" w:rsidRDefault="00D44D00" w:rsidP="00D44D00">
      <w:r>
        <w:t>212.0863</w:t>
      </w:r>
      <w:r>
        <w:tab/>
        <w:t>1.013e0</w:t>
      </w:r>
    </w:p>
    <w:p w:rsidR="00D44D00" w:rsidRDefault="00D44D00" w:rsidP="00D44D00">
      <w:r>
        <w:t>212.0881</w:t>
      </w:r>
      <w:r>
        <w:tab/>
        <w:t>2.025e0</w:t>
      </w:r>
    </w:p>
    <w:p w:rsidR="00D44D00" w:rsidRDefault="00D44D00" w:rsidP="00D44D00">
      <w:r>
        <w:t>212.1058</w:t>
      </w:r>
      <w:r>
        <w:tab/>
        <w:t>1.013e0</w:t>
      </w:r>
    </w:p>
    <w:p w:rsidR="00D44D00" w:rsidRDefault="00D44D00" w:rsidP="00D44D00">
      <w:r>
        <w:t>212.1215</w:t>
      </w:r>
      <w:r>
        <w:tab/>
        <w:t>5.063e0</w:t>
      </w:r>
    </w:p>
    <w:p w:rsidR="00D44D00" w:rsidRDefault="00D44D00" w:rsidP="00D44D00">
      <w:r>
        <w:t>212.1236</w:t>
      </w:r>
      <w:r>
        <w:tab/>
        <w:t>4.051e0</w:t>
      </w:r>
    </w:p>
    <w:p w:rsidR="00D44D00" w:rsidRDefault="00D44D00" w:rsidP="00D44D00">
      <w:r>
        <w:t>212.1253</w:t>
      </w:r>
      <w:r>
        <w:tab/>
        <w:t>1.114e1</w:t>
      </w:r>
    </w:p>
    <w:p w:rsidR="00D44D00" w:rsidRDefault="00D44D00" w:rsidP="00D44D00">
      <w:r>
        <w:lastRenderedPageBreak/>
        <w:t>212.1429</w:t>
      </w:r>
      <w:r>
        <w:tab/>
        <w:t>7.089e0</w:t>
      </w:r>
    </w:p>
    <w:p w:rsidR="00D44D00" w:rsidRDefault="00D44D00" w:rsidP="00D44D00">
      <w:r>
        <w:t>212.1681</w:t>
      </w:r>
      <w:r>
        <w:tab/>
        <w:t>4.791e0</w:t>
      </w:r>
    </w:p>
    <w:p w:rsidR="00D44D00" w:rsidRDefault="00D44D00" w:rsidP="00D44D00">
      <w:r>
        <w:t>212.1716</w:t>
      </w:r>
      <w:r>
        <w:tab/>
        <w:t>2.518e0</w:t>
      </w:r>
    </w:p>
    <w:p w:rsidR="00D44D00" w:rsidRDefault="00D44D00" w:rsidP="00D44D00">
      <w:r>
        <w:t>212.1735</w:t>
      </w:r>
      <w:r>
        <w:tab/>
        <w:t>2.025e0</w:t>
      </w:r>
    </w:p>
    <w:p w:rsidR="00D44D00" w:rsidRDefault="00D44D00" w:rsidP="00D44D00">
      <w:r>
        <w:t>212.1870</w:t>
      </w:r>
      <w:r>
        <w:tab/>
        <w:t>1.013e0</w:t>
      </w:r>
    </w:p>
    <w:p w:rsidR="00D44D00" w:rsidRDefault="00D44D00" w:rsidP="00D44D00">
      <w:r>
        <w:t>212.1987</w:t>
      </w:r>
      <w:r>
        <w:tab/>
        <w:t>1.013e0</w:t>
      </w:r>
    </w:p>
    <w:p w:rsidR="00D44D00" w:rsidRDefault="00D44D00" w:rsidP="00D44D00">
      <w:r>
        <w:t>212.2106</w:t>
      </w:r>
      <w:r>
        <w:tab/>
        <w:t>4.051e0</w:t>
      </w:r>
    </w:p>
    <w:p w:rsidR="00D44D00" w:rsidRDefault="00D44D00" w:rsidP="00D44D00">
      <w:r>
        <w:t>212.2149</w:t>
      </w:r>
      <w:r>
        <w:tab/>
        <w:t>1.013e0</w:t>
      </w:r>
    </w:p>
    <w:p w:rsidR="00D44D00" w:rsidRDefault="00D44D00" w:rsidP="00D44D00">
      <w:r>
        <w:t>212.2189</w:t>
      </w:r>
      <w:r>
        <w:tab/>
        <w:t>2.025e0</w:t>
      </w:r>
    </w:p>
    <w:p w:rsidR="00D44D00" w:rsidRDefault="00D44D00" w:rsidP="00D44D00">
      <w:r>
        <w:t>212.2494</w:t>
      </w:r>
      <w:r>
        <w:tab/>
        <w:t>1.013e0</w:t>
      </w:r>
    </w:p>
    <w:p w:rsidR="00D44D00" w:rsidRDefault="00D44D00" w:rsidP="00D44D00">
      <w:r>
        <w:t>212.2534</w:t>
      </w:r>
      <w:r>
        <w:tab/>
        <w:t>1.013e0</w:t>
      </w:r>
    </w:p>
    <w:p w:rsidR="00D44D00" w:rsidRDefault="00D44D00" w:rsidP="00D44D00">
      <w:r>
        <w:t>212.2686</w:t>
      </w:r>
      <w:r>
        <w:tab/>
        <w:t>1.013e0</w:t>
      </w:r>
    </w:p>
    <w:p w:rsidR="00D44D00" w:rsidRDefault="00D44D00" w:rsidP="00D44D00">
      <w:r>
        <w:t>212.2908</w:t>
      </w:r>
      <w:r>
        <w:tab/>
        <w:t>4.051e0</w:t>
      </w:r>
    </w:p>
    <w:p w:rsidR="00D44D00" w:rsidRDefault="00D44D00" w:rsidP="00D44D00">
      <w:r>
        <w:t>212.2941</w:t>
      </w:r>
      <w:r>
        <w:tab/>
        <w:t>2.025e0</w:t>
      </w:r>
    </w:p>
    <w:p w:rsidR="00D44D00" w:rsidRDefault="00D44D00" w:rsidP="00D44D00">
      <w:r>
        <w:t>212.3312</w:t>
      </w:r>
      <w:r>
        <w:tab/>
        <w:t>3.038e0</w:t>
      </w:r>
    </w:p>
    <w:p w:rsidR="00D44D00" w:rsidRDefault="00D44D00" w:rsidP="00D44D00">
      <w:r>
        <w:t>212.3501</w:t>
      </w:r>
      <w:r>
        <w:tab/>
        <w:t>3.038e0</w:t>
      </w:r>
    </w:p>
    <w:p w:rsidR="00D44D00" w:rsidRDefault="00D44D00" w:rsidP="00D44D00">
      <w:r>
        <w:t>212.3540</w:t>
      </w:r>
      <w:r>
        <w:tab/>
        <w:t>1.013e0</w:t>
      </w:r>
    </w:p>
    <w:p w:rsidR="00D44D00" w:rsidRDefault="00D44D00" w:rsidP="00D44D00">
      <w:r>
        <w:t>212.3872</w:t>
      </w:r>
      <w:r>
        <w:tab/>
        <w:t>3.038e0</w:t>
      </w:r>
    </w:p>
    <w:p w:rsidR="00D44D00" w:rsidRDefault="00D44D00" w:rsidP="00D44D00">
      <w:r>
        <w:t>212.4126</w:t>
      </w:r>
      <w:r>
        <w:tab/>
        <w:t>2.025e0</w:t>
      </w:r>
    </w:p>
    <w:p w:rsidR="00D44D00" w:rsidRDefault="00D44D00" w:rsidP="00D44D00">
      <w:r>
        <w:lastRenderedPageBreak/>
        <w:t>212.4241</w:t>
      </w:r>
      <w:r>
        <w:tab/>
        <w:t>1.013e0</w:t>
      </w:r>
    </w:p>
    <w:p w:rsidR="00D44D00" w:rsidRDefault="00D44D00" w:rsidP="00D44D00">
      <w:r>
        <w:t>212.4506</w:t>
      </w:r>
      <w:r>
        <w:tab/>
        <w:t>2.025e0</w:t>
      </w:r>
    </w:p>
    <w:p w:rsidR="00D44D00" w:rsidRDefault="00D44D00" w:rsidP="00D44D00">
      <w:r>
        <w:t>212.4760</w:t>
      </w:r>
      <w:r>
        <w:tab/>
        <w:t>2.025e0</w:t>
      </w:r>
    </w:p>
    <w:p w:rsidR="00D44D00" w:rsidRDefault="00D44D00" w:rsidP="00D44D00">
      <w:r>
        <w:t>212.4925</w:t>
      </w:r>
      <w:r>
        <w:tab/>
        <w:t>4.051e0</w:t>
      </w:r>
    </w:p>
    <w:p w:rsidR="00D44D00" w:rsidRDefault="00D44D00" w:rsidP="00D44D00">
      <w:r>
        <w:t>212.5035</w:t>
      </w:r>
      <w:r>
        <w:tab/>
        <w:t>2.025e0</w:t>
      </w:r>
    </w:p>
    <w:p w:rsidR="00D44D00" w:rsidRDefault="00D44D00" w:rsidP="00D44D00">
      <w:r>
        <w:t>212.5168</w:t>
      </w:r>
      <w:r>
        <w:tab/>
        <w:t>1.013e0</w:t>
      </w:r>
    </w:p>
    <w:p w:rsidR="00D44D00" w:rsidRDefault="00D44D00" w:rsidP="00D44D00">
      <w:r>
        <w:t>212.5209</w:t>
      </w:r>
      <w:r>
        <w:tab/>
        <w:t>2.025e0</w:t>
      </w:r>
    </w:p>
    <w:p w:rsidR="00D44D00" w:rsidRDefault="00D44D00" w:rsidP="00D44D00">
      <w:r>
        <w:t>212.5455</w:t>
      </w:r>
      <w:r>
        <w:tab/>
        <w:t>2.025e0</w:t>
      </w:r>
    </w:p>
    <w:p w:rsidR="00D44D00" w:rsidRDefault="00D44D00" w:rsidP="00D44D00">
      <w:r>
        <w:t>212.5509</w:t>
      </w:r>
      <w:r>
        <w:tab/>
        <w:t>1.013e0</w:t>
      </w:r>
    </w:p>
    <w:p w:rsidR="00D44D00" w:rsidRDefault="00D44D00" w:rsidP="00D44D00">
      <w:r>
        <w:t>212.5747</w:t>
      </w:r>
      <w:r>
        <w:tab/>
        <w:t>1.013e0</w:t>
      </w:r>
    </w:p>
    <w:p w:rsidR="00D44D00" w:rsidRDefault="00D44D00" w:rsidP="00D44D00">
      <w:r>
        <w:t>212.5912</w:t>
      </w:r>
      <w:r>
        <w:tab/>
        <w:t>1.013e0</w:t>
      </w:r>
    </w:p>
    <w:p w:rsidR="00D44D00" w:rsidRDefault="00D44D00" w:rsidP="00D44D00">
      <w:r>
        <w:t>212.5947</w:t>
      </w:r>
      <w:r>
        <w:tab/>
        <w:t>1.013e0</w:t>
      </w:r>
    </w:p>
    <w:p w:rsidR="00D44D00" w:rsidRDefault="00D44D00" w:rsidP="00D44D00">
      <w:r>
        <w:t>212.5965</w:t>
      </w:r>
      <w:r>
        <w:tab/>
        <w:t>2.025e0</w:t>
      </w:r>
    </w:p>
    <w:p w:rsidR="00D44D00" w:rsidRDefault="00D44D00" w:rsidP="00D44D00">
      <w:r>
        <w:t>212.6100</w:t>
      </w:r>
      <w:r>
        <w:tab/>
        <w:t>1.013e0</w:t>
      </w:r>
    </w:p>
    <w:p w:rsidR="00D44D00" w:rsidRDefault="00D44D00" w:rsidP="00D44D00">
      <w:r>
        <w:t>212.6138</w:t>
      </w:r>
      <w:r>
        <w:tab/>
        <w:t>1.013e0</w:t>
      </w:r>
    </w:p>
    <w:p w:rsidR="00D44D00" w:rsidRDefault="00D44D00" w:rsidP="00D44D00">
      <w:r>
        <w:t>212.6462</w:t>
      </w:r>
      <w:r>
        <w:tab/>
        <w:t>2.025e0</w:t>
      </w:r>
    </w:p>
    <w:p w:rsidR="00D44D00" w:rsidRDefault="00D44D00" w:rsidP="00D44D00">
      <w:r>
        <w:t>212.6542</w:t>
      </w:r>
      <w:r>
        <w:tab/>
        <w:t>3.038e0</w:t>
      </w:r>
    </w:p>
    <w:p w:rsidR="00D44D00" w:rsidRDefault="00D44D00" w:rsidP="00D44D00">
      <w:r>
        <w:t>212.6597</w:t>
      </w:r>
      <w:r>
        <w:tab/>
        <w:t>1.013e0</w:t>
      </w:r>
    </w:p>
    <w:p w:rsidR="00D44D00" w:rsidRDefault="00D44D00" w:rsidP="00D44D00">
      <w:r>
        <w:t>212.6920</w:t>
      </w:r>
      <w:r>
        <w:tab/>
        <w:t>7.973e0</w:t>
      </w:r>
    </w:p>
    <w:p w:rsidR="00D44D00" w:rsidRDefault="00D44D00" w:rsidP="00D44D00">
      <w:r>
        <w:lastRenderedPageBreak/>
        <w:t>212.7047</w:t>
      </w:r>
      <w:r>
        <w:tab/>
        <w:t>2.025e0</w:t>
      </w:r>
    </w:p>
    <w:p w:rsidR="00D44D00" w:rsidRDefault="00D44D00" w:rsidP="00D44D00">
      <w:r>
        <w:t>212.7218</w:t>
      </w:r>
      <w:r>
        <w:tab/>
        <w:t>2.025e0</w:t>
      </w:r>
    </w:p>
    <w:p w:rsidR="00D44D00" w:rsidRDefault="00D44D00" w:rsidP="00D44D00">
      <w:r>
        <w:t>212.7315</w:t>
      </w:r>
      <w:r>
        <w:tab/>
        <w:t>2.025e0</w:t>
      </w:r>
    </w:p>
    <w:p w:rsidR="00D44D00" w:rsidRDefault="00D44D00" w:rsidP="00D44D00">
      <w:r>
        <w:t>212.7551</w:t>
      </w:r>
      <w:r>
        <w:tab/>
        <w:t>2.025e0</w:t>
      </w:r>
    </w:p>
    <w:p w:rsidR="00D44D00" w:rsidRDefault="00D44D00" w:rsidP="00D44D00">
      <w:r>
        <w:t>212.7690</w:t>
      </w:r>
      <w:r>
        <w:tab/>
        <w:t>1.013e0</w:t>
      </w:r>
    </w:p>
    <w:p w:rsidR="00D44D00" w:rsidRDefault="00D44D00" w:rsidP="00D44D00">
      <w:r>
        <w:t>212.7844</w:t>
      </w:r>
      <w:r>
        <w:tab/>
        <w:t>2.025e0</w:t>
      </w:r>
    </w:p>
    <w:p w:rsidR="00D44D00" w:rsidRDefault="00D44D00" w:rsidP="00D44D00">
      <w:r>
        <w:t>212.8480</w:t>
      </w:r>
      <w:r>
        <w:tab/>
        <w:t>2.025e0</w:t>
      </w:r>
    </w:p>
    <w:p w:rsidR="00D44D00" w:rsidRDefault="00D44D00" w:rsidP="00D44D00">
      <w:r>
        <w:t>212.8681</w:t>
      </w:r>
      <w:r>
        <w:tab/>
        <w:t>2.025e0</w:t>
      </w:r>
    </w:p>
    <w:p w:rsidR="00D44D00" w:rsidRDefault="00D44D00" w:rsidP="00D44D00">
      <w:r>
        <w:t>212.8736</w:t>
      </w:r>
      <w:r>
        <w:tab/>
        <w:t>1.013e0</w:t>
      </w:r>
    </w:p>
    <w:p w:rsidR="00D44D00" w:rsidRDefault="00D44D00" w:rsidP="00D44D00">
      <w:r>
        <w:t>212.8926</w:t>
      </w:r>
      <w:r>
        <w:tab/>
        <w:t>1.013e0</w:t>
      </w:r>
    </w:p>
    <w:p w:rsidR="00D44D00" w:rsidRDefault="00D44D00" w:rsidP="00D44D00">
      <w:r>
        <w:t>212.9005</w:t>
      </w:r>
      <w:r>
        <w:tab/>
        <w:t>1.013e0</w:t>
      </w:r>
    </w:p>
    <w:p w:rsidR="00D44D00" w:rsidRDefault="00D44D00" w:rsidP="00D44D00">
      <w:r>
        <w:t>212.9391</w:t>
      </w:r>
      <w:r>
        <w:tab/>
        <w:t>1.013e0</w:t>
      </w:r>
    </w:p>
    <w:p w:rsidR="00D44D00" w:rsidRDefault="00D44D00" w:rsidP="00D44D00">
      <w:r>
        <w:t>212.9499</w:t>
      </w:r>
      <w:r>
        <w:tab/>
        <w:t>3.038e0</w:t>
      </w:r>
    </w:p>
    <w:p w:rsidR="00D44D00" w:rsidRDefault="00D44D00" w:rsidP="00D44D00">
      <w:r>
        <w:t>212.9515</w:t>
      </w:r>
      <w:r>
        <w:tab/>
        <w:t>1.013e0</w:t>
      </w:r>
    </w:p>
    <w:p w:rsidR="00D44D00" w:rsidRDefault="00D44D00" w:rsidP="00D44D00">
      <w:r>
        <w:t>213.0126</w:t>
      </w:r>
      <w:r>
        <w:tab/>
        <w:t>3.303e2</w:t>
      </w:r>
    </w:p>
    <w:p w:rsidR="00D44D00" w:rsidRDefault="00D44D00" w:rsidP="00D44D00">
      <w:r>
        <w:t>213.0137</w:t>
      </w:r>
      <w:r>
        <w:tab/>
        <w:t>9.096e1</w:t>
      </w:r>
    </w:p>
    <w:p w:rsidR="00D44D00" w:rsidRDefault="00D44D00" w:rsidP="00D44D00">
      <w:r>
        <w:t>213.0855</w:t>
      </w:r>
      <w:r>
        <w:tab/>
        <w:t>3.038e0</w:t>
      </w:r>
    </w:p>
    <w:p w:rsidR="00D44D00" w:rsidRDefault="00D44D00" w:rsidP="00D44D00">
      <w:r>
        <w:t>213.0903</w:t>
      </w:r>
      <w:r>
        <w:tab/>
        <w:t>1.013e0</w:t>
      </w:r>
    </w:p>
    <w:p w:rsidR="00D44D00" w:rsidRDefault="00D44D00" w:rsidP="00D44D00">
      <w:r>
        <w:t>213.1115</w:t>
      </w:r>
      <w:r>
        <w:tab/>
        <w:t>2.025e0</w:t>
      </w:r>
    </w:p>
    <w:p w:rsidR="00D44D00" w:rsidRDefault="00D44D00" w:rsidP="00D44D00">
      <w:r>
        <w:lastRenderedPageBreak/>
        <w:t>213.1139</w:t>
      </w:r>
      <w:r>
        <w:tab/>
        <w:t>2.025e0</w:t>
      </w:r>
    </w:p>
    <w:p w:rsidR="00D44D00" w:rsidRDefault="00D44D00" w:rsidP="00D44D00">
      <w:r>
        <w:t>213.1234</w:t>
      </w:r>
      <w:r>
        <w:tab/>
        <w:t>1.970e0</w:t>
      </w:r>
    </w:p>
    <w:p w:rsidR="00D44D00" w:rsidRDefault="00D44D00" w:rsidP="00D44D00">
      <w:r>
        <w:t>213.1269</w:t>
      </w:r>
      <w:r>
        <w:tab/>
        <w:t>5.063e0</w:t>
      </w:r>
    </w:p>
    <w:p w:rsidR="00D44D00" w:rsidRDefault="00D44D00" w:rsidP="00D44D00">
      <w:r>
        <w:t>213.1339</w:t>
      </w:r>
      <w:r>
        <w:tab/>
        <w:t>2.025e0</w:t>
      </w:r>
    </w:p>
    <w:p w:rsidR="00D44D00" w:rsidRDefault="00D44D00" w:rsidP="00D44D00">
      <w:r>
        <w:t>213.1411</w:t>
      </w:r>
      <w:r>
        <w:tab/>
        <w:t>2.025e0</w:t>
      </w:r>
    </w:p>
    <w:p w:rsidR="00D44D00" w:rsidRDefault="00D44D00" w:rsidP="00D44D00">
      <w:r>
        <w:t>213.1470</w:t>
      </w:r>
      <w:r>
        <w:tab/>
        <w:t>2.971e0</w:t>
      </w:r>
    </w:p>
    <w:p w:rsidR="00D44D00" w:rsidRDefault="00D44D00" w:rsidP="00D44D00">
      <w:r>
        <w:t>213.1626</w:t>
      </w:r>
      <w:r>
        <w:tab/>
        <w:t>3.038e0</w:t>
      </w:r>
    </w:p>
    <w:p w:rsidR="00D44D00" w:rsidRDefault="00D44D00" w:rsidP="00D44D00">
      <w:r>
        <w:t>213.1655</w:t>
      </w:r>
      <w:r>
        <w:tab/>
        <w:t>2.662e0</w:t>
      </w:r>
    </w:p>
    <w:p w:rsidR="00D44D00" w:rsidRDefault="00D44D00" w:rsidP="00D44D00">
      <w:r>
        <w:t>213.1869</w:t>
      </w:r>
      <w:r>
        <w:tab/>
        <w:t>1.013e0</w:t>
      </w:r>
    </w:p>
    <w:p w:rsidR="00D44D00" w:rsidRDefault="00D44D00" w:rsidP="00D44D00">
      <w:r>
        <w:t>213.1923</w:t>
      </w:r>
      <w:r>
        <w:tab/>
        <w:t>2.356e0</w:t>
      </w:r>
    </w:p>
    <w:p w:rsidR="00D44D00" w:rsidRDefault="00D44D00" w:rsidP="00D44D00">
      <w:r>
        <w:t>213.2052</w:t>
      </w:r>
      <w:r>
        <w:tab/>
        <w:t>3.231e0</w:t>
      </w:r>
    </w:p>
    <w:p w:rsidR="00D44D00" w:rsidRDefault="00D44D00" w:rsidP="00D44D00">
      <w:r>
        <w:t>213.2107</w:t>
      </w:r>
      <w:r>
        <w:tab/>
        <w:t>1.013e0</w:t>
      </w:r>
    </w:p>
    <w:p w:rsidR="00D44D00" w:rsidRDefault="00D44D00" w:rsidP="00D44D00">
      <w:r>
        <w:t>213.2146</w:t>
      </w:r>
      <w:r>
        <w:tab/>
        <w:t>3.038e0</w:t>
      </w:r>
    </w:p>
    <w:p w:rsidR="00D44D00" w:rsidRDefault="00D44D00" w:rsidP="00D44D00">
      <w:r>
        <w:t>213.2319</w:t>
      </w:r>
      <w:r>
        <w:tab/>
        <w:t>3.038e0</w:t>
      </w:r>
    </w:p>
    <w:p w:rsidR="00D44D00" w:rsidRDefault="00D44D00" w:rsidP="00D44D00">
      <w:r>
        <w:t>213.2384</w:t>
      </w:r>
      <w:r>
        <w:tab/>
        <w:t>1.013e0</w:t>
      </w:r>
    </w:p>
    <w:p w:rsidR="00D44D00" w:rsidRDefault="00D44D00" w:rsidP="00D44D00">
      <w:r>
        <w:t>213.2689</w:t>
      </w:r>
      <w:r>
        <w:tab/>
        <w:t>1.013e0</w:t>
      </w:r>
    </w:p>
    <w:p w:rsidR="00D44D00" w:rsidRDefault="00D44D00" w:rsidP="00D44D00">
      <w:r>
        <w:t>213.3022</w:t>
      </w:r>
      <w:r>
        <w:tab/>
        <w:t>2.025e0</w:t>
      </w:r>
    </w:p>
    <w:p w:rsidR="00D44D00" w:rsidRDefault="00D44D00" w:rsidP="00D44D00">
      <w:r>
        <w:t>213.3350</w:t>
      </w:r>
      <w:r>
        <w:tab/>
        <w:t>1.013e0</w:t>
      </w:r>
    </w:p>
    <w:p w:rsidR="00D44D00" w:rsidRDefault="00D44D00" w:rsidP="00D44D00">
      <w:r>
        <w:t>213.3391</w:t>
      </w:r>
      <w:r>
        <w:tab/>
        <w:t>1.013e0</w:t>
      </w:r>
    </w:p>
    <w:p w:rsidR="00D44D00" w:rsidRDefault="00D44D00" w:rsidP="00D44D00">
      <w:r>
        <w:lastRenderedPageBreak/>
        <w:t>213.3505</w:t>
      </w:r>
      <w:r>
        <w:tab/>
        <w:t>1.013e0</w:t>
      </w:r>
    </w:p>
    <w:p w:rsidR="00D44D00" w:rsidRDefault="00D44D00" w:rsidP="00D44D00">
      <w:r>
        <w:t>213.3654</w:t>
      </w:r>
      <w:r>
        <w:tab/>
        <w:t>1.013e0</w:t>
      </w:r>
    </w:p>
    <w:p w:rsidR="00D44D00" w:rsidRDefault="00D44D00" w:rsidP="00D44D00">
      <w:r>
        <w:t>213.3808</w:t>
      </w:r>
      <w:r>
        <w:tab/>
        <w:t>4.051e0</w:t>
      </w:r>
    </w:p>
    <w:p w:rsidR="00D44D00" w:rsidRDefault="00D44D00" w:rsidP="00D44D00">
      <w:r>
        <w:t>213.3855</w:t>
      </w:r>
      <w:r>
        <w:tab/>
        <w:t>1.013e0</w:t>
      </w:r>
    </w:p>
    <w:p w:rsidR="00D44D00" w:rsidRDefault="00D44D00" w:rsidP="00D44D00">
      <w:r>
        <w:t>213.4243</w:t>
      </w:r>
      <w:r>
        <w:tab/>
        <w:t>1.013e0</w:t>
      </w:r>
    </w:p>
    <w:p w:rsidR="00D44D00" w:rsidRDefault="00D44D00" w:rsidP="00D44D00">
      <w:r>
        <w:t>213.4281</w:t>
      </w:r>
      <w:r>
        <w:tab/>
        <w:t>1.013e0</w:t>
      </w:r>
    </w:p>
    <w:p w:rsidR="00D44D00" w:rsidRDefault="00D44D00" w:rsidP="00D44D00">
      <w:r>
        <w:t>213.4322</w:t>
      </w:r>
      <w:r>
        <w:tab/>
        <w:t>1.013e0</w:t>
      </w:r>
    </w:p>
    <w:p w:rsidR="00D44D00" w:rsidRDefault="00D44D00" w:rsidP="00D44D00">
      <w:r>
        <w:t>213.4626</w:t>
      </w:r>
      <w:r>
        <w:tab/>
        <w:t>1.013e0</w:t>
      </w:r>
    </w:p>
    <w:p w:rsidR="00D44D00" w:rsidRDefault="00D44D00" w:rsidP="00D44D00">
      <w:r>
        <w:t>213.4666</w:t>
      </w:r>
      <w:r>
        <w:tab/>
        <w:t>1.013e0</w:t>
      </w:r>
    </w:p>
    <w:p w:rsidR="00D44D00" w:rsidRDefault="00D44D00" w:rsidP="00D44D00">
      <w:r>
        <w:t>213.5009</w:t>
      </w:r>
      <w:r>
        <w:tab/>
        <w:t>6.076e0</w:t>
      </w:r>
    </w:p>
    <w:p w:rsidR="00D44D00" w:rsidRDefault="00D44D00" w:rsidP="00D44D00">
      <w:r>
        <w:t>213.5212</w:t>
      </w:r>
      <w:r>
        <w:tab/>
        <w:t>1.013e0</w:t>
      </w:r>
    </w:p>
    <w:p w:rsidR="00D44D00" w:rsidRDefault="00D44D00" w:rsidP="00D44D00">
      <w:r>
        <w:t>213.5291</w:t>
      </w:r>
      <w:r>
        <w:tab/>
        <w:t>1.013e0</w:t>
      </w:r>
    </w:p>
    <w:p w:rsidR="00D44D00" w:rsidRDefault="00D44D00" w:rsidP="00D44D00">
      <w:r>
        <w:t>213.5440</w:t>
      </w:r>
      <w:r>
        <w:tab/>
        <w:t>1.013e0</w:t>
      </w:r>
    </w:p>
    <w:p w:rsidR="00D44D00" w:rsidRDefault="00D44D00" w:rsidP="00D44D00">
      <w:r>
        <w:t>213.5480</w:t>
      </w:r>
      <w:r>
        <w:tab/>
        <w:t>1.013e0</w:t>
      </w:r>
    </w:p>
    <w:p w:rsidR="00D44D00" w:rsidRDefault="00D44D00" w:rsidP="00D44D00">
      <w:r>
        <w:t>213.5517</w:t>
      </w:r>
      <w:r>
        <w:tab/>
        <w:t>1.013e0</w:t>
      </w:r>
    </w:p>
    <w:p w:rsidR="00D44D00" w:rsidRDefault="00D44D00" w:rsidP="00D44D00">
      <w:r>
        <w:t>213.5641</w:t>
      </w:r>
      <w:r>
        <w:tab/>
        <w:t>1.013e0</w:t>
      </w:r>
    </w:p>
    <w:p w:rsidR="00D44D00" w:rsidRDefault="00D44D00" w:rsidP="00D44D00">
      <w:r>
        <w:t>213.5682</w:t>
      </w:r>
      <w:r>
        <w:tab/>
        <w:t>1.013e0</w:t>
      </w:r>
    </w:p>
    <w:p w:rsidR="00D44D00" w:rsidRDefault="00D44D00" w:rsidP="00D44D00">
      <w:r>
        <w:t>213.5841</w:t>
      </w:r>
      <w:r>
        <w:tab/>
        <w:t>1.013e0</w:t>
      </w:r>
    </w:p>
    <w:p w:rsidR="00D44D00" w:rsidRDefault="00D44D00" w:rsidP="00D44D00">
      <w:r>
        <w:t>213.6029</w:t>
      </w:r>
      <w:r>
        <w:tab/>
        <w:t>1.013e0</w:t>
      </w:r>
    </w:p>
    <w:p w:rsidR="00D44D00" w:rsidRDefault="00D44D00" w:rsidP="00D44D00">
      <w:r>
        <w:lastRenderedPageBreak/>
        <w:t>213.6070</w:t>
      </w:r>
      <w:r>
        <w:tab/>
        <w:t>1.013e0</w:t>
      </w:r>
    </w:p>
    <w:p w:rsidR="00D44D00" w:rsidRDefault="00D44D00" w:rsidP="00D44D00">
      <w:r>
        <w:t>213.6688</w:t>
      </w:r>
      <w:r>
        <w:tab/>
        <w:t>5.063e0</w:t>
      </w:r>
    </w:p>
    <w:p w:rsidR="00D44D00" w:rsidRDefault="00D44D00" w:rsidP="00D44D00">
      <w:r>
        <w:t>213.7001</w:t>
      </w:r>
      <w:r>
        <w:tab/>
        <w:t>1.013e0</w:t>
      </w:r>
    </w:p>
    <w:p w:rsidR="00D44D00" w:rsidRDefault="00D44D00" w:rsidP="00D44D00">
      <w:r>
        <w:t>213.7016</w:t>
      </w:r>
      <w:r>
        <w:tab/>
        <w:t>4.051e0</w:t>
      </w:r>
    </w:p>
    <w:p w:rsidR="00D44D00" w:rsidRDefault="00D44D00" w:rsidP="00D44D00">
      <w:r>
        <w:t>213.7226</w:t>
      </w:r>
      <w:r>
        <w:tab/>
        <w:t>1.013e0</w:t>
      </w:r>
    </w:p>
    <w:p w:rsidR="00D44D00" w:rsidRDefault="00D44D00" w:rsidP="00D44D00">
      <w:r>
        <w:t>213.7333</w:t>
      </w:r>
      <w:r>
        <w:tab/>
        <w:t>2.025e0</w:t>
      </w:r>
    </w:p>
    <w:p w:rsidR="00D44D00" w:rsidRDefault="00D44D00" w:rsidP="00D44D00">
      <w:r>
        <w:t>213.7380</w:t>
      </w:r>
      <w:r>
        <w:tab/>
        <w:t>4.051e0</w:t>
      </w:r>
    </w:p>
    <w:p w:rsidR="00D44D00" w:rsidRDefault="00D44D00" w:rsidP="00D44D00">
      <w:r>
        <w:t>213.7569</w:t>
      </w:r>
      <w:r>
        <w:tab/>
        <w:t>2.025e0</w:t>
      </w:r>
    </w:p>
    <w:p w:rsidR="00D44D00" w:rsidRDefault="00D44D00" w:rsidP="00D44D00">
      <w:r>
        <w:t>213.7809</w:t>
      </w:r>
      <w:r>
        <w:tab/>
        <w:t>3.038e0</w:t>
      </w:r>
    </w:p>
    <w:p w:rsidR="00D44D00" w:rsidRDefault="00D44D00" w:rsidP="00D44D00">
      <w:r>
        <w:t>213.7868</w:t>
      </w:r>
      <w:r>
        <w:tab/>
        <w:t>3.702e0</w:t>
      </w:r>
    </w:p>
    <w:p w:rsidR="00D44D00" w:rsidRDefault="00D44D00" w:rsidP="00D44D00">
      <w:r>
        <w:t>213.7999</w:t>
      </w:r>
      <w:r>
        <w:tab/>
        <w:t>4.051e0</w:t>
      </w:r>
    </w:p>
    <w:p w:rsidR="00D44D00" w:rsidRDefault="00D44D00" w:rsidP="00D44D00">
      <w:r>
        <w:t>213.8102</w:t>
      </w:r>
      <w:r>
        <w:tab/>
        <w:t>3.422e0</w:t>
      </w:r>
    </w:p>
    <w:p w:rsidR="00D44D00" w:rsidRDefault="00D44D00" w:rsidP="00D44D00">
      <w:r>
        <w:t>213.8485</w:t>
      </w:r>
      <w:r>
        <w:tab/>
        <w:t>1.013e0</w:t>
      </w:r>
    </w:p>
    <w:p w:rsidR="00D44D00" w:rsidRDefault="00D44D00" w:rsidP="00D44D00">
      <w:r>
        <w:t>213.8560</w:t>
      </w:r>
      <w:r>
        <w:tab/>
        <w:t>1.013e0</w:t>
      </w:r>
    </w:p>
    <w:p w:rsidR="00D44D00" w:rsidRDefault="00D44D00" w:rsidP="00D44D00">
      <w:r>
        <w:t>213.8633</w:t>
      </w:r>
      <w:r>
        <w:tab/>
        <w:t>2.025e0</w:t>
      </w:r>
    </w:p>
    <w:p w:rsidR="00D44D00" w:rsidRDefault="00D44D00" w:rsidP="00D44D00">
      <w:r>
        <w:t>213.8694</w:t>
      </w:r>
      <w:r>
        <w:tab/>
        <w:t>2.025e0</w:t>
      </w:r>
    </w:p>
    <w:p w:rsidR="00D44D00" w:rsidRDefault="00D44D00" w:rsidP="00D44D00">
      <w:r>
        <w:t>213.8868</w:t>
      </w:r>
      <w:r>
        <w:tab/>
        <w:t>4.556e0</w:t>
      </w:r>
    </w:p>
    <w:p w:rsidR="00D44D00" w:rsidRDefault="00D44D00" w:rsidP="00D44D00">
      <w:r>
        <w:t>213.8900</w:t>
      </w:r>
      <w:r>
        <w:tab/>
        <w:t>1.013e0</w:t>
      </w:r>
    </w:p>
    <w:p w:rsidR="00D44D00" w:rsidRDefault="00D44D00" w:rsidP="00D44D00">
      <w:r>
        <w:t>213.8975</w:t>
      </w:r>
      <w:r>
        <w:tab/>
        <w:t>1.013e0</w:t>
      </w:r>
    </w:p>
    <w:p w:rsidR="00D44D00" w:rsidRDefault="00D44D00" w:rsidP="00D44D00">
      <w:r>
        <w:lastRenderedPageBreak/>
        <w:t>213.9216</w:t>
      </w:r>
      <w:r>
        <w:tab/>
        <w:t>1.013e0</w:t>
      </w:r>
    </w:p>
    <w:p w:rsidR="00D44D00" w:rsidRDefault="00D44D00" w:rsidP="00D44D00">
      <w:r>
        <w:t>213.9250</w:t>
      </w:r>
      <w:r>
        <w:tab/>
        <w:t>2.025e0</w:t>
      </w:r>
    </w:p>
    <w:p w:rsidR="00D44D00" w:rsidRDefault="00D44D00" w:rsidP="00D44D00">
      <w:r>
        <w:t>213.9376</w:t>
      </w:r>
      <w:r>
        <w:tab/>
        <w:t>1.013e0</w:t>
      </w:r>
    </w:p>
    <w:p w:rsidR="00D44D00" w:rsidRDefault="00D44D00" w:rsidP="00D44D00">
      <w:r>
        <w:t>213.9488</w:t>
      </w:r>
      <w:r>
        <w:tab/>
        <w:t>4.051e0</w:t>
      </w:r>
    </w:p>
    <w:p w:rsidR="00D44D00" w:rsidRDefault="00D44D00" w:rsidP="00D44D00">
      <w:r>
        <w:t>214.0233</w:t>
      </w:r>
      <w:r>
        <w:tab/>
        <w:t>1.525e3</w:t>
      </w:r>
    </w:p>
    <w:p w:rsidR="00D44D00" w:rsidRDefault="00D44D00" w:rsidP="00D44D00">
      <w:r>
        <w:t>214.0243</w:t>
      </w:r>
      <w:r>
        <w:tab/>
        <w:t>1.148e3</w:t>
      </w:r>
    </w:p>
    <w:p w:rsidR="00D44D00" w:rsidRDefault="00D44D00" w:rsidP="00D44D00">
      <w:r>
        <w:t>214.0896</w:t>
      </w:r>
      <w:r>
        <w:tab/>
        <w:t>5.063e0</w:t>
      </w:r>
    </w:p>
    <w:p w:rsidR="00D44D00" w:rsidRDefault="00D44D00" w:rsidP="00D44D00">
      <w:r>
        <w:t>214.0924</w:t>
      </w:r>
      <w:r>
        <w:tab/>
        <w:t>4.272e0</w:t>
      </w:r>
    </w:p>
    <w:p w:rsidR="00D44D00" w:rsidRDefault="00D44D00" w:rsidP="00D44D00">
      <w:r>
        <w:t>214.0959</w:t>
      </w:r>
      <w:r>
        <w:tab/>
        <w:t>4.208e0</w:t>
      </w:r>
    </w:p>
    <w:p w:rsidR="00D44D00" w:rsidRDefault="00D44D00" w:rsidP="00D44D00">
      <w:r>
        <w:t>214.1096</w:t>
      </w:r>
      <w:r>
        <w:tab/>
        <w:t>9.146e0</w:t>
      </w:r>
    </w:p>
    <w:p w:rsidR="00D44D00" w:rsidRDefault="00D44D00" w:rsidP="00D44D00">
      <w:r>
        <w:t>214.1201</w:t>
      </w:r>
      <w:r>
        <w:tab/>
        <w:t>3.038e0</w:t>
      </w:r>
    </w:p>
    <w:p w:rsidR="00D44D00" w:rsidRDefault="00D44D00" w:rsidP="00D44D00">
      <w:r>
        <w:t>214.1264</w:t>
      </w:r>
      <w:r>
        <w:tab/>
        <w:t>6.042e0</w:t>
      </w:r>
    </w:p>
    <w:p w:rsidR="00D44D00" w:rsidRDefault="00D44D00" w:rsidP="00D44D00">
      <w:r>
        <w:t>214.1377</w:t>
      </w:r>
      <w:r>
        <w:tab/>
        <w:t>4.051e0</w:t>
      </w:r>
    </w:p>
    <w:p w:rsidR="00D44D00" w:rsidRDefault="00D44D00" w:rsidP="00D44D00">
      <w:r>
        <w:t>214.1508</w:t>
      </w:r>
      <w:r>
        <w:tab/>
        <w:t>6.945e0</w:t>
      </w:r>
    </w:p>
    <w:p w:rsidR="00D44D00" w:rsidRDefault="00D44D00" w:rsidP="00D44D00">
      <w:r>
        <w:t>214.1721</w:t>
      </w:r>
      <w:r>
        <w:tab/>
        <w:t>3.038e0</w:t>
      </w:r>
    </w:p>
    <w:p w:rsidR="00D44D00" w:rsidRDefault="00D44D00" w:rsidP="00D44D00">
      <w:r>
        <w:t>214.1762</w:t>
      </w:r>
      <w:r>
        <w:tab/>
        <w:t>6.076e0</w:t>
      </w:r>
    </w:p>
    <w:p w:rsidR="00D44D00" w:rsidRDefault="00D44D00" w:rsidP="00D44D00">
      <w:r>
        <w:t>214.1808</w:t>
      </w:r>
      <w:r>
        <w:tab/>
        <w:t>1.013e1</w:t>
      </w:r>
    </w:p>
    <w:p w:rsidR="00D44D00" w:rsidRDefault="00D44D00" w:rsidP="00D44D00">
      <w:r>
        <w:t>214.2010</w:t>
      </w:r>
      <w:r>
        <w:tab/>
        <w:t>1.991e1</w:t>
      </w:r>
    </w:p>
    <w:p w:rsidR="00D44D00" w:rsidRDefault="00D44D00" w:rsidP="00D44D00">
      <w:r>
        <w:t>214.2048</w:t>
      </w:r>
      <w:r>
        <w:tab/>
        <w:t>3.038e0</w:t>
      </w:r>
    </w:p>
    <w:p w:rsidR="00D44D00" w:rsidRDefault="00D44D00" w:rsidP="00D44D00">
      <w:r>
        <w:lastRenderedPageBreak/>
        <w:t>214.2326</w:t>
      </w:r>
      <w:r>
        <w:tab/>
        <w:t>3.038e0</w:t>
      </w:r>
    </w:p>
    <w:p w:rsidR="00D44D00" w:rsidRDefault="00D44D00" w:rsidP="00D44D00">
      <w:r>
        <w:t>214.2553</w:t>
      </w:r>
      <w:r>
        <w:tab/>
        <w:t>1.013e0</w:t>
      </w:r>
    </w:p>
    <w:p w:rsidR="00D44D00" w:rsidRDefault="00D44D00" w:rsidP="00D44D00">
      <w:r>
        <w:t>214.2637</w:t>
      </w:r>
      <w:r>
        <w:tab/>
        <w:t>1.013e0</w:t>
      </w:r>
    </w:p>
    <w:p w:rsidR="00D44D00" w:rsidRDefault="00D44D00" w:rsidP="00D44D00">
      <w:r>
        <w:t>214.2681</w:t>
      </w:r>
      <w:r>
        <w:tab/>
        <w:t>4.051e0</w:t>
      </w:r>
    </w:p>
    <w:p w:rsidR="00D44D00" w:rsidRDefault="00D44D00" w:rsidP="00D44D00">
      <w:r>
        <w:t>214.2727</w:t>
      </w:r>
      <w:r>
        <w:tab/>
        <w:t>6.347e0</w:t>
      </w:r>
    </w:p>
    <w:p w:rsidR="00D44D00" w:rsidRDefault="00D44D00" w:rsidP="00D44D00">
      <w:r>
        <w:t>214.2914</w:t>
      </w:r>
      <w:r>
        <w:tab/>
        <w:t>2.025e0</w:t>
      </w:r>
    </w:p>
    <w:p w:rsidR="00D44D00" w:rsidRDefault="00D44D00" w:rsidP="00D44D00">
      <w:r>
        <w:t>214.2958</w:t>
      </w:r>
      <w:r>
        <w:tab/>
        <w:t>4.051e0</w:t>
      </w:r>
    </w:p>
    <w:p w:rsidR="00D44D00" w:rsidRDefault="00D44D00" w:rsidP="00D44D00">
      <w:r>
        <w:t>214.2988</w:t>
      </w:r>
      <w:r>
        <w:tab/>
        <w:t>1.013e0</w:t>
      </w:r>
    </w:p>
    <w:p w:rsidR="00D44D00" w:rsidRDefault="00D44D00" w:rsidP="00D44D00">
      <w:r>
        <w:t>214.3256</w:t>
      </w:r>
      <w:r>
        <w:tab/>
        <w:t>5.063e0</w:t>
      </w:r>
    </w:p>
    <w:p w:rsidR="00D44D00" w:rsidRDefault="00D44D00" w:rsidP="00D44D00">
      <w:r>
        <w:t>214.3438</w:t>
      </w:r>
      <w:r>
        <w:tab/>
        <w:t>4.051e0</w:t>
      </w:r>
    </w:p>
    <w:p w:rsidR="00D44D00" w:rsidRDefault="00D44D00" w:rsidP="00D44D00">
      <w:r>
        <w:t>214.3534</w:t>
      </w:r>
      <w:r>
        <w:tab/>
        <w:t>2.191e0</w:t>
      </w:r>
    </w:p>
    <w:p w:rsidR="00D44D00" w:rsidRDefault="00D44D00" w:rsidP="00D44D00">
      <w:r>
        <w:t>214.3613</w:t>
      </w:r>
      <w:r>
        <w:tab/>
        <w:t>1.013e0</w:t>
      </w:r>
    </w:p>
    <w:p w:rsidR="00D44D00" w:rsidRDefault="00D44D00" w:rsidP="00D44D00">
      <w:r>
        <w:t>214.3848</w:t>
      </w:r>
      <w:r>
        <w:tab/>
        <w:t>2.025e0</w:t>
      </w:r>
    </w:p>
    <w:p w:rsidR="00D44D00" w:rsidRDefault="00D44D00" w:rsidP="00D44D00">
      <w:r>
        <w:t>214.3883</w:t>
      </w:r>
      <w:r>
        <w:tab/>
        <w:t>2.025e0</w:t>
      </w:r>
    </w:p>
    <w:p w:rsidR="00D44D00" w:rsidRDefault="00D44D00" w:rsidP="00D44D00">
      <w:r>
        <w:t>214.3902</w:t>
      </w:r>
      <w:r>
        <w:tab/>
        <w:t>2.025e0</w:t>
      </w:r>
    </w:p>
    <w:p w:rsidR="00D44D00" w:rsidRDefault="00D44D00" w:rsidP="00D44D00">
      <w:r>
        <w:t>214.4235</w:t>
      </w:r>
      <w:r>
        <w:tab/>
        <w:t>5.063e0</w:t>
      </w:r>
    </w:p>
    <w:p w:rsidR="00D44D00" w:rsidRDefault="00D44D00" w:rsidP="00D44D00">
      <w:r>
        <w:t>214.4248</w:t>
      </w:r>
      <w:r>
        <w:tab/>
        <w:t>3.038e0</w:t>
      </w:r>
    </w:p>
    <w:p w:rsidR="00D44D00" w:rsidRDefault="00D44D00" w:rsidP="00D44D00">
      <w:r>
        <w:t>214.4308</w:t>
      </w:r>
      <w:r>
        <w:tab/>
        <w:t>1.013e0</w:t>
      </w:r>
    </w:p>
    <w:p w:rsidR="00D44D00" w:rsidRDefault="00D44D00" w:rsidP="00D44D00">
      <w:r>
        <w:t>214.4513</w:t>
      </w:r>
      <w:r>
        <w:tab/>
        <w:t>3.070e0</w:t>
      </w:r>
    </w:p>
    <w:p w:rsidR="00D44D00" w:rsidRDefault="00D44D00" w:rsidP="00D44D00">
      <w:r>
        <w:lastRenderedPageBreak/>
        <w:t>214.4583</w:t>
      </w:r>
      <w:r>
        <w:tab/>
        <w:t>2.025e0</w:t>
      </w:r>
    </w:p>
    <w:p w:rsidR="00D44D00" w:rsidRDefault="00D44D00" w:rsidP="00D44D00">
      <w:r>
        <w:t>214.4717</w:t>
      </w:r>
      <w:r>
        <w:tab/>
        <w:t>5.063e0</w:t>
      </w:r>
    </w:p>
    <w:p w:rsidR="00D44D00" w:rsidRDefault="00D44D00" w:rsidP="00D44D00">
      <w:r>
        <w:t>214.4739</w:t>
      </w:r>
      <w:r>
        <w:tab/>
        <w:t>2.025e0</w:t>
      </w:r>
    </w:p>
    <w:p w:rsidR="00D44D00" w:rsidRDefault="00D44D00" w:rsidP="00D44D00">
      <w:r>
        <w:t>214.4910</w:t>
      </w:r>
      <w:r>
        <w:tab/>
        <w:t>1.013e1</w:t>
      </w:r>
    </w:p>
    <w:p w:rsidR="00D44D00" w:rsidRDefault="00D44D00" w:rsidP="00D44D00">
      <w:r>
        <w:t>214.4968</w:t>
      </w:r>
      <w:r>
        <w:tab/>
        <w:t>1.013e0</w:t>
      </w:r>
    </w:p>
    <w:p w:rsidR="00D44D00" w:rsidRDefault="00D44D00" w:rsidP="00D44D00">
      <w:r>
        <w:t>214.4981</w:t>
      </w:r>
      <w:r>
        <w:tab/>
        <w:t>6.545e0</w:t>
      </w:r>
    </w:p>
    <w:p w:rsidR="00D44D00" w:rsidRDefault="00D44D00" w:rsidP="00D44D00">
      <w:r>
        <w:t>214.5202</w:t>
      </w:r>
      <w:r>
        <w:tab/>
        <w:t>1.013e0</w:t>
      </w:r>
    </w:p>
    <w:p w:rsidR="00D44D00" w:rsidRDefault="00D44D00" w:rsidP="00D44D00">
      <w:r>
        <w:t>214.5311</w:t>
      </w:r>
      <w:r>
        <w:tab/>
        <w:t>3.038e0</w:t>
      </w:r>
    </w:p>
    <w:p w:rsidR="00D44D00" w:rsidRDefault="00D44D00" w:rsidP="00D44D00">
      <w:r>
        <w:t>214.5424</w:t>
      </w:r>
      <w:r>
        <w:tab/>
        <w:t>1.918e0</w:t>
      </w:r>
    </w:p>
    <w:p w:rsidR="00D44D00" w:rsidRDefault="00D44D00" w:rsidP="00D44D00">
      <w:r>
        <w:t>214.5636</w:t>
      </w:r>
      <w:r>
        <w:tab/>
        <w:t>7.774e0</w:t>
      </w:r>
    </w:p>
    <w:p w:rsidR="00D44D00" w:rsidRDefault="00D44D00" w:rsidP="00D44D00">
      <w:r>
        <w:t>214.5718</w:t>
      </w:r>
      <w:r>
        <w:tab/>
        <w:t>4.667e0</w:t>
      </w:r>
    </w:p>
    <w:p w:rsidR="00D44D00" w:rsidRDefault="00D44D00" w:rsidP="00D44D00">
      <w:r>
        <w:t>214.5786</w:t>
      </w:r>
      <w:r>
        <w:tab/>
        <w:t>1.013e0</w:t>
      </w:r>
    </w:p>
    <w:p w:rsidR="00D44D00" w:rsidRDefault="00D44D00" w:rsidP="00D44D00">
      <w:r>
        <w:t>214.5893</w:t>
      </w:r>
      <w:r>
        <w:tab/>
        <w:t>4.051e0</w:t>
      </w:r>
    </w:p>
    <w:p w:rsidR="00D44D00" w:rsidRDefault="00D44D00" w:rsidP="00D44D00">
      <w:r>
        <w:t>214.6027</w:t>
      </w:r>
      <w:r>
        <w:tab/>
        <w:t>3.038e0</w:t>
      </w:r>
    </w:p>
    <w:p w:rsidR="00D44D00" w:rsidRDefault="00D44D00" w:rsidP="00D44D00">
      <w:r>
        <w:t>214.6059</w:t>
      </w:r>
      <w:r>
        <w:tab/>
        <w:t>1.013e0</w:t>
      </w:r>
    </w:p>
    <w:p w:rsidR="00D44D00" w:rsidRDefault="00D44D00" w:rsidP="00D44D00">
      <w:r>
        <w:t>214.6304</w:t>
      </w:r>
      <w:r>
        <w:tab/>
        <w:t>2.025e0</w:t>
      </w:r>
    </w:p>
    <w:p w:rsidR="00D44D00" w:rsidRDefault="00D44D00" w:rsidP="00D44D00">
      <w:r>
        <w:t>214.6360</w:t>
      </w:r>
      <w:r>
        <w:tab/>
        <w:t>2.025e0</w:t>
      </w:r>
    </w:p>
    <w:p w:rsidR="00D44D00" w:rsidRDefault="00D44D00" w:rsidP="00D44D00">
      <w:r>
        <w:t>214.6444</w:t>
      </w:r>
      <w:r>
        <w:tab/>
        <w:t>5.063e0</w:t>
      </w:r>
    </w:p>
    <w:p w:rsidR="00D44D00" w:rsidRDefault="00D44D00" w:rsidP="00D44D00">
      <w:r>
        <w:t>214.6645</w:t>
      </w:r>
      <w:r>
        <w:tab/>
        <w:t>3.038e0</w:t>
      </w:r>
    </w:p>
    <w:p w:rsidR="00D44D00" w:rsidRDefault="00D44D00" w:rsidP="00D44D00">
      <w:r>
        <w:lastRenderedPageBreak/>
        <w:t>214.6681</w:t>
      </w:r>
      <w:r>
        <w:tab/>
        <w:t>1.013e0</w:t>
      </w:r>
    </w:p>
    <w:p w:rsidR="00D44D00" w:rsidRDefault="00D44D00" w:rsidP="00D44D00">
      <w:r>
        <w:t>214.6719</w:t>
      </w:r>
      <w:r>
        <w:tab/>
        <w:t>8.101e0</w:t>
      </w:r>
    </w:p>
    <w:p w:rsidR="00D44D00" w:rsidRDefault="00D44D00" w:rsidP="00D44D00">
      <w:r>
        <w:t>214.7013</w:t>
      </w:r>
      <w:r>
        <w:tab/>
        <w:t>5.063e0</w:t>
      </w:r>
    </w:p>
    <w:p w:rsidR="00D44D00" w:rsidRDefault="00D44D00" w:rsidP="00D44D00">
      <w:r>
        <w:t>214.7029</w:t>
      </w:r>
      <w:r>
        <w:tab/>
        <w:t>2.025e0</w:t>
      </w:r>
    </w:p>
    <w:p w:rsidR="00D44D00" w:rsidRDefault="00D44D00" w:rsidP="00D44D00">
      <w:r>
        <w:t>214.7157</w:t>
      </w:r>
      <w:r>
        <w:tab/>
        <w:t>1.013e0</w:t>
      </w:r>
    </w:p>
    <w:p w:rsidR="00D44D00" w:rsidRDefault="00D44D00" w:rsidP="00D44D00">
      <w:r>
        <w:t>214.7274</w:t>
      </w:r>
      <w:r>
        <w:tab/>
        <w:t>2.025e0</w:t>
      </w:r>
    </w:p>
    <w:p w:rsidR="00D44D00" w:rsidRDefault="00D44D00" w:rsidP="00D44D00">
      <w:r>
        <w:t>214.7582</w:t>
      </w:r>
      <w:r>
        <w:tab/>
        <w:t>3.038e0</w:t>
      </w:r>
    </w:p>
    <w:p w:rsidR="00D44D00" w:rsidRDefault="00D44D00" w:rsidP="00D44D00">
      <w:r>
        <w:t>214.7615</w:t>
      </w:r>
      <w:r>
        <w:tab/>
        <w:t>3.038e0</w:t>
      </w:r>
    </w:p>
    <w:p w:rsidR="00D44D00" w:rsidRDefault="00D44D00" w:rsidP="00D44D00">
      <w:r>
        <w:t>214.7974</w:t>
      </w:r>
      <w:r>
        <w:tab/>
        <w:t>1.013e1</w:t>
      </w:r>
    </w:p>
    <w:p w:rsidR="00D44D00" w:rsidRDefault="00D44D00" w:rsidP="00D44D00">
      <w:r>
        <w:t>214.8165</w:t>
      </w:r>
      <w:r>
        <w:tab/>
        <w:t>1.013e0</w:t>
      </w:r>
    </w:p>
    <w:p w:rsidR="00D44D00" w:rsidRDefault="00D44D00" w:rsidP="00D44D00">
      <w:r>
        <w:t>214.8247</w:t>
      </w:r>
      <w:r>
        <w:tab/>
        <w:t>6.076e0</w:t>
      </w:r>
    </w:p>
    <w:p w:rsidR="00D44D00" w:rsidRDefault="00D44D00" w:rsidP="00D44D00">
      <w:r>
        <w:t>214.8470</w:t>
      </w:r>
      <w:r>
        <w:tab/>
        <w:t>1.013e0</w:t>
      </w:r>
    </w:p>
    <w:p w:rsidR="00D44D00" w:rsidRDefault="00D44D00" w:rsidP="00D44D00">
      <w:r>
        <w:t>214.8498</w:t>
      </w:r>
      <w:r>
        <w:tab/>
        <w:t>4.413e0</w:t>
      </w:r>
    </w:p>
    <w:p w:rsidR="00D44D00" w:rsidRDefault="00D44D00" w:rsidP="00D44D00">
      <w:r>
        <w:t>214.8523</w:t>
      </w:r>
      <w:r>
        <w:tab/>
        <w:t>5.041e0</w:t>
      </w:r>
    </w:p>
    <w:p w:rsidR="00D44D00" w:rsidRDefault="00D44D00" w:rsidP="00D44D00">
      <w:r>
        <w:t>214.8628</w:t>
      </w:r>
      <w:r>
        <w:tab/>
        <w:t>7.089e0</w:t>
      </w:r>
    </w:p>
    <w:p w:rsidR="00D44D00" w:rsidRDefault="00D44D00" w:rsidP="00D44D00">
      <w:r>
        <w:t>214.8871</w:t>
      </w:r>
      <w:r>
        <w:tab/>
        <w:t>1.013e0</w:t>
      </w:r>
    </w:p>
    <w:p w:rsidR="00D44D00" w:rsidRDefault="00D44D00" w:rsidP="00D44D00">
      <w:r>
        <w:t>214.8894</w:t>
      </w:r>
      <w:r>
        <w:tab/>
        <w:t>4.939e0</w:t>
      </w:r>
    </w:p>
    <w:p w:rsidR="00D44D00" w:rsidRDefault="00D44D00" w:rsidP="00D44D00">
      <w:r>
        <w:t>214.9025</w:t>
      </w:r>
      <w:r>
        <w:tab/>
        <w:t>1.013e0</w:t>
      </w:r>
    </w:p>
    <w:p w:rsidR="00D44D00" w:rsidRDefault="00D44D00" w:rsidP="00D44D00">
      <w:r>
        <w:t>214.9060</w:t>
      </w:r>
      <w:r>
        <w:tab/>
        <w:t>1.013e0</w:t>
      </w:r>
    </w:p>
    <w:p w:rsidR="00D44D00" w:rsidRDefault="00D44D00" w:rsidP="00D44D00">
      <w:r>
        <w:lastRenderedPageBreak/>
        <w:t>214.9254</w:t>
      </w:r>
      <w:r>
        <w:tab/>
        <w:t>2.025e0</w:t>
      </w:r>
    </w:p>
    <w:p w:rsidR="00D44D00" w:rsidRDefault="00D44D00" w:rsidP="00D44D00">
      <w:r>
        <w:t>214.9289</w:t>
      </w:r>
      <w:r>
        <w:tab/>
        <w:t>1.013e0</w:t>
      </w:r>
    </w:p>
    <w:p w:rsidR="00D44D00" w:rsidRDefault="00D44D00" w:rsidP="00D44D00">
      <w:r>
        <w:t>214.9487</w:t>
      </w:r>
      <w:r>
        <w:tab/>
        <w:t>1.013e0</w:t>
      </w:r>
    </w:p>
    <w:p w:rsidR="00D44D00" w:rsidRDefault="00D44D00" w:rsidP="00D44D00">
      <w:r>
        <w:t>214.9531</w:t>
      </w:r>
      <w:r>
        <w:tab/>
        <w:t>1.013e0</w:t>
      </w:r>
    </w:p>
    <w:p w:rsidR="00D44D00" w:rsidRDefault="00D44D00" w:rsidP="00D44D00">
      <w:r>
        <w:t>214.9612</w:t>
      </w:r>
      <w:r>
        <w:tab/>
        <w:t>1.013e0</w:t>
      </w:r>
    </w:p>
    <w:p w:rsidR="00D44D00" w:rsidRDefault="00D44D00" w:rsidP="00D44D00">
      <w:r>
        <w:t>214.9863</w:t>
      </w:r>
      <w:r>
        <w:tab/>
        <w:t>6.076e0</w:t>
      </w:r>
    </w:p>
    <w:p w:rsidR="00D44D00" w:rsidRDefault="00D44D00" w:rsidP="00D44D00">
      <w:r>
        <w:t>214.9928</w:t>
      </w:r>
      <w:r>
        <w:tab/>
        <w:t>2.021e1</w:t>
      </w:r>
    </w:p>
    <w:p w:rsidR="00D44D00" w:rsidRDefault="00D44D00" w:rsidP="00D44D00">
      <w:r>
        <w:t>215.0271</w:t>
      </w:r>
      <w:r>
        <w:tab/>
        <w:t>1.626e2</w:t>
      </w:r>
    </w:p>
    <w:p w:rsidR="00D44D00" w:rsidRDefault="00D44D00" w:rsidP="00D44D00">
      <w:r>
        <w:t>215.0302</w:t>
      </w:r>
      <w:r>
        <w:tab/>
        <w:t>1.671e2</w:t>
      </w:r>
    </w:p>
    <w:p w:rsidR="00D44D00" w:rsidRDefault="00D44D00" w:rsidP="00D44D00">
      <w:r>
        <w:t>215.0764</w:t>
      </w:r>
      <w:r>
        <w:tab/>
        <w:t>2.690e0</w:t>
      </w:r>
    </w:p>
    <w:p w:rsidR="00D44D00" w:rsidRDefault="00D44D00" w:rsidP="00D44D00">
      <w:r>
        <w:t>215.0774</w:t>
      </w:r>
      <w:r>
        <w:tab/>
        <w:t>3.703e0</w:t>
      </w:r>
    </w:p>
    <w:p w:rsidR="00D44D00" w:rsidRDefault="00D44D00" w:rsidP="00D44D00">
      <w:r>
        <w:t>215.0844</w:t>
      </w:r>
      <w:r>
        <w:tab/>
        <w:t>3.038e0</w:t>
      </w:r>
    </w:p>
    <w:p w:rsidR="00D44D00" w:rsidRDefault="00D44D00" w:rsidP="00D44D00">
      <w:r>
        <w:t>215.0954</w:t>
      </w:r>
      <w:r>
        <w:tab/>
        <w:t>5.532e0</w:t>
      </w:r>
    </w:p>
    <w:p w:rsidR="00D44D00" w:rsidRDefault="00D44D00" w:rsidP="00D44D00">
      <w:r>
        <w:t>215.1122</w:t>
      </w:r>
      <w:r>
        <w:tab/>
        <w:t>1.013e0</w:t>
      </w:r>
    </w:p>
    <w:p w:rsidR="00D44D00" w:rsidRDefault="00D44D00" w:rsidP="00D44D00">
      <w:r>
        <w:t>215.1263</w:t>
      </w:r>
      <w:r>
        <w:tab/>
        <w:t>2.025e0</w:t>
      </w:r>
    </w:p>
    <w:p w:rsidR="00D44D00" w:rsidRDefault="00D44D00" w:rsidP="00D44D00">
      <w:r>
        <w:t>215.1403</w:t>
      </w:r>
      <w:r>
        <w:tab/>
        <w:t>5.063e0</w:t>
      </w:r>
    </w:p>
    <w:p w:rsidR="00D44D00" w:rsidRDefault="00D44D00" w:rsidP="00D44D00">
      <w:r>
        <w:t>215.1415</w:t>
      </w:r>
      <w:r>
        <w:tab/>
        <w:t>3.454e0</w:t>
      </w:r>
    </w:p>
    <w:p w:rsidR="00D44D00" w:rsidRDefault="00D44D00" w:rsidP="00D44D00">
      <w:r>
        <w:t>215.1651</w:t>
      </w:r>
      <w:r>
        <w:tab/>
        <w:t>2.025e0</w:t>
      </w:r>
    </w:p>
    <w:p w:rsidR="00D44D00" w:rsidRDefault="00D44D00" w:rsidP="00D44D00">
      <w:r>
        <w:t>215.1681</w:t>
      </w:r>
      <w:r>
        <w:tab/>
        <w:t>5.063e0</w:t>
      </w:r>
    </w:p>
    <w:p w:rsidR="00D44D00" w:rsidRDefault="00D44D00" w:rsidP="00D44D00">
      <w:r>
        <w:lastRenderedPageBreak/>
        <w:t>215.1706</w:t>
      </w:r>
      <w:r>
        <w:tab/>
        <w:t>4.598e0</w:t>
      </w:r>
    </w:p>
    <w:p w:rsidR="00D44D00" w:rsidRDefault="00D44D00" w:rsidP="00D44D00">
      <w:r>
        <w:t>215.1860</w:t>
      </w:r>
      <w:r>
        <w:tab/>
        <w:t>1.013e0</w:t>
      </w:r>
    </w:p>
    <w:p w:rsidR="00D44D00" w:rsidRDefault="00D44D00" w:rsidP="00D44D00">
      <w:r>
        <w:t>215.1980</w:t>
      </w:r>
      <w:r>
        <w:tab/>
        <w:t>1.013e0</w:t>
      </w:r>
    </w:p>
    <w:p w:rsidR="00D44D00" w:rsidRDefault="00D44D00" w:rsidP="00D44D00">
      <w:r>
        <w:t>215.2004</w:t>
      </w:r>
      <w:r>
        <w:tab/>
        <w:t>2.025e0</w:t>
      </w:r>
    </w:p>
    <w:p w:rsidR="00D44D00" w:rsidRDefault="00D44D00" w:rsidP="00D44D00">
      <w:r>
        <w:t>215.2489</w:t>
      </w:r>
      <w:r>
        <w:tab/>
        <w:t>3.038e0</w:t>
      </w:r>
    </w:p>
    <w:p w:rsidR="00D44D00" w:rsidRDefault="00D44D00" w:rsidP="00D44D00">
      <w:r>
        <w:t>215.2568</w:t>
      </w:r>
      <w:r>
        <w:tab/>
        <w:t>2.025e0</w:t>
      </w:r>
    </w:p>
    <w:p w:rsidR="00D44D00" w:rsidRDefault="00D44D00" w:rsidP="00D44D00">
      <w:r>
        <w:t>215.2634</w:t>
      </w:r>
      <w:r>
        <w:tab/>
        <w:t>3.038e0</w:t>
      </w:r>
    </w:p>
    <w:p w:rsidR="00D44D00" w:rsidRDefault="00D44D00" w:rsidP="00D44D00">
      <w:r>
        <w:t>215.2679</w:t>
      </w:r>
      <w:r>
        <w:tab/>
        <w:t>1.013e0</w:t>
      </w:r>
    </w:p>
    <w:p w:rsidR="00D44D00" w:rsidRDefault="00D44D00" w:rsidP="00D44D00">
      <w:r>
        <w:t>215.2776</w:t>
      </w:r>
      <w:r>
        <w:tab/>
        <w:t>3.038e0</w:t>
      </w:r>
    </w:p>
    <w:p w:rsidR="00D44D00" w:rsidRDefault="00D44D00" w:rsidP="00D44D00">
      <w:r>
        <w:t>215.2962</w:t>
      </w:r>
      <w:r>
        <w:tab/>
        <w:t>7.089e0</w:t>
      </w:r>
    </w:p>
    <w:p w:rsidR="00D44D00" w:rsidRDefault="00D44D00" w:rsidP="00D44D00">
      <w:r>
        <w:t>215.3018</w:t>
      </w:r>
      <w:r>
        <w:tab/>
        <w:t>3.038e0</w:t>
      </w:r>
    </w:p>
    <w:p w:rsidR="00D44D00" w:rsidRDefault="00D44D00" w:rsidP="00D44D00">
      <w:r>
        <w:t>215.3043</w:t>
      </w:r>
      <w:r>
        <w:tab/>
        <w:t>2.025e0</w:t>
      </w:r>
    </w:p>
    <w:p w:rsidR="00D44D00" w:rsidRDefault="00D44D00" w:rsidP="00D44D00">
      <w:r>
        <w:t>215.3121</w:t>
      </w:r>
      <w:r>
        <w:tab/>
        <w:t>1.013e0</w:t>
      </w:r>
    </w:p>
    <w:p w:rsidR="00D44D00" w:rsidRDefault="00D44D00" w:rsidP="00D44D00">
      <w:r>
        <w:t>215.3445</w:t>
      </w:r>
      <w:r>
        <w:tab/>
        <w:t>2.025e0</w:t>
      </w:r>
    </w:p>
    <w:p w:rsidR="00D44D00" w:rsidRDefault="00D44D00" w:rsidP="00D44D00">
      <w:r>
        <w:t>215.3608</w:t>
      </w:r>
      <w:r>
        <w:tab/>
        <w:t>6.076e0</w:t>
      </w:r>
    </w:p>
    <w:p w:rsidR="00D44D00" w:rsidRDefault="00D44D00" w:rsidP="00D44D00">
      <w:r>
        <w:t>215.3701</w:t>
      </w:r>
      <w:r>
        <w:tab/>
        <w:t>2.025e0</w:t>
      </w:r>
    </w:p>
    <w:p w:rsidR="00D44D00" w:rsidRDefault="00D44D00" w:rsidP="00D44D00">
      <w:r>
        <w:t>215.3823</w:t>
      </w:r>
      <w:r>
        <w:tab/>
        <w:t>1.067e0</w:t>
      </w:r>
    </w:p>
    <w:p w:rsidR="00D44D00" w:rsidRDefault="00D44D00" w:rsidP="00D44D00">
      <w:r>
        <w:t>215.4016</w:t>
      </w:r>
      <w:r>
        <w:tab/>
        <w:t>1.013e0</w:t>
      </w:r>
    </w:p>
    <w:p w:rsidR="00D44D00" w:rsidRDefault="00D44D00" w:rsidP="00D44D00">
      <w:r>
        <w:t>215.4052</w:t>
      </w:r>
      <w:r>
        <w:tab/>
        <w:t>1.013e0</w:t>
      </w:r>
    </w:p>
    <w:p w:rsidR="00D44D00" w:rsidRDefault="00D44D00" w:rsidP="00D44D00">
      <w:r>
        <w:lastRenderedPageBreak/>
        <w:t>215.4080</w:t>
      </w:r>
      <w:r>
        <w:tab/>
        <w:t>3.038e0</w:t>
      </w:r>
    </w:p>
    <w:p w:rsidR="00D44D00" w:rsidRDefault="00D44D00" w:rsidP="00D44D00">
      <w:r>
        <w:t>215.4128</w:t>
      </w:r>
      <w:r>
        <w:tab/>
        <w:t>2.025e0</w:t>
      </w:r>
    </w:p>
    <w:p w:rsidR="00D44D00" w:rsidRDefault="00D44D00" w:rsidP="00D44D00">
      <w:r>
        <w:t>215.4481</w:t>
      </w:r>
      <w:r>
        <w:tab/>
        <w:t>2.025e0</w:t>
      </w:r>
    </w:p>
    <w:p w:rsidR="00D44D00" w:rsidRDefault="00D44D00" w:rsidP="00D44D00">
      <w:r>
        <w:t>215.4616</w:t>
      </w:r>
      <w:r>
        <w:tab/>
        <w:t>2.025e0</w:t>
      </w:r>
    </w:p>
    <w:p w:rsidR="00D44D00" w:rsidRDefault="00D44D00" w:rsidP="00D44D00">
      <w:r>
        <w:t>215.4833</w:t>
      </w:r>
      <w:r>
        <w:tab/>
        <w:t>2.025e0</w:t>
      </w:r>
    </w:p>
    <w:p w:rsidR="00D44D00" w:rsidRDefault="00D44D00" w:rsidP="00D44D00">
      <w:r>
        <w:t>215.5100</w:t>
      </w:r>
      <w:r>
        <w:tab/>
        <w:t>1.013e0</w:t>
      </w:r>
    </w:p>
    <w:p w:rsidR="00D44D00" w:rsidRDefault="00D44D00" w:rsidP="00D44D00">
      <w:r>
        <w:t>215.5141</w:t>
      </w:r>
      <w:r>
        <w:tab/>
        <w:t>1.013e0</w:t>
      </w:r>
    </w:p>
    <w:p w:rsidR="00D44D00" w:rsidRDefault="00D44D00" w:rsidP="00D44D00">
      <w:r>
        <w:t>215.5190</w:t>
      </w:r>
      <w:r>
        <w:tab/>
        <w:t>3.038e0</w:t>
      </w:r>
    </w:p>
    <w:p w:rsidR="00D44D00" w:rsidRDefault="00D44D00" w:rsidP="00D44D00">
      <w:r>
        <w:t>215.5418</w:t>
      </w:r>
      <w:r>
        <w:tab/>
        <w:t>2.025e0</w:t>
      </w:r>
    </w:p>
    <w:p w:rsidR="00D44D00" w:rsidRDefault="00D44D00" w:rsidP="00D44D00">
      <w:r>
        <w:t>215.5659</w:t>
      </w:r>
      <w:r>
        <w:tab/>
        <w:t>4.051e0</w:t>
      </w:r>
    </w:p>
    <w:p w:rsidR="00D44D00" w:rsidRDefault="00D44D00" w:rsidP="00D44D00">
      <w:r>
        <w:t>215.5732</w:t>
      </w:r>
      <w:r>
        <w:tab/>
        <w:t>1.013e0</w:t>
      </w:r>
    </w:p>
    <w:p w:rsidR="00D44D00" w:rsidRDefault="00D44D00" w:rsidP="00D44D00">
      <w:r>
        <w:t>215.5770</w:t>
      </w:r>
      <w:r>
        <w:tab/>
        <w:t>1.013e0</w:t>
      </w:r>
    </w:p>
    <w:p w:rsidR="00D44D00" w:rsidRDefault="00D44D00" w:rsidP="00D44D00">
      <w:r>
        <w:t>215.5920</w:t>
      </w:r>
      <w:r>
        <w:tab/>
        <w:t>1.013e0</w:t>
      </w:r>
    </w:p>
    <w:p w:rsidR="00D44D00" w:rsidRDefault="00D44D00" w:rsidP="00D44D00">
      <w:r>
        <w:t>215.6159</w:t>
      </w:r>
      <w:r>
        <w:tab/>
        <w:t>2.025e0</w:t>
      </w:r>
    </w:p>
    <w:p w:rsidR="00D44D00" w:rsidRDefault="00D44D00" w:rsidP="00D44D00">
      <w:r>
        <w:t>215.6236</w:t>
      </w:r>
      <w:r>
        <w:tab/>
        <w:t>1.013e0</w:t>
      </w:r>
    </w:p>
    <w:p w:rsidR="00D44D00" w:rsidRDefault="00D44D00" w:rsidP="00D44D00">
      <w:r>
        <w:t>215.6513</w:t>
      </w:r>
      <w:r>
        <w:tab/>
        <w:t>1.013e0</w:t>
      </w:r>
    </w:p>
    <w:p w:rsidR="00D44D00" w:rsidRDefault="00D44D00" w:rsidP="00D44D00">
      <w:r>
        <w:t>215.6647</w:t>
      </w:r>
      <w:r>
        <w:tab/>
        <w:t>2.025e0</w:t>
      </w:r>
    </w:p>
    <w:p w:rsidR="00D44D00" w:rsidRDefault="00D44D00" w:rsidP="00D44D00">
      <w:r>
        <w:t>215.6778</w:t>
      </w:r>
      <w:r>
        <w:tab/>
        <w:t>1.013e0</w:t>
      </w:r>
    </w:p>
    <w:p w:rsidR="00D44D00" w:rsidRDefault="00D44D00" w:rsidP="00D44D00">
      <w:r>
        <w:t>215.6943</w:t>
      </w:r>
      <w:r>
        <w:tab/>
        <w:t>2.025e0</w:t>
      </w:r>
    </w:p>
    <w:p w:rsidR="00D44D00" w:rsidRDefault="00D44D00" w:rsidP="00D44D00">
      <w:r>
        <w:lastRenderedPageBreak/>
        <w:t>215.6957</w:t>
      </w:r>
      <w:r>
        <w:tab/>
        <w:t>2.025e0</w:t>
      </w:r>
    </w:p>
    <w:p w:rsidR="00D44D00" w:rsidRDefault="00D44D00" w:rsidP="00D44D00">
      <w:r>
        <w:t>215.7123</w:t>
      </w:r>
      <w:r>
        <w:tab/>
        <w:t>6.076e0</w:t>
      </w:r>
    </w:p>
    <w:p w:rsidR="00D44D00" w:rsidRDefault="00D44D00" w:rsidP="00D44D00">
      <w:r>
        <w:t>215.7292</w:t>
      </w:r>
      <w:r>
        <w:tab/>
        <w:t>1.013e0</w:t>
      </w:r>
    </w:p>
    <w:p w:rsidR="00D44D00" w:rsidRDefault="00D44D00" w:rsidP="00D44D00">
      <w:r>
        <w:t>215.7353</w:t>
      </w:r>
      <w:r>
        <w:tab/>
        <w:t>2.025e0</w:t>
      </w:r>
    </w:p>
    <w:p w:rsidR="00D44D00" w:rsidRDefault="00D44D00" w:rsidP="00D44D00">
      <w:r>
        <w:t>215.7486</w:t>
      </w:r>
      <w:r>
        <w:tab/>
        <w:t>1.013e0</w:t>
      </w:r>
    </w:p>
    <w:p w:rsidR="00D44D00" w:rsidRDefault="00D44D00" w:rsidP="00D44D00">
      <w:r>
        <w:t>215.7600</w:t>
      </w:r>
      <w:r>
        <w:tab/>
        <w:t>3.038e0</w:t>
      </w:r>
    </w:p>
    <w:p w:rsidR="00D44D00" w:rsidRDefault="00D44D00" w:rsidP="00D44D00">
      <w:r>
        <w:t>215.7676</w:t>
      </w:r>
      <w:r>
        <w:tab/>
        <w:t>1.013e0</w:t>
      </w:r>
    </w:p>
    <w:p w:rsidR="00D44D00" w:rsidRDefault="00D44D00" w:rsidP="00D44D00">
      <w:r>
        <w:t>215.7711</w:t>
      </w:r>
      <w:r>
        <w:tab/>
        <w:t>1.013e0</w:t>
      </w:r>
    </w:p>
    <w:p w:rsidR="00D44D00" w:rsidRDefault="00D44D00" w:rsidP="00D44D00">
      <w:r>
        <w:t>215.7751</w:t>
      </w:r>
      <w:r>
        <w:tab/>
        <w:t>1.013e0</w:t>
      </w:r>
    </w:p>
    <w:p w:rsidR="00D44D00" w:rsidRDefault="00D44D00" w:rsidP="00D44D00">
      <w:r>
        <w:t>215.7958</w:t>
      </w:r>
      <w:r>
        <w:tab/>
        <w:t>3.038e0</w:t>
      </w:r>
    </w:p>
    <w:p w:rsidR="00D44D00" w:rsidRDefault="00D44D00" w:rsidP="00D44D00">
      <w:r>
        <w:t>215.8268</w:t>
      </w:r>
      <w:r>
        <w:tab/>
        <w:t>2.025e0</w:t>
      </w:r>
    </w:p>
    <w:p w:rsidR="00D44D00" w:rsidRDefault="00D44D00" w:rsidP="00D44D00">
      <w:r>
        <w:t>215.8403</w:t>
      </w:r>
      <w:r>
        <w:tab/>
        <w:t>3.570e0</w:t>
      </w:r>
    </w:p>
    <w:p w:rsidR="00D44D00" w:rsidRDefault="00D44D00" w:rsidP="00D44D00">
      <w:r>
        <w:t>215.8455</w:t>
      </w:r>
      <w:r>
        <w:tab/>
        <w:t>5.063e0</w:t>
      </w:r>
    </w:p>
    <w:p w:rsidR="00D44D00" w:rsidRDefault="00D44D00" w:rsidP="00D44D00">
      <w:r>
        <w:t>215.8617</w:t>
      </w:r>
      <w:r>
        <w:tab/>
        <w:t>2.025e0</w:t>
      </w:r>
    </w:p>
    <w:p w:rsidR="00D44D00" w:rsidRDefault="00D44D00" w:rsidP="00D44D00">
      <w:r>
        <w:t>215.8779</w:t>
      </w:r>
      <w:r>
        <w:tab/>
        <w:t>3.038e0</w:t>
      </w:r>
    </w:p>
    <w:p w:rsidR="00D44D00" w:rsidRDefault="00D44D00" w:rsidP="00D44D00">
      <w:r>
        <w:t>215.8858</w:t>
      </w:r>
      <w:r>
        <w:tab/>
        <w:t>1.013e0</w:t>
      </w:r>
    </w:p>
    <w:p w:rsidR="00D44D00" w:rsidRDefault="00D44D00" w:rsidP="00D44D00">
      <w:r>
        <w:t>215.8973</w:t>
      </w:r>
      <w:r>
        <w:tab/>
        <w:t>1.013e0</w:t>
      </w:r>
    </w:p>
    <w:p w:rsidR="00D44D00" w:rsidRDefault="00D44D00" w:rsidP="00D44D00">
      <w:r>
        <w:t>215.9083</w:t>
      </w:r>
      <w:r>
        <w:tab/>
        <w:t>4.679e0</w:t>
      </w:r>
    </w:p>
    <w:p w:rsidR="00D44D00" w:rsidRDefault="00D44D00" w:rsidP="00D44D00">
      <w:r>
        <w:t>215.9180</w:t>
      </w:r>
      <w:r>
        <w:tab/>
        <w:t>2.025e0</w:t>
      </w:r>
    </w:p>
    <w:p w:rsidR="00D44D00" w:rsidRDefault="00D44D00" w:rsidP="00D44D00">
      <w:r>
        <w:lastRenderedPageBreak/>
        <w:t>215.9241</w:t>
      </w:r>
      <w:r>
        <w:tab/>
        <w:t>1.013e0</w:t>
      </w:r>
    </w:p>
    <w:p w:rsidR="00D44D00" w:rsidRDefault="00D44D00" w:rsidP="00D44D00">
      <w:r>
        <w:t>215.9276</w:t>
      </w:r>
      <w:r>
        <w:tab/>
        <w:t>1.013e0</w:t>
      </w:r>
    </w:p>
    <w:p w:rsidR="00D44D00" w:rsidRDefault="00D44D00" w:rsidP="00D44D00">
      <w:r>
        <w:t>215.9437</w:t>
      </w:r>
      <w:r>
        <w:tab/>
        <w:t>2.096e0</w:t>
      </w:r>
    </w:p>
    <w:p w:rsidR="00D44D00" w:rsidRDefault="00D44D00" w:rsidP="00D44D00">
      <w:r>
        <w:t>215.9645</w:t>
      </w:r>
      <w:r>
        <w:tab/>
        <w:t>3.038e0</w:t>
      </w:r>
    </w:p>
    <w:p w:rsidR="00D44D00" w:rsidRDefault="00D44D00" w:rsidP="00D44D00">
      <w:r>
        <w:t>215.9715</w:t>
      </w:r>
      <w:r>
        <w:tab/>
        <w:t>1.013e0</w:t>
      </w:r>
    </w:p>
    <w:p w:rsidR="00D44D00" w:rsidRDefault="00D44D00" w:rsidP="00D44D00">
      <w:r>
        <w:t>216.0206</w:t>
      </w:r>
      <w:r>
        <w:tab/>
        <w:t>1.185e3</w:t>
      </w:r>
    </w:p>
    <w:p w:rsidR="00D44D00" w:rsidRDefault="00D44D00" w:rsidP="00D44D00">
      <w:r>
        <w:t>216.0223</w:t>
      </w:r>
      <w:r>
        <w:tab/>
        <w:t>1.396e3</w:t>
      </w:r>
    </w:p>
    <w:p w:rsidR="00D44D00" w:rsidRDefault="00D44D00" w:rsidP="00D44D00">
      <w:r>
        <w:t>216.0805</w:t>
      </w:r>
      <w:r>
        <w:tab/>
        <w:t>2.025e0</w:t>
      </w:r>
    </w:p>
    <w:p w:rsidR="00D44D00" w:rsidRDefault="00D44D00" w:rsidP="00D44D00">
      <w:r>
        <w:t>216.0859</w:t>
      </w:r>
      <w:r>
        <w:tab/>
        <w:t>2.025e0</w:t>
      </w:r>
    </w:p>
    <w:p w:rsidR="00D44D00" w:rsidRDefault="00D44D00" w:rsidP="00D44D00">
      <w:r>
        <w:t>216.1007</w:t>
      </w:r>
      <w:r>
        <w:tab/>
        <w:t>6.076e0</w:t>
      </w:r>
    </w:p>
    <w:p w:rsidR="00D44D00" w:rsidRDefault="00D44D00" w:rsidP="00D44D00">
      <w:r>
        <w:t>216.1278</w:t>
      </w:r>
      <w:r>
        <w:tab/>
        <w:t>6.076e0</w:t>
      </w:r>
    </w:p>
    <w:p w:rsidR="00D44D00" w:rsidRDefault="00D44D00" w:rsidP="00D44D00">
      <w:r>
        <w:t>216.1289</w:t>
      </w:r>
      <w:r>
        <w:tab/>
        <w:t>4.051e0</w:t>
      </w:r>
    </w:p>
    <w:p w:rsidR="00D44D00" w:rsidRDefault="00D44D00" w:rsidP="00D44D00">
      <w:r>
        <w:t>216.1391</w:t>
      </w:r>
      <w:r>
        <w:tab/>
        <w:t>4.051e0</w:t>
      </w:r>
    </w:p>
    <w:p w:rsidR="00D44D00" w:rsidRDefault="00D44D00" w:rsidP="00D44D00">
      <w:r>
        <w:t>216.1518</w:t>
      </w:r>
      <w:r>
        <w:tab/>
        <w:t>6.076e0</w:t>
      </w:r>
    </w:p>
    <w:p w:rsidR="00D44D00" w:rsidRDefault="00D44D00" w:rsidP="00D44D00">
      <w:r>
        <w:t>216.1632</w:t>
      </w:r>
      <w:r>
        <w:tab/>
        <w:t>1.453e1</w:t>
      </w:r>
    </w:p>
    <w:p w:rsidR="00D44D00" w:rsidRDefault="00D44D00" w:rsidP="00D44D00">
      <w:r>
        <w:t>216.1935</w:t>
      </w:r>
      <w:r>
        <w:tab/>
        <w:t>1.013e0</w:t>
      </w:r>
    </w:p>
    <w:p w:rsidR="00D44D00" w:rsidRDefault="00D44D00" w:rsidP="00D44D00">
      <w:r>
        <w:t>216.2038</w:t>
      </w:r>
      <w:r>
        <w:tab/>
        <w:t>7.089e0</w:t>
      </w:r>
    </w:p>
    <w:p w:rsidR="00D44D00" w:rsidRDefault="00D44D00" w:rsidP="00D44D00">
      <w:r>
        <w:t>216.2058</w:t>
      </w:r>
      <w:r>
        <w:tab/>
        <w:t>1.013e0</w:t>
      </w:r>
    </w:p>
    <w:p w:rsidR="00D44D00" w:rsidRDefault="00D44D00" w:rsidP="00D44D00">
      <w:r>
        <w:t>216.2118</w:t>
      </w:r>
      <w:r>
        <w:tab/>
        <w:t>1.158e1</w:t>
      </w:r>
    </w:p>
    <w:p w:rsidR="00D44D00" w:rsidRDefault="00D44D00" w:rsidP="00D44D00">
      <w:r>
        <w:lastRenderedPageBreak/>
        <w:t>216.2337</w:t>
      </w:r>
      <w:r>
        <w:tab/>
        <w:t>3.038e0</w:t>
      </w:r>
    </w:p>
    <w:p w:rsidR="00D44D00" w:rsidRDefault="00D44D00" w:rsidP="00D44D00">
      <w:r>
        <w:t>216.2500</w:t>
      </w:r>
      <w:r>
        <w:tab/>
        <w:t>2.025e0</w:t>
      </w:r>
    </w:p>
    <w:p w:rsidR="00D44D00" w:rsidRDefault="00D44D00" w:rsidP="00D44D00">
      <w:r>
        <w:t>216.2676</w:t>
      </w:r>
      <w:r>
        <w:tab/>
        <w:t>2.025e0</w:t>
      </w:r>
    </w:p>
    <w:p w:rsidR="00D44D00" w:rsidRDefault="00D44D00" w:rsidP="00D44D00">
      <w:r>
        <w:t>216.2758</w:t>
      </w:r>
      <w:r>
        <w:tab/>
        <w:t>1.013e0</w:t>
      </w:r>
    </w:p>
    <w:p w:rsidR="00D44D00" w:rsidRDefault="00D44D00" w:rsidP="00D44D00">
      <w:r>
        <w:t>216.2797</w:t>
      </w:r>
      <w:r>
        <w:tab/>
        <w:t>1.013e0</w:t>
      </w:r>
    </w:p>
    <w:p w:rsidR="00D44D00" w:rsidRDefault="00D44D00" w:rsidP="00D44D00">
      <w:r>
        <w:t>216.2999</w:t>
      </w:r>
      <w:r>
        <w:tab/>
        <w:t>1.013e0</w:t>
      </w:r>
    </w:p>
    <w:p w:rsidR="00D44D00" w:rsidRDefault="00D44D00" w:rsidP="00D44D00">
      <w:r>
        <w:t>216.3034</w:t>
      </w:r>
      <w:r>
        <w:tab/>
        <w:t>1.013e0</w:t>
      </w:r>
    </w:p>
    <w:p w:rsidR="00D44D00" w:rsidRDefault="00D44D00" w:rsidP="00D44D00">
      <w:r>
        <w:t>216.3047</w:t>
      </w:r>
      <w:r>
        <w:tab/>
        <w:t>3.038e0</w:t>
      </w:r>
    </w:p>
    <w:p w:rsidR="00D44D00" w:rsidRDefault="00D44D00" w:rsidP="00D44D00">
      <w:r>
        <w:t>216.3342</w:t>
      </w:r>
      <w:r>
        <w:tab/>
        <w:t>1.013e0</w:t>
      </w:r>
    </w:p>
    <w:p w:rsidR="00D44D00" w:rsidRDefault="00D44D00" w:rsidP="00D44D00">
      <w:r>
        <w:t>216.3418</w:t>
      </w:r>
      <w:r>
        <w:tab/>
        <w:t>2.025e0</w:t>
      </w:r>
    </w:p>
    <w:p w:rsidR="00D44D00" w:rsidRDefault="00D44D00" w:rsidP="00D44D00">
      <w:r>
        <w:t>216.3454</w:t>
      </w:r>
      <w:r>
        <w:tab/>
        <w:t>1.013e0</w:t>
      </w:r>
    </w:p>
    <w:p w:rsidR="00D44D00" w:rsidRDefault="00D44D00" w:rsidP="00D44D00">
      <w:r>
        <w:t>216.3676</w:t>
      </w:r>
      <w:r>
        <w:tab/>
        <w:t>2.025e0</w:t>
      </w:r>
    </w:p>
    <w:p w:rsidR="00D44D00" w:rsidRDefault="00D44D00" w:rsidP="00D44D00">
      <w:r>
        <w:t>216.3700</w:t>
      </w:r>
      <w:r>
        <w:tab/>
        <w:t>2.025e0</w:t>
      </w:r>
    </w:p>
    <w:p w:rsidR="00D44D00" w:rsidRDefault="00D44D00" w:rsidP="00D44D00">
      <w:r>
        <w:t>216.3969</w:t>
      </w:r>
      <w:r>
        <w:tab/>
        <w:t>1.013e0</w:t>
      </w:r>
    </w:p>
    <w:p w:rsidR="00D44D00" w:rsidRDefault="00D44D00" w:rsidP="00D44D00">
      <w:r>
        <w:t>216.4046</w:t>
      </w:r>
      <w:r>
        <w:tab/>
        <w:t>1.013e0</w:t>
      </w:r>
    </w:p>
    <w:p w:rsidR="00D44D00" w:rsidRDefault="00D44D00" w:rsidP="00D44D00">
      <w:r>
        <w:t>216.4117</w:t>
      </w:r>
      <w:r>
        <w:tab/>
        <w:t>3.587e0</w:t>
      </w:r>
    </w:p>
    <w:p w:rsidR="00D44D00" w:rsidRDefault="00D44D00" w:rsidP="00D44D00">
      <w:r>
        <w:t>216.4160</w:t>
      </w:r>
      <w:r>
        <w:tab/>
        <w:t>2.025e0</w:t>
      </w:r>
    </w:p>
    <w:p w:rsidR="00D44D00" w:rsidRDefault="00D44D00" w:rsidP="00D44D00">
      <w:r>
        <w:t>216.4275</w:t>
      </w:r>
      <w:r>
        <w:tab/>
        <w:t>1.013e0</w:t>
      </w:r>
    </w:p>
    <w:p w:rsidR="00D44D00" w:rsidRDefault="00D44D00" w:rsidP="00D44D00">
      <w:r>
        <w:t>216.4381</w:t>
      </w:r>
      <w:r>
        <w:tab/>
        <w:t>2.025e0</w:t>
      </w:r>
    </w:p>
    <w:p w:rsidR="00D44D00" w:rsidRDefault="00D44D00" w:rsidP="00D44D00">
      <w:r>
        <w:lastRenderedPageBreak/>
        <w:t>216.4502</w:t>
      </w:r>
      <w:r>
        <w:tab/>
        <w:t>2.060e0</w:t>
      </w:r>
    </w:p>
    <w:p w:rsidR="00D44D00" w:rsidRDefault="00D44D00" w:rsidP="00D44D00">
      <w:r>
        <w:t>216.4620</w:t>
      </w:r>
      <w:r>
        <w:tab/>
        <w:t>2.025e0</w:t>
      </w:r>
    </w:p>
    <w:p w:rsidR="00D44D00" w:rsidRDefault="00D44D00" w:rsidP="00D44D00">
      <w:r>
        <w:t>216.4667</w:t>
      </w:r>
      <w:r>
        <w:tab/>
        <w:t>3.879e0</w:t>
      </w:r>
    </w:p>
    <w:p w:rsidR="00D44D00" w:rsidRDefault="00D44D00" w:rsidP="00D44D00">
      <w:r>
        <w:t>216.4946</w:t>
      </w:r>
      <w:r>
        <w:tab/>
        <w:t>2.025e0</w:t>
      </w:r>
    </w:p>
    <w:p w:rsidR="00D44D00" w:rsidRDefault="00D44D00" w:rsidP="00D44D00">
      <w:r>
        <w:t>216.5021</w:t>
      </w:r>
      <w:r>
        <w:tab/>
        <w:t>2.025e0</w:t>
      </w:r>
    </w:p>
    <w:p w:rsidR="00D44D00" w:rsidRDefault="00D44D00" w:rsidP="00D44D00">
      <w:r>
        <w:t>216.5248</w:t>
      </w:r>
      <w:r>
        <w:tab/>
        <w:t>3.520e0</w:t>
      </w:r>
    </w:p>
    <w:p w:rsidR="00D44D00" w:rsidRDefault="00D44D00" w:rsidP="00D44D00">
      <w:r>
        <w:t>216.5321</w:t>
      </w:r>
      <w:r>
        <w:tab/>
        <w:t>3.038e0</w:t>
      </w:r>
    </w:p>
    <w:p w:rsidR="00D44D00" w:rsidRDefault="00D44D00" w:rsidP="00D44D00">
      <w:r>
        <w:t>216.5383</w:t>
      </w:r>
      <w:r>
        <w:tab/>
        <w:t>1.013e0</w:t>
      </w:r>
    </w:p>
    <w:p w:rsidR="00D44D00" w:rsidRDefault="00D44D00" w:rsidP="00D44D00">
      <w:r>
        <w:t>216.5674</w:t>
      </w:r>
      <w:r>
        <w:tab/>
        <w:t>2.590e0</w:t>
      </w:r>
    </w:p>
    <w:p w:rsidR="00D44D00" w:rsidRDefault="00D44D00" w:rsidP="00D44D00">
      <w:r>
        <w:t>216.5726</w:t>
      </w:r>
      <w:r>
        <w:tab/>
        <w:t>2.025e0</w:t>
      </w:r>
    </w:p>
    <w:p w:rsidR="00D44D00" w:rsidRDefault="00D44D00" w:rsidP="00D44D00">
      <w:r>
        <w:t>216.5767</w:t>
      </w:r>
      <w:r>
        <w:tab/>
        <w:t>1.013e0</w:t>
      </w:r>
    </w:p>
    <w:p w:rsidR="00D44D00" w:rsidRDefault="00D44D00" w:rsidP="00D44D00">
      <w:r>
        <w:t>216.6005</w:t>
      </w:r>
      <w:r>
        <w:tab/>
        <w:t>4.051e0</w:t>
      </w:r>
    </w:p>
    <w:p w:rsidR="00D44D00" w:rsidRDefault="00D44D00" w:rsidP="00D44D00">
      <w:r>
        <w:t>216.6042</w:t>
      </w:r>
      <w:r>
        <w:tab/>
        <w:t>1.013e0</w:t>
      </w:r>
    </w:p>
    <w:p w:rsidR="00D44D00" w:rsidRDefault="00D44D00" w:rsidP="00D44D00">
      <w:r>
        <w:t>216.6163</w:t>
      </w:r>
      <w:r>
        <w:tab/>
        <w:t>2.025e0</w:t>
      </w:r>
    </w:p>
    <w:p w:rsidR="00D44D00" w:rsidRDefault="00D44D00" w:rsidP="00D44D00">
      <w:r>
        <w:t>216.6264</w:t>
      </w:r>
      <w:r>
        <w:tab/>
        <w:t>2.025e0</w:t>
      </w:r>
    </w:p>
    <w:p w:rsidR="00D44D00" w:rsidRDefault="00D44D00" w:rsidP="00D44D00">
      <w:r>
        <w:t>216.6318</w:t>
      </w:r>
      <w:r>
        <w:tab/>
        <w:t>4.853e0</w:t>
      </w:r>
    </w:p>
    <w:p w:rsidR="00D44D00" w:rsidRDefault="00D44D00" w:rsidP="00D44D00">
      <w:r>
        <w:t>216.6432</w:t>
      </w:r>
      <w:r>
        <w:tab/>
        <w:t>1.013e0</w:t>
      </w:r>
    </w:p>
    <w:p w:rsidR="00D44D00" w:rsidRDefault="00D44D00" w:rsidP="00D44D00">
      <w:r>
        <w:t>216.6471</w:t>
      </w:r>
      <w:r>
        <w:tab/>
        <w:t>1.013e0</w:t>
      </w:r>
    </w:p>
    <w:p w:rsidR="00D44D00" w:rsidRDefault="00D44D00" w:rsidP="00D44D00">
      <w:r>
        <w:t>216.6588</w:t>
      </w:r>
      <w:r>
        <w:tab/>
        <w:t>1.013e0</w:t>
      </w:r>
    </w:p>
    <w:p w:rsidR="00D44D00" w:rsidRDefault="00D44D00" w:rsidP="00D44D00">
      <w:r>
        <w:lastRenderedPageBreak/>
        <w:t>216.6601</w:t>
      </w:r>
      <w:r>
        <w:tab/>
        <w:t>4.051e0</w:t>
      </w:r>
    </w:p>
    <w:p w:rsidR="00D44D00" w:rsidRDefault="00D44D00" w:rsidP="00D44D00">
      <w:r>
        <w:t>216.6622</w:t>
      </w:r>
      <w:r>
        <w:tab/>
        <w:t>1.013e0</w:t>
      </w:r>
    </w:p>
    <w:p w:rsidR="00D44D00" w:rsidRDefault="00D44D00" w:rsidP="00D44D00">
      <w:r>
        <w:t>216.6787</w:t>
      </w:r>
      <w:r>
        <w:tab/>
        <w:t>4.182e0</w:t>
      </w:r>
    </w:p>
    <w:p w:rsidR="00D44D00" w:rsidRDefault="00D44D00" w:rsidP="00D44D00">
      <w:r>
        <w:t>216.6906</w:t>
      </w:r>
      <w:r>
        <w:tab/>
        <w:t>1.013e0</w:t>
      </w:r>
    </w:p>
    <w:p w:rsidR="00D44D00" w:rsidRDefault="00D44D00" w:rsidP="00D44D00">
      <w:r>
        <w:t>216.7100</w:t>
      </w:r>
      <w:r>
        <w:tab/>
        <w:t>1.013e0</w:t>
      </w:r>
    </w:p>
    <w:p w:rsidR="00D44D00" w:rsidRDefault="00D44D00" w:rsidP="00D44D00">
      <w:r>
        <w:t>216.7140</w:t>
      </w:r>
      <w:r>
        <w:tab/>
        <w:t>2.025e0</w:t>
      </w:r>
    </w:p>
    <w:p w:rsidR="00D44D00" w:rsidRDefault="00D44D00" w:rsidP="00D44D00">
      <w:r>
        <w:t>216.7348</w:t>
      </w:r>
      <w:r>
        <w:tab/>
        <w:t>2.025e0</w:t>
      </w:r>
    </w:p>
    <w:p w:rsidR="00D44D00" w:rsidRDefault="00D44D00" w:rsidP="00D44D00">
      <w:r>
        <w:t>216.7422</w:t>
      </w:r>
      <w:r>
        <w:tab/>
        <w:t>4.051e0</w:t>
      </w:r>
    </w:p>
    <w:p w:rsidR="00D44D00" w:rsidRDefault="00D44D00" w:rsidP="00D44D00">
      <w:r>
        <w:t>216.7497</w:t>
      </w:r>
      <w:r>
        <w:tab/>
        <w:t>3.038e0</w:t>
      </w:r>
    </w:p>
    <w:p w:rsidR="00D44D00" w:rsidRDefault="00D44D00" w:rsidP="00D44D00">
      <w:r>
        <w:t>216.7567</w:t>
      </w:r>
      <w:r>
        <w:tab/>
        <w:t>4.051e0</w:t>
      </w:r>
    </w:p>
    <w:p w:rsidR="00D44D00" w:rsidRDefault="00D44D00" w:rsidP="00D44D00">
      <w:r>
        <w:t>216.7731</w:t>
      </w:r>
      <w:r>
        <w:tab/>
        <w:t>4.051e0</w:t>
      </w:r>
    </w:p>
    <w:p w:rsidR="00D44D00" w:rsidRDefault="00D44D00" w:rsidP="00D44D00">
      <w:r>
        <w:t>216.7760</w:t>
      </w:r>
      <w:r>
        <w:tab/>
        <w:t>2.025e0</w:t>
      </w:r>
    </w:p>
    <w:p w:rsidR="00D44D00" w:rsidRDefault="00D44D00" w:rsidP="00D44D00">
      <w:r>
        <w:t>216.7883</w:t>
      </w:r>
      <w:r>
        <w:tab/>
        <w:t>1.013e0</w:t>
      </w:r>
    </w:p>
    <w:p w:rsidR="00D44D00" w:rsidRDefault="00D44D00" w:rsidP="00D44D00">
      <w:r>
        <w:t>216.7925</w:t>
      </w:r>
      <w:r>
        <w:tab/>
        <w:t>2.025e0</w:t>
      </w:r>
    </w:p>
    <w:p w:rsidR="00D44D00" w:rsidRDefault="00D44D00" w:rsidP="00D44D00">
      <w:r>
        <w:t>216.8189</w:t>
      </w:r>
      <w:r>
        <w:tab/>
        <w:t>1.013e0</w:t>
      </w:r>
    </w:p>
    <w:p w:rsidR="00D44D00" w:rsidRDefault="00D44D00" w:rsidP="00D44D00">
      <w:r>
        <w:t>216.8349</w:t>
      </w:r>
      <w:r>
        <w:tab/>
        <w:t>1.013e0</w:t>
      </w:r>
    </w:p>
    <w:p w:rsidR="00D44D00" w:rsidRDefault="00D44D00" w:rsidP="00D44D00">
      <w:r>
        <w:t>216.8390</w:t>
      </w:r>
      <w:r>
        <w:tab/>
        <w:t>2.025e0</w:t>
      </w:r>
    </w:p>
    <w:p w:rsidR="00D44D00" w:rsidRDefault="00D44D00" w:rsidP="00D44D00">
      <w:r>
        <w:t>216.8428</w:t>
      </w:r>
      <w:r>
        <w:tab/>
        <w:t>2.025e0</w:t>
      </w:r>
    </w:p>
    <w:p w:rsidR="00D44D00" w:rsidRDefault="00D44D00" w:rsidP="00D44D00">
      <w:r>
        <w:t>216.8629</w:t>
      </w:r>
      <w:r>
        <w:tab/>
        <w:t>1.013e0</w:t>
      </w:r>
    </w:p>
    <w:p w:rsidR="00D44D00" w:rsidRDefault="00D44D00" w:rsidP="00D44D00">
      <w:r>
        <w:lastRenderedPageBreak/>
        <w:t>216.8918</w:t>
      </w:r>
      <w:r>
        <w:tab/>
        <w:t>6.076e0</w:t>
      </w:r>
    </w:p>
    <w:p w:rsidR="00D44D00" w:rsidRDefault="00D44D00" w:rsidP="00D44D00">
      <w:r>
        <w:t>216.9087</w:t>
      </w:r>
      <w:r>
        <w:tab/>
        <w:t>2.025e0</w:t>
      </w:r>
    </w:p>
    <w:p w:rsidR="00D44D00" w:rsidRDefault="00D44D00" w:rsidP="00D44D00">
      <w:r>
        <w:t>216.9287</w:t>
      </w:r>
      <w:r>
        <w:tab/>
        <w:t>6.222e0</w:t>
      </w:r>
    </w:p>
    <w:p w:rsidR="00D44D00" w:rsidRDefault="00D44D00" w:rsidP="00D44D00">
      <w:r>
        <w:t>216.9312</w:t>
      </w:r>
      <w:r>
        <w:tab/>
        <w:t>4.051e0</w:t>
      </w:r>
    </w:p>
    <w:p w:rsidR="00D44D00" w:rsidRDefault="00D44D00" w:rsidP="00D44D00">
      <w:r>
        <w:t>216.9375</w:t>
      </w:r>
      <w:r>
        <w:tab/>
        <w:t>1.013e0</w:t>
      </w:r>
    </w:p>
    <w:p w:rsidR="00D44D00" w:rsidRDefault="00D44D00" w:rsidP="00D44D00">
      <w:r>
        <w:t>216.9529</w:t>
      </w:r>
      <w:r>
        <w:tab/>
        <w:t>2.025e0</w:t>
      </w:r>
    </w:p>
    <w:p w:rsidR="00D44D00" w:rsidRDefault="00D44D00" w:rsidP="00D44D00">
      <w:r>
        <w:t>216.9777</w:t>
      </w:r>
      <w:r>
        <w:tab/>
        <w:t>2.025e0</w:t>
      </w:r>
    </w:p>
    <w:p w:rsidR="00D44D00" w:rsidRDefault="00D44D00" w:rsidP="00D44D00">
      <w:r>
        <w:t>216.9806</w:t>
      </w:r>
      <w:r>
        <w:tab/>
        <w:t>3.038e0</w:t>
      </w:r>
    </w:p>
    <w:p w:rsidR="00D44D00" w:rsidRDefault="00D44D00" w:rsidP="00D44D00">
      <w:r>
        <w:t>217.0268</w:t>
      </w:r>
      <w:r>
        <w:tab/>
        <w:t>3.549e2</w:t>
      </w:r>
    </w:p>
    <w:p w:rsidR="00D44D00" w:rsidRDefault="00D44D00" w:rsidP="00D44D00">
      <w:r>
        <w:t>217.0819</w:t>
      </w:r>
      <w:r>
        <w:tab/>
        <w:t>3.038e0</w:t>
      </w:r>
    </w:p>
    <w:p w:rsidR="00D44D00" w:rsidRDefault="00D44D00" w:rsidP="00D44D00">
      <w:r>
        <w:t>217.1000</w:t>
      </w:r>
      <w:r>
        <w:tab/>
        <w:t>4.051e0</w:t>
      </w:r>
    </w:p>
    <w:p w:rsidR="00D44D00" w:rsidRDefault="00D44D00" w:rsidP="00D44D00">
      <w:r>
        <w:t>217.1076</w:t>
      </w:r>
      <w:r>
        <w:tab/>
        <w:t>5.063e0</w:t>
      </w:r>
    </w:p>
    <w:p w:rsidR="00D44D00" w:rsidRDefault="00D44D00" w:rsidP="00D44D00">
      <w:r>
        <w:t>217.1134</w:t>
      </w:r>
      <w:r>
        <w:tab/>
        <w:t>1.013e0</w:t>
      </w:r>
    </w:p>
    <w:p w:rsidR="00D44D00" w:rsidRDefault="00D44D00" w:rsidP="00D44D00">
      <w:r>
        <w:t>217.1303</w:t>
      </w:r>
      <w:r>
        <w:tab/>
        <w:t>3.038e0</w:t>
      </w:r>
    </w:p>
    <w:p w:rsidR="00D44D00" w:rsidRDefault="00D44D00" w:rsidP="00D44D00">
      <w:r>
        <w:t>217.1353</w:t>
      </w:r>
      <w:r>
        <w:tab/>
        <w:t>3.038e0</w:t>
      </w:r>
    </w:p>
    <w:p w:rsidR="00D44D00" w:rsidRDefault="00D44D00" w:rsidP="00D44D00">
      <w:r>
        <w:t>217.1401</w:t>
      </w:r>
      <w:r>
        <w:tab/>
        <w:t>2.025e0</w:t>
      </w:r>
    </w:p>
    <w:p w:rsidR="00D44D00" w:rsidRDefault="00D44D00" w:rsidP="00D44D00">
      <w:r>
        <w:t>217.1436</w:t>
      </w:r>
      <w:r>
        <w:tab/>
        <w:t>2.025e0</w:t>
      </w:r>
    </w:p>
    <w:p w:rsidR="00D44D00" w:rsidRDefault="00D44D00" w:rsidP="00D44D00">
      <w:r>
        <w:t>217.1560</w:t>
      </w:r>
      <w:r>
        <w:tab/>
        <w:t>1.013e0</w:t>
      </w:r>
    </w:p>
    <w:p w:rsidR="00D44D00" w:rsidRDefault="00D44D00" w:rsidP="00D44D00">
      <w:r>
        <w:t>217.1622</w:t>
      </w:r>
      <w:r>
        <w:tab/>
        <w:t>2.025e0</w:t>
      </w:r>
    </w:p>
    <w:p w:rsidR="00D44D00" w:rsidRDefault="00D44D00" w:rsidP="00D44D00">
      <w:r>
        <w:lastRenderedPageBreak/>
        <w:t>217.1826</w:t>
      </w:r>
      <w:r>
        <w:tab/>
        <w:t>3.038e0</w:t>
      </w:r>
    </w:p>
    <w:p w:rsidR="00D44D00" w:rsidRDefault="00D44D00" w:rsidP="00D44D00">
      <w:r>
        <w:t>217.2002</w:t>
      </w:r>
      <w:r>
        <w:tab/>
        <w:t>3.038e0</w:t>
      </w:r>
    </w:p>
    <w:p w:rsidR="00D44D00" w:rsidRDefault="00D44D00" w:rsidP="00D44D00">
      <w:r>
        <w:t>217.2013</w:t>
      </w:r>
      <w:r>
        <w:tab/>
        <w:t>2.025e0</w:t>
      </w:r>
    </w:p>
    <w:p w:rsidR="00D44D00" w:rsidRDefault="00D44D00" w:rsidP="00D44D00">
      <w:r>
        <w:t>217.2038</w:t>
      </w:r>
      <w:r>
        <w:tab/>
        <w:t>3.038e0</w:t>
      </w:r>
    </w:p>
    <w:p w:rsidR="00D44D00" w:rsidRDefault="00D44D00" w:rsidP="00D44D00">
      <w:r>
        <w:t>217.2308</w:t>
      </w:r>
      <w:r>
        <w:tab/>
        <w:t>3.038e0</w:t>
      </w:r>
    </w:p>
    <w:p w:rsidR="00D44D00" w:rsidRDefault="00D44D00" w:rsidP="00D44D00">
      <w:r>
        <w:t>217.2368</w:t>
      </w:r>
      <w:r>
        <w:tab/>
        <w:t>2.025e0</w:t>
      </w:r>
    </w:p>
    <w:p w:rsidR="00D44D00" w:rsidRDefault="00D44D00" w:rsidP="00D44D00">
      <w:r>
        <w:t>217.2409</w:t>
      </w:r>
      <w:r>
        <w:tab/>
        <w:t>4.254e0</w:t>
      </w:r>
    </w:p>
    <w:p w:rsidR="00D44D00" w:rsidRDefault="00D44D00" w:rsidP="00D44D00">
      <w:r>
        <w:t>217.2584</w:t>
      </w:r>
      <w:r>
        <w:tab/>
        <w:t>1.013e0</w:t>
      </w:r>
    </w:p>
    <w:p w:rsidR="00D44D00" w:rsidRDefault="00D44D00" w:rsidP="00D44D00">
      <w:r>
        <w:t>217.2625</w:t>
      </w:r>
      <w:r>
        <w:tab/>
        <w:t>2.025e0</w:t>
      </w:r>
    </w:p>
    <w:p w:rsidR="00D44D00" w:rsidRDefault="00D44D00" w:rsidP="00D44D00">
      <w:r>
        <w:t>217.2720</w:t>
      </w:r>
      <w:r>
        <w:tab/>
        <w:t>2.025e0</w:t>
      </w:r>
    </w:p>
    <w:p w:rsidR="00D44D00" w:rsidRDefault="00D44D00" w:rsidP="00D44D00">
      <w:r>
        <w:t>217.3043</w:t>
      </w:r>
      <w:r>
        <w:tab/>
        <w:t>2.025e0</w:t>
      </w:r>
    </w:p>
    <w:p w:rsidR="00D44D00" w:rsidRDefault="00D44D00" w:rsidP="00D44D00">
      <w:r>
        <w:t>217.3225</w:t>
      </w:r>
      <w:r>
        <w:tab/>
        <w:t>2.025e0</w:t>
      </w:r>
    </w:p>
    <w:p w:rsidR="00D44D00" w:rsidRDefault="00D44D00" w:rsidP="00D44D00">
      <w:r>
        <w:t>217.3327</w:t>
      </w:r>
      <w:r>
        <w:tab/>
        <w:t>2.025e0</w:t>
      </w:r>
    </w:p>
    <w:p w:rsidR="00D44D00" w:rsidRDefault="00D44D00" w:rsidP="00D44D00">
      <w:r>
        <w:t>217.3446</w:t>
      </w:r>
      <w:r>
        <w:tab/>
        <w:t>1.013e0</w:t>
      </w:r>
    </w:p>
    <w:p w:rsidR="00D44D00" w:rsidRDefault="00D44D00" w:rsidP="00D44D00">
      <w:r>
        <w:t>217.3599</w:t>
      </w:r>
      <w:r>
        <w:tab/>
        <w:t>1.013e0</w:t>
      </w:r>
    </w:p>
    <w:p w:rsidR="00D44D00" w:rsidRDefault="00D44D00" w:rsidP="00D44D00">
      <w:r>
        <w:t>217.3694</w:t>
      </w:r>
      <w:r>
        <w:tab/>
        <w:t>2.025e0</w:t>
      </w:r>
    </w:p>
    <w:p w:rsidR="00D44D00" w:rsidRDefault="00D44D00" w:rsidP="00D44D00">
      <w:r>
        <w:t>217.3711</w:t>
      </w:r>
      <w:r>
        <w:tab/>
        <w:t>1.013e0</w:t>
      </w:r>
    </w:p>
    <w:p w:rsidR="00D44D00" w:rsidRDefault="00D44D00" w:rsidP="00D44D00">
      <w:r>
        <w:t>217.3790</w:t>
      </w:r>
      <w:r>
        <w:tab/>
        <w:t>1.013e0</w:t>
      </w:r>
    </w:p>
    <w:p w:rsidR="00D44D00" w:rsidRDefault="00D44D00" w:rsidP="00D44D00">
      <w:r>
        <w:t>217.3951</w:t>
      </w:r>
      <w:r>
        <w:tab/>
        <w:t>1.013e0</w:t>
      </w:r>
    </w:p>
    <w:p w:rsidR="00D44D00" w:rsidRDefault="00D44D00" w:rsidP="00D44D00">
      <w:r>
        <w:lastRenderedPageBreak/>
        <w:t>217.4113</w:t>
      </w:r>
      <w:r>
        <w:tab/>
        <w:t>1.013e0</w:t>
      </w:r>
    </w:p>
    <w:p w:rsidR="00D44D00" w:rsidRDefault="00D44D00" w:rsidP="00D44D00">
      <w:r>
        <w:t>217.4247</w:t>
      </w:r>
      <w:r>
        <w:tab/>
        <w:t>2.025e0</w:t>
      </w:r>
    </w:p>
    <w:p w:rsidR="00D44D00" w:rsidRDefault="00D44D00" w:rsidP="00D44D00">
      <w:r>
        <w:t>217.4306</w:t>
      </w:r>
      <w:r>
        <w:tab/>
        <w:t>1.013e0</w:t>
      </w:r>
    </w:p>
    <w:p w:rsidR="00D44D00" w:rsidRDefault="00D44D00" w:rsidP="00D44D00">
      <w:r>
        <w:t>217.4422</w:t>
      </w:r>
      <w:r>
        <w:tab/>
        <w:t>2.025e0</w:t>
      </w:r>
    </w:p>
    <w:p w:rsidR="00D44D00" w:rsidRDefault="00D44D00" w:rsidP="00D44D00">
      <w:r>
        <w:t>217.4498</w:t>
      </w:r>
      <w:r>
        <w:tab/>
        <w:t>1.013e0</w:t>
      </w:r>
    </w:p>
    <w:p w:rsidR="00D44D00" w:rsidRDefault="00D44D00" w:rsidP="00D44D00">
      <w:r>
        <w:t>217.4694</w:t>
      </w:r>
      <w:r>
        <w:tab/>
        <w:t>2.025e0</w:t>
      </w:r>
    </w:p>
    <w:p w:rsidR="00D44D00" w:rsidRDefault="00D44D00" w:rsidP="00D44D00">
      <w:r>
        <w:t>217.4815</w:t>
      </w:r>
      <w:r>
        <w:tab/>
        <w:t>1.013e0</w:t>
      </w:r>
    </w:p>
    <w:p w:rsidR="00D44D00" w:rsidRDefault="00D44D00" w:rsidP="00D44D00">
      <w:r>
        <w:t>217.4926</w:t>
      </w:r>
      <w:r>
        <w:tab/>
        <w:t>3.038e0</w:t>
      </w:r>
    </w:p>
    <w:p w:rsidR="00D44D00" w:rsidRDefault="00D44D00" w:rsidP="00D44D00">
      <w:r>
        <w:t>217.5167</w:t>
      </w:r>
      <w:r>
        <w:tab/>
        <w:t>1.013e0</w:t>
      </w:r>
    </w:p>
    <w:p w:rsidR="00D44D00" w:rsidRDefault="00D44D00" w:rsidP="00D44D00">
      <w:r>
        <w:t>217.5218</w:t>
      </w:r>
      <w:r>
        <w:tab/>
        <w:t>3.038e0</w:t>
      </w:r>
    </w:p>
    <w:p w:rsidR="00D44D00" w:rsidRDefault="00D44D00" w:rsidP="00D44D00">
      <w:r>
        <w:t>217.5613</w:t>
      </w:r>
      <w:r>
        <w:tab/>
        <w:t>2.025e0</w:t>
      </w:r>
    </w:p>
    <w:p w:rsidR="00D44D00" w:rsidRDefault="00D44D00" w:rsidP="00D44D00">
      <w:r>
        <w:t>217.5640</w:t>
      </w:r>
      <w:r>
        <w:tab/>
        <w:t>5.063e0</w:t>
      </w:r>
    </w:p>
    <w:p w:rsidR="00D44D00" w:rsidRDefault="00D44D00" w:rsidP="00D44D00">
      <w:r>
        <w:t>217.6025</w:t>
      </w:r>
      <w:r>
        <w:tab/>
        <w:t>2.025e0</w:t>
      </w:r>
    </w:p>
    <w:p w:rsidR="00D44D00" w:rsidRDefault="00D44D00" w:rsidP="00D44D00">
      <w:r>
        <w:t>217.6065</w:t>
      </w:r>
      <w:r>
        <w:tab/>
        <w:t>2.025e0</w:t>
      </w:r>
    </w:p>
    <w:p w:rsidR="00D44D00" w:rsidRDefault="00D44D00" w:rsidP="00D44D00">
      <w:r>
        <w:t>217.6300</w:t>
      </w:r>
      <w:r>
        <w:tab/>
        <w:t>1.013e0</w:t>
      </w:r>
    </w:p>
    <w:p w:rsidR="00D44D00" w:rsidRDefault="00D44D00" w:rsidP="00D44D00">
      <w:r>
        <w:t>217.6344</w:t>
      </w:r>
      <w:r>
        <w:tab/>
        <w:t>1.013e0</w:t>
      </w:r>
    </w:p>
    <w:p w:rsidR="00D44D00" w:rsidRDefault="00D44D00" w:rsidP="00D44D00">
      <w:r>
        <w:t>217.6427</w:t>
      </w:r>
      <w:r>
        <w:tab/>
        <w:t>1.013e0</w:t>
      </w:r>
    </w:p>
    <w:p w:rsidR="00D44D00" w:rsidRDefault="00D44D00" w:rsidP="00D44D00">
      <w:r>
        <w:t>217.6771</w:t>
      </w:r>
      <w:r>
        <w:tab/>
        <w:t>1.013e0</w:t>
      </w:r>
    </w:p>
    <w:p w:rsidR="00D44D00" w:rsidRDefault="00D44D00" w:rsidP="00D44D00">
      <w:r>
        <w:t>217.6850</w:t>
      </w:r>
      <w:r>
        <w:tab/>
        <w:t>2.025e0</w:t>
      </w:r>
    </w:p>
    <w:p w:rsidR="00D44D00" w:rsidRDefault="00D44D00" w:rsidP="00D44D00">
      <w:r>
        <w:lastRenderedPageBreak/>
        <w:t>217.7019</w:t>
      </w:r>
      <w:r>
        <w:tab/>
        <w:t>3.038e0</w:t>
      </w:r>
    </w:p>
    <w:p w:rsidR="00D44D00" w:rsidRDefault="00D44D00" w:rsidP="00D44D00">
      <w:r>
        <w:t>217.7034</w:t>
      </w:r>
      <w:r>
        <w:tab/>
        <w:t>3.038e0</w:t>
      </w:r>
    </w:p>
    <w:p w:rsidR="00D44D00" w:rsidRDefault="00D44D00" w:rsidP="00D44D00">
      <w:r>
        <w:t>217.7328</w:t>
      </w:r>
      <w:r>
        <w:tab/>
        <w:t>1.013e0</w:t>
      </w:r>
    </w:p>
    <w:p w:rsidR="00D44D00" w:rsidRDefault="00D44D00" w:rsidP="00D44D00">
      <w:r>
        <w:t>217.7401</w:t>
      </w:r>
      <w:r>
        <w:tab/>
        <w:t>1.013e0</w:t>
      </w:r>
    </w:p>
    <w:p w:rsidR="00D44D00" w:rsidRDefault="00D44D00" w:rsidP="00D44D00">
      <w:r>
        <w:t>217.7828</w:t>
      </w:r>
      <w:r>
        <w:tab/>
        <w:t>1.013e0</w:t>
      </w:r>
    </w:p>
    <w:p w:rsidR="00D44D00" w:rsidRDefault="00D44D00" w:rsidP="00D44D00">
      <w:r>
        <w:t>217.7869</w:t>
      </w:r>
      <w:r>
        <w:tab/>
        <w:t>1.013e0</w:t>
      </w:r>
    </w:p>
    <w:p w:rsidR="00D44D00" w:rsidRDefault="00D44D00" w:rsidP="00D44D00">
      <w:r>
        <w:t>217.7996</w:t>
      </w:r>
      <w:r>
        <w:tab/>
        <w:t>1.013e0</w:t>
      </w:r>
    </w:p>
    <w:p w:rsidR="00D44D00" w:rsidRDefault="00D44D00" w:rsidP="00D44D00">
      <w:r>
        <w:t>217.8112</w:t>
      </w:r>
      <w:r>
        <w:tab/>
        <w:t>1.013e0</w:t>
      </w:r>
    </w:p>
    <w:p w:rsidR="00D44D00" w:rsidRDefault="00D44D00" w:rsidP="00D44D00">
      <w:r>
        <w:t>217.8265</w:t>
      </w:r>
      <w:r>
        <w:tab/>
        <w:t>1.013e0</w:t>
      </w:r>
    </w:p>
    <w:p w:rsidR="00D44D00" w:rsidRDefault="00D44D00" w:rsidP="00D44D00">
      <w:r>
        <w:t>217.8613</w:t>
      </w:r>
      <w:r>
        <w:tab/>
        <w:t>1.013e0</w:t>
      </w:r>
    </w:p>
    <w:p w:rsidR="00D44D00" w:rsidRDefault="00D44D00" w:rsidP="00D44D00">
      <w:r>
        <w:t>217.8839</w:t>
      </w:r>
      <w:r>
        <w:tab/>
        <w:t>2.025e0</w:t>
      </w:r>
    </w:p>
    <w:p w:rsidR="00D44D00" w:rsidRDefault="00D44D00" w:rsidP="00D44D00">
      <w:r>
        <w:t>217.8932</w:t>
      </w:r>
      <w:r>
        <w:tab/>
        <w:t>2.025e0</w:t>
      </w:r>
    </w:p>
    <w:p w:rsidR="00D44D00" w:rsidRDefault="00D44D00" w:rsidP="00D44D00">
      <w:r>
        <w:t>217.9050</w:t>
      </w:r>
      <w:r>
        <w:tab/>
        <w:t>2.025e0</w:t>
      </w:r>
    </w:p>
    <w:p w:rsidR="00D44D00" w:rsidRDefault="00D44D00" w:rsidP="00D44D00">
      <w:r>
        <w:t>217.9260</w:t>
      </w:r>
      <w:r>
        <w:tab/>
        <w:t>2.025e0</w:t>
      </w:r>
    </w:p>
    <w:p w:rsidR="00D44D00" w:rsidRDefault="00D44D00" w:rsidP="00D44D00">
      <w:r>
        <w:t>217.9614</w:t>
      </w:r>
      <w:r>
        <w:tab/>
        <w:t>1.267e0</w:t>
      </w:r>
    </w:p>
    <w:p w:rsidR="00D44D00" w:rsidRDefault="00D44D00" w:rsidP="00D44D00">
      <w:r>
        <w:t>217.9754</w:t>
      </w:r>
      <w:r>
        <w:tab/>
        <w:t>1.013e0</w:t>
      </w:r>
    </w:p>
    <w:p w:rsidR="00D44D00" w:rsidRDefault="00D44D00" w:rsidP="00D44D00">
      <w:r>
        <w:t>217.9850</w:t>
      </w:r>
      <w:r>
        <w:tab/>
        <w:t>1.339e0</w:t>
      </w:r>
    </w:p>
    <w:p w:rsidR="00D44D00" w:rsidRDefault="00D44D00" w:rsidP="00D44D00">
      <w:r>
        <w:t>218.0177</w:t>
      </w:r>
      <w:r>
        <w:tab/>
        <w:t>1.490e0</w:t>
      </w:r>
    </w:p>
    <w:p w:rsidR="00D44D00" w:rsidRDefault="00D44D00" w:rsidP="00D44D00">
      <w:r>
        <w:t>218.0220</w:t>
      </w:r>
      <w:r>
        <w:tab/>
        <w:t>1.915e0</w:t>
      </w:r>
    </w:p>
    <w:p w:rsidR="00D44D00" w:rsidRDefault="00D44D00" w:rsidP="00D44D00">
      <w:r>
        <w:lastRenderedPageBreak/>
        <w:t>218.0265</w:t>
      </w:r>
      <w:r>
        <w:tab/>
        <w:t>3.038e0</w:t>
      </w:r>
    </w:p>
    <w:p w:rsidR="00D44D00" w:rsidRDefault="00D44D00" w:rsidP="00D44D00">
      <w:r>
        <w:t>218.0338</w:t>
      </w:r>
      <w:r>
        <w:tab/>
        <w:t>3.479e0</w:t>
      </w:r>
    </w:p>
    <w:p w:rsidR="00D44D00" w:rsidRDefault="00D44D00" w:rsidP="00D44D00">
      <w:r>
        <w:t>218.0714</w:t>
      </w:r>
      <w:r>
        <w:tab/>
        <w:t>1.519e0</w:t>
      </w:r>
    </w:p>
    <w:p w:rsidR="00D44D00" w:rsidRDefault="00D44D00" w:rsidP="00D44D00">
      <w:r>
        <w:t>218.0909</w:t>
      </w:r>
      <w:r>
        <w:tab/>
        <w:t>2.025e0</w:t>
      </w:r>
    </w:p>
    <w:p w:rsidR="00D44D00" w:rsidRDefault="00D44D00" w:rsidP="00D44D00">
      <w:r>
        <w:t>218.0954</w:t>
      </w:r>
      <w:r>
        <w:tab/>
        <w:t>2.025e0</w:t>
      </w:r>
    </w:p>
    <w:p w:rsidR="00D44D00" w:rsidRDefault="00D44D00" w:rsidP="00D44D00">
      <w:r>
        <w:t>218.1010</w:t>
      </w:r>
      <w:r>
        <w:tab/>
        <w:t>2.025e0</w:t>
      </w:r>
    </w:p>
    <w:p w:rsidR="00D44D00" w:rsidRDefault="00D44D00" w:rsidP="00D44D00">
      <w:r>
        <w:t>218.1096</w:t>
      </w:r>
      <w:r>
        <w:tab/>
        <w:t>1.013e0</w:t>
      </w:r>
    </w:p>
    <w:p w:rsidR="00D44D00" w:rsidRDefault="00D44D00" w:rsidP="00D44D00">
      <w:r>
        <w:t>218.1324</w:t>
      </w:r>
      <w:r>
        <w:tab/>
        <w:t>1.013e0</w:t>
      </w:r>
    </w:p>
    <w:p w:rsidR="00D44D00" w:rsidRDefault="00D44D00" w:rsidP="00D44D00">
      <w:r>
        <w:t>218.1492</w:t>
      </w:r>
      <w:r>
        <w:tab/>
        <w:t>3.038e0</w:t>
      </w:r>
    </w:p>
    <w:p w:rsidR="00D44D00" w:rsidRDefault="00D44D00" w:rsidP="00D44D00">
      <w:r>
        <w:t>218.1553</w:t>
      </w:r>
      <w:r>
        <w:tab/>
        <w:t>1.013e0</w:t>
      </w:r>
    </w:p>
    <w:p w:rsidR="00D44D00" w:rsidRDefault="00D44D00" w:rsidP="00D44D00">
      <w:r>
        <w:t>218.1714</w:t>
      </w:r>
      <w:r>
        <w:tab/>
        <w:t>1.013e0</w:t>
      </w:r>
    </w:p>
    <w:p w:rsidR="00D44D00" w:rsidRDefault="00D44D00" w:rsidP="00D44D00">
      <w:r>
        <w:t>218.1741</w:t>
      </w:r>
      <w:r>
        <w:tab/>
        <w:t>3.038e0</w:t>
      </w:r>
    </w:p>
    <w:p w:rsidR="00D44D00" w:rsidRDefault="00D44D00" w:rsidP="00D44D00">
      <w:r>
        <w:t>218.1773</w:t>
      </w:r>
      <w:r>
        <w:tab/>
        <w:t>2.025e0</w:t>
      </w:r>
    </w:p>
    <w:p w:rsidR="00D44D00" w:rsidRDefault="00D44D00" w:rsidP="00D44D00">
      <w:r>
        <w:t>218.1799</w:t>
      </w:r>
      <w:r>
        <w:tab/>
        <w:t>1.013e0</w:t>
      </w:r>
    </w:p>
    <w:p w:rsidR="00D44D00" w:rsidRDefault="00D44D00" w:rsidP="00D44D00">
      <w:r>
        <w:t>218.1994</w:t>
      </w:r>
      <w:r>
        <w:tab/>
        <w:t>2.025e0</w:t>
      </w:r>
    </w:p>
    <w:p w:rsidR="00D44D00" w:rsidRDefault="00D44D00" w:rsidP="00D44D00">
      <w:r>
        <w:t>218.2034</w:t>
      </w:r>
      <w:r>
        <w:tab/>
        <w:t>1.013e0</w:t>
      </w:r>
    </w:p>
    <w:p w:rsidR="00D44D00" w:rsidRDefault="00D44D00" w:rsidP="00D44D00">
      <w:r>
        <w:t>218.2264</w:t>
      </w:r>
      <w:r>
        <w:tab/>
        <w:t>1.013e0</w:t>
      </w:r>
    </w:p>
    <w:p w:rsidR="00D44D00" w:rsidRDefault="00D44D00" w:rsidP="00D44D00">
      <w:r>
        <w:t>218.2461</w:t>
      </w:r>
      <w:r>
        <w:tab/>
        <w:t>1.013e0</w:t>
      </w:r>
    </w:p>
    <w:p w:rsidR="00D44D00" w:rsidRDefault="00D44D00" w:rsidP="00D44D00">
      <w:r>
        <w:t>218.2627</w:t>
      </w:r>
      <w:r>
        <w:tab/>
        <w:t>2.025e0</w:t>
      </w:r>
    </w:p>
    <w:p w:rsidR="00D44D00" w:rsidRDefault="00D44D00" w:rsidP="00D44D00">
      <w:r>
        <w:lastRenderedPageBreak/>
        <w:t>218.2970</w:t>
      </w:r>
      <w:r>
        <w:tab/>
        <w:t>2.025e0</w:t>
      </w:r>
    </w:p>
    <w:p w:rsidR="00D44D00" w:rsidRDefault="00D44D00" w:rsidP="00D44D00">
      <w:r>
        <w:t>218.3011</w:t>
      </w:r>
      <w:r>
        <w:tab/>
        <w:t>1.013e0</w:t>
      </w:r>
    </w:p>
    <w:p w:rsidR="00D44D00" w:rsidRDefault="00D44D00" w:rsidP="00D44D00">
      <w:r>
        <w:t>218.3107</w:t>
      </w:r>
      <w:r>
        <w:tab/>
        <w:t>2.025e0</w:t>
      </w:r>
    </w:p>
    <w:p w:rsidR="00D44D00" w:rsidRDefault="00D44D00" w:rsidP="00D44D00">
      <w:r>
        <w:t>218.3477</w:t>
      </w:r>
      <w:r>
        <w:tab/>
        <w:t>3.038e0</w:t>
      </w:r>
    </w:p>
    <w:p w:rsidR="00D44D00" w:rsidRDefault="00D44D00" w:rsidP="00D44D00">
      <w:r>
        <w:t>218.3487</w:t>
      </w:r>
      <w:r>
        <w:tab/>
        <w:t>1.013e0</w:t>
      </w:r>
    </w:p>
    <w:p w:rsidR="00D44D00" w:rsidRDefault="00D44D00" w:rsidP="00D44D00">
      <w:r>
        <w:t>218.3758</w:t>
      </w:r>
      <w:r>
        <w:tab/>
        <w:t>1.013e0</w:t>
      </w:r>
    </w:p>
    <w:p w:rsidR="00D44D00" w:rsidRDefault="00D44D00" w:rsidP="00D44D00">
      <w:r>
        <w:t>218.4313</w:t>
      </w:r>
      <w:r>
        <w:tab/>
        <w:t>1.013e0</w:t>
      </w:r>
    </w:p>
    <w:p w:rsidR="00D44D00" w:rsidRDefault="00D44D00" w:rsidP="00D44D00">
      <w:r>
        <w:t>218.4694</w:t>
      </w:r>
      <w:r>
        <w:tab/>
        <w:t>1.013e0</w:t>
      </w:r>
    </w:p>
    <w:p w:rsidR="00D44D00" w:rsidRDefault="00D44D00" w:rsidP="00D44D00">
      <w:r>
        <w:t>218.4904</w:t>
      </w:r>
      <w:r>
        <w:tab/>
        <w:t>1.013e0</w:t>
      </w:r>
    </w:p>
    <w:p w:rsidR="00D44D00" w:rsidRDefault="00D44D00" w:rsidP="00D44D00">
      <w:r>
        <w:t>218.5019</w:t>
      </w:r>
      <w:r>
        <w:tab/>
        <w:t>1.013e0</w:t>
      </w:r>
    </w:p>
    <w:p w:rsidR="00D44D00" w:rsidRDefault="00D44D00" w:rsidP="00D44D00">
      <w:r>
        <w:t>218.5057</w:t>
      </w:r>
      <w:r>
        <w:tab/>
        <w:t>1.013e0</w:t>
      </w:r>
    </w:p>
    <w:p w:rsidR="00D44D00" w:rsidRDefault="00D44D00" w:rsidP="00D44D00">
      <w:r>
        <w:t>218.5250</w:t>
      </w:r>
      <w:r>
        <w:tab/>
        <w:t>2.025e0</w:t>
      </w:r>
    </w:p>
    <w:p w:rsidR="00D44D00" w:rsidRDefault="00D44D00" w:rsidP="00D44D00">
      <w:r>
        <w:t>218.5484</w:t>
      </w:r>
      <w:r>
        <w:tab/>
        <w:t>1.013e0</w:t>
      </w:r>
    </w:p>
    <w:p w:rsidR="00D44D00" w:rsidRDefault="00D44D00" w:rsidP="00D44D00">
      <w:r>
        <w:t>218.5668</w:t>
      </w:r>
      <w:r>
        <w:tab/>
        <w:t>2.025e0</w:t>
      </w:r>
    </w:p>
    <w:p w:rsidR="00D44D00" w:rsidRDefault="00D44D00" w:rsidP="00D44D00">
      <w:r>
        <w:t>218.5687</w:t>
      </w:r>
      <w:r>
        <w:tab/>
        <w:t>2.025e0</w:t>
      </w:r>
    </w:p>
    <w:p w:rsidR="00D44D00" w:rsidRDefault="00D44D00" w:rsidP="00D44D00">
      <w:r>
        <w:t>218.5746</w:t>
      </w:r>
      <w:r>
        <w:tab/>
        <w:t>2.025e0</w:t>
      </w:r>
    </w:p>
    <w:p w:rsidR="00D44D00" w:rsidRDefault="00D44D00" w:rsidP="00D44D00">
      <w:r>
        <w:t>218.6034</w:t>
      </w:r>
      <w:r>
        <w:tab/>
        <w:t>1.013e0</w:t>
      </w:r>
    </w:p>
    <w:p w:rsidR="00D44D00" w:rsidRDefault="00D44D00" w:rsidP="00D44D00">
      <w:r>
        <w:t>218.6075</w:t>
      </w:r>
      <w:r>
        <w:tab/>
        <w:t>1.013e0</w:t>
      </w:r>
    </w:p>
    <w:p w:rsidR="00D44D00" w:rsidRDefault="00D44D00" w:rsidP="00D44D00">
      <w:r>
        <w:t>218.6111</w:t>
      </w:r>
      <w:r>
        <w:tab/>
        <w:t>2.025e0</w:t>
      </w:r>
    </w:p>
    <w:p w:rsidR="00D44D00" w:rsidRDefault="00D44D00" w:rsidP="00D44D00">
      <w:r>
        <w:lastRenderedPageBreak/>
        <w:t>218.6354</w:t>
      </w:r>
      <w:r>
        <w:tab/>
        <w:t>1.013e0</w:t>
      </w:r>
    </w:p>
    <w:p w:rsidR="00D44D00" w:rsidRDefault="00D44D00" w:rsidP="00D44D00">
      <w:r>
        <w:t>218.6794</w:t>
      </w:r>
      <w:r>
        <w:tab/>
        <w:t>3.038e0</w:t>
      </w:r>
    </w:p>
    <w:p w:rsidR="00D44D00" w:rsidRDefault="00D44D00" w:rsidP="00D44D00">
      <w:r>
        <w:t>218.7224</w:t>
      </w:r>
      <w:r>
        <w:tab/>
        <w:t>1.013e0</w:t>
      </w:r>
    </w:p>
    <w:p w:rsidR="00D44D00" w:rsidRDefault="00D44D00" w:rsidP="00D44D00">
      <w:r>
        <w:t>218.7336</w:t>
      </w:r>
      <w:r>
        <w:tab/>
        <w:t>1.013e0</w:t>
      </w:r>
    </w:p>
    <w:p w:rsidR="00D44D00" w:rsidRDefault="00D44D00" w:rsidP="00D44D00">
      <w:r>
        <w:t>218.7492</w:t>
      </w:r>
      <w:r>
        <w:tab/>
        <w:t>1.013e0</w:t>
      </w:r>
    </w:p>
    <w:p w:rsidR="00D44D00" w:rsidRDefault="00D44D00" w:rsidP="00D44D00">
      <w:r>
        <w:t>218.7531</w:t>
      </w:r>
      <w:r>
        <w:tab/>
        <w:t>1.013e0</w:t>
      </w:r>
    </w:p>
    <w:p w:rsidR="00D44D00" w:rsidRDefault="00D44D00" w:rsidP="00D44D00">
      <w:r>
        <w:t>218.7722</w:t>
      </w:r>
      <w:r>
        <w:tab/>
        <w:t>3.038e0</w:t>
      </w:r>
    </w:p>
    <w:p w:rsidR="00D44D00" w:rsidRDefault="00D44D00" w:rsidP="00D44D00">
      <w:r>
        <w:t>218.7802</w:t>
      </w:r>
      <w:r>
        <w:tab/>
        <w:t>1.013e0</w:t>
      </w:r>
    </w:p>
    <w:p w:rsidR="00D44D00" w:rsidRDefault="00D44D00" w:rsidP="00D44D00">
      <w:r>
        <w:t>218.8198</w:t>
      </w:r>
      <w:r>
        <w:tab/>
        <w:t>1.013e0</w:t>
      </w:r>
    </w:p>
    <w:p w:rsidR="00D44D00" w:rsidRDefault="00D44D00" w:rsidP="00D44D00">
      <w:r>
        <w:t>218.8467</w:t>
      </w:r>
      <w:r>
        <w:tab/>
        <w:t>2.025e0</w:t>
      </w:r>
    </w:p>
    <w:p w:rsidR="00D44D00" w:rsidRDefault="00D44D00" w:rsidP="00D44D00">
      <w:r>
        <w:t>218.8630</w:t>
      </w:r>
      <w:r>
        <w:tab/>
        <w:t>2.025e0</w:t>
      </w:r>
    </w:p>
    <w:p w:rsidR="00D44D00" w:rsidRDefault="00D44D00" w:rsidP="00D44D00">
      <w:r>
        <w:t>218.9035</w:t>
      </w:r>
      <w:r>
        <w:tab/>
        <w:t>3.038e0</w:t>
      </w:r>
    </w:p>
    <w:p w:rsidR="00D44D00" w:rsidRDefault="00D44D00" w:rsidP="00D44D00">
      <w:r>
        <w:t>218.9137</w:t>
      </w:r>
      <w:r>
        <w:tab/>
        <w:t>1.013e0</w:t>
      </w:r>
    </w:p>
    <w:p w:rsidR="00D44D00" w:rsidRDefault="00D44D00" w:rsidP="00D44D00">
      <w:r>
        <w:t>218.9381</w:t>
      </w:r>
      <w:r>
        <w:tab/>
        <w:t>1.013e0</w:t>
      </w:r>
    </w:p>
    <w:p w:rsidR="00D44D00" w:rsidRDefault="00D44D00" w:rsidP="00D44D00">
      <w:r>
        <w:t>218.9540</w:t>
      </w:r>
      <w:r>
        <w:tab/>
        <w:t>1.013e0</w:t>
      </w:r>
    </w:p>
    <w:p w:rsidR="00D44D00" w:rsidRDefault="00D44D00" w:rsidP="00D44D00">
      <w:r>
        <w:t>218.9625</w:t>
      </w:r>
      <w:r>
        <w:tab/>
        <w:t>2.616e0</w:t>
      </w:r>
    </w:p>
    <w:p w:rsidR="00D44D00" w:rsidRDefault="00D44D00" w:rsidP="00D44D00">
      <w:r>
        <w:t>219.0045</w:t>
      </w:r>
      <w:r>
        <w:tab/>
        <w:t>2.025e0</w:t>
      </w:r>
    </w:p>
    <w:p w:rsidR="00D44D00" w:rsidRDefault="00D44D00" w:rsidP="00D44D00">
      <w:r>
        <w:t>219.0313</w:t>
      </w:r>
      <w:r>
        <w:tab/>
        <w:t>1.753e0</w:t>
      </w:r>
    </w:p>
    <w:p w:rsidR="00D44D00" w:rsidRDefault="00D44D00" w:rsidP="00D44D00">
      <w:r>
        <w:t>219.1016</w:t>
      </w:r>
      <w:r>
        <w:tab/>
        <w:t>2.025e0</w:t>
      </w:r>
    </w:p>
    <w:p w:rsidR="00D44D00" w:rsidRDefault="00D44D00" w:rsidP="00D44D00">
      <w:r>
        <w:lastRenderedPageBreak/>
        <w:t>219.1149</w:t>
      </w:r>
      <w:r>
        <w:tab/>
        <w:t>1.013e0</w:t>
      </w:r>
    </w:p>
    <w:p w:rsidR="00D44D00" w:rsidRDefault="00D44D00" w:rsidP="00D44D00">
      <w:r>
        <w:t>219.1187</w:t>
      </w:r>
      <w:r>
        <w:tab/>
        <w:t>1.013e0</w:t>
      </w:r>
    </w:p>
    <w:p w:rsidR="00D44D00" w:rsidRDefault="00D44D00" w:rsidP="00D44D00">
      <w:r>
        <w:t>219.1305</w:t>
      </w:r>
      <w:r>
        <w:tab/>
        <w:t>1.013e0</w:t>
      </w:r>
    </w:p>
    <w:p w:rsidR="00D44D00" w:rsidRDefault="00D44D00" w:rsidP="00D44D00">
      <w:r>
        <w:t>219.1439</w:t>
      </w:r>
      <w:r>
        <w:tab/>
        <w:t>2.025e0</w:t>
      </w:r>
    </w:p>
    <w:p w:rsidR="00D44D00" w:rsidRDefault="00D44D00" w:rsidP="00D44D00">
      <w:r>
        <w:t>219.1457</w:t>
      </w:r>
      <w:r>
        <w:tab/>
        <w:t>1.013e0</w:t>
      </w:r>
    </w:p>
    <w:p w:rsidR="00D44D00" w:rsidRDefault="00D44D00" w:rsidP="00D44D00">
      <w:r>
        <w:t>219.1764</w:t>
      </w:r>
      <w:r>
        <w:tab/>
        <w:t>2.025e0</w:t>
      </w:r>
    </w:p>
    <w:p w:rsidR="00D44D00" w:rsidRDefault="00D44D00" w:rsidP="00D44D00">
      <w:r>
        <w:t>219.1935</w:t>
      </w:r>
      <w:r>
        <w:tab/>
        <w:t>2.025e0</w:t>
      </w:r>
    </w:p>
    <w:p w:rsidR="00D44D00" w:rsidRDefault="00D44D00" w:rsidP="00D44D00">
      <w:r>
        <w:t>219.2390</w:t>
      </w:r>
      <w:r>
        <w:tab/>
        <w:t>2.025e0</w:t>
      </w:r>
    </w:p>
    <w:p w:rsidR="00D44D00" w:rsidRDefault="00D44D00" w:rsidP="00D44D00">
      <w:r>
        <w:t>219.2468</w:t>
      </w:r>
      <w:r>
        <w:tab/>
        <w:t>2.025e0</w:t>
      </w:r>
    </w:p>
    <w:p w:rsidR="00D44D00" w:rsidRDefault="00D44D00" w:rsidP="00D44D00">
      <w:r>
        <w:t>219.2762</w:t>
      </w:r>
      <w:r>
        <w:tab/>
        <w:t>1.013e0</w:t>
      </w:r>
    </w:p>
    <w:p w:rsidR="00D44D00" w:rsidRDefault="00D44D00" w:rsidP="00D44D00">
      <w:r>
        <w:t>219.3032</w:t>
      </w:r>
      <w:r>
        <w:tab/>
        <w:t>1.013e0</w:t>
      </w:r>
    </w:p>
    <w:p w:rsidR="00D44D00" w:rsidRDefault="00D44D00" w:rsidP="00D44D00">
      <w:r>
        <w:t>219.3118</w:t>
      </w:r>
      <w:r>
        <w:tab/>
        <w:t>1.013e0</w:t>
      </w:r>
    </w:p>
    <w:p w:rsidR="00D44D00" w:rsidRDefault="00D44D00" w:rsidP="00D44D00">
      <w:r>
        <w:t>219.3548</w:t>
      </w:r>
      <w:r>
        <w:tab/>
        <w:t>1.013e0</w:t>
      </w:r>
    </w:p>
    <w:p w:rsidR="00D44D00" w:rsidRDefault="00D44D00" w:rsidP="00D44D00">
      <w:r>
        <w:t>219.3680</w:t>
      </w:r>
      <w:r>
        <w:tab/>
        <w:t>2.025e0</w:t>
      </w:r>
    </w:p>
    <w:p w:rsidR="00D44D00" w:rsidRDefault="00D44D00" w:rsidP="00D44D00">
      <w:r>
        <w:t>219.3824</w:t>
      </w:r>
      <w:r>
        <w:tab/>
        <w:t>1.013e0</w:t>
      </w:r>
    </w:p>
    <w:p w:rsidR="00D44D00" w:rsidRDefault="00D44D00" w:rsidP="00D44D00">
      <w:r>
        <w:t>219.4695</w:t>
      </w:r>
      <w:r>
        <w:tab/>
        <w:t>1.013e0</w:t>
      </w:r>
    </w:p>
    <w:p w:rsidR="00D44D00" w:rsidRDefault="00D44D00" w:rsidP="00D44D00">
      <w:r>
        <w:t>219.4776</w:t>
      </w:r>
      <w:r>
        <w:tab/>
        <w:t>1.013e0</w:t>
      </w:r>
    </w:p>
    <w:p w:rsidR="00D44D00" w:rsidRDefault="00D44D00" w:rsidP="00D44D00">
      <w:r>
        <w:t>219.5880</w:t>
      </w:r>
      <w:r>
        <w:tab/>
        <w:t>3.038e0</w:t>
      </w:r>
    </w:p>
    <w:p w:rsidR="00D44D00" w:rsidRDefault="00D44D00" w:rsidP="00D44D00">
      <w:r>
        <w:t>219.5978</w:t>
      </w:r>
      <w:r>
        <w:tab/>
        <w:t>3.038e0</w:t>
      </w:r>
    </w:p>
    <w:p w:rsidR="00D44D00" w:rsidRDefault="00D44D00" w:rsidP="00D44D00">
      <w:r>
        <w:lastRenderedPageBreak/>
        <w:t>219.6386</w:t>
      </w:r>
      <w:r>
        <w:tab/>
        <w:t>1.013e0</w:t>
      </w:r>
    </w:p>
    <w:p w:rsidR="00D44D00" w:rsidRDefault="00D44D00" w:rsidP="00D44D00">
      <w:r>
        <w:t>219.7017</w:t>
      </w:r>
      <w:r>
        <w:tab/>
        <w:t>1.013e0</w:t>
      </w:r>
    </w:p>
    <w:p w:rsidR="00D44D00" w:rsidRDefault="00D44D00" w:rsidP="00D44D00">
      <w:r>
        <w:t>219.7074</w:t>
      </w:r>
      <w:r>
        <w:tab/>
        <w:t>3.038e0</w:t>
      </w:r>
    </w:p>
    <w:p w:rsidR="00D44D00" w:rsidRDefault="00D44D00" w:rsidP="00D44D00">
      <w:r>
        <w:t>219.7286</w:t>
      </w:r>
      <w:r>
        <w:tab/>
        <w:t>1.013e0</w:t>
      </w:r>
    </w:p>
    <w:p w:rsidR="00D44D00" w:rsidRDefault="00D44D00" w:rsidP="00D44D00">
      <w:r>
        <w:t>219.7326</w:t>
      </w:r>
      <w:r>
        <w:tab/>
        <w:t>1.013e0</w:t>
      </w:r>
    </w:p>
    <w:p w:rsidR="00D44D00" w:rsidRDefault="00D44D00" w:rsidP="00D44D00">
      <w:r>
        <w:t>219.7485</w:t>
      </w:r>
      <w:r>
        <w:tab/>
        <w:t>1.013e0</w:t>
      </w:r>
    </w:p>
    <w:p w:rsidR="00D44D00" w:rsidRDefault="00D44D00" w:rsidP="00D44D00">
      <w:r>
        <w:t>219.7686</w:t>
      </w:r>
      <w:r>
        <w:tab/>
        <w:t>2.025e0</w:t>
      </w:r>
    </w:p>
    <w:p w:rsidR="00D44D00" w:rsidRDefault="00D44D00" w:rsidP="00D44D00">
      <w:r>
        <w:t>219.7921</w:t>
      </w:r>
      <w:r>
        <w:tab/>
        <w:t>1.013e0</w:t>
      </w:r>
    </w:p>
    <w:p w:rsidR="00D44D00" w:rsidRDefault="00D44D00" w:rsidP="00D44D00">
      <w:r>
        <w:t>219.8110</w:t>
      </w:r>
      <w:r>
        <w:tab/>
        <w:t>2.025e0</w:t>
      </w:r>
    </w:p>
    <w:p w:rsidR="00D44D00" w:rsidRDefault="00D44D00" w:rsidP="00D44D00">
      <w:r>
        <w:t>219.8316</w:t>
      </w:r>
      <w:r>
        <w:tab/>
        <w:t>2.025e0</w:t>
      </w:r>
    </w:p>
    <w:p w:rsidR="00D44D00" w:rsidRDefault="00D44D00" w:rsidP="00D44D00">
      <w:r>
        <w:t>219.8478</w:t>
      </w:r>
      <w:r>
        <w:tab/>
        <w:t>1.013e0</w:t>
      </w:r>
    </w:p>
    <w:p w:rsidR="00D44D00" w:rsidRDefault="00D44D00" w:rsidP="00D44D00">
      <w:r>
        <w:t>219.8554</w:t>
      </w:r>
      <w:r>
        <w:tab/>
        <w:t>1.013e0</w:t>
      </w:r>
    </w:p>
    <w:p w:rsidR="00D44D00" w:rsidRDefault="00D44D00" w:rsidP="00D44D00">
      <w:r>
        <w:t>219.8782</w:t>
      </w:r>
      <w:r>
        <w:tab/>
        <w:t>1.013e0</w:t>
      </w:r>
    </w:p>
    <w:p w:rsidR="00D44D00" w:rsidRDefault="00D44D00" w:rsidP="00D44D00">
      <w:r>
        <w:t>219.8860</w:t>
      </w:r>
      <w:r>
        <w:tab/>
        <w:t>1.013e0</w:t>
      </w:r>
    </w:p>
    <w:p w:rsidR="00D44D00" w:rsidRDefault="00D44D00" w:rsidP="00D44D00">
      <w:r>
        <w:t>219.9025</w:t>
      </w:r>
      <w:r>
        <w:tab/>
        <w:t>1.013e0</w:t>
      </w:r>
    </w:p>
    <w:p w:rsidR="00D44D00" w:rsidRDefault="00D44D00" w:rsidP="00D44D00">
      <w:r>
        <w:t>219.9189</w:t>
      </w:r>
      <w:r>
        <w:tab/>
        <w:t>1.013e0</w:t>
      </w:r>
    </w:p>
    <w:p w:rsidR="00D44D00" w:rsidRDefault="00D44D00" w:rsidP="00D44D00">
      <w:r>
        <w:t>219.9341</w:t>
      </w:r>
      <w:r>
        <w:tab/>
        <w:t>1.013e0</w:t>
      </w:r>
    </w:p>
    <w:p w:rsidR="00D44D00" w:rsidRDefault="00D44D00" w:rsidP="00D44D00">
      <w:r>
        <w:t>219.9568</w:t>
      </w:r>
      <w:r>
        <w:tab/>
        <w:t>1.013e0</w:t>
      </w:r>
    </w:p>
    <w:p w:rsidR="00D44D00" w:rsidRDefault="00D44D00" w:rsidP="00D44D00">
      <w:r>
        <w:t>220.0439</w:t>
      </w:r>
      <w:r>
        <w:tab/>
        <w:t>4.834e0</w:t>
      </w:r>
    </w:p>
    <w:p w:rsidR="00D44D00" w:rsidRDefault="00D44D00" w:rsidP="00D44D00">
      <w:r>
        <w:lastRenderedPageBreak/>
        <w:t>220.0481</w:t>
      </w:r>
      <w:r>
        <w:tab/>
        <w:t>5.440e0</w:t>
      </w:r>
    </w:p>
    <w:p w:rsidR="00D44D00" w:rsidRDefault="00D44D00" w:rsidP="00D44D00">
      <w:r>
        <w:t>220.0691</w:t>
      </w:r>
      <w:r>
        <w:tab/>
        <w:t>2.729e0</w:t>
      </w:r>
    </w:p>
    <w:p w:rsidR="00D44D00" w:rsidRDefault="00D44D00" w:rsidP="00D44D00">
      <w:r>
        <w:t>220.0913</w:t>
      </w:r>
      <w:r>
        <w:tab/>
        <w:t>1.013e0</w:t>
      </w:r>
    </w:p>
    <w:p w:rsidR="00D44D00" w:rsidRDefault="00D44D00" w:rsidP="00D44D00">
      <w:r>
        <w:t>220.0992</w:t>
      </w:r>
      <w:r>
        <w:tab/>
        <w:t>1.013e0</w:t>
      </w:r>
    </w:p>
    <w:p w:rsidR="00D44D00" w:rsidRDefault="00D44D00" w:rsidP="00D44D00">
      <w:r>
        <w:t>220.1153</w:t>
      </w:r>
      <w:r>
        <w:tab/>
        <w:t>3.038e0</w:t>
      </w:r>
    </w:p>
    <w:p w:rsidR="00D44D00" w:rsidRDefault="00D44D00" w:rsidP="00D44D00">
      <w:r>
        <w:t>220.1173</w:t>
      </w:r>
      <w:r>
        <w:tab/>
        <w:t>2.025e0</w:t>
      </w:r>
    </w:p>
    <w:p w:rsidR="00D44D00" w:rsidRDefault="00D44D00" w:rsidP="00D44D00">
      <w:r>
        <w:t>220.1275</w:t>
      </w:r>
      <w:r>
        <w:tab/>
        <w:t>1.013e0</w:t>
      </w:r>
    </w:p>
    <w:p w:rsidR="00D44D00" w:rsidRDefault="00D44D00" w:rsidP="00D44D00">
      <w:r>
        <w:t>220.1355</w:t>
      </w:r>
      <w:r>
        <w:tab/>
        <w:t>1.013e0</w:t>
      </w:r>
    </w:p>
    <w:p w:rsidR="00D44D00" w:rsidRDefault="00D44D00" w:rsidP="00D44D00">
      <w:r>
        <w:t>220.1415</w:t>
      </w:r>
      <w:r>
        <w:tab/>
        <w:t>2.025e0</w:t>
      </w:r>
    </w:p>
    <w:p w:rsidR="00D44D00" w:rsidRDefault="00D44D00" w:rsidP="00D44D00">
      <w:r>
        <w:t>220.1623</w:t>
      </w:r>
      <w:r>
        <w:tab/>
        <w:t>1.013e0</w:t>
      </w:r>
    </w:p>
    <w:p w:rsidR="00D44D00" w:rsidRDefault="00D44D00" w:rsidP="00D44D00">
      <w:r>
        <w:t>220.1759</w:t>
      </w:r>
      <w:r>
        <w:tab/>
        <w:t>2.025e0</w:t>
      </w:r>
    </w:p>
    <w:p w:rsidR="00D44D00" w:rsidRDefault="00D44D00" w:rsidP="00D44D00">
      <w:r>
        <w:t>220.1803</w:t>
      </w:r>
      <w:r>
        <w:tab/>
        <w:t>3.038e0</w:t>
      </w:r>
    </w:p>
    <w:p w:rsidR="00D44D00" w:rsidRDefault="00D44D00" w:rsidP="00D44D00">
      <w:r>
        <w:t>220.1898</w:t>
      </w:r>
      <w:r>
        <w:tab/>
        <w:t>1.013e0</w:t>
      </w:r>
    </w:p>
    <w:p w:rsidR="00D44D00" w:rsidRDefault="00D44D00" w:rsidP="00D44D00">
      <w:r>
        <w:t>220.2064</w:t>
      </w:r>
      <w:r>
        <w:tab/>
        <w:t>1.013e0</w:t>
      </w:r>
    </w:p>
    <w:p w:rsidR="00D44D00" w:rsidRDefault="00D44D00" w:rsidP="00D44D00">
      <w:r>
        <w:t>220.2125</w:t>
      </w:r>
      <w:r>
        <w:tab/>
        <w:t>2.025e0</w:t>
      </w:r>
    </w:p>
    <w:p w:rsidR="00D44D00" w:rsidRDefault="00D44D00" w:rsidP="00D44D00">
      <w:r>
        <w:t>220.2580</w:t>
      </w:r>
      <w:r>
        <w:tab/>
        <w:t>2.025e0</w:t>
      </w:r>
    </w:p>
    <w:p w:rsidR="00D44D00" w:rsidRDefault="00D44D00" w:rsidP="00D44D00">
      <w:r>
        <w:t>220.2648</w:t>
      </w:r>
      <w:r>
        <w:tab/>
        <w:t>2.025e0</w:t>
      </w:r>
    </w:p>
    <w:p w:rsidR="00D44D00" w:rsidRDefault="00D44D00" w:rsidP="00D44D00">
      <w:r>
        <w:t>220.3584</w:t>
      </w:r>
      <w:r>
        <w:tab/>
        <w:t>2.025e0</w:t>
      </w:r>
    </w:p>
    <w:p w:rsidR="00D44D00" w:rsidRDefault="00D44D00" w:rsidP="00D44D00">
      <w:r>
        <w:t>220.3680</w:t>
      </w:r>
      <w:r>
        <w:tab/>
        <w:t>1.013e0</w:t>
      </w:r>
    </w:p>
    <w:p w:rsidR="00D44D00" w:rsidRDefault="00D44D00" w:rsidP="00D44D00">
      <w:r>
        <w:lastRenderedPageBreak/>
        <w:t>220.3834</w:t>
      </w:r>
      <w:r>
        <w:tab/>
        <w:t>2.025e0</w:t>
      </w:r>
    </w:p>
    <w:p w:rsidR="00D44D00" w:rsidRDefault="00D44D00" w:rsidP="00D44D00">
      <w:r>
        <w:t>220.4314</w:t>
      </w:r>
      <w:r>
        <w:tab/>
        <w:t>1.013e0</w:t>
      </w:r>
    </w:p>
    <w:p w:rsidR="00D44D00" w:rsidRDefault="00D44D00" w:rsidP="00D44D00">
      <w:r>
        <w:t>220.4352</w:t>
      </w:r>
      <w:r>
        <w:tab/>
        <w:t>1.013e0</w:t>
      </w:r>
    </w:p>
    <w:p w:rsidR="00D44D00" w:rsidRDefault="00D44D00" w:rsidP="00D44D00">
      <w:r>
        <w:t>220.4618</w:t>
      </w:r>
      <w:r>
        <w:tab/>
        <w:t>1.013e0</w:t>
      </w:r>
    </w:p>
    <w:p w:rsidR="00D44D00" w:rsidRDefault="00D44D00" w:rsidP="00D44D00">
      <w:r>
        <w:t>220.4696</w:t>
      </w:r>
      <w:r>
        <w:tab/>
        <w:t>1.013e0</w:t>
      </w:r>
    </w:p>
    <w:p w:rsidR="00D44D00" w:rsidRDefault="00D44D00" w:rsidP="00D44D00">
      <w:r>
        <w:t>220.4734</w:t>
      </w:r>
      <w:r>
        <w:tab/>
        <w:t>1.013e0</w:t>
      </w:r>
    </w:p>
    <w:p w:rsidR="00D44D00" w:rsidRDefault="00D44D00" w:rsidP="00D44D00">
      <w:r>
        <w:t>220.4904</w:t>
      </w:r>
      <w:r>
        <w:tab/>
        <w:t>1.013e0</w:t>
      </w:r>
    </w:p>
    <w:p w:rsidR="00D44D00" w:rsidRDefault="00D44D00" w:rsidP="00D44D00">
      <w:r>
        <w:t>220.5063</w:t>
      </w:r>
      <w:r>
        <w:tab/>
        <w:t>1.013e0</w:t>
      </w:r>
    </w:p>
    <w:p w:rsidR="00D44D00" w:rsidRDefault="00D44D00" w:rsidP="00D44D00">
      <w:r>
        <w:t>220.5292</w:t>
      </w:r>
      <w:r>
        <w:tab/>
        <w:t>3.038e0</w:t>
      </w:r>
    </w:p>
    <w:p w:rsidR="00D44D00" w:rsidRDefault="00D44D00" w:rsidP="00D44D00">
      <w:r>
        <w:t>220.5754</w:t>
      </w:r>
      <w:r>
        <w:tab/>
        <w:t>2.025e0</w:t>
      </w:r>
    </w:p>
    <w:p w:rsidR="00D44D00" w:rsidRDefault="00D44D00" w:rsidP="00D44D00">
      <w:r>
        <w:t>220.6444</w:t>
      </w:r>
      <w:r>
        <w:tab/>
        <w:t>1.013e0</w:t>
      </w:r>
    </w:p>
    <w:p w:rsidR="00D44D00" w:rsidRDefault="00D44D00" w:rsidP="00D44D00">
      <w:r>
        <w:t>220.6829</w:t>
      </w:r>
      <w:r>
        <w:tab/>
        <w:t>1.013e0</w:t>
      </w:r>
    </w:p>
    <w:p w:rsidR="00D44D00" w:rsidRDefault="00D44D00" w:rsidP="00D44D00">
      <w:r>
        <w:t>220.6864</w:t>
      </w:r>
      <w:r>
        <w:tab/>
        <w:t>1.013e0</w:t>
      </w:r>
    </w:p>
    <w:p w:rsidR="00D44D00" w:rsidRDefault="00D44D00" w:rsidP="00D44D00">
      <w:r>
        <w:t>220.7251</w:t>
      </w:r>
      <w:r>
        <w:tab/>
        <w:t>2.025e0</w:t>
      </w:r>
    </w:p>
    <w:p w:rsidR="00D44D00" w:rsidRDefault="00D44D00" w:rsidP="00D44D00">
      <w:r>
        <w:t>220.7502</w:t>
      </w:r>
      <w:r>
        <w:tab/>
        <w:t>1.013e0</w:t>
      </w:r>
    </w:p>
    <w:p w:rsidR="00D44D00" w:rsidRDefault="00D44D00" w:rsidP="00D44D00">
      <w:r>
        <w:t>220.7540</w:t>
      </w:r>
      <w:r>
        <w:tab/>
        <w:t>2.025e0</w:t>
      </w:r>
    </w:p>
    <w:p w:rsidR="00D44D00" w:rsidRDefault="00D44D00" w:rsidP="00D44D00">
      <w:r>
        <w:t>220.7700</w:t>
      </w:r>
      <w:r>
        <w:tab/>
        <w:t>1.013e0</w:t>
      </w:r>
    </w:p>
    <w:p w:rsidR="00D44D00" w:rsidRDefault="00D44D00" w:rsidP="00D44D00">
      <w:r>
        <w:t>220.7805</w:t>
      </w:r>
      <w:r>
        <w:tab/>
        <w:t>2.025e0</w:t>
      </w:r>
    </w:p>
    <w:p w:rsidR="00D44D00" w:rsidRDefault="00D44D00" w:rsidP="00D44D00">
      <w:r>
        <w:t>220.7867</w:t>
      </w:r>
      <w:r>
        <w:tab/>
        <w:t>1.013e0</w:t>
      </w:r>
    </w:p>
    <w:p w:rsidR="00D44D00" w:rsidRDefault="00D44D00" w:rsidP="00D44D00">
      <w:r>
        <w:lastRenderedPageBreak/>
        <w:t>220.8214</w:t>
      </w:r>
      <w:r>
        <w:tab/>
        <w:t>1.013e0</w:t>
      </w:r>
    </w:p>
    <w:p w:rsidR="00D44D00" w:rsidRDefault="00D44D00" w:rsidP="00D44D00">
      <w:r>
        <w:t>220.8249</w:t>
      </w:r>
      <w:r>
        <w:tab/>
        <w:t>1.013e0</w:t>
      </w:r>
    </w:p>
    <w:p w:rsidR="00D44D00" w:rsidRDefault="00D44D00" w:rsidP="00D44D00">
      <w:r>
        <w:t>220.8654</w:t>
      </w:r>
      <w:r>
        <w:tab/>
        <w:t>2.025e0</w:t>
      </w:r>
    </w:p>
    <w:p w:rsidR="00D44D00" w:rsidRDefault="00D44D00" w:rsidP="00D44D00">
      <w:r>
        <w:t>220.8732</w:t>
      </w:r>
      <w:r>
        <w:tab/>
        <w:t>1.013e0</w:t>
      </w:r>
    </w:p>
    <w:p w:rsidR="00D44D00" w:rsidRDefault="00D44D00" w:rsidP="00D44D00">
      <w:r>
        <w:t>220.8768</w:t>
      </w:r>
      <w:r>
        <w:tab/>
        <w:t>1.013e0</w:t>
      </w:r>
    </w:p>
    <w:p w:rsidR="00D44D00" w:rsidRDefault="00D44D00" w:rsidP="00D44D00">
      <w:r>
        <w:t>220.9000</w:t>
      </w:r>
      <w:r>
        <w:tab/>
        <w:t>1.013e0</w:t>
      </w:r>
    </w:p>
    <w:p w:rsidR="00D44D00" w:rsidRDefault="00D44D00" w:rsidP="00D44D00">
      <w:r>
        <w:t>220.9205</w:t>
      </w:r>
      <w:r>
        <w:tab/>
        <w:t>1.013e0</w:t>
      </w:r>
    </w:p>
    <w:p w:rsidR="00D44D00" w:rsidRDefault="00D44D00" w:rsidP="00D44D00">
      <w:r>
        <w:t>220.9556</w:t>
      </w:r>
      <w:r>
        <w:tab/>
        <w:t>1.013e0</w:t>
      </w:r>
    </w:p>
    <w:p w:rsidR="00D44D00" w:rsidRDefault="00D44D00" w:rsidP="00D44D00">
      <w:r>
        <w:t>220.9915</w:t>
      </w:r>
      <w:r>
        <w:tab/>
        <w:t>1.013e0</w:t>
      </w:r>
    </w:p>
    <w:p w:rsidR="00D44D00" w:rsidRDefault="00D44D00" w:rsidP="00D44D00">
      <w:r>
        <w:t>221.0698</w:t>
      </w:r>
      <w:r>
        <w:tab/>
        <w:t>1.381e0</w:t>
      </w:r>
    </w:p>
    <w:p w:rsidR="00D44D00" w:rsidRDefault="00D44D00" w:rsidP="00D44D00">
      <w:r>
        <w:t>221.0863</w:t>
      </w:r>
      <w:r>
        <w:tab/>
        <w:t>1.013e0</w:t>
      </w:r>
    </w:p>
    <w:p w:rsidR="00D44D00" w:rsidRDefault="00D44D00" w:rsidP="00D44D00">
      <w:r>
        <w:t>221.1296</w:t>
      </w:r>
      <w:r>
        <w:tab/>
        <w:t>4.051e0</w:t>
      </w:r>
    </w:p>
    <w:p w:rsidR="00D44D00" w:rsidRDefault="00D44D00" w:rsidP="00D44D00">
      <w:r>
        <w:t>221.1317</w:t>
      </w:r>
      <w:r>
        <w:tab/>
        <w:t>2.025e0</w:t>
      </w:r>
    </w:p>
    <w:p w:rsidR="00D44D00" w:rsidRDefault="00D44D00" w:rsidP="00D44D00">
      <w:r>
        <w:t>221.1379</w:t>
      </w:r>
      <w:r>
        <w:tab/>
        <w:t>2.025e0</w:t>
      </w:r>
    </w:p>
    <w:p w:rsidR="00D44D00" w:rsidRDefault="00D44D00" w:rsidP="00D44D00">
      <w:r>
        <w:t>221.1574</w:t>
      </w:r>
      <w:r>
        <w:tab/>
        <w:t>1.013e0</w:t>
      </w:r>
    </w:p>
    <w:p w:rsidR="00D44D00" w:rsidRDefault="00D44D00" w:rsidP="00D44D00">
      <w:r>
        <w:t>221.1785</w:t>
      </w:r>
      <w:r>
        <w:tab/>
        <w:t>2.025e0</w:t>
      </w:r>
    </w:p>
    <w:p w:rsidR="00D44D00" w:rsidRDefault="00D44D00" w:rsidP="00D44D00">
      <w:r>
        <w:t>221.1924</w:t>
      </w:r>
      <w:r>
        <w:tab/>
        <w:t>1.013e0</w:t>
      </w:r>
    </w:p>
    <w:p w:rsidR="00D44D00" w:rsidRDefault="00D44D00" w:rsidP="00D44D00">
      <w:r>
        <w:t>221.2174</w:t>
      </w:r>
      <w:r>
        <w:tab/>
        <w:t>1.013e0</w:t>
      </w:r>
    </w:p>
    <w:p w:rsidR="00D44D00" w:rsidRDefault="00D44D00" w:rsidP="00D44D00">
      <w:r>
        <w:t>221.2385</w:t>
      </w:r>
      <w:r>
        <w:tab/>
        <w:t>2.025e0</w:t>
      </w:r>
    </w:p>
    <w:p w:rsidR="00D44D00" w:rsidRDefault="00D44D00" w:rsidP="00D44D00">
      <w:r>
        <w:lastRenderedPageBreak/>
        <w:t>221.2519</w:t>
      </w:r>
      <w:r>
        <w:tab/>
        <w:t>1.013e0</w:t>
      </w:r>
    </w:p>
    <w:p w:rsidR="00D44D00" w:rsidRDefault="00D44D00" w:rsidP="00D44D00">
      <w:r>
        <w:t>221.2594</w:t>
      </w:r>
      <w:r>
        <w:tab/>
        <w:t>1.013e0</w:t>
      </w:r>
    </w:p>
    <w:p w:rsidR="00D44D00" w:rsidRDefault="00D44D00" w:rsidP="00D44D00">
      <w:r>
        <w:t>221.3116</w:t>
      </w:r>
      <w:r>
        <w:tab/>
        <w:t>1.013e0</w:t>
      </w:r>
    </w:p>
    <w:p w:rsidR="00D44D00" w:rsidRDefault="00D44D00" w:rsidP="00D44D00">
      <w:r>
        <w:t>221.3557</w:t>
      </w:r>
      <w:r>
        <w:tab/>
        <w:t>1.013e0</w:t>
      </w:r>
    </w:p>
    <w:p w:rsidR="00D44D00" w:rsidRDefault="00D44D00" w:rsidP="00D44D00">
      <w:r>
        <w:t>221.3808</w:t>
      </w:r>
      <w:r>
        <w:tab/>
        <w:t>2.025e0</w:t>
      </w:r>
    </w:p>
    <w:p w:rsidR="00D44D00" w:rsidRDefault="00D44D00" w:rsidP="00D44D00">
      <w:r>
        <w:t>221.4227</w:t>
      </w:r>
      <w:r>
        <w:tab/>
        <w:t>1.013e0</w:t>
      </w:r>
    </w:p>
    <w:p w:rsidR="00D44D00" w:rsidRDefault="00D44D00" w:rsidP="00D44D00">
      <w:r>
        <w:t>221.4268</w:t>
      </w:r>
      <w:r>
        <w:tab/>
        <w:t>1.013e0</w:t>
      </w:r>
    </w:p>
    <w:p w:rsidR="00D44D00" w:rsidRDefault="00D44D00" w:rsidP="00D44D00">
      <w:r>
        <w:t>221.4462</w:t>
      </w:r>
      <w:r>
        <w:tab/>
        <w:t>1.013e0</w:t>
      </w:r>
    </w:p>
    <w:p w:rsidR="00D44D00" w:rsidRDefault="00D44D00" w:rsidP="00D44D00">
      <w:r>
        <w:t>221.4498</w:t>
      </w:r>
      <w:r>
        <w:tab/>
        <w:t>1.013e0</w:t>
      </w:r>
    </w:p>
    <w:p w:rsidR="00D44D00" w:rsidRDefault="00D44D00" w:rsidP="00D44D00">
      <w:r>
        <w:t>221.4676</w:t>
      </w:r>
      <w:r>
        <w:tab/>
        <w:t>2.025e0</w:t>
      </w:r>
    </w:p>
    <w:p w:rsidR="00D44D00" w:rsidRDefault="00D44D00" w:rsidP="00D44D00">
      <w:r>
        <w:t>221.5174</w:t>
      </w:r>
      <w:r>
        <w:tab/>
        <w:t>1.013e0</w:t>
      </w:r>
    </w:p>
    <w:p w:rsidR="00D44D00" w:rsidRDefault="00D44D00" w:rsidP="00D44D00">
      <w:r>
        <w:t>221.5565</w:t>
      </w:r>
      <w:r>
        <w:tab/>
        <w:t>2.025e0</w:t>
      </w:r>
    </w:p>
    <w:p w:rsidR="00D44D00" w:rsidRDefault="00D44D00" w:rsidP="00D44D00">
      <w:r>
        <w:t>221.5610</w:t>
      </w:r>
      <w:r>
        <w:tab/>
        <w:t>1.013e0</w:t>
      </w:r>
    </w:p>
    <w:p w:rsidR="00D44D00" w:rsidRDefault="00D44D00" w:rsidP="00D44D00">
      <w:r>
        <w:t>221.5652</w:t>
      </w:r>
      <w:r>
        <w:tab/>
        <w:t>1.013e0</w:t>
      </w:r>
    </w:p>
    <w:p w:rsidR="00D44D00" w:rsidRDefault="00D44D00" w:rsidP="00D44D00">
      <w:r>
        <w:t>221.5809</w:t>
      </w:r>
      <w:r>
        <w:tab/>
        <w:t>2.025e0</w:t>
      </w:r>
    </w:p>
    <w:p w:rsidR="00D44D00" w:rsidRDefault="00D44D00" w:rsidP="00D44D00">
      <w:r>
        <w:t>221.5844</w:t>
      </w:r>
      <w:r>
        <w:tab/>
        <w:t>1.013e0</w:t>
      </w:r>
    </w:p>
    <w:p w:rsidR="00D44D00" w:rsidRDefault="00D44D00" w:rsidP="00D44D00">
      <w:r>
        <w:t>221.5921</w:t>
      </w:r>
      <w:r>
        <w:tab/>
        <w:t>1.013e0</w:t>
      </w:r>
    </w:p>
    <w:p w:rsidR="00D44D00" w:rsidRDefault="00D44D00" w:rsidP="00D44D00">
      <w:r>
        <w:t>221.6559</w:t>
      </w:r>
      <w:r>
        <w:tab/>
        <w:t>1.013e0</w:t>
      </w:r>
    </w:p>
    <w:p w:rsidR="00D44D00" w:rsidRDefault="00D44D00" w:rsidP="00D44D00">
      <w:r>
        <w:t>221.6672</w:t>
      </w:r>
      <w:r>
        <w:tab/>
        <w:t>1.013e0</w:t>
      </w:r>
    </w:p>
    <w:p w:rsidR="00D44D00" w:rsidRDefault="00D44D00" w:rsidP="00D44D00">
      <w:r>
        <w:lastRenderedPageBreak/>
        <w:t>221.6770</w:t>
      </w:r>
      <w:r>
        <w:tab/>
        <w:t>2.025e0</w:t>
      </w:r>
    </w:p>
    <w:p w:rsidR="00D44D00" w:rsidRDefault="00D44D00" w:rsidP="00D44D00">
      <w:r>
        <w:t>221.7194</w:t>
      </w:r>
      <w:r>
        <w:tab/>
        <w:t>1.013e0</w:t>
      </w:r>
    </w:p>
    <w:p w:rsidR="00D44D00" w:rsidRDefault="00D44D00" w:rsidP="00D44D00">
      <w:r>
        <w:t>221.7626</w:t>
      </w:r>
      <w:r>
        <w:tab/>
        <w:t>1.013e0</w:t>
      </w:r>
    </w:p>
    <w:p w:rsidR="00D44D00" w:rsidRDefault="00D44D00" w:rsidP="00D44D00">
      <w:r>
        <w:t>221.7707</w:t>
      </w:r>
      <w:r>
        <w:tab/>
        <w:t>1.013e0</w:t>
      </w:r>
    </w:p>
    <w:p w:rsidR="00D44D00" w:rsidRDefault="00D44D00" w:rsidP="00D44D00">
      <w:r>
        <w:t>221.8137</w:t>
      </w:r>
      <w:r>
        <w:tab/>
        <w:t>1.013e0</w:t>
      </w:r>
    </w:p>
    <w:p w:rsidR="00D44D00" w:rsidRDefault="00D44D00" w:rsidP="00D44D00">
      <w:r>
        <w:t>221.8378</w:t>
      </w:r>
      <w:r>
        <w:tab/>
        <w:t>1.013e0</w:t>
      </w:r>
    </w:p>
    <w:p w:rsidR="00D44D00" w:rsidRDefault="00D44D00" w:rsidP="00D44D00">
      <w:r>
        <w:t>221.8654</w:t>
      </w:r>
      <w:r>
        <w:tab/>
        <w:t>1.013e0</w:t>
      </w:r>
    </w:p>
    <w:p w:rsidR="00D44D00" w:rsidRDefault="00D44D00" w:rsidP="00D44D00">
      <w:r>
        <w:t>221.8772</w:t>
      </w:r>
      <w:r>
        <w:tab/>
        <w:t>2.025e0</w:t>
      </w:r>
    </w:p>
    <w:p w:rsidR="00D44D00" w:rsidRDefault="00D44D00" w:rsidP="00D44D00">
      <w:r>
        <w:t>221.8846</w:t>
      </w:r>
      <w:r>
        <w:tab/>
        <w:t>1.013e0</w:t>
      </w:r>
    </w:p>
    <w:p w:rsidR="00D44D00" w:rsidRDefault="00D44D00" w:rsidP="00D44D00">
      <w:r>
        <w:t>221.8966</w:t>
      </w:r>
      <w:r>
        <w:tab/>
        <w:t>1.013e0</w:t>
      </w:r>
    </w:p>
    <w:p w:rsidR="00D44D00" w:rsidRDefault="00D44D00" w:rsidP="00D44D00">
      <w:r>
        <w:t>221.9094</w:t>
      </w:r>
      <w:r>
        <w:tab/>
        <w:t>1.013e0</w:t>
      </w:r>
    </w:p>
    <w:p w:rsidR="00D44D00" w:rsidRDefault="00D44D00" w:rsidP="00D44D00">
      <w:r>
        <w:t>221.9254</w:t>
      </w:r>
      <w:r>
        <w:tab/>
        <w:t>2.025e0</w:t>
      </w:r>
    </w:p>
    <w:p w:rsidR="00D44D00" w:rsidRDefault="00D44D00" w:rsidP="00D44D00">
      <w:r>
        <w:t>221.9292</w:t>
      </w:r>
      <w:r>
        <w:tab/>
        <w:t>1.013e0</w:t>
      </w:r>
    </w:p>
    <w:p w:rsidR="00D44D00" w:rsidRDefault="00D44D00" w:rsidP="00D44D00">
      <w:r>
        <w:t>221.9785</w:t>
      </w:r>
      <w:r>
        <w:tab/>
        <w:t>1.506e0</w:t>
      </w:r>
    </w:p>
    <w:p w:rsidR="00D44D00" w:rsidRDefault="00D44D00" w:rsidP="00D44D00">
      <w:r>
        <w:t>222.0126</w:t>
      </w:r>
      <w:r>
        <w:tab/>
        <w:t>1.393e1</w:t>
      </w:r>
    </w:p>
    <w:p w:rsidR="00D44D00" w:rsidRDefault="00D44D00" w:rsidP="00D44D00">
      <w:r>
        <w:t>222.0145</w:t>
      </w:r>
      <w:r>
        <w:tab/>
        <w:t>2.307e1</w:t>
      </w:r>
    </w:p>
    <w:p w:rsidR="00D44D00" w:rsidRDefault="00D44D00" w:rsidP="00D44D00">
      <w:r>
        <w:t>222.0160</w:t>
      </w:r>
      <w:r>
        <w:tab/>
        <w:t>7.480e0</w:t>
      </w:r>
    </w:p>
    <w:p w:rsidR="00D44D00" w:rsidRDefault="00D44D00" w:rsidP="00D44D00">
      <w:r>
        <w:t>222.0356</w:t>
      </w:r>
      <w:r>
        <w:tab/>
        <w:t>2.532e0</w:t>
      </w:r>
    </w:p>
    <w:p w:rsidR="00D44D00" w:rsidRDefault="00D44D00" w:rsidP="00D44D00">
      <w:r>
        <w:t>222.0663</w:t>
      </w:r>
      <w:r>
        <w:tab/>
        <w:t>3.099e0</w:t>
      </w:r>
    </w:p>
    <w:p w:rsidR="00D44D00" w:rsidRDefault="00D44D00" w:rsidP="00D44D00">
      <w:r>
        <w:lastRenderedPageBreak/>
        <w:t>222.0769</w:t>
      </w:r>
      <w:r>
        <w:tab/>
        <w:t>3.544e0</w:t>
      </w:r>
    </w:p>
    <w:p w:rsidR="00D44D00" w:rsidRDefault="00D44D00" w:rsidP="00D44D00">
      <w:r>
        <w:t>222.0810</w:t>
      </w:r>
      <w:r>
        <w:tab/>
        <w:t>4.051e0</w:t>
      </w:r>
    </w:p>
    <w:p w:rsidR="00D44D00" w:rsidRDefault="00D44D00" w:rsidP="00D44D00">
      <w:r>
        <w:t>222.0851</w:t>
      </w:r>
      <w:r>
        <w:tab/>
        <w:t>2.025e0</w:t>
      </w:r>
    </w:p>
    <w:p w:rsidR="00D44D00" w:rsidRDefault="00D44D00" w:rsidP="00D44D00">
      <w:r>
        <w:t>222.1110</w:t>
      </w:r>
      <w:r>
        <w:tab/>
        <w:t>2.025e0</w:t>
      </w:r>
    </w:p>
    <w:p w:rsidR="00D44D00" w:rsidRDefault="00D44D00" w:rsidP="00D44D00">
      <w:r>
        <w:t>222.1331</w:t>
      </w:r>
      <w:r>
        <w:tab/>
        <w:t>2.025e0</w:t>
      </w:r>
    </w:p>
    <w:p w:rsidR="00D44D00" w:rsidRDefault="00D44D00" w:rsidP="00D44D00">
      <w:r>
        <w:t>222.1407</w:t>
      </w:r>
      <w:r>
        <w:tab/>
        <w:t>2.025e0</w:t>
      </w:r>
    </w:p>
    <w:p w:rsidR="00D44D00" w:rsidRDefault="00D44D00" w:rsidP="00D44D00">
      <w:r>
        <w:t>222.1421</w:t>
      </w:r>
      <w:r>
        <w:tab/>
        <w:t>3.038e0</w:t>
      </w:r>
    </w:p>
    <w:p w:rsidR="00D44D00" w:rsidRDefault="00D44D00" w:rsidP="00D44D00">
      <w:r>
        <w:t>222.1733</w:t>
      </w:r>
      <w:r>
        <w:tab/>
        <w:t>5.063e0</w:t>
      </w:r>
    </w:p>
    <w:p w:rsidR="00D44D00" w:rsidRDefault="00D44D00" w:rsidP="00D44D00">
      <w:r>
        <w:t>222.1784</w:t>
      </w:r>
      <w:r>
        <w:tab/>
        <w:t>2.025e0</w:t>
      </w:r>
    </w:p>
    <w:p w:rsidR="00D44D00" w:rsidRDefault="00D44D00" w:rsidP="00D44D00">
      <w:r>
        <w:t>222.1860</w:t>
      </w:r>
      <w:r>
        <w:tab/>
        <w:t>4.051e0</w:t>
      </w:r>
    </w:p>
    <w:p w:rsidR="00D44D00" w:rsidRDefault="00D44D00" w:rsidP="00D44D00">
      <w:r>
        <w:t>222.1988</w:t>
      </w:r>
      <w:r>
        <w:tab/>
        <w:t>2.025e0</w:t>
      </w:r>
    </w:p>
    <w:p w:rsidR="00D44D00" w:rsidRDefault="00D44D00" w:rsidP="00D44D00">
      <w:r>
        <w:t>222.2180</w:t>
      </w:r>
      <w:r>
        <w:tab/>
        <w:t>1.013e0</w:t>
      </w:r>
    </w:p>
    <w:p w:rsidR="00D44D00" w:rsidRDefault="00D44D00" w:rsidP="00D44D00">
      <w:r>
        <w:t>222.2234</w:t>
      </w:r>
      <w:r>
        <w:tab/>
        <w:t>2.025e0</w:t>
      </w:r>
    </w:p>
    <w:p w:rsidR="00D44D00" w:rsidRDefault="00D44D00" w:rsidP="00D44D00">
      <w:r>
        <w:t>222.2254</w:t>
      </w:r>
      <w:r>
        <w:tab/>
        <w:t>2.025e0</w:t>
      </w:r>
    </w:p>
    <w:p w:rsidR="00D44D00" w:rsidRDefault="00D44D00" w:rsidP="00D44D00">
      <w:r>
        <w:t>222.2295</w:t>
      </w:r>
      <w:r>
        <w:tab/>
        <w:t>1.013e0</w:t>
      </w:r>
    </w:p>
    <w:p w:rsidR="00D44D00" w:rsidRDefault="00D44D00" w:rsidP="00D44D00">
      <w:r>
        <w:t>222.2538</w:t>
      </w:r>
      <w:r>
        <w:tab/>
        <w:t>1.013e0</w:t>
      </w:r>
    </w:p>
    <w:p w:rsidR="00D44D00" w:rsidRDefault="00D44D00" w:rsidP="00D44D00">
      <w:r>
        <w:t>222.2578</w:t>
      </w:r>
      <w:r>
        <w:tab/>
        <w:t>1.013e0</w:t>
      </w:r>
    </w:p>
    <w:p w:rsidR="00D44D00" w:rsidRDefault="00D44D00" w:rsidP="00D44D00">
      <w:r>
        <w:t>222.2851</w:t>
      </w:r>
      <w:r>
        <w:tab/>
        <w:t>1.013e0</w:t>
      </w:r>
    </w:p>
    <w:p w:rsidR="00D44D00" w:rsidRDefault="00D44D00" w:rsidP="00D44D00">
      <w:r>
        <w:t>222.3044</w:t>
      </w:r>
      <w:r>
        <w:tab/>
        <w:t>3.038e0</w:t>
      </w:r>
    </w:p>
    <w:p w:rsidR="00D44D00" w:rsidRDefault="00D44D00" w:rsidP="00D44D00">
      <w:r>
        <w:lastRenderedPageBreak/>
        <w:t>222.3124</w:t>
      </w:r>
      <w:r>
        <w:tab/>
        <w:t>1.013e0</w:t>
      </w:r>
    </w:p>
    <w:p w:rsidR="00D44D00" w:rsidRDefault="00D44D00" w:rsidP="00D44D00">
      <w:r>
        <w:t>222.3489</w:t>
      </w:r>
      <w:r>
        <w:tab/>
        <w:t>4.051e0</w:t>
      </w:r>
    </w:p>
    <w:p w:rsidR="00D44D00" w:rsidRDefault="00D44D00" w:rsidP="00D44D00">
      <w:r>
        <w:t>222.3564</w:t>
      </w:r>
      <w:r>
        <w:tab/>
        <w:t>1.013e0</w:t>
      </w:r>
    </w:p>
    <w:p w:rsidR="00D44D00" w:rsidRDefault="00D44D00" w:rsidP="00D44D00">
      <w:r>
        <w:t>222.3923</w:t>
      </w:r>
      <w:r>
        <w:tab/>
        <w:t>1.013e0</w:t>
      </w:r>
    </w:p>
    <w:p w:rsidR="00D44D00" w:rsidRDefault="00D44D00" w:rsidP="00D44D00">
      <w:r>
        <w:t>222.3968</w:t>
      </w:r>
      <w:r>
        <w:tab/>
        <w:t>1.013e0</w:t>
      </w:r>
    </w:p>
    <w:p w:rsidR="00D44D00" w:rsidRDefault="00D44D00" w:rsidP="00D44D00">
      <w:r>
        <w:t>222.4049</w:t>
      </w:r>
      <w:r>
        <w:tab/>
        <w:t>1.013e0</w:t>
      </w:r>
    </w:p>
    <w:p w:rsidR="00D44D00" w:rsidRDefault="00D44D00" w:rsidP="00D44D00">
      <w:r>
        <w:t>222.4356</w:t>
      </w:r>
      <w:r>
        <w:tab/>
        <w:t>1.013e0</w:t>
      </w:r>
    </w:p>
    <w:p w:rsidR="00D44D00" w:rsidRDefault="00D44D00" w:rsidP="00D44D00">
      <w:r>
        <w:t>222.4932</w:t>
      </w:r>
      <w:r>
        <w:tab/>
        <w:t>2.025e0</w:t>
      </w:r>
    </w:p>
    <w:p w:rsidR="00D44D00" w:rsidRDefault="00D44D00" w:rsidP="00D44D00">
      <w:r>
        <w:t>222.4970</w:t>
      </w:r>
      <w:r>
        <w:tab/>
        <w:t>2.025e0</w:t>
      </w:r>
    </w:p>
    <w:p w:rsidR="00D44D00" w:rsidRDefault="00D44D00" w:rsidP="00D44D00">
      <w:r>
        <w:t>222.4992</w:t>
      </w:r>
      <w:r>
        <w:tab/>
        <w:t>1.013e0</w:t>
      </w:r>
    </w:p>
    <w:p w:rsidR="00D44D00" w:rsidRDefault="00D44D00" w:rsidP="00D44D00">
      <w:r>
        <w:t>222.5272</w:t>
      </w:r>
      <w:r>
        <w:tab/>
        <w:t>1.013e0</w:t>
      </w:r>
    </w:p>
    <w:p w:rsidR="00D44D00" w:rsidRDefault="00D44D00" w:rsidP="00D44D00">
      <w:r>
        <w:t>222.5353</w:t>
      </w:r>
      <w:r>
        <w:tab/>
        <w:t>1.013e0</w:t>
      </w:r>
    </w:p>
    <w:p w:rsidR="00D44D00" w:rsidRDefault="00D44D00" w:rsidP="00D44D00">
      <w:r>
        <w:t>222.5848</w:t>
      </w:r>
      <w:r>
        <w:tab/>
        <w:t>2.025e0</w:t>
      </w:r>
    </w:p>
    <w:p w:rsidR="00D44D00" w:rsidRDefault="00D44D00" w:rsidP="00D44D00">
      <w:r>
        <w:t>222.5942</w:t>
      </w:r>
      <w:r>
        <w:tab/>
        <w:t>1.013e0</w:t>
      </w:r>
    </w:p>
    <w:p w:rsidR="00D44D00" w:rsidRDefault="00D44D00" w:rsidP="00D44D00">
      <w:r>
        <w:t>222.6146</w:t>
      </w:r>
      <w:r>
        <w:tab/>
        <w:t>1.013e0</w:t>
      </w:r>
    </w:p>
    <w:p w:rsidR="00D44D00" w:rsidRDefault="00D44D00" w:rsidP="00D44D00">
      <w:r>
        <w:t>222.6187</w:t>
      </w:r>
      <w:r>
        <w:tab/>
        <w:t>1.013e0</w:t>
      </w:r>
    </w:p>
    <w:p w:rsidR="00D44D00" w:rsidRDefault="00D44D00" w:rsidP="00D44D00">
      <w:r>
        <w:t>222.6415</w:t>
      </w:r>
      <w:r>
        <w:tab/>
        <w:t>1.013e0</w:t>
      </w:r>
    </w:p>
    <w:p w:rsidR="00D44D00" w:rsidRDefault="00D44D00" w:rsidP="00D44D00">
      <w:r>
        <w:t>222.6491</w:t>
      </w:r>
      <w:r>
        <w:tab/>
        <w:t>1.013e0</w:t>
      </w:r>
    </w:p>
    <w:p w:rsidR="00D44D00" w:rsidRDefault="00D44D00" w:rsidP="00D44D00">
      <w:r>
        <w:t>222.6897</w:t>
      </w:r>
      <w:r>
        <w:tab/>
        <w:t>1.013e0</w:t>
      </w:r>
    </w:p>
    <w:p w:rsidR="00D44D00" w:rsidRDefault="00D44D00" w:rsidP="00D44D00">
      <w:r>
        <w:lastRenderedPageBreak/>
        <w:t>222.6974</w:t>
      </w:r>
      <w:r>
        <w:tab/>
        <w:t>1.013e0</w:t>
      </w:r>
    </w:p>
    <w:p w:rsidR="00D44D00" w:rsidRDefault="00D44D00" w:rsidP="00D44D00">
      <w:r>
        <w:t>222.7374</w:t>
      </w:r>
      <w:r>
        <w:tab/>
        <w:t>1.013e0</w:t>
      </w:r>
    </w:p>
    <w:p w:rsidR="00D44D00" w:rsidRDefault="00D44D00" w:rsidP="00D44D00">
      <w:r>
        <w:t>222.7460</w:t>
      </w:r>
      <w:r>
        <w:tab/>
        <w:t>2.025e0</w:t>
      </w:r>
    </w:p>
    <w:p w:rsidR="00D44D00" w:rsidRDefault="00D44D00" w:rsidP="00D44D00">
      <w:r>
        <w:t>222.7963</w:t>
      </w:r>
      <w:r>
        <w:tab/>
        <w:t>2.025e0</w:t>
      </w:r>
    </w:p>
    <w:p w:rsidR="00D44D00" w:rsidRDefault="00D44D00" w:rsidP="00D44D00">
      <w:r>
        <w:t>222.8134</w:t>
      </w:r>
      <w:r>
        <w:tab/>
        <w:t>1.013e0</w:t>
      </w:r>
    </w:p>
    <w:p w:rsidR="00D44D00" w:rsidRDefault="00D44D00" w:rsidP="00D44D00">
      <w:r>
        <w:t>222.8266</w:t>
      </w:r>
      <w:r>
        <w:tab/>
        <w:t>2.025e0</w:t>
      </w:r>
    </w:p>
    <w:p w:rsidR="00D44D00" w:rsidRDefault="00D44D00" w:rsidP="00D44D00">
      <w:r>
        <w:t>222.8442</w:t>
      </w:r>
      <w:r>
        <w:tab/>
        <w:t>1.013e0</w:t>
      </w:r>
    </w:p>
    <w:p w:rsidR="00D44D00" w:rsidRDefault="00D44D00" w:rsidP="00D44D00">
      <w:r>
        <w:t>222.8480</w:t>
      </w:r>
      <w:r>
        <w:tab/>
        <w:t>1.013e0</w:t>
      </w:r>
    </w:p>
    <w:p w:rsidR="00D44D00" w:rsidRDefault="00D44D00" w:rsidP="00D44D00">
      <w:r>
        <w:t>222.8595</w:t>
      </w:r>
      <w:r>
        <w:tab/>
        <w:t>1.013e0</w:t>
      </w:r>
    </w:p>
    <w:p w:rsidR="00D44D00" w:rsidRDefault="00D44D00" w:rsidP="00D44D00">
      <w:r>
        <w:t>222.8885</w:t>
      </w:r>
      <w:r>
        <w:tab/>
        <w:t>1.013e0</w:t>
      </w:r>
    </w:p>
    <w:p w:rsidR="00D44D00" w:rsidRDefault="00D44D00" w:rsidP="00D44D00">
      <w:r>
        <w:t>222.9520</w:t>
      </w:r>
      <w:r>
        <w:tab/>
        <w:t>1.013e0</w:t>
      </w:r>
    </w:p>
    <w:p w:rsidR="00D44D00" w:rsidRDefault="00D44D00" w:rsidP="00D44D00">
      <w:r>
        <w:t>223.0087</w:t>
      </w:r>
      <w:r>
        <w:tab/>
        <w:t>1.130e1</w:t>
      </w:r>
    </w:p>
    <w:p w:rsidR="00D44D00" w:rsidRDefault="00D44D00" w:rsidP="00D44D00">
      <w:r>
        <w:t>223.0150</w:t>
      </w:r>
      <w:r>
        <w:tab/>
        <w:t>1.726e1</w:t>
      </w:r>
    </w:p>
    <w:p w:rsidR="00D44D00" w:rsidRDefault="00D44D00" w:rsidP="00D44D00">
      <w:r>
        <w:t>223.0553</w:t>
      </w:r>
      <w:r>
        <w:tab/>
        <w:t>1.972e0</w:t>
      </w:r>
    </w:p>
    <w:p w:rsidR="00D44D00" w:rsidRDefault="00D44D00" w:rsidP="00D44D00">
      <w:r>
        <w:t>223.0972</w:t>
      </w:r>
      <w:r>
        <w:tab/>
        <w:t>3.038e0</w:t>
      </w:r>
    </w:p>
    <w:p w:rsidR="00D44D00" w:rsidRDefault="00D44D00" w:rsidP="00D44D00">
      <w:r>
        <w:t>223.1265</w:t>
      </w:r>
      <w:r>
        <w:tab/>
        <w:t>1.215e1</w:t>
      </w:r>
    </w:p>
    <w:p w:rsidR="00D44D00" w:rsidRDefault="00D44D00" w:rsidP="00D44D00">
      <w:r>
        <w:t>223.1295</w:t>
      </w:r>
      <w:r>
        <w:tab/>
        <w:t>5.063e0</w:t>
      </w:r>
    </w:p>
    <w:p w:rsidR="00D44D00" w:rsidRDefault="00D44D00" w:rsidP="00D44D00">
      <w:r>
        <w:t>223.1306</w:t>
      </w:r>
      <w:r>
        <w:tab/>
        <w:t>4.108e0</w:t>
      </w:r>
    </w:p>
    <w:p w:rsidR="00D44D00" w:rsidRDefault="00D44D00" w:rsidP="00D44D00">
      <w:r>
        <w:t>223.1736</w:t>
      </w:r>
      <w:r>
        <w:tab/>
        <w:t>2.025e0</w:t>
      </w:r>
    </w:p>
    <w:p w:rsidR="00D44D00" w:rsidRDefault="00D44D00" w:rsidP="00D44D00">
      <w:r>
        <w:lastRenderedPageBreak/>
        <w:t>223.1758</w:t>
      </w:r>
      <w:r>
        <w:tab/>
        <w:t>2.025e0</w:t>
      </w:r>
    </w:p>
    <w:p w:rsidR="00D44D00" w:rsidRDefault="00D44D00" w:rsidP="00D44D00">
      <w:r>
        <w:t>223.1796</w:t>
      </w:r>
      <w:r>
        <w:tab/>
        <w:t>2.025e0</w:t>
      </w:r>
    </w:p>
    <w:p w:rsidR="00D44D00" w:rsidRDefault="00D44D00" w:rsidP="00D44D00">
      <w:r>
        <w:t>223.1813</w:t>
      </w:r>
      <w:r>
        <w:tab/>
        <w:t>1.013e0</w:t>
      </w:r>
    </w:p>
    <w:p w:rsidR="00D44D00" w:rsidRDefault="00D44D00" w:rsidP="00D44D00">
      <w:r>
        <w:t>223.2052</w:t>
      </w:r>
      <w:r>
        <w:tab/>
        <w:t>1.013e0</w:t>
      </w:r>
    </w:p>
    <w:p w:rsidR="00D44D00" w:rsidRDefault="00D44D00" w:rsidP="00D44D00">
      <w:r>
        <w:t>223.2327</w:t>
      </w:r>
      <w:r>
        <w:tab/>
        <w:t>3.038e0</w:t>
      </w:r>
    </w:p>
    <w:p w:rsidR="00D44D00" w:rsidRDefault="00D44D00" w:rsidP="00D44D00">
      <w:r>
        <w:t>223.2450</w:t>
      </w:r>
      <w:r>
        <w:tab/>
        <w:t>1.013e0</w:t>
      </w:r>
    </w:p>
    <w:p w:rsidR="00D44D00" w:rsidRDefault="00D44D00" w:rsidP="00D44D00">
      <w:r>
        <w:t>223.2688</w:t>
      </w:r>
      <w:r>
        <w:tab/>
        <w:t>1.013e0</w:t>
      </w:r>
    </w:p>
    <w:p w:rsidR="00D44D00" w:rsidRDefault="00D44D00" w:rsidP="00D44D00">
      <w:r>
        <w:t>223.2932</w:t>
      </w:r>
      <w:r>
        <w:tab/>
        <w:t>1.013e0</w:t>
      </w:r>
    </w:p>
    <w:p w:rsidR="00D44D00" w:rsidRDefault="00D44D00" w:rsidP="00D44D00">
      <w:r>
        <w:t>223.3029</w:t>
      </w:r>
      <w:r>
        <w:tab/>
        <w:t>2.025e0</w:t>
      </w:r>
    </w:p>
    <w:p w:rsidR="00D44D00" w:rsidRDefault="00D44D00" w:rsidP="00D44D00">
      <w:r>
        <w:t>223.3204</w:t>
      </w:r>
      <w:r>
        <w:tab/>
        <w:t>1.013e0</w:t>
      </w:r>
    </w:p>
    <w:p w:rsidR="00D44D00" w:rsidRDefault="00D44D00" w:rsidP="00D44D00">
      <w:r>
        <w:t>223.3405</w:t>
      </w:r>
      <w:r>
        <w:tab/>
        <w:t>1.013e0</w:t>
      </w:r>
    </w:p>
    <w:p w:rsidR="00D44D00" w:rsidRDefault="00D44D00" w:rsidP="00D44D00">
      <w:r>
        <w:t>223.3444</w:t>
      </w:r>
      <w:r>
        <w:tab/>
        <w:t>1.013e0</w:t>
      </w:r>
    </w:p>
    <w:p w:rsidR="00D44D00" w:rsidRDefault="00D44D00" w:rsidP="00D44D00">
      <w:r>
        <w:t>223.4014</w:t>
      </w:r>
      <w:r>
        <w:tab/>
        <w:t>3.038e0</w:t>
      </w:r>
    </w:p>
    <w:p w:rsidR="00D44D00" w:rsidRDefault="00D44D00" w:rsidP="00D44D00">
      <w:r>
        <w:t>223.4035</w:t>
      </w:r>
      <w:r>
        <w:tab/>
        <w:t>1.013e0</w:t>
      </w:r>
    </w:p>
    <w:p w:rsidR="00D44D00" w:rsidRDefault="00D44D00" w:rsidP="00D44D00">
      <w:r>
        <w:t>223.4162</w:t>
      </w:r>
      <w:r>
        <w:tab/>
        <w:t>1.013e0</w:t>
      </w:r>
    </w:p>
    <w:p w:rsidR="00D44D00" w:rsidRDefault="00D44D00" w:rsidP="00D44D00">
      <w:r>
        <w:t>223.4359</w:t>
      </w:r>
      <w:r>
        <w:tab/>
        <w:t>1.013e0</w:t>
      </w:r>
    </w:p>
    <w:p w:rsidR="00D44D00" w:rsidRDefault="00D44D00" w:rsidP="00D44D00">
      <w:r>
        <w:t>223.4514</w:t>
      </w:r>
      <w:r>
        <w:tab/>
        <w:t>2.025e0</w:t>
      </w:r>
    </w:p>
    <w:p w:rsidR="00D44D00" w:rsidRDefault="00D44D00" w:rsidP="00D44D00">
      <w:r>
        <w:t>223.4837</w:t>
      </w:r>
      <w:r>
        <w:tab/>
        <w:t>1.013e0</w:t>
      </w:r>
    </w:p>
    <w:p w:rsidR="00D44D00" w:rsidRDefault="00D44D00" w:rsidP="00D44D00">
      <w:r>
        <w:t>223.5034</w:t>
      </w:r>
      <w:r>
        <w:tab/>
        <w:t>1.013e0</w:t>
      </w:r>
    </w:p>
    <w:p w:rsidR="00D44D00" w:rsidRDefault="00D44D00" w:rsidP="00D44D00">
      <w:r>
        <w:lastRenderedPageBreak/>
        <w:t>223.5471</w:t>
      </w:r>
      <w:r>
        <w:tab/>
        <w:t>1.013e0</w:t>
      </w:r>
    </w:p>
    <w:p w:rsidR="00D44D00" w:rsidRDefault="00D44D00" w:rsidP="00D44D00">
      <w:r>
        <w:t>223.5866</w:t>
      </w:r>
      <w:r>
        <w:tab/>
        <w:t>2.025e0</w:t>
      </w:r>
    </w:p>
    <w:p w:rsidR="00D44D00" w:rsidRDefault="00D44D00" w:rsidP="00D44D00">
      <w:r>
        <w:t>223.5940</w:t>
      </w:r>
      <w:r>
        <w:tab/>
        <w:t>2.025e0</w:t>
      </w:r>
    </w:p>
    <w:p w:rsidR="00D44D00" w:rsidRDefault="00D44D00" w:rsidP="00D44D00">
      <w:r>
        <w:t>223.6245</w:t>
      </w:r>
      <w:r>
        <w:tab/>
        <w:t>2.025e0</w:t>
      </w:r>
    </w:p>
    <w:p w:rsidR="00D44D00" w:rsidRDefault="00D44D00" w:rsidP="00D44D00">
      <w:r>
        <w:t>223.6463</w:t>
      </w:r>
      <w:r>
        <w:tab/>
        <w:t>1.013e0</w:t>
      </w:r>
    </w:p>
    <w:p w:rsidR="00D44D00" w:rsidRDefault="00D44D00" w:rsidP="00D44D00">
      <w:r>
        <w:t>223.6543</w:t>
      </w:r>
      <w:r>
        <w:tab/>
        <w:t>1.013e0</w:t>
      </w:r>
    </w:p>
    <w:p w:rsidR="00D44D00" w:rsidRDefault="00D44D00" w:rsidP="00D44D00">
      <w:r>
        <w:t>223.6598</w:t>
      </w:r>
      <w:r>
        <w:tab/>
        <w:t>3.038e0</w:t>
      </w:r>
    </w:p>
    <w:p w:rsidR="00D44D00" w:rsidRDefault="00D44D00" w:rsidP="00D44D00">
      <w:r>
        <w:t>223.6744</w:t>
      </w:r>
      <w:r>
        <w:tab/>
        <w:t>2.025e0</w:t>
      </w:r>
    </w:p>
    <w:p w:rsidR="00D44D00" w:rsidRDefault="00D44D00" w:rsidP="00D44D00">
      <w:r>
        <w:t>223.6946</w:t>
      </w:r>
      <w:r>
        <w:tab/>
        <w:t>1.013e0</w:t>
      </w:r>
    </w:p>
    <w:p w:rsidR="00D44D00" w:rsidRDefault="00D44D00" w:rsidP="00D44D00">
      <w:r>
        <w:t>223.6984</w:t>
      </w:r>
      <w:r>
        <w:tab/>
        <w:t>1.013e0</w:t>
      </w:r>
    </w:p>
    <w:p w:rsidR="00D44D00" w:rsidRDefault="00D44D00" w:rsidP="00D44D00">
      <w:r>
        <w:t>223.7158</w:t>
      </w:r>
      <w:r>
        <w:tab/>
        <w:t>3.038e0</w:t>
      </w:r>
    </w:p>
    <w:p w:rsidR="00D44D00" w:rsidRDefault="00D44D00" w:rsidP="00D44D00">
      <w:r>
        <w:t>223.7379</w:t>
      </w:r>
      <w:r>
        <w:tab/>
        <w:t>3.038e0</w:t>
      </w:r>
    </w:p>
    <w:p w:rsidR="00D44D00" w:rsidRDefault="00D44D00" w:rsidP="00D44D00">
      <w:r>
        <w:t>223.7457</w:t>
      </w:r>
      <w:r>
        <w:tab/>
        <w:t>1.013e0</w:t>
      </w:r>
    </w:p>
    <w:p w:rsidR="00D44D00" w:rsidRDefault="00D44D00" w:rsidP="00D44D00">
      <w:r>
        <w:t>223.7570</w:t>
      </w:r>
      <w:r>
        <w:tab/>
        <w:t>3.038e0</w:t>
      </w:r>
    </w:p>
    <w:p w:rsidR="00D44D00" w:rsidRDefault="00D44D00" w:rsidP="00D44D00">
      <w:r>
        <w:t>223.7814</w:t>
      </w:r>
      <w:r>
        <w:tab/>
        <w:t>1.013e0</w:t>
      </w:r>
    </w:p>
    <w:p w:rsidR="00D44D00" w:rsidRDefault="00D44D00" w:rsidP="00D44D00">
      <w:r>
        <w:t>223.8131</w:t>
      </w:r>
      <w:r>
        <w:tab/>
        <w:t>2.025e0</w:t>
      </w:r>
    </w:p>
    <w:p w:rsidR="00D44D00" w:rsidRDefault="00D44D00" w:rsidP="00D44D00">
      <w:r>
        <w:t>223.8156</w:t>
      </w:r>
      <w:r>
        <w:tab/>
        <w:t>2.025e0</w:t>
      </w:r>
    </w:p>
    <w:p w:rsidR="00D44D00" w:rsidRDefault="00D44D00" w:rsidP="00D44D00">
      <w:r>
        <w:t>223.8275</w:t>
      </w:r>
      <w:r>
        <w:tab/>
        <w:t>2.025e0</w:t>
      </w:r>
    </w:p>
    <w:p w:rsidR="00D44D00" w:rsidRDefault="00D44D00" w:rsidP="00D44D00">
      <w:r>
        <w:t>223.8491</w:t>
      </w:r>
      <w:r>
        <w:tab/>
        <w:t>2.025e0</w:t>
      </w:r>
    </w:p>
    <w:p w:rsidR="00D44D00" w:rsidRDefault="00D44D00" w:rsidP="00D44D00">
      <w:r>
        <w:lastRenderedPageBreak/>
        <w:t>223.8528</w:t>
      </w:r>
      <w:r>
        <w:tab/>
        <w:t>2.025e0</w:t>
      </w:r>
    </w:p>
    <w:p w:rsidR="00D44D00" w:rsidRDefault="00D44D00" w:rsidP="00D44D00">
      <w:r>
        <w:t>223.8898</w:t>
      </w:r>
      <w:r>
        <w:tab/>
        <w:t>1.013e0</w:t>
      </w:r>
    </w:p>
    <w:p w:rsidR="00D44D00" w:rsidRDefault="00D44D00" w:rsidP="00D44D00">
      <w:r>
        <w:t>223.8937</w:t>
      </w:r>
      <w:r>
        <w:tab/>
        <w:t>1.013e0</w:t>
      </w:r>
    </w:p>
    <w:p w:rsidR="00D44D00" w:rsidRDefault="00D44D00" w:rsidP="00D44D00">
      <w:r>
        <w:t>223.9165</w:t>
      </w:r>
      <w:r>
        <w:tab/>
        <w:t>2.025e0</w:t>
      </w:r>
    </w:p>
    <w:p w:rsidR="00D44D00" w:rsidRDefault="00D44D00" w:rsidP="00D44D00">
      <w:r>
        <w:t>223.9360</w:t>
      </w:r>
      <w:r>
        <w:tab/>
        <w:t>1.013e0</w:t>
      </w:r>
    </w:p>
    <w:p w:rsidR="00D44D00" w:rsidRDefault="00D44D00" w:rsidP="00D44D00">
      <w:r>
        <w:t>223.9405</w:t>
      </w:r>
      <w:r>
        <w:tab/>
        <w:t>1.013e0</w:t>
      </w:r>
    </w:p>
    <w:p w:rsidR="00D44D00" w:rsidRDefault="00D44D00" w:rsidP="00D44D00">
      <w:r>
        <w:t>223.9456</w:t>
      </w:r>
      <w:r>
        <w:tab/>
        <w:t>3.038e0</w:t>
      </w:r>
    </w:p>
    <w:p w:rsidR="00D44D00" w:rsidRDefault="00D44D00" w:rsidP="00D44D00">
      <w:r>
        <w:t>224.0112</w:t>
      </w:r>
      <w:r>
        <w:tab/>
        <w:t>2.374e2</w:t>
      </w:r>
    </w:p>
    <w:p w:rsidR="00D44D00" w:rsidRDefault="00D44D00" w:rsidP="00D44D00">
      <w:r>
        <w:t>224.0124</w:t>
      </w:r>
      <w:r>
        <w:tab/>
        <w:t>2.258e2</w:t>
      </w:r>
    </w:p>
    <w:p w:rsidR="00D44D00" w:rsidRDefault="00D44D00" w:rsidP="00D44D00">
      <w:r>
        <w:t>224.0145</w:t>
      </w:r>
      <w:r>
        <w:tab/>
        <w:t>4.052e2</w:t>
      </w:r>
    </w:p>
    <w:p w:rsidR="00D44D00" w:rsidRDefault="00D44D00" w:rsidP="00D44D00">
      <w:r>
        <w:t>224.0714</w:t>
      </w:r>
      <w:r>
        <w:tab/>
        <w:t>1.917e0</w:t>
      </w:r>
    </w:p>
    <w:p w:rsidR="00D44D00" w:rsidRDefault="00D44D00" w:rsidP="00D44D00">
      <w:r>
        <w:t>224.0799</w:t>
      </w:r>
      <w:r>
        <w:tab/>
        <w:t>3.038e0</w:t>
      </w:r>
    </w:p>
    <w:p w:rsidR="00D44D00" w:rsidRDefault="00D44D00" w:rsidP="00D44D00">
      <w:r>
        <w:t>224.1089</w:t>
      </w:r>
      <w:r>
        <w:tab/>
        <w:t>5.063e0</w:t>
      </w:r>
    </w:p>
    <w:p w:rsidR="00D44D00" w:rsidRDefault="00D44D00" w:rsidP="00D44D00">
      <w:r>
        <w:t>224.1138</w:t>
      </w:r>
      <w:r>
        <w:tab/>
        <w:t>3.038e0</w:t>
      </w:r>
    </w:p>
    <w:p w:rsidR="00D44D00" w:rsidRDefault="00D44D00" w:rsidP="00D44D00">
      <w:r>
        <w:t>224.1311</w:t>
      </w:r>
      <w:r>
        <w:tab/>
        <w:t>4.051e0</w:t>
      </w:r>
    </w:p>
    <w:p w:rsidR="00D44D00" w:rsidRDefault="00D44D00" w:rsidP="00D44D00">
      <w:r>
        <w:t>224.1343</w:t>
      </w:r>
      <w:r>
        <w:tab/>
        <w:t>3.038e0</w:t>
      </w:r>
    </w:p>
    <w:p w:rsidR="00D44D00" w:rsidRDefault="00D44D00" w:rsidP="00D44D00">
      <w:r>
        <w:t>224.1457</w:t>
      </w:r>
      <w:r>
        <w:tab/>
        <w:t>2.025e0</w:t>
      </w:r>
    </w:p>
    <w:p w:rsidR="00D44D00" w:rsidRDefault="00D44D00" w:rsidP="00D44D00">
      <w:r>
        <w:t>224.1580</w:t>
      </w:r>
      <w:r>
        <w:tab/>
        <w:t>4.051e0</w:t>
      </w:r>
    </w:p>
    <w:p w:rsidR="00D44D00" w:rsidRDefault="00D44D00" w:rsidP="00D44D00">
      <w:r>
        <w:t>224.1640</w:t>
      </w:r>
      <w:r>
        <w:tab/>
        <w:t>2.025e0</w:t>
      </w:r>
    </w:p>
    <w:p w:rsidR="00D44D00" w:rsidRDefault="00D44D00" w:rsidP="00D44D00">
      <w:r>
        <w:lastRenderedPageBreak/>
        <w:t>224.1820</w:t>
      </w:r>
      <w:r>
        <w:tab/>
        <w:t>3.038e0</w:t>
      </w:r>
    </w:p>
    <w:p w:rsidR="00D44D00" w:rsidRDefault="00D44D00" w:rsidP="00D44D00">
      <w:r>
        <w:t>224.1947</w:t>
      </w:r>
      <w:r>
        <w:tab/>
        <w:t>1.013e0</w:t>
      </w:r>
    </w:p>
    <w:p w:rsidR="00D44D00" w:rsidRDefault="00D44D00" w:rsidP="00D44D00">
      <w:r>
        <w:t>224.1989</w:t>
      </w:r>
      <w:r>
        <w:tab/>
        <w:t>3.038e0</w:t>
      </w:r>
    </w:p>
    <w:p w:rsidR="00D44D00" w:rsidRDefault="00D44D00" w:rsidP="00D44D00">
      <w:r>
        <w:t>224.2153</w:t>
      </w:r>
      <w:r>
        <w:tab/>
        <w:t>1.013e0</w:t>
      </w:r>
    </w:p>
    <w:p w:rsidR="00D44D00" w:rsidRDefault="00D44D00" w:rsidP="00D44D00">
      <w:r>
        <w:t>224.2276</w:t>
      </w:r>
      <w:r>
        <w:tab/>
        <w:t>2.025e0</w:t>
      </w:r>
    </w:p>
    <w:p w:rsidR="00D44D00" w:rsidRDefault="00D44D00" w:rsidP="00D44D00">
      <w:r>
        <w:t>224.2390</w:t>
      </w:r>
      <w:r>
        <w:tab/>
        <w:t>1.013e0</w:t>
      </w:r>
    </w:p>
    <w:p w:rsidR="00D44D00" w:rsidRDefault="00D44D00" w:rsidP="00D44D00">
      <w:r>
        <w:t>224.2470</w:t>
      </w:r>
      <w:r>
        <w:tab/>
        <w:t>2.025e0</w:t>
      </w:r>
    </w:p>
    <w:p w:rsidR="00D44D00" w:rsidRDefault="00D44D00" w:rsidP="00D44D00">
      <w:r>
        <w:t>224.2582</w:t>
      </w:r>
      <w:r>
        <w:tab/>
        <w:t>1.013e0</w:t>
      </w:r>
    </w:p>
    <w:p w:rsidR="00D44D00" w:rsidRDefault="00D44D00" w:rsidP="00D44D00">
      <w:r>
        <w:t>224.2729</w:t>
      </w:r>
      <w:r>
        <w:tab/>
        <w:t>2.025e0</w:t>
      </w:r>
    </w:p>
    <w:p w:rsidR="00D44D00" w:rsidRDefault="00D44D00" w:rsidP="00D44D00">
      <w:r>
        <w:t>224.2792</w:t>
      </w:r>
      <w:r>
        <w:tab/>
        <w:t>1.013e0</w:t>
      </w:r>
    </w:p>
    <w:p w:rsidR="00D44D00" w:rsidRDefault="00D44D00" w:rsidP="00D44D00">
      <w:r>
        <w:t>224.2930</w:t>
      </w:r>
      <w:r>
        <w:tab/>
        <w:t>2.025e0</w:t>
      </w:r>
    </w:p>
    <w:p w:rsidR="00D44D00" w:rsidRDefault="00D44D00" w:rsidP="00D44D00">
      <w:r>
        <w:t>224.2953</w:t>
      </w:r>
      <w:r>
        <w:tab/>
        <w:t>1.013e0</w:t>
      </w:r>
    </w:p>
    <w:p w:rsidR="00D44D00" w:rsidRDefault="00D44D00" w:rsidP="00D44D00">
      <w:r>
        <w:t>224.3185</w:t>
      </w:r>
      <w:r>
        <w:tab/>
        <w:t>1.013e0</w:t>
      </w:r>
    </w:p>
    <w:p w:rsidR="00D44D00" w:rsidRDefault="00D44D00" w:rsidP="00D44D00">
      <w:r>
        <w:t>224.3304</w:t>
      </w:r>
      <w:r>
        <w:tab/>
        <w:t>4.051e0</w:t>
      </w:r>
    </w:p>
    <w:p w:rsidR="00D44D00" w:rsidRDefault="00D44D00" w:rsidP="00D44D00">
      <w:r>
        <w:t>224.3327</w:t>
      </w:r>
      <w:r>
        <w:tab/>
        <w:t>2.025e0</w:t>
      </w:r>
    </w:p>
    <w:p w:rsidR="00D44D00" w:rsidRDefault="00D44D00" w:rsidP="00D44D00">
      <w:r>
        <w:t>224.3338</w:t>
      </w:r>
      <w:r>
        <w:tab/>
        <w:t>4.051e0</w:t>
      </w:r>
    </w:p>
    <w:p w:rsidR="00D44D00" w:rsidRDefault="00D44D00" w:rsidP="00D44D00">
      <w:r>
        <w:t>224.3703</w:t>
      </w:r>
      <w:r>
        <w:tab/>
        <w:t>1.013e0</w:t>
      </w:r>
    </w:p>
    <w:p w:rsidR="00D44D00" w:rsidRDefault="00D44D00" w:rsidP="00D44D00">
      <w:r>
        <w:t>224.3858</w:t>
      </w:r>
      <w:r>
        <w:tab/>
        <w:t>1.013e0</w:t>
      </w:r>
    </w:p>
    <w:p w:rsidR="00D44D00" w:rsidRDefault="00D44D00" w:rsidP="00D44D00">
      <w:r>
        <w:t>224.3921</w:t>
      </w:r>
      <w:r>
        <w:tab/>
        <w:t>2.025e0</w:t>
      </w:r>
    </w:p>
    <w:p w:rsidR="00D44D00" w:rsidRDefault="00D44D00" w:rsidP="00D44D00">
      <w:r>
        <w:lastRenderedPageBreak/>
        <w:t>224.3978</w:t>
      </w:r>
      <w:r>
        <w:tab/>
        <w:t>1.013e0</w:t>
      </w:r>
    </w:p>
    <w:p w:rsidR="00D44D00" w:rsidRDefault="00D44D00" w:rsidP="00D44D00">
      <w:r>
        <w:t>224.4102</w:t>
      </w:r>
      <w:r>
        <w:tab/>
        <w:t>2.025e0</w:t>
      </w:r>
    </w:p>
    <w:p w:rsidR="00D44D00" w:rsidRDefault="00D44D00" w:rsidP="00D44D00">
      <w:r>
        <w:t>224.4215</w:t>
      </w:r>
      <w:r>
        <w:tab/>
        <w:t>4.051e0</w:t>
      </w:r>
    </w:p>
    <w:p w:rsidR="00D44D00" w:rsidRDefault="00D44D00" w:rsidP="00D44D00">
      <w:r>
        <w:t>224.4274</w:t>
      </w:r>
      <w:r>
        <w:tab/>
        <w:t>4.051e0</w:t>
      </w:r>
    </w:p>
    <w:p w:rsidR="00D44D00" w:rsidRDefault="00D44D00" w:rsidP="00D44D00">
      <w:r>
        <w:t>224.4380</w:t>
      </w:r>
      <w:r>
        <w:tab/>
        <w:t>1.013e0</w:t>
      </w:r>
    </w:p>
    <w:p w:rsidR="00D44D00" w:rsidRDefault="00D44D00" w:rsidP="00D44D00">
      <w:r>
        <w:t>224.4499</w:t>
      </w:r>
      <w:r>
        <w:tab/>
        <w:t>1.013e0</w:t>
      </w:r>
    </w:p>
    <w:p w:rsidR="00D44D00" w:rsidRDefault="00D44D00" w:rsidP="00D44D00">
      <w:r>
        <w:t>224.4614</w:t>
      </w:r>
      <w:r>
        <w:tab/>
        <w:t>1.013e0</w:t>
      </w:r>
    </w:p>
    <w:p w:rsidR="00D44D00" w:rsidRDefault="00D44D00" w:rsidP="00D44D00">
      <w:r>
        <w:t>224.4777</w:t>
      </w:r>
      <w:r>
        <w:tab/>
        <w:t>2.025e0</w:t>
      </w:r>
    </w:p>
    <w:p w:rsidR="00D44D00" w:rsidRDefault="00D44D00" w:rsidP="00D44D00">
      <w:r>
        <w:t>224.4882</w:t>
      </w:r>
      <w:r>
        <w:tab/>
        <w:t>2.025e0</w:t>
      </w:r>
    </w:p>
    <w:p w:rsidR="00D44D00" w:rsidRDefault="00D44D00" w:rsidP="00D44D00">
      <w:r>
        <w:t>224.4982</w:t>
      </w:r>
      <w:r>
        <w:tab/>
        <w:t>2.025e0</w:t>
      </w:r>
    </w:p>
    <w:p w:rsidR="00D44D00" w:rsidRDefault="00D44D00" w:rsidP="00D44D00">
      <w:r>
        <w:t>224.5095</w:t>
      </w:r>
      <w:r>
        <w:tab/>
        <w:t>1.013e0</w:t>
      </w:r>
    </w:p>
    <w:p w:rsidR="00D44D00" w:rsidRDefault="00D44D00" w:rsidP="00D44D00">
      <w:r>
        <w:t>224.5462</w:t>
      </w:r>
      <w:r>
        <w:tab/>
        <w:t>1.013e0</w:t>
      </w:r>
    </w:p>
    <w:p w:rsidR="00D44D00" w:rsidRDefault="00D44D00" w:rsidP="00D44D00">
      <w:r>
        <w:t>224.5515</w:t>
      </w:r>
      <w:r>
        <w:tab/>
        <w:t>2.025e0</w:t>
      </w:r>
    </w:p>
    <w:p w:rsidR="00D44D00" w:rsidRDefault="00D44D00" w:rsidP="00D44D00">
      <w:r>
        <w:t>224.5578</w:t>
      </w:r>
      <w:r>
        <w:tab/>
        <w:t>1.013e0</w:t>
      </w:r>
    </w:p>
    <w:p w:rsidR="00D44D00" w:rsidRDefault="00D44D00" w:rsidP="00D44D00">
      <w:r>
        <w:t>224.5620</w:t>
      </w:r>
      <w:r>
        <w:tab/>
        <w:t>1.013e0</w:t>
      </w:r>
    </w:p>
    <w:p w:rsidR="00D44D00" w:rsidRDefault="00D44D00" w:rsidP="00D44D00">
      <w:r>
        <w:t>224.5848</w:t>
      </w:r>
      <w:r>
        <w:tab/>
        <w:t>2.025e0</w:t>
      </w:r>
    </w:p>
    <w:p w:rsidR="00D44D00" w:rsidRDefault="00D44D00" w:rsidP="00D44D00">
      <w:r>
        <w:t>224.5928</w:t>
      </w:r>
      <w:r>
        <w:tab/>
        <w:t>1.013e0</w:t>
      </w:r>
    </w:p>
    <w:p w:rsidR="00D44D00" w:rsidRDefault="00D44D00" w:rsidP="00D44D00">
      <w:r>
        <w:t>224.6013</w:t>
      </w:r>
      <w:r>
        <w:tab/>
        <w:t>1.013e0</w:t>
      </w:r>
    </w:p>
    <w:p w:rsidR="00D44D00" w:rsidRDefault="00D44D00" w:rsidP="00D44D00">
      <w:r>
        <w:t>224.6140</w:t>
      </w:r>
      <w:r>
        <w:tab/>
        <w:t>1.013e0</w:t>
      </w:r>
    </w:p>
    <w:p w:rsidR="00D44D00" w:rsidRDefault="00D44D00" w:rsidP="00D44D00">
      <w:r>
        <w:lastRenderedPageBreak/>
        <w:t>224.6217</w:t>
      </w:r>
      <w:r>
        <w:tab/>
        <w:t>2.025e0</w:t>
      </w:r>
    </w:p>
    <w:p w:rsidR="00D44D00" w:rsidRDefault="00D44D00" w:rsidP="00D44D00">
      <w:r>
        <w:t>224.6296</w:t>
      </w:r>
      <w:r>
        <w:tab/>
        <w:t>2.025e0</w:t>
      </w:r>
    </w:p>
    <w:p w:rsidR="00D44D00" w:rsidRDefault="00D44D00" w:rsidP="00D44D00">
      <w:r>
        <w:t>224.6689</w:t>
      </w:r>
      <w:r>
        <w:tab/>
        <w:t>1.013e0</w:t>
      </w:r>
    </w:p>
    <w:p w:rsidR="00D44D00" w:rsidRDefault="00D44D00" w:rsidP="00D44D00">
      <w:r>
        <w:t>224.6729</w:t>
      </w:r>
      <w:r>
        <w:tab/>
        <w:t>2.025e0</w:t>
      </w:r>
    </w:p>
    <w:p w:rsidR="00D44D00" w:rsidRDefault="00D44D00" w:rsidP="00D44D00">
      <w:r>
        <w:t>224.6819</w:t>
      </w:r>
      <w:r>
        <w:tab/>
        <w:t>1.013e0</w:t>
      </w:r>
    </w:p>
    <w:p w:rsidR="00D44D00" w:rsidRDefault="00D44D00" w:rsidP="00D44D00">
      <w:r>
        <w:t>224.7047</w:t>
      </w:r>
      <w:r>
        <w:tab/>
        <w:t>1.013e0</w:t>
      </w:r>
    </w:p>
    <w:p w:rsidR="00D44D00" w:rsidRDefault="00D44D00" w:rsidP="00D44D00">
      <w:r>
        <w:t>224.7124</w:t>
      </w:r>
      <w:r>
        <w:tab/>
        <w:t>1.013e0</w:t>
      </w:r>
    </w:p>
    <w:p w:rsidR="00D44D00" w:rsidRDefault="00D44D00" w:rsidP="00D44D00">
      <w:r>
        <w:t>224.7325</w:t>
      </w:r>
      <w:r>
        <w:tab/>
        <w:t>1.013e0</w:t>
      </w:r>
    </w:p>
    <w:p w:rsidR="00D44D00" w:rsidRDefault="00D44D00" w:rsidP="00D44D00">
      <w:r>
        <w:t>224.7473</w:t>
      </w:r>
      <w:r>
        <w:tab/>
        <w:t>2.025e0</w:t>
      </w:r>
    </w:p>
    <w:p w:rsidR="00D44D00" w:rsidRDefault="00D44D00" w:rsidP="00D44D00">
      <w:r>
        <w:t>224.7496</w:t>
      </w:r>
      <w:r>
        <w:tab/>
        <w:t>1.013e0</w:t>
      </w:r>
    </w:p>
    <w:p w:rsidR="00D44D00" w:rsidRDefault="00D44D00" w:rsidP="00D44D00">
      <w:r>
        <w:t>224.7646</w:t>
      </w:r>
      <w:r>
        <w:tab/>
        <w:t>2.025e0</w:t>
      </w:r>
    </w:p>
    <w:p w:rsidR="00D44D00" w:rsidRDefault="00D44D00" w:rsidP="00D44D00">
      <w:r>
        <w:t>224.7688</w:t>
      </w:r>
      <w:r>
        <w:tab/>
        <w:t>1.013e0</w:t>
      </w:r>
    </w:p>
    <w:p w:rsidR="00D44D00" w:rsidRDefault="00D44D00" w:rsidP="00D44D00">
      <w:r>
        <w:t>224.8005</w:t>
      </w:r>
      <w:r>
        <w:tab/>
        <w:t>2.025e0</w:t>
      </w:r>
    </w:p>
    <w:p w:rsidR="00D44D00" w:rsidRDefault="00D44D00" w:rsidP="00D44D00">
      <w:r>
        <w:t>224.8049</w:t>
      </w:r>
      <w:r>
        <w:tab/>
        <w:t>1.013e0</w:t>
      </w:r>
    </w:p>
    <w:p w:rsidR="00D44D00" w:rsidRDefault="00D44D00" w:rsidP="00D44D00">
      <w:r>
        <w:t>224.8323</w:t>
      </w:r>
      <w:r>
        <w:tab/>
        <w:t>1.013e0</w:t>
      </w:r>
    </w:p>
    <w:p w:rsidR="00D44D00" w:rsidRDefault="00D44D00" w:rsidP="00D44D00">
      <w:r>
        <w:t>224.8373</w:t>
      </w:r>
      <w:r>
        <w:tab/>
        <w:t>3.038e0</w:t>
      </w:r>
    </w:p>
    <w:p w:rsidR="00D44D00" w:rsidRDefault="00D44D00" w:rsidP="00D44D00">
      <w:r>
        <w:t>224.8515</w:t>
      </w:r>
      <w:r>
        <w:tab/>
        <w:t>1.013e0</w:t>
      </w:r>
    </w:p>
    <w:p w:rsidR="00D44D00" w:rsidRDefault="00D44D00" w:rsidP="00D44D00">
      <w:r>
        <w:t>224.8809</w:t>
      </w:r>
      <w:r>
        <w:tab/>
        <w:t>2.025e0</w:t>
      </w:r>
    </w:p>
    <w:p w:rsidR="00D44D00" w:rsidRDefault="00D44D00" w:rsidP="00D44D00">
      <w:r>
        <w:t>224.8865</w:t>
      </w:r>
      <w:r>
        <w:tab/>
        <w:t>2.025e0</w:t>
      </w:r>
    </w:p>
    <w:p w:rsidR="00D44D00" w:rsidRDefault="00D44D00" w:rsidP="00D44D00">
      <w:r>
        <w:lastRenderedPageBreak/>
        <w:t>224.9118</w:t>
      </w:r>
      <w:r>
        <w:tab/>
        <w:t>1.013e0</w:t>
      </w:r>
    </w:p>
    <w:p w:rsidR="00D44D00" w:rsidRDefault="00D44D00" w:rsidP="00D44D00">
      <w:r>
        <w:t>224.9446</w:t>
      </w:r>
      <w:r>
        <w:tab/>
        <w:t>1.013e0</w:t>
      </w:r>
    </w:p>
    <w:p w:rsidR="00D44D00" w:rsidRDefault="00D44D00" w:rsidP="00D44D00">
      <w:r>
        <w:t>224.9678</w:t>
      </w:r>
      <w:r>
        <w:tab/>
        <w:t>2.025e0</w:t>
      </w:r>
    </w:p>
    <w:p w:rsidR="00D44D00" w:rsidRDefault="00D44D00" w:rsidP="00D44D00">
      <w:r>
        <w:t>224.9753</w:t>
      </w:r>
      <w:r>
        <w:tab/>
        <w:t>1.013e0</w:t>
      </w:r>
    </w:p>
    <w:p w:rsidR="00D44D00" w:rsidRDefault="00D44D00" w:rsidP="00D44D00">
      <w:r>
        <w:t>224.9784</w:t>
      </w:r>
      <w:r>
        <w:tab/>
        <w:t>3.038e0</w:t>
      </w:r>
    </w:p>
    <w:p w:rsidR="00D44D00" w:rsidRDefault="00D44D00" w:rsidP="00D44D00">
      <w:r>
        <w:t>225.0169</w:t>
      </w:r>
      <w:r>
        <w:tab/>
        <w:t>8.201e1</w:t>
      </w:r>
    </w:p>
    <w:p w:rsidR="00D44D00" w:rsidRDefault="00D44D00" w:rsidP="00D44D00">
      <w:r>
        <w:t>225.0189</w:t>
      </w:r>
      <w:r>
        <w:tab/>
        <w:t>3.126e1</w:t>
      </w:r>
    </w:p>
    <w:p w:rsidR="00D44D00" w:rsidRDefault="00D44D00" w:rsidP="00D44D00">
      <w:r>
        <w:t>225.0800</w:t>
      </w:r>
      <w:r>
        <w:tab/>
        <w:t>7.089e0</w:t>
      </w:r>
    </w:p>
    <w:p w:rsidR="00D44D00" w:rsidRDefault="00D44D00" w:rsidP="00D44D00">
      <w:r>
        <w:t>225.0879</w:t>
      </w:r>
      <w:r>
        <w:tab/>
        <w:t>4.313e1</w:t>
      </w:r>
    </w:p>
    <w:p w:rsidR="00D44D00" w:rsidRDefault="00D44D00" w:rsidP="00D44D00">
      <w:r>
        <w:t>225.0892</w:t>
      </w:r>
      <w:r>
        <w:tab/>
        <w:t>1.316e1</w:t>
      </w:r>
    </w:p>
    <w:p w:rsidR="00D44D00" w:rsidRDefault="00D44D00" w:rsidP="00D44D00">
      <w:r>
        <w:t>225.0918</w:t>
      </w:r>
      <w:r>
        <w:tab/>
        <w:t>2.019e1</w:t>
      </w:r>
    </w:p>
    <w:p w:rsidR="00D44D00" w:rsidRDefault="00D44D00" w:rsidP="00D44D00">
      <w:r>
        <w:t>225.1277</w:t>
      </w:r>
      <w:r>
        <w:tab/>
        <w:t>1.138e0</w:t>
      </w:r>
    </w:p>
    <w:p w:rsidR="00D44D00" w:rsidRDefault="00D44D00" w:rsidP="00D44D00">
      <w:r>
        <w:t>225.1330</w:t>
      </w:r>
      <w:r>
        <w:tab/>
        <w:t>5.063e0</w:t>
      </w:r>
    </w:p>
    <w:p w:rsidR="00D44D00" w:rsidRDefault="00D44D00" w:rsidP="00D44D00">
      <w:r>
        <w:t>225.1513</w:t>
      </w:r>
      <w:r>
        <w:tab/>
        <w:t>1.013e0</w:t>
      </w:r>
    </w:p>
    <w:p w:rsidR="00D44D00" w:rsidRDefault="00D44D00" w:rsidP="00D44D00">
      <w:r>
        <w:t>225.1630</w:t>
      </w:r>
      <w:r>
        <w:tab/>
        <w:t>1.013e0</w:t>
      </w:r>
    </w:p>
    <w:p w:rsidR="00D44D00" w:rsidRDefault="00D44D00" w:rsidP="00D44D00">
      <w:r>
        <w:t>225.1801</w:t>
      </w:r>
      <w:r>
        <w:tab/>
        <w:t>2.025e0</w:t>
      </w:r>
    </w:p>
    <w:p w:rsidR="00D44D00" w:rsidRDefault="00D44D00" w:rsidP="00D44D00">
      <w:r>
        <w:t>225.1940</w:t>
      </w:r>
      <w:r>
        <w:tab/>
        <w:t>4.051e0</w:t>
      </w:r>
    </w:p>
    <w:p w:rsidR="00D44D00" w:rsidRDefault="00D44D00" w:rsidP="00D44D00">
      <w:r>
        <w:t>225.2009</w:t>
      </w:r>
      <w:r>
        <w:tab/>
        <w:t>7.089e0</w:t>
      </w:r>
    </w:p>
    <w:p w:rsidR="00D44D00" w:rsidRDefault="00D44D00" w:rsidP="00D44D00">
      <w:r>
        <w:t>225.2086</w:t>
      </w:r>
      <w:r>
        <w:tab/>
        <w:t>6.076e0</w:t>
      </w:r>
    </w:p>
    <w:p w:rsidR="00D44D00" w:rsidRDefault="00D44D00" w:rsidP="00D44D00">
      <w:r>
        <w:lastRenderedPageBreak/>
        <w:t>225.2116</w:t>
      </w:r>
      <w:r>
        <w:tab/>
        <w:t>1.013e0</w:t>
      </w:r>
    </w:p>
    <w:p w:rsidR="00D44D00" w:rsidRDefault="00D44D00" w:rsidP="00D44D00">
      <w:r>
        <w:t>225.2411</w:t>
      </w:r>
      <w:r>
        <w:tab/>
        <w:t>2.025e0</w:t>
      </w:r>
    </w:p>
    <w:p w:rsidR="00D44D00" w:rsidRDefault="00D44D00" w:rsidP="00D44D00">
      <w:r>
        <w:t>225.2422</w:t>
      </w:r>
      <w:r>
        <w:tab/>
        <w:t>1.013e0</w:t>
      </w:r>
    </w:p>
    <w:p w:rsidR="00D44D00" w:rsidRDefault="00D44D00" w:rsidP="00D44D00">
      <w:r>
        <w:t>225.2693</w:t>
      </w:r>
      <w:r>
        <w:tab/>
        <w:t>2.025e0</w:t>
      </w:r>
    </w:p>
    <w:p w:rsidR="00D44D00" w:rsidRDefault="00D44D00" w:rsidP="00D44D00">
      <w:r>
        <w:t>225.2755</w:t>
      </w:r>
      <w:r>
        <w:tab/>
        <w:t>1.013e0</w:t>
      </w:r>
    </w:p>
    <w:p w:rsidR="00D44D00" w:rsidRDefault="00D44D00" w:rsidP="00D44D00">
      <w:r>
        <w:t>225.2829</w:t>
      </w:r>
      <w:r>
        <w:tab/>
        <w:t>1.013e0</w:t>
      </w:r>
    </w:p>
    <w:p w:rsidR="00D44D00" w:rsidRDefault="00D44D00" w:rsidP="00D44D00">
      <w:r>
        <w:t>225.3062</w:t>
      </w:r>
      <w:r>
        <w:tab/>
        <w:t>1.013e0</w:t>
      </w:r>
    </w:p>
    <w:p w:rsidR="00D44D00" w:rsidRDefault="00D44D00" w:rsidP="00D44D00">
      <w:r>
        <w:t>225.3259</w:t>
      </w:r>
      <w:r>
        <w:tab/>
        <w:t>2.025e0</w:t>
      </w:r>
    </w:p>
    <w:p w:rsidR="00D44D00" w:rsidRDefault="00D44D00" w:rsidP="00D44D00">
      <w:r>
        <w:t>225.3317</w:t>
      </w:r>
      <w:r>
        <w:tab/>
        <w:t>1.013e0</w:t>
      </w:r>
    </w:p>
    <w:p w:rsidR="00D44D00" w:rsidRDefault="00D44D00" w:rsidP="00D44D00">
      <w:r>
        <w:t>225.3470</w:t>
      </w:r>
      <w:r>
        <w:tab/>
        <w:t>2.025e0</w:t>
      </w:r>
    </w:p>
    <w:p w:rsidR="00D44D00" w:rsidRDefault="00D44D00" w:rsidP="00D44D00">
      <w:r>
        <w:t>225.3545</w:t>
      </w:r>
      <w:r>
        <w:tab/>
        <w:t>2.025e0</w:t>
      </w:r>
    </w:p>
    <w:p w:rsidR="00D44D00" w:rsidRDefault="00D44D00" w:rsidP="00D44D00">
      <w:r>
        <w:t>225.3587</w:t>
      </w:r>
      <w:r>
        <w:tab/>
        <w:t>1.013e0</w:t>
      </w:r>
    </w:p>
    <w:p w:rsidR="00D44D00" w:rsidRDefault="00D44D00" w:rsidP="00D44D00">
      <w:r>
        <w:t>225.3956</w:t>
      </w:r>
      <w:r>
        <w:tab/>
        <w:t>1.013e0</w:t>
      </w:r>
    </w:p>
    <w:p w:rsidR="00D44D00" w:rsidRDefault="00D44D00" w:rsidP="00D44D00">
      <w:r>
        <w:t>225.4010</w:t>
      </w:r>
      <w:r>
        <w:tab/>
        <w:t>2.025e0</w:t>
      </w:r>
    </w:p>
    <w:p w:rsidR="00D44D00" w:rsidRDefault="00D44D00" w:rsidP="00D44D00">
      <w:r>
        <w:t>225.4098</w:t>
      </w:r>
      <w:r>
        <w:tab/>
        <w:t>3.038e0</w:t>
      </w:r>
    </w:p>
    <w:p w:rsidR="00D44D00" w:rsidRDefault="00D44D00" w:rsidP="00D44D00">
      <w:r>
        <w:t>225.4109</w:t>
      </w:r>
      <w:r>
        <w:tab/>
        <w:t>1.013e0</w:t>
      </w:r>
    </w:p>
    <w:p w:rsidR="00D44D00" w:rsidRDefault="00D44D00" w:rsidP="00D44D00">
      <w:r>
        <w:t>225.4462</w:t>
      </w:r>
      <w:r>
        <w:tab/>
        <w:t>3.285e0</w:t>
      </w:r>
    </w:p>
    <w:p w:rsidR="00D44D00" w:rsidRDefault="00D44D00" w:rsidP="00D44D00">
      <w:r>
        <w:t>225.4622</w:t>
      </w:r>
      <w:r>
        <w:tab/>
        <w:t>2.025e0</w:t>
      </w:r>
    </w:p>
    <w:p w:rsidR="00D44D00" w:rsidRDefault="00D44D00" w:rsidP="00D44D00">
      <w:r>
        <w:t>225.4786</w:t>
      </w:r>
      <w:r>
        <w:tab/>
        <w:t>1.013e0</w:t>
      </w:r>
    </w:p>
    <w:p w:rsidR="00D44D00" w:rsidRDefault="00D44D00" w:rsidP="00D44D00">
      <w:r>
        <w:lastRenderedPageBreak/>
        <w:t>225.4937</w:t>
      </w:r>
      <w:r>
        <w:tab/>
        <w:t>2.025e0</w:t>
      </w:r>
    </w:p>
    <w:p w:rsidR="00D44D00" w:rsidRDefault="00D44D00" w:rsidP="00D44D00">
      <w:r>
        <w:t>225.5006</w:t>
      </w:r>
      <w:r>
        <w:tab/>
        <w:t>2.025e0</w:t>
      </w:r>
    </w:p>
    <w:p w:rsidR="00D44D00" w:rsidRDefault="00D44D00" w:rsidP="00D44D00">
      <w:r>
        <w:t>225.5019</w:t>
      </w:r>
      <w:r>
        <w:tab/>
        <w:t>1.013e0</w:t>
      </w:r>
    </w:p>
    <w:p w:rsidR="00D44D00" w:rsidRDefault="00D44D00" w:rsidP="00D44D00">
      <w:r>
        <w:t>225.5144</w:t>
      </w:r>
      <w:r>
        <w:tab/>
        <w:t>1.013e0</w:t>
      </w:r>
    </w:p>
    <w:p w:rsidR="00D44D00" w:rsidRDefault="00D44D00" w:rsidP="00D44D00">
      <w:r>
        <w:t>225.5231</w:t>
      </w:r>
      <w:r>
        <w:tab/>
        <w:t>3.038e0</w:t>
      </w:r>
    </w:p>
    <w:p w:rsidR="00D44D00" w:rsidRDefault="00D44D00" w:rsidP="00D44D00">
      <w:r>
        <w:t>225.5464</w:t>
      </w:r>
      <w:r>
        <w:tab/>
        <w:t>1.013e0</w:t>
      </w:r>
    </w:p>
    <w:p w:rsidR="00D44D00" w:rsidRDefault="00D44D00" w:rsidP="00D44D00">
      <w:r>
        <w:t>225.5700</w:t>
      </w:r>
      <w:r>
        <w:tab/>
        <w:t>1.013e0</w:t>
      </w:r>
    </w:p>
    <w:p w:rsidR="00D44D00" w:rsidRDefault="00D44D00" w:rsidP="00D44D00">
      <w:r>
        <w:t>225.5871</w:t>
      </w:r>
      <w:r>
        <w:tab/>
        <w:t>1.013e0</w:t>
      </w:r>
    </w:p>
    <w:p w:rsidR="00D44D00" w:rsidRDefault="00D44D00" w:rsidP="00D44D00">
      <w:r>
        <w:t>225.6005</w:t>
      </w:r>
      <w:r>
        <w:tab/>
        <w:t>3.655e0</w:t>
      </w:r>
    </w:p>
    <w:p w:rsidR="00D44D00" w:rsidRDefault="00D44D00" w:rsidP="00D44D00">
      <w:r>
        <w:t>225.6100</w:t>
      </w:r>
      <w:r>
        <w:tab/>
        <w:t>1.013e0</w:t>
      </w:r>
    </w:p>
    <w:p w:rsidR="00D44D00" w:rsidRDefault="00D44D00" w:rsidP="00D44D00">
      <w:r>
        <w:t>225.6421</w:t>
      </w:r>
      <w:r>
        <w:tab/>
        <w:t>1.013e0</w:t>
      </w:r>
    </w:p>
    <w:p w:rsidR="00D44D00" w:rsidRDefault="00D44D00" w:rsidP="00D44D00">
      <w:r>
        <w:t>225.6436</w:t>
      </w:r>
      <w:r>
        <w:tab/>
        <w:t>2.025e0</w:t>
      </w:r>
    </w:p>
    <w:p w:rsidR="00D44D00" w:rsidRDefault="00D44D00" w:rsidP="00D44D00">
      <w:r>
        <w:t>225.6549</w:t>
      </w:r>
      <w:r>
        <w:tab/>
        <w:t>1.013e0</w:t>
      </w:r>
    </w:p>
    <w:p w:rsidR="00D44D00" w:rsidRDefault="00D44D00" w:rsidP="00D44D00">
      <w:r>
        <w:t>225.6702</w:t>
      </w:r>
      <w:r>
        <w:tab/>
        <w:t>1.013e0</w:t>
      </w:r>
    </w:p>
    <w:p w:rsidR="00D44D00" w:rsidRDefault="00D44D00" w:rsidP="00D44D00">
      <w:r>
        <w:t>225.6816</w:t>
      </w:r>
      <w:r>
        <w:tab/>
        <w:t>1.013e0</w:t>
      </w:r>
    </w:p>
    <w:p w:rsidR="00D44D00" w:rsidRDefault="00D44D00" w:rsidP="00D44D00">
      <w:r>
        <w:t>225.6854</w:t>
      </w:r>
      <w:r>
        <w:tab/>
        <w:t>2.025e0</w:t>
      </w:r>
    </w:p>
    <w:p w:rsidR="00D44D00" w:rsidRDefault="00D44D00" w:rsidP="00D44D00">
      <w:r>
        <w:t>225.6894</w:t>
      </w:r>
      <w:r>
        <w:tab/>
        <w:t>1.013e0</w:t>
      </w:r>
    </w:p>
    <w:p w:rsidR="00D44D00" w:rsidRDefault="00D44D00" w:rsidP="00D44D00">
      <w:r>
        <w:t>225.6918</w:t>
      </w:r>
      <w:r>
        <w:tab/>
        <w:t>2.025e0</w:t>
      </w:r>
    </w:p>
    <w:p w:rsidR="00D44D00" w:rsidRDefault="00D44D00" w:rsidP="00D44D00">
      <w:r>
        <w:t>225.7188</w:t>
      </w:r>
      <w:r>
        <w:tab/>
        <w:t>1.013e0</w:t>
      </w:r>
    </w:p>
    <w:p w:rsidR="00D44D00" w:rsidRDefault="00D44D00" w:rsidP="00D44D00">
      <w:r>
        <w:lastRenderedPageBreak/>
        <w:t>225.7380</w:t>
      </w:r>
      <w:r>
        <w:tab/>
        <w:t>1.013e0</w:t>
      </w:r>
    </w:p>
    <w:p w:rsidR="00D44D00" w:rsidRDefault="00D44D00" w:rsidP="00D44D00">
      <w:r>
        <w:t>225.7611</w:t>
      </w:r>
      <w:r>
        <w:tab/>
        <w:t>3.038e0</w:t>
      </w:r>
    </w:p>
    <w:p w:rsidR="00D44D00" w:rsidRDefault="00D44D00" w:rsidP="00D44D00">
      <w:r>
        <w:t>225.8153</w:t>
      </w:r>
      <w:r>
        <w:tab/>
        <w:t>2.025e0</w:t>
      </w:r>
    </w:p>
    <w:p w:rsidR="00D44D00" w:rsidRDefault="00D44D00" w:rsidP="00D44D00">
      <w:r>
        <w:t>225.8298</w:t>
      </w:r>
      <w:r>
        <w:tab/>
        <w:t>1.013e0</w:t>
      </w:r>
    </w:p>
    <w:p w:rsidR="00D44D00" w:rsidRDefault="00D44D00" w:rsidP="00D44D00">
      <w:r>
        <w:t>225.8655</w:t>
      </w:r>
      <w:r>
        <w:tab/>
        <w:t>1.013e0</w:t>
      </w:r>
    </w:p>
    <w:p w:rsidR="00D44D00" w:rsidRDefault="00D44D00" w:rsidP="00D44D00">
      <w:r>
        <w:t>225.8674</w:t>
      </w:r>
      <w:r>
        <w:tab/>
        <w:t>2.025e0</w:t>
      </w:r>
    </w:p>
    <w:p w:rsidR="00D44D00" w:rsidRDefault="00D44D00" w:rsidP="00D44D00">
      <w:r>
        <w:t>225.8921</w:t>
      </w:r>
      <w:r>
        <w:tab/>
        <w:t>2.025e0</w:t>
      </w:r>
    </w:p>
    <w:p w:rsidR="00D44D00" w:rsidRDefault="00D44D00" w:rsidP="00D44D00">
      <w:r>
        <w:t>225.9216</w:t>
      </w:r>
      <w:r>
        <w:tab/>
        <w:t>1.013e0</w:t>
      </w:r>
    </w:p>
    <w:p w:rsidR="00D44D00" w:rsidRDefault="00D44D00" w:rsidP="00D44D00">
      <w:r>
        <w:t>225.9374</w:t>
      </w:r>
      <w:r>
        <w:tab/>
        <w:t>1.013e0</w:t>
      </w:r>
    </w:p>
    <w:p w:rsidR="00D44D00" w:rsidRDefault="00D44D00" w:rsidP="00D44D00">
      <w:r>
        <w:t>225.9447</w:t>
      </w:r>
      <w:r>
        <w:tab/>
        <w:t>1.013e0</w:t>
      </w:r>
    </w:p>
    <w:p w:rsidR="00D44D00" w:rsidRDefault="00D44D00" w:rsidP="00D44D00">
      <w:r>
        <w:t>225.9809</w:t>
      </w:r>
      <w:r>
        <w:tab/>
        <w:t>4.051e0</w:t>
      </w:r>
    </w:p>
    <w:p w:rsidR="00D44D00" w:rsidRDefault="00D44D00" w:rsidP="00D44D00">
      <w:r>
        <w:t>226.0126</w:t>
      </w:r>
      <w:r>
        <w:tab/>
        <w:t>3.166e1</w:t>
      </w:r>
    </w:p>
    <w:p w:rsidR="00D44D00" w:rsidRDefault="00D44D00" w:rsidP="00D44D00">
      <w:r>
        <w:t>226.0185</w:t>
      </w:r>
      <w:r>
        <w:tab/>
        <w:t>2.877e1</w:t>
      </w:r>
    </w:p>
    <w:p w:rsidR="00D44D00" w:rsidRDefault="00D44D00" w:rsidP="00D44D00">
      <w:r>
        <w:t>226.0217</w:t>
      </w:r>
      <w:r>
        <w:tab/>
        <w:t>2.923e1</w:t>
      </w:r>
    </w:p>
    <w:p w:rsidR="00D44D00" w:rsidRDefault="00D44D00" w:rsidP="00D44D00">
      <w:r>
        <w:t>226.0252</w:t>
      </w:r>
      <w:r>
        <w:tab/>
        <w:t>3.811e1</w:t>
      </w:r>
    </w:p>
    <w:p w:rsidR="00D44D00" w:rsidRDefault="00D44D00" w:rsidP="00D44D00">
      <w:r>
        <w:t>226.0510</w:t>
      </w:r>
      <w:r>
        <w:tab/>
        <w:t>8.296e0</w:t>
      </w:r>
    </w:p>
    <w:p w:rsidR="00D44D00" w:rsidRDefault="00D44D00" w:rsidP="00D44D00">
      <w:r>
        <w:t>226.0954</w:t>
      </w:r>
      <w:r>
        <w:tab/>
        <w:t>3.038e0</w:t>
      </w:r>
    </w:p>
    <w:p w:rsidR="00D44D00" w:rsidRDefault="00D44D00" w:rsidP="00D44D00">
      <w:r>
        <w:t>226.0999</w:t>
      </w:r>
      <w:r>
        <w:tab/>
        <w:t>4.051e0</w:t>
      </w:r>
    </w:p>
    <w:p w:rsidR="00D44D00" w:rsidRDefault="00D44D00" w:rsidP="00D44D00">
      <w:r>
        <w:t>226.1327</w:t>
      </w:r>
      <w:r>
        <w:tab/>
        <w:t>1.013e0</w:t>
      </w:r>
    </w:p>
    <w:p w:rsidR="00D44D00" w:rsidRDefault="00D44D00" w:rsidP="00D44D00">
      <w:r>
        <w:lastRenderedPageBreak/>
        <w:t>226.1453</w:t>
      </w:r>
      <w:r>
        <w:tab/>
        <w:t>1.013e0</w:t>
      </w:r>
    </w:p>
    <w:p w:rsidR="00D44D00" w:rsidRDefault="00D44D00" w:rsidP="00D44D00">
      <w:r>
        <w:t>226.1513</w:t>
      </w:r>
      <w:r>
        <w:tab/>
        <w:t>2.025e0</w:t>
      </w:r>
    </w:p>
    <w:p w:rsidR="00D44D00" w:rsidRDefault="00D44D00" w:rsidP="00D44D00">
      <w:r>
        <w:t>226.1578</w:t>
      </w:r>
      <w:r>
        <w:tab/>
        <w:t>1.013e0</w:t>
      </w:r>
    </w:p>
    <w:p w:rsidR="00D44D00" w:rsidRDefault="00D44D00" w:rsidP="00D44D00">
      <w:r>
        <w:t>226.1603</w:t>
      </w:r>
      <w:r>
        <w:tab/>
        <w:t>3.038e0</w:t>
      </w:r>
    </w:p>
    <w:p w:rsidR="00D44D00" w:rsidRDefault="00D44D00" w:rsidP="00D44D00">
      <w:r>
        <w:t>226.1699</w:t>
      </w:r>
      <w:r>
        <w:tab/>
        <w:t>1.013e0</w:t>
      </w:r>
    </w:p>
    <w:p w:rsidR="00D44D00" w:rsidRDefault="00D44D00" w:rsidP="00D44D00">
      <w:r>
        <w:t>226.1889</w:t>
      </w:r>
      <w:r>
        <w:tab/>
        <w:t>2.025e0</w:t>
      </w:r>
    </w:p>
    <w:p w:rsidR="00D44D00" w:rsidRDefault="00D44D00" w:rsidP="00D44D00">
      <w:r>
        <w:t>226.1929</w:t>
      </w:r>
      <w:r>
        <w:tab/>
        <w:t>2.025e0</w:t>
      </w:r>
    </w:p>
    <w:p w:rsidR="00D44D00" w:rsidRDefault="00D44D00" w:rsidP="00D44D00">
      <w:r>
        <w:t>226.2179</w:t>
      </w:r>
      <w:r>
        <w:tab/>
        <w:t>1.013e0</w:t>
      </w:r>
    </w:p>
    <w:p w:rsidR="00D44D00" w:rsidRDefault="00D44D00" w:rsidP="00D44D00">
      <w:r>
        <w:t>226.2375</w:t>
      </w:r>
      <w:r>
        <w:tab/>
        <w:t>3.038e0</w:t>
      </w:r>
    </w:p>
    <w:p w:rsidR="00D44D00" w:rsidRDefault="00D44D00" w:rsidP="00D44D00">
      <w:r>
        <w:t>226.2529</w:t>
      </w:r>
      <w:r>
        <w:tab/>
        <w:t>1.013e0</w:t>
      </w:r>
    </w:p>
    <w:p w:rsidR="00D44D00" w:rsidRDefault="00D44D00" w:rsidP="00D44D00">
      <w:r>
        <w:t>226.3286</w:t>
      </w:r>
      <w:r>
        <w:tab/>
        <w:t>1.013e0</w:t>
      </w:r>
    </w:p>
    <w:p w:rsidR="00D44D00" w:rsidRDefault="00D44D00" w:rsidP="00D44D00">
      <w:r>
        <w:t>226.3456</w:t>
      </w:r>
      <w:r>
        <w:tab/>
        <w:t>1.013e0</w:t>
      </w:r>
    </w:p>
    <w:p w:rsidR="00D44D00" w:rsidRDefault="00D44D00" w:rsidP="00D44D00">
      <w:r>
        <w:t>226.3502</w:t>
      </w:r>
      <w:r>
        <w:tab/>
        <w:t>2.025e0</w:t>
      </w:r>
    </w:p>
    <w:p w:rsidR="00D44D00" w:rsidRDefault="00D44D00" w:rsidP="00D44D00">
      <w:r>
        <w:t>226.3733</w:t>
      </w:r>
      <w:r>
        <w:tab/>
        <w:t>1.013e0</w:t>
      </w:r>
    </w:p>
    <w:p w:rsidR="00D44D00" w:rsidRDefault="00D44D00" w:rsidP="00D44D00">
      <w:r>
        <w:t>226.3807</w:t>
      </w:r>
      <w:r>
        <w:tab/>
        <w:t>1.013e0</w:t>
      </w:r>
    </w:p>
    <w:p w:rsidR="00D44D00" w:rsidRDefault="00D44D00" w:rsidP="00D44D00">
      <w:r>
        <w:t>226.3932</w:t>
      </w:r>
      <w:r>
        <w:tab/>
        <w:t>3.038e0</w:t>
      </w:r>
    </w:p>
    <w:p w:rsidR="00D44D00" w:rsidRDefault="00D44D00" w:rsidP="00D44D00">
      <w:r>
        <w:t>226.4185</w:t>
      </w:r>
      <w:r>
        <w:tab/>
        <w:t>3.038e0</w:t>
      </w:r>
    </w:p>
    <w:p w:rsidR="00D44D00" w:rsidRDefault="00D44D00" w:rsidP="00D44D00">
      <w:r>
        <w:t>226.4370</w:t>
      </w:r>
      <w:r>
        <w:tab/>
        <w:t>1.013e0</w:t>
      </w:r>
    </w:p>
    <w:p w:rsidR="00D44D00" w:rsidRDefault="00D44D00" w:rsidP="00D44D00">
      <w:r>
        <w:t>226.4488</w:t>
      </w:r>
      <w:r>
        <w:tab/>
        <w:t>2.025e0</w:t>
      </w:r>
    </w:p>
    <w:p w:rsidR="00D44D00" w:rsidRDefault="00D44D00" w:rsidP="00D44D00">
      <w:r>
        <w:lastRenderedPageBreak/>
        <w:t>226.4524</w:t>
      </w:r>
      <w:r>
        <w:tab/>
        <w:t>1.013e0</w:t>
      </w:r>
    </w:p>
    <w:p w:rsidR="00D44D00" w:rsidRDefault="00D44D00" w:rsidP="00D44D00">
      <w:r>
        <w:t>226.5012</w:t>
      </w:r>
      <w:r>
        <w:tab/>
        <w:t>1.013e0</w:t>
      </w:r>
    </w:p>
    <w:p w:rsidR="00D44D00" w:rsidRDefault="00D44D00" w:rsidP="00D44D00">
      <w:r>
        <w:t>226.5086</w:t>
      </w:r>
      <w:r>
        <w:tab/>
        <w:t>1.013e0</w:t>
      </w:r>
    </w:p>
    <w:p w:rsidR="00D44D00" w:rsidRDefault="00D44D00" w:rsidP="00D44D00">
      <w:r>
        <w:t>226.5106</w:t>
      </w:r>
      <w:r>
        <w:tab/>
        <w:t>2.025e0</w:t>
      </w:r>
    </w:p>
    <w:p w:rsidR="00D44D00" w:rsidRDefault="00D44D00" w:rsidP="00D44D00">
      <w:r>
        <w:t>226.5296</w:t>
      </w:r>
      <w:r>
        <w:tab/>
        <w:t>2.025e0</w:t>
      </w:r>
    </w:p>
    <w:p w:rsidR="00D44D00" w:rsidRDefault="00D44D00" w:rsidP="00D44D00">
      <w:r>
        <w:t>226.5652</w:t>
      </w:r>
      <w:r>
        <w:tab/>
        <w:t>1.013e0</w:t>
      </w:r>
    </w:p>
    <w:p w:rsidR="00D44D00" w:rsidRDefault="00D44D00" w:rsidP="00D44D00">
      <w:r>
        <w:t>226.5726</w:t>
      </w:r>
      <w:r>
        <w:tab/>
        <w:t>1.013e0</w:t>
      </w:r>
    </w:p>
    <w:p w:rsidR="00D44D00" w:rsidRDefault="00D44D00" w:rsidP="00D44D00">
      <w:r>
        <w:t>226.5766</w:t>
      </w:r>
      <w:r>
        <w:tab/>
        <w:t>1.013e0</w:t>
      </w:r>
    </w:p>
    <w:p w:rsidR="00D44D00" w:rsidRDefault="00D44D00" w:rsidP="00D44D00">
      <w:r>
        <w:t>226.5934</w:t>
      </w:r>
      <w:r>
        <w:tab/>
        <w:t>1.013e0</w:t>
      </w:r>
    </w:p>
    <w:p w:rsidR="00D44D00" w:rsidRDefault="00D44D00" w:rsidP="00D44D00">
      <w:r>
        <w:t>226.6098</w:t>
      </w:r>
      <w:r>
        <w:tab/>
        <w:t>1.013e0</w:t>
      </w:r>
    </w:p>
    <w:p w:rsidR="00D44D00" w:rsidRDefault="00D44D00" w:rsidP="00D44D00">
      <w:r>
        <w:t>226.6194</w:t>
      </w:r>
      <w:r>
        <w:tab/>
        <w:t>2.025e0</w:t>
      </w:r>
    </w:p>
    <w:p w:rsidR="00D44D00" w:rsidRDefault="00D44D00" w:rsidP="00D44D00">
      <w:r>
        <w:t>226.6404</w:t>
      </w:r>
      <w:r>
        <w:tab/>
        <w:t>1.013e0</w:t>
      </w:r>
    </w:p>
    <w:p w:rsidR="00D44D00" w:rsidRDefault="00D44D00" w:rsidP="00D44D00">
      <w:r>
        <w:t>226.6447</w:t>
      </w:r>
      <w:r>
        <w:tab/>
        <w:t>1.013e0</w:t>
      </w:r>
    </w:p>
    <w:p w:rsidR="00D44D00" w:rsidRDefault="00D44D00" w:rsidP="00D44D00">
      <w:r>
        <w:t>226.6578</w:t>
      </w:r>
      <w:r>
        <w:tab/>
        <w:t>1.013e0</w:t>
      </w:r>
    </w:p>
    <w:p w:rsidR="00D44D00" w:rsidRDefault="00D44D00" w:rsidP="00D44D00">
      <w:r>
        <w:t>226.6969</w:t>
      </w:r>
      <w:r>
        <w:tab/>
        <w:t>1.013e0</w:t>
      </w:r>
    </w:p>
    <w:p w:rsidR="00D44D00" w:rsidRDefault="00D44D00" w:rsidP="00D44D00">
      <w:r>
        <w:t>226.7045</w:t>
      </w:r>
      <w:r>
        <w:tab/>
        <w:t>1.013e0</w:t>
      </w:r>
    </w:p>
    <w:p w:rsidR="00D44D00" w:rsidRDefault="00D44D00" w:rsidP="00D44D00">
      <w:r>
        <w:t>226.7219</w:t>
      </w:r>
      <w:r>
        <w:tab/>
        <w:t>1.013e0</w:t>
      </w:r>
    </w:p>
    <w:p w:rsidR="00D44D00" w:rsidRDefault="00D44D00" w:rsidP="00D44D00">
      <w:r>
        <w:t>226.7471</w:t>
      </w:r>
      <w:r>
        <w:tab/>
        <w:t>2.025e0</w:t>
      </w:r>
    </w:p>
    <w:p w:rsidR="00D44D00" w:rsidRDefault="00D44D00" w:rsidP="00D44D00">
      <w:r>
        <w:t>226.7532</w:t>
      </w:r>
      <w:r>
        <w:tab/>
        <w:t>1.013e0</w:t>
      </w:r>
    </w:p>
    <w:p w:rsidR="00D44D00" w:rsidRDefault="00D44D00" w:rsidP="00D44D00">
      <w:r>
        <w:lastRenderedPageBreak/>
        <w:t>226.7795</w:t>
      </w:r>
      <w:r>
        <w:tab/>
        <w:t>2.025e0</w:t>
      </w:r>
    </w:p>
    <w:p w:rsidR="00D44D00" w:rsidRDefault="00D44D00" w:rsidP="00D44D00">
      <w:r>
        <w:t>226.7978</w:t>
      </w:r>
      <w:r>
        <w:tab/>
        <w:t>1.013e0</w:t>
      </w:r>
    </w:p>
    <w:p w:rsidR="00D44D00" w:rsidRDefault="00D44D00" w:rsidP="00D44D00">
      <w:r>
        <w:t>226.8033</w:t>
      </w:r>
      <w:r>
        <w:tab/>
        <w:t>2.025e0</w:t>
      </w:r>
    </w:p>
    <w:p w:rsidR="00D44D00" w:rsidRDefault="00D44D00" w:rsidP="00D44D00">
      <w:r>
        <w:t>226.8331</w:t>
      </w:r>
      <w:r>
        <w:tab/>
        <w:t>1.013e0</w:t>
      </w:r>
    </w:p>
    <w:p w:rsidR="00D44D00" w:rsidRDefault="00D44D00" w:rsidP="00D44D00">
      <w:r>
        <w:t>226.9410</w:t>
      </w:r>
      <w:r>
        <w:tab/>
        <w:t>1.013e0</w:t>
      </w:r>
    </w:p>
    <w:p w:rsidR="00D44D00" w:rsidRDefault="00D44D00" w:rsidP="00D44D00">
      <w:r>
        <w:t>226.9451</w:t>
      </w:r>
      <w:r>
        <w:tab/>
        <w:t>2.025e0</w:t>
      </w:r>
    </w:p>
    <w:p w:rsidR="00D44D00" w:rsidRDefault="00D44D00" w:rsidP="00D44D00">
      <w:r>
        <w:t>226.9487</w:t>
      </w:r>
      <w:r>
        <w:tab/>
        <w:t>1.013e0</w:t>
      </w:r>
    </w:p>
    <w:p w:rsidR="00D44D00" w:rsidRDefault="00D44D00" w:rsidP="00D44D00">
      <w:r>
        <w:t>226.9818</w:t>
      </w:r>
      <w:r>
        <w:tab/>
        <w:t>1.013e0</w:t>
      </w:r>
    </w:p>
    <w:p w:rsidR="00D44D00" w:rsidRDefault="00D44D00" w:rsidP="00D44D00">
      <w:r>
        <w:t>227.0056</w:t>
      </w:r>
      <w:r>
        <w:tab/>
        <w:t>5.063e0</w:t>
      </w:r>
    </w:p>
    <w:p w:rsidR="00D44D00" w:rsidRDefault="00D44D00" w:rsidP="00D44D00">
      <w:r>
        <w:t>227.0242</w:t>
      </w:r>
      <w:r>
        <w:tab/>
        <w:t>4.051e0</w:t>
      </w:r>
    </w:p>
    <w:p w:rsidR="00D44D00" w:rsidRDefault="00D44D00" w:rsidP="00D44D00">
      <w:r>
        <w:t>227.0264</w:t>
      </w:r>
      <w:r>
        <w:tab/>
        <w:t>8.082e0</w:t>
      </w:r>
    </w:p>
    <w:p w:rsidR="00D44D00" w:rsidRDefault="00D44D00" w:rsidP="00D44D00">
      <w:r>
        <w:t>227.0415</w:t>
      </w:r>
      <w:r>
        <w:tab/>
        <w:t>4.822e0</w:t>
      </w:r>
    </w:p>
    <w:p w:rsidR="00D44D00" w:rsidRDefault="00D44D00" w:rsidP="00D44D00">
      <w:r>
        <w:t>227.0630</w:t>
      </w:r>
      <w:r>
        <w:tab/>
        <w:t>3.038e0</w:t>
      </w:r>
    </w:p>
    <w:p w:rsidR="00D44D00" w:rsidRDefault="00D44D00" w:rsidP="00D44D00">
      <w:r>
        <w:t>227.0728</w:t>
      </w:r>
      <w:r>
        <w:tab/>
        <w:t>1.013e0</w:t>
      </w:r>
    </w:p>
    <w:p w:rsidR="00D44D00" w:rsidRDefault="00D44D00" w:rsidP="00D44D00">
      <w:r>
        <w:t>227.0938</w:t>
      </w:r>
      <w:r>
        <w:tab/>
        <w:t>2.025e0</w:t>
      </w:r>
    </w:p>
    <w:p w:rsidR="00D44D00" w:rsidRDefault="00D44D00" w:rsidP="00D44D00">
      <w:r>
        <w:t>227.1062</w:t>
      </w:r>
      <w:r>
        <w:tab/>
        <w:t>1.013e0</w:t>
      </w:r>
    </w:p>
    <w:p w:rsidR="00D44D00" w:rsidRDefault="00D44D00" w:rsidP="00D44D00">
      <w:r>
        <w:t>227.1163</w:t>
      </w:r>
      <w:r>
        <w:tab/>
        <w:t>3.038e0</w:t>
      </w:r>
    </w:p>
    <w:p w:rsidR="00D44D00" w:rsidRDefault="00D44D00" w:rsidP="00D44D00">
      <w:r>
        <w:t>227.1329</w:t>
      </w:r>
      <w:r>
        <w:tab/>
        <w:t>2.025e0</w:t>
      </w:r>
    </w:p>
    <w:p w:rsidR="00D44D00" w:rsidRDefault="00D44D00" w:rsidP="00D44D00">
      <w:r>
        <w:t>227.1374</w:t>
      </w:r>
      <w:r>
        <w:tab/>
        <w:t>2.025e0</w:t>
      </w:r>
    </w:p>
    <w:p w:rsidR="00D44D00" w:rsidRDefault="00D44D00" w:rsidP="00D44D00">
      <w:r>
        <w:lastRenderedPageBreak/>
        <w:t>227.1416</w:t>
      </w:r>
      <w:r>
        <w:tab/>
        <w:t>2.025e0</w:t>
      </w:r>
    </w:p>
    <w:p w:rsidR="00D44D00" w:rsidRDefault="00D44D00" w:rsidP="00D44D00">
      <w:r>
        <w:t>227.1439</w:t>
      </w:r>
      <w:r>
        <w:tab/>
        <w:t>2.025e0</w:t>
      </w:r>
    </w:p>
    <w:p w:rsidR="00D44D00" w:rsidRDefault="00D44D00" w:rsidP="00D44D00">
      <w:r>
        <w:t>227.1593</w:t>
      </w:r>
      <w:r>
        <w:tab/>
        <w:t>2.025e0</w:t>
      </w:r>
    </w:p>
    <w:p w:rsidR="00D44D00" w:rsidRDefault="00D44D00" w:rsidP="00D44D00">
      <w:r>
        <w:t>227.1664</w:t>
      </w:r>
      <w:r>
        <w:tab/>
        <w:t>1.013e0</w:t>
      </w:r>
    </w:p>
    <w:p w:rsidR="00D44D00" w:rsidRDefault="00D44D00" w:rsidP="00D44D00">
      <w:r>
        <w:t>227.1722</w:t>
      </w:r>
      <w:r>
        <w:tab/>
        <w:t>3.038e0</w:t>
      </w:r>
    </w:p>
    <w:p w:rsidR="00D44D00" w:rsidRDefault="00D44D00" w:rsidP="00D44D00">
      <w:r>
        <w:t>227.1758</w:t>
      </w:r>
      <w:r>
        <w:tab/>
        <w:t>2.025e0</w:t>
      </w:r>
    </w:p>
    <w:p w:rsidR="00D44D00" w:rsidRDefault="00D44D00" w:rsidP="00D44D00">
      <w:r>
        <w:t>227.2009</w:t>
      </w:r>
      <w:r>
        <w:tab/>
        <w:t>1.013e0</w:t>
      </w:r>
    </w:p>
    <w:p w:rsidR="00D44D00" w:rsidRDefault="00D44D00" w:rsidP="00D44D00">
      <w:r>
        <w:t>227.2182</w:t>
      </w:r>
      <w:r>
        <w:tab/>
        <w:t>2.025e0</w:t>
      </w:r>
    </w:p>
    <w:p w:rsidR="00D44D00" w:rsidRDefault="00D44D00" w:rsidP="00D44D00">
      <w:r>
        <w:t>227.2609</w:t>
      </w:r>
      <w:r>
        <w:tab/>
        <w:t>1.013e0</w:t>
      </w:r>
    </w:p>
    <w:p w:rsidR="00D44D00" w:rsidRDefault="00D44D00" w:rsidP="00D44D00">
      <w:r>
        <w:t>227.2651</w:t>
      </w:r>
      <w:r>
        <w:tab/>
        <w:t>1.013e0</w:t>
      </w:r>
    </w:p>
    <w:p w:rsidR="00D44D00" w:rsidRDefault="00D44D00" w:rsidP="00D44D00">
      <w:r>
        <w:t>227.3018</w:t>
      </w:r>
      <w:r>
        <w:tab/>
        <w:t>1.013e0</w:t>
      </w:r>
    </w:p>
    <w:p w:rsidR="00D44D00" w:rsidRDefault="00D44D00" w:rsidP="00D44D00">
      <w:r>
        <w:t>227.3383</w:t>
      </w:r>
      <w:r>
        <w:tab/>
        <w:t>1.013e0</w:t>
      </w:r>
    </w:p>
    <w:p w:rsidR="00D44D00" w:rsidRDefault="00D44D00" w:rsidP="00D44D00">
      <w:r>
        <w:t>227.3468</w:t>
      </w:r>
      <w:r>
        <w:tab/>
        <w:t>1.013e0</w:t>
      </w:r>
    </w:p>
    <w:p w:rsidR="00D44D00" w:rsidRDefault="00D44D00" w:rsidP="00D44D00">
      <w:r>
        <w:t>227.3797</w:t>
      </w:r>
      <w:r>
        <w:tab/>
        <w:t>2.025e0</w:t>
      </w:r>
    </w:p>
    <w:p w:rsidR="00D44D00" w:rsidRDefault="00D44D00" w:rsidP="00D44D00">
      <w:r>
        <w:t>227.3816</w:t>
      </w:r>
      <w:r>
        <w:tab/>
        <w:t>3.038e0</w:t>
      </w:r>
    </w:p>
    <w:p w:rsidR="00D44D00" w:rsidRDefault="00D44D00" w:rsidP="00D44D00">
      <w:r>
        <w:t>227.4494</w:t>
      </w:r>
      <w:r>
        <w:tab/>
        <w:t>1.013e0</w:t>
      </w:r>
    </w:p>
    <w:p w:rsidR="00D44D00" w:rsidRDefault="00D44D00" w:rsidP="00D44D00">
      <w:r>
        <w:t>227.4583</w:t>
      </w:r>
      <w:r>
        <w:tab/>
        <w:t>1.013e0</w:t>
      </w:r>
    </w:p>
    <w:p w:rsidR="00D44D00" w:rsidRDefault="00D44D00" w:rsidP="00D44D00">
      <w:r>
        <w:t>227.4865</w:t>
      </w:r>
      <w:r>
        <w:tab/>
        <w:t>1.013e0</w:t>
      </w:r>
    </w:p>
    <w:p w:rsidR="00D44D00" w:rsidRDefault="00D44D00" w:rsidP="00D44D00">
      <w:r>
        <w:t>227.4982</w:t>
      </w:r>
      <w:r>
        <w:tab/>
        <w:t>1.013e0</w:t>
      </w:r>
    </w:p>
    <w:p w:rsidR="00D44D00" w:rsidRDefault="00D44D00" w:rsidP="00D44D00">
      <w:r>
        <w:lastRenderedPageBreak/>
        <w:t>227.5095</w:t>
      </w:r>
      <w:r>
        <w:tab/>
        <w:t>1.013e0</w:t>
      </w:r>
    </w:p>
    <w:p w:rsidR="00D44D00" w:rsidRDefault="00D44D00" w:rsidP="00D44D00">
      <w:r>
        <w:t>227.5226</w:t>
      </w:r>
      <w:r>
        <w:tab/>
        <w:t>1.013e0</w:t>
      </w:r>
    </w:p>
    <w:p w:rsidR="00D44D00" w:rsidRDefault="00D44D00" w:rsidP="00D44D00">
      <w:r>
        <w:t>227.5352</w:t>
      </w:r>
      <w:r>
        <w:tab/>
        <w:t>1.013e0</w:t>
      </w:r>
    </w:p>
    <w:p w:rsidR="00D44D00" w:rsidRDefault="00D44D00" w:rsidP="00D44D00">
      <w:r>
        <w:t>227.5781</w:t>
      </w:r>
      <w:r>
        <w:tab/>
        <w:t>1.013e0</w:t>
      </w:r>
    </w:p>
    <w:p w:rsidR="00D44D00" w:rsidRDefault="00D44D00" w:rsidP="00D44D00">
      <w:r>
        <w:t>227.5827</w:t>
      </w:r>
      <w:r>
        <w:tab/>
        <w:t>1.013e0</w:t>
      </w:r>
    </w:p>
    <w:p w:rsidR="00D44D00" w:rsidRDefault="00D44D00" w:rsidP="00D44D00">
      <w:r>
        <w:t>227.6066</w:t>
      </w:r>
      <w:r>
        <w:tab/>
        <w:t>1.013e0</w:t>
      </w:r>
    </w:p>
    <w:p w:rsidR="00D44D00" w:rsidRDefault="00D44D00" w:rsidP="00D44D00">
      <w:r>
        <w:t>227.6184</w:t>
      </w:r>
      <w:r>
        <w:tab/>
        <w:t>2.025e0</w:t>
      </w:r>
    </w:p>
    <w:p w:rsidR="00D44D00" w:rsidRDefault="00D44D00" w:rsidP="00D44D00">
      <w:r>
        <w:t>227.6709</w:t>
      </w:r>
      <w:r>
        <w:tab/>
        <w:t>1.013e0</w:t>
      </w:r>
    </w:p>
    <w:p w:rsidR="00D44D00" w:rsidRDefault="00D44D00" w:rsidP="00D44D00">
      <w:r>
        <w:t>227.6826</w:t>
      </w:r>
      <w:r>
        <w:tab/>
        <w:t>1.013e0</w:t>
      </w:r>
    </w:p>
    <w:p w:rsidR="00D44D00" w:rsidRDefault="00D44D00" w:rsidP="00D44D00">
      <w:r>
        <w:t>227.6982</w:t>
      </w:r>
      <w:r>
        <w:tab/>
        <w:t>1.013e0</w:t>
      </w:r>
    </w:p>
    <w:p w:rsidR="00D44D00" w:rsidRDefault="00D44D00" w:rsidP="00D44D00">
      <w:r>
        <w:t>227.7114</w:t>
      </w:r>
      <w:r>
        <w:tab/>
        <w:t>1.013e0</w:t>
      </w:r>
    </w:p>
    <w:p w:rsidR="00D44D00" w:rsidRDefault="00D44D00" w:rsidP="00D44D00">
      <w:r>
        <w:t>227.7231</w:t>
      </w:r>
      <w:r>
        <w:tab/>
        <w:t>1.013e0</w:t>
      </w:r>
    </w:p>
    <w:p w:rsidR="00D44D00" w:rsidRDefault="00D44D00" w:rsidP="00D44D00">
      <w:r>
        <w:t>227.7428</w:t>
      </w:r>
      <w:r>
        <w:tab/>
        <w:t>1.013e0</w:t>
      </w:r>
    </w:p>
    <w:p w:rsidR="00D44D00" w:rsidRDefault="00D44D00" w:rsidP="00D44D00">
      <w:r>
        <w:t>227.7464</w:t>
      </w:r>
      <w:r>
        <w:tab/>
        <w:t>1.013e0</w:t>
      </w:r>
    </w:p>
    <w:p w:rsidR="00D44D00" w:rsidRDefault="00D44D00" w:rsidP="00D44D00">
      <w:r>
        <w:t>227.7715</w:t>
      </w:r>
      <w:r>
        <w:tab/>
        <w:t>1.013e0</w:t>
      </w:r>
    </w:p>
    <w:p w:rsidR="00D44D00" w:rsidRDefault="00D44D00" w:rsidP="00D44D00">
      <w:r>
        <w:t>227.7910</w:t>
      </w:r>
      <w:r>
        <w:tab/>
        <w:t>1.013e0</w:t>
      </w:r>
    </w:p>
    <w:p w:rsidR="00D44D00" w:rsidRDefault="00D44D00" w:rsidP="00D44D00">
      <w:r>
        <w:t>227.8030</w:t>
      </w:r>
      <w:r>
        <w:tab/>
        <w:t>1.013e0</w:t>
      </w:r>
    </w:p>
    <w:p w:rsidR="00D44D00" w:rsidRDefault="00D44D00" w:rsidP="00D44D00">
      <w:r>
        <w:t>227.8293</w:t>
      </w:r>
      <w:r>
        <w:tab/>
        <w:t>2.025e0</w:t>
      </w:r>
    </w:p>
    <w:p w:rsidR="00D44D00" w:rsidRDefault="00D44D00" w:rsidP="00D44D00">
      <w:r>
        <w:t>227.8671</w:t>
      </w:r>
      <w:r>
        <w:tab/>
        <w:t>1.013e0</w:t>
      </w:r>
    </w:p>
    <w:p w:rsidR="00D44D00" w:rsidRDefault="00D44D00" w:rsidP="00D44D00">
      <w:r>
        <w:lastRenderedPageBreak/>
        <w:t>227.8706</w:t>
      </w:r>
      <w:r>
        <w:tab/>
        <w:t>1.013e0</w:t>
      </w:r>
    </w:p>
    <w:p w:rsidR="00D44D00" w:rsidRDefault="00D44D00" w:rsidP="00D44D00">
      <w:r>
        <w:t>227.8917</w:t>
      </w:r>
      <w:r>
        <w:tab/>
        <w:t>1.013e0</w:t>
      </w:r>
    </w:p>
    <w:p w:rsidR="00D44D00" w:rsidRDefault="00D44D00" w:rsidP="00D44D00">
      <w:r>
        <w:t>227.9153</w:t>
      </w:r>
      <w:r>
        <w:tab/>
        <w:t>2.025e0</w:t>
      </w:r>
    </w:p>
    <w:p w:rsidR="00D44D00" w:rsidRDefault="00D44D00" w:rsidP="00D44D00">
      <w:r>
        <w:t>227.9195</w:t>
      </w:r>
      <w:r>
        <w:tab/>
        <w:t>1.013e0</w:t>
      </w:r>
    </w:p>
    <w:p w:rsidR="00D44D00" w:rsidRDefault="00D44D00" w:rsidP="00D44D00">
      <w:r>
        <w:t>227.9829</w:t>
      </w:r>
      <w:r>
        <w:tab/>
        <w:t>4.346e1</w:t>
      </w:r>
    </w:p>
    <w:p w:rsidR="00D44D00" w:rsidRDefault="00D44D00" w:rsidP="00D44D00">
      <w:r>
        <w:t>227.9857</w:t>
      </w:r>
      <w:r>
        <w:tab/>
        <w:t>3.833e1</w:t>
      </w:r>
    </w:p>
    <w:p w:rsidR="00D44D00" w:rsidRDefault="00D44D00" w:rsidP="00D44D00">
      <w:r>
        <w:t>227.9886</w:t>
      </w:r>
      <w:r>
        <w:tab/>
        <w:t>7.484e1</w:t>
      </w:r>
    </w:p>
    <w:p w:rsidR="00D44D00" w:rsidRDefault="00D44D00" w:rsidP="00D44D00">
      <w:r>
        <w:t>228.0307</w:t>
      </w:r>
      <w:r>
        <w:tab/>
        <w:t>3.046e1</w:t>
      </w:r>
    </w:p>
    <w:p w:rsidR="00D44D00" w:rsidRDefault="00D44D00" w:rsidP="00D44D00">
      <w:r>
        <w:t>228.0345</w:t>
      </w:r>
      <w:r>
        <w:tab/>
        <w:t>2.624e1</w:t>
      </w:r>
    </w:p>
    <w:p w:rsidR="00D44D00" w:rsidRDefault="00D44D00" w:rsidP="00D44D00">
      <w:r>
        <w:t>228.0394</w:t>
      </w:r>
      <w:r>
        <w:tab/>
        <w:t>5.634e1</w:t>
      </w:r>
    </w:p>
    <w:p w:rsidR="00D44D00" w:rsidRDefault="00D44D00" w:rsidP="00D44D00">
      <w:r>
        <w:t>228.0408</w:t>
      </w:r>
      <w:r>
        <w:tab/>
        <w:t>9.171e1</w:t>
      </w:r>
    </w:p>
    <w:p w:rsidR="00D44D00" w:rsidRDefault="00D44D00" w:rsidP="00D44D00">
      <w:r>
        <w:t>228.0901</w:t>
      </w:r>
      <w:r>
        <w:tab/>
        <w:t>3.038e0</w:t>
      </w:r>
    </w:p>
    <w:p w:rsidR="00D44D00" w:rsidRDefault="00D44D00" w:rsidP="00D44D00">
      <w:r>
        <w:t>228.1011</w:t>
      </w:r>
      <w:r>
        <w:tab/>
        <w:t>3.038e0</w:t>
      </w:r>
    </w:p>
    <w:p w:rsidR="00D44D00" w:rsidRDefault="00D44D00" w:rsidP="00D44D00">
      <w:r>
        <w:t>228.1038</w:t>
      </w:r>
      <w:r>
        <w:tab/>
        <w:t>1.013e0</w:t>
      </w:r>
    </w:p>
    <w:p w:rsidR="00D44D00" w:rsidRDefault="00D44D00" w:rsidP="00D44D00">
      <w:r>
        <w:t>228.1156</w:t>
      </w:r>
      <w:r>
        <w:tab/>
        <w:t>1.013e0</w:t>
      </w:r>
    </w:p>
    <w:p w:rsidR="00D44D00" w:rsidRDefault="00D44D00" w:rsidP="00D44D00">
      <w:r>
        <w:t>228.1191</w:t>
      </w:r>
      <w:r>
        <w:tab/>
        <w:t>1.013e0</w:t>
      </w:r>
    </w:p>
    <w:p w:rsidR="00D44D00" w:rsidRDefault="00D44D00" w:rsidP="00D44D00">
      <w:r>
        <w:t>228.1424</w:t>
      </w:r>
      <w:r>
        <w:tab/>
        <w:t>3.038e0</w:t>
      </w:r>
    </w:p>
    <w:p w:rsidR="00D44D00" w:rsidRDefault="00D44D00" w:rsidP="00D44D00">
      <w:r>
        <w:t>228.1526</w:t>
      </w:r>
      <w:r>
        <w:tab/>
        <w:t>1.013e0</w:t>
      </w:r>
    </w:p>
    <w:p w:rsidR="00D44D00" w:rsidRDefault="00D44D00" w:rsidP="00D44D00">
      <w:r>
        <w:t>228.1637</w:t>
      </w:r>
      <w:r>
        <w:tab/>
        <w:t>4.051e0</w:t>
      </w:r>
    </w:p>
    <w:p w:rsidR="00D44D00" w:rsidRDefault="00D44D00" w:rsidP="00D44D00">
      <w:r>
        <w:lastRenderedPageBreak/>
        <w:t>228.1717</w:t>
      </w:r>
      <w:r>
        <w:tab/>
        <w:t>1.013e0</w:t>
      </w:r>
    </w:p>
    <w:p w:rsidR="00D44D00" w:rsidRDefault="00D44D00" w:rsidP="00D44D00">
      <w:r>
        <w:t>228.1809</w:t>
      </w:r>
      <w:r>
        <w:tab/>
        <w:t>2.025e0</w:t>
      </w:r>
    </w:p>
    <w:p w:rsidR="00D44D00" w:rsidRDefault="00D44D00" w:rsidP="00D44D00">
      <w:r>
        <w:t>228.1922</w:t>
      </w:r>
      <w:r>
        <w:tab/>
        <w:t>1.013e0</w:t>
      </w:r>
    </w:p>
    <w:p w:rsidR="00D44D00" w:rsidRDefault="00D44D00" w:rsidP="00D44D00">
      <w:r>
        <w:t>228.1973</w:t>
      </w:r>
      <w:r>
        <w:tab/>
        <w:t>5.241e0</w:t>
      </w:r>
    </w:p>
    <w:p w:rsidR="00D44D00" w:rsidRDefault="00D44D00" w:rsidP="00D44D00">
      <w:r>
        <w:t>228.2028</w:t>
      </w:r>
      <w:r>
        <w:tab/>
        <w:t>2.025e0</w:t>
      </w:r>
    </w:p>
    <w:p w:rsidR="00D44D00" w:rsidRDefault="00D44D00" w:rsidP="00D44D00">
      <w:r>
        <w:t>228.2281</w:t>
      </w:r>
      <w:r>
        <w:tab/>
        <w:t>1.013e0</w:t>
      </w:r>
    </w:p>
    <w:p w:rsidR="00D44D00" w:rsidRDefault="00D44D00" w:rsidP="00D44D00">
      <w:r>
        <w:t>228.2642</w:t>
      </w:r>
      <w:r>
        <w:tab/>
        <w:t>2.025e0</w:t>
      </w:r>
    </w:p>
    <w:p w:rsidR="00D44D00" w:rsidRDefault="00D44D00" w:rsidP="00D44D00">
      <w:r>
        <w:t>228.2925</w:t>
      </w:r>
      <w:r>
        <w:tab/>
        <w:t>1.013e0</w:t>
      </w:r>
    </w:p>
    <w:p w:rsidR="00D44D00" w:rsidRDefault="00D44D00" w:rsidP="00D44D00">
      <w:r>
        <w:t>228.3172</w:t>
      </w:r>
      <w:r>
        <w:tab/>
        <w:t>1.013e0</w:t>
      </w:r>
    </w:p>
    <w:p w:rsidR="00D44D00" w:rsidRDefault="00D44D00" w:rsidP="00D44D00">
      <w:r>
        <w:t>228.3667</w:t>
      </w:r>
      <w:r>
        <w:tab/>
        <w:t>3.038e0</w:t>
      </w:r>
    </w:p>
    <w:p w:rsidR="00D44D00" w:rsidRDefault="00D44D00" w:rsidP="00D44D00">
      <w:r>
        <w:t>228.3774</w:t>
      </w:r>
      <w:r>
        <w:tab/>
        <w:t>1.013e0</w:t>
      </w:r>
    </w:p>
    <w:p w:rsidR="00D44D00" w:rsidRDefault="00D44D00" w:rsidP="00D44D00">
      <w:r>
        <w:t>228.4275</w:t>
      </w:r>
      <w:r>
        <w:tab/>
        <w:t>2.025e0</w:t>
      </w:r>
    </w:p>
    <w:p w:rsidR="00D44D00" w:rsidRDefault="00D44D00" w:rsidP="00D44D00">
      <w:r>
        <w:t>228.4373</w:t>
      </w:r>
      <w:r>
        <w:tab/>
        <w:t>1.013e0</w:t>
      </w:r>
    </w:p>
    <w:p w:rsidR="00D44D00" w:rsidRDefault="00D44D00" w:rsidP="00D44D00">
      <w:r>
        <w:t>228.4574</w:t>
      </w:r>
      <w:r>
        <w:tab/>
        <w:t>1.013e0</w:t>
      </w:r>
    </w:p>
    <w:p w:rsidR="00D44D00" w:rsidRDefault="00D44D00" w:rsidP="00D44D00">
      <w:r>
        <w:t>228.4748</w:t>
      </w:r>
      <w:r>
        <w:tab/>
        <w:t>2.025e0</w:t>
      </w:r>
    </w:p>
    <w:p w:rsidR="00D44D00" w:rsidRDefault="00D44D00" w:rsidP="00D44D00">
      <w:r>
        <w:t>228.4979</w:t>
      </w:r>
      <w:r>
        <w:tab/>
        <w:t>2.025e0</w:t>
      </w:r>
    </w:p>
    <w:p w:rsidR="00D44D00" w:rsidRDefault="00D44D00" w:rsidP="00D44D00">
      <w:r>
        <w:t>228.5200</w:t>
      </w:r>
      <w:r>
        <w:tab/>
        <w:t>2.025e0</w:t>
      </w:r>
    </w:p>
    <w:p w:rsidR="00D44D00" w:rsidRDefault="00D44D00" w:rsidP="00D44D00">
      <w:r>
        <w:t>228.5294</w:t>
      </w:r>
      <w:r>
        <w:tab/>
        <w:t>1.013e0</w:t>
      </w:r>
    </w:p>
    <w:p w:rsidR="00D44D00" w:rsidRDefault="00D44D00" w:rsidP="00D44D00">
      <w:r>
        <w:t>228.5495</w:t>
      </w:r>
      <w:r>
        <w:tab/>
        <w:t>1.013e0</w:t>
      </w:r>
    </w:p>
    <w:p w:rsidR="00D44D00" w:rsidRDefault="00D44D00" w:rsidP="00D44D00">
      <w:r>
        <w:lastRenderedPageBreak/>
        <w:t>228.5622</w:t>
      </w:r>
      <w:r>
        <w:tab/>
        <w:t>1.013e0</w:t>
      </w:r>
    </w:p>
    <w:p w:rsidR="00D44D00" w:rsidRDefault="00D44D00" w:rsidP="00D44D00">
      <w:r>
        <w:t>228.5744</w:t>
      </w:r>
      <w:r>
        <w:tab/>
        <w:t>1.013e0</w:t>
      </w:r>
    </w:p>
    <w:p w:rsidR="00D44D00" w:rsidRDefault="00D44D00" w:rsidP="00D44D00">
      <w:r>
        <w:t>228.5818</w:t>
      </w:r>
      <w:r>
        <w:tab/>
        <w:t>1.013e0</w:t>
      </w:r>
    </w:p>
    <w:p w:rsidR="00D44D00" w:rsidRDefault="00D44D00" w:rsidP="00D44D00">
      <w:r>
        <w:t>228.5956</w:t>
      </w:r>
      <w:r>
        <w:tab/>
        <w:t>2.025e0</w:t>
      </w:r>
    </w:p>
    <w:p w:rsidR="00D44D00" w:rsidRDefault="00D44D00" w:rsidP="00D44D00">
      <w:r>
        <w:t>228.6181</w:t>
      </w:r>
      <w:r>
        <w:tab/>
        <w:t>1.013e0</w:t>
      </w:r>
    </w:p>
    <w:p w:rsidR="00D44D00" w:rsidRDefault="00D44D00" w:rsidP="00D44D00">
      <w:r>
        <w:t>228.6308</w:t>
      </w:r>
      <w:r>
        <w:tab/>
        <w:t>1.013e0</w:t>
      </w:r>
    </w:p>
    <w:p w:rsidR="00D44D00" w:rsidRDefault="00D44D00" w:rsidP="00D44D00">
      <w:r>
        <w:t>228.6502</w:t>
      </w:r>
      <w:r>
        <w:tab/>
        <w:t>1.013e0</w:t>
      </w:r>
    </w:p>
    <w:p w:rsidR="00D44D00" w:rsidRDefault="00D44D00" w:rsidP="00D44D00">
      <w:r>
        <w:t>228.6596</w:t>
      </w:r>
      <w:r>
        <w:tab/>
        <w:t>2.025e0</w:t>
      </w:r>
    </w:p>
    <w:p w:rsidR="00D44D00" w:rsidRDefault="00D44D00" w:rsidP="00D44D00">
      <w:r>
        <w:t>228.6784</w:t>
      </w:r>
      <w:r>
        <w:tab/>
        <w:t>2.025e0</w:t>
      </w:r>
    </w:p>
    <w:p w:rsidR="00D44D00" w:rsidRDefault="00D44D00" w:rsidP="00D44D00">
      <w:r>
        <w:t>228.7344</w:t>
      </w:r>
      <w:r>
        <w:tab/>
        <w:t>1.013e0</w:t>
      </w:r>
    </w:p>
    <w:p w:rsidR="00D44D00" w:rsidRDefault="00D44D00" w:rsidP="00D44D00">
      <w:r>
        <w:t>228.7390</w:t>
      </w:r>
      <w:r>
        <w:tab/>
        <w:t>1.013e0</w:t>
      </w:r>
    </w:p>
    <w:p w:rsidR="00D44D00" w:rsidRDefault="00D44D00" w:rsidP="00D44D00">
      <w:r>
        <w:t>228.7407</w:t>
      </w:r>
      <w:r>
        <w:tab/>
        <w:t>2.025e0</w:t>
      </w:r>
    </w:p>
    <w:p w:rsidR="00D44D00" w:rsidRDefault="00D44D00" w:rsidP="00D44D00">
      <w:r>
        <w:t>228.7785</w:t>
      </w:r>
      <w:r>
        <w:tab/>
        <w:t>1.013e0</w:t>
      </w:r>
    </w:p>
    <w:p w:rsidR="00D44D00" w:rsidRDefault="00D44D00" w:rsidP="00D44D00">
      <w:r>
        <w:t>228.8034</w:t>
      </w:r>
      <w:r>
        <w:tab/>
        <w:t>1.013e0</w:t>
      </w:r>
    </w:p>
    <w:p w:rsidR="00D44D00" w:rsidRDefault="00D44D00" w:rsidP="00D44D00">
      <w:r>
        <w:t>228.8232</w:t>
      </w:r>
      <w:r>
        <w:tab/>
        <w:t>1.013e0</w:t>
      </w:r>
    </w:p>
    <w:p w:rsidR="00D44D00" w:rsidRDefault="00D44D00" w:rsidP="00D44D00">
      <w:r>
        <w:t>228.8795</w:t>
      </w:r>
      <w:r>
        <w:tab/>
        <w:t>4.051e0</w:t>
      </w:r>
    </w:p>
    <w:p w:rsidR="00D44D00" w:rsidRDefault="00D44D00" w:rsidP="00D44D00">
      <w:r>
        <w:t>228.9285</w:t>
      </w:r>
      <w:r>
        <w:tab/>
        <w:t>1.013e0</w:t>
      </w:r>
    </w:p>
    <w:p w:rsidR="00D44D00" w:rsidRDefault="00D44D00" w:rsidP="00D44D00">
      <w:r>
        <w:t>228.9478</w:t>
      </w:r>
      <w:r>
        <w:tab/>
        <w:t>1.013e0</w:t>
      </w:r>
    </w:p>
    <w:p w:rsidR="00D44D00" w:rsidRDefault="00D44D00" w:rsidP="00D44D00">
      <w:r>
        <w:t>228.9817</w:t>
      </w:r>
      <w:r>
        <w:tab/>
        <w:t>5.063e0</w:t>
      </w:r>
    </w:p>
    <w:p w:rsidR="00D44D00" w:rsidRDefault="00D44D00" w:rsidP="00D44D00">
      <w:r>
        <w:lastRenderedPageBreak/>
        <w:t>228.9838</w:t>
      </w:r>
      <w:r>
        <w:tab/>
        <w:t>6.076e0</w:t>
      </w:r>
    </w:p>
    <w:p w:rsidR="00D44D00" w:rsidRDefault="00D44D00" w:rsidP="00D44D00">
      <w:r>
        <w:t>228.9957</w:t>
      </w:r>
      <w:r>
        <w:tab/>
        <w:t>4.624e0</w:t>
      </w:r>
    </w:p>
    <w:p w:rsidR="00D44D00" w:rsidRDefault="00D44D00" w:rsidP="00D44D00">
      <w:r>
        <w:t>229.0078</w:t>
      </w:r>
      <w:r>
        <w:tab/>
        <w:t>2.025e0</w:t>
      </w:r>
    </w:p>
    <w:p w:rsidR="00D44D00" w:rsidRDefault="00D44D00" w:rsidP="00D44D00">
      <w:r>
        <w:t>229.0232</w:t>
      </w:r>
      <w:r>
        <w:tab/>
        <w:t>1.013e0</w:t>
      </w:r>
    </w:p>
    <w:p w:rsidR="00D44D00" w:rsidRDefault="00D44D00" w:rsidP="00D44D00">
      <w:r>
        <w:t>229.0275</w:t>
      </w:r>
      <w:r>
        <w:tab/>
        <w:t>5.919e0</w:t>
      </w:r>
    </w:p>
    <w:p w:rsidR="00D44D00" w:rsidRDefault="00D44D00" w:rsidP="00D44D00">
      <w:r>
        <w:t>229.0434</w:t>
      </w:r>
      <w:r>
        <w:tab/>
        <w:t>1.237e1</w:t>
      </w:r>
    </w:p>
    <w:p w:rsidR="00D44D00" w:rsidRDefault="00D44D00" w:rsidP="00D44D00">
      <w:r>
        <w:t>229.0487</w:t>
      </w:r>
      <w:r>
        <w:tab/>
        <w:t>3.038e0</w:t>
      </w:r>
    </w:p>
    <w:p w:rsidR="00D44D00" w:rsidRDefault="00D44D00" w:rsidP="00D44D00">
      <w:r>
        <w:t>229.0906</w:t>
      </w:r>
      <w:r>
        <w:tab/>
        <w:t>2.025e0</w:t>
      </w:r>
    </w:p>
    <w:p w:rsidR="00D44D00" w:rsidRDefault="00D44D00" w:rsidP="00D44D00">
      <w:r>
        <w:t>229.0991</w:t>
      </w:r>
      <w:r>
        <w:tab/>
        <w:t>3.038e0</w:t>
      </w:r>
    </w:p>
    <w:p w:rsidR="00D44D00" w:rsidRDefault="00D44D00" w:rsidP="00D44D00">
      <w:r>
        <w:t>229.1287</w:t>
      </w:r>
      <w:r>
        <w:tab/>
        <w:t>1.013e0</w:t>
      </w:r>
    </w:p>
    <w:p w:rsidR="00D44D00" w:rsidRDefault="00D44D00" w:rsidP="00D44D00">
      <w:r>
        <w:t>229.1364</w:t>
      </w:r>
      <w:r>
        <w:tab/>
        <w:t>1.013e0</w:t>
      </w:r>
    </w:p>
    <w:p w:rsidR="00D44D00" w:rsidRDefault="00D44D00" w:rsidP="00D44D00">
      <w:r>
        <w:t>229.1483</w:t>
      </w:r>
      <w:r>
        <w:tab/>
        <w:t>1.013e0</w:t>
      </w:r>
    </w:p>
    <w:p w:rsidR="00D44D00" w:rsidRDefault="00D44D00" w:rsidP="00D44D00">
      <w:r>
        <w:t>229.1506</w:t>
      </w:r>
      <w:r>
        <w:tab/>
        <w:t>2.025e0</w:t>
      </w:r>
    </w:p>
    <w:p w:rsidR="00D44D00" w:rsidRDefault="00D44D00" w:rsidP="00D44D00">
      <w:r>
        <w:t>229.1658</w:t>
      </w:r>
      <w:r>
        <w:tab/>
        <w:t>1.013e0</w:t>
      </w:r>
    </w:p>
    <w:p w:rsidR="00D44D00" w:rsidRDefault="00D44D00" w:rsidP="00D44D00">
      <w:r>
        <w:t>229.1809</w:t>
      </w:r>
      <w:r>
        <w:tab/>
        <w:t>1.013e0</w:t>
      </w:r>
    </w:p>
    <w:p w:rsidR="00D44D00" w:rsidRDefault="00D44D00" w:rsidP="00D44D00">
      <w:r>
        <w:t>229.1851</w:t>
      </w:r>
      <w:r>
        <w:tab/>
        <w:t>1.013e0</w:t>
      </w:r>
    </w:p>
    <w:p w:rsidR="00D44D00" w:rsidRDefault="00D44D00" w:rsidP="00D44D00">
      <w:r>
        <w:t>229.2005</w:t>
      </w:r>
      <w:r>
        <w:tab/>
        <w:t>1.013e0</w:t>
      </w:r>
    </w:p>
    <w:p w:rsidR="00D44D00" w:rsidRDefault="00D44D00" w:rsidP="00D44D00">
      <w:r>
        <w:t>229.2177</w:t>
      </w:r>
      <w:r>
        <w:tab/>
        <w:t>1.013e0</w:t>
      </w:r>
    </w:p>
    <w:p w:rsidR="00D44D00" w:rsidRDefault="00D44D00" w:rsidP="00D44D00">
      <w:r>
        <w:t>229.2337</w:t>
      </w:r>
      <w:r>
        <w:tab/>
        <w:t>1.013e0</w:t>
      </w:r>
    </w:p>
    <w:p w:rsidR="00D44D00" w:rsidRDefault="00D44D00" w:rsidP="00D44D00">
      <w:r>
        <w:lastRenderedPageBreak/>
        <w:t>229.2373</w:t>
      </w:r>
      <w:r>
        <w:tab/>
        <w:t>1.013e0</w:t>
      </w:r>
    </w:p>
    <w:p w:rsidR="00D44D00" w:rsidRDefault="00D44D00" w:rsidP="00D44D00">
      <w:r>
        <w:t>229.2532</w:t>
      </w:r>
      <w:r>
        <w:tab/>
        <w:t>1.013e0</w:t>
      </w:r>
    </w:p>
    <w:p w:rsidR="00D44D00" w:rsidRDefault="00D44D00" w:rsidP="00D44D00">
      <w:r>
        <w:t>229.2695</w:t>
      </w:r>
      <w:r>
        <w:tab/>
        <w:t>1.013e0</w:t>
      </w:r>
    </w:p>
    <w:p w:rsidR="00D44D00" w:rsidRDefault="00D44D00" w:rsidP="00D44D00">
      <w:r>
        <w:t>229.2902</w:t>
      </w:r>
      <w:r>
        <w:tab/>
        <w:t>1.013e0</w:t>
      </w:r>
    </w:p>
    <w:p w:rsidR="00D44D00" w:rsidRDefault="00D44D00" w:rsidP="00D44D00">
      <w:r>
        <w:t>229.2980</w:t>
      </w:r>
      <w:r>
        <w:tab/>
        <w:t>1.013e0</w:t>
      </w:r>
    </w:p>
    <w:p w:rsidR="00D44D00" w:rsidRDefault="00D44D00" w:rsidP="00D44D00">
      <w:r>
        <w:t>229.3225</w:t>
      </w:r>
      <w:r>
        <w:tab/>
        <w:t>2.025e0</w:t>
      </w:r>
    </w:p>
    <w:p w:rsidR="00D44D00" w:rsidRDefault="00D44D00" w:rsidP="00D44D00">
      <w:r>
        <w:t>229.3256</w:t>
      </w:r>
      <w:r>
        <w:tab/>
        <w:t>1.013e0</w:t>
      </w:r>
    </w:p>
    <w:p w:rsidR="00D44D00" w:rsidRDefault="00D44D00" w:rsidP="00D44D00">
      <w:r>
        <w:t>229.3658</w:t>
      </w:r>
      <w:r>
        <w:tab/>
        <w:t>3.038e0</w:t>
      </w:r>
    </w:p>
    <w:p w:rsidR="00D44D00" w:rsidRDefault="00D44D00" w:rsidP="00D44D00">
      <w:r>
        <w:t>229.3860</w:t>
      </w:r>
      <w:r>
        <w:tab/>
        <w:t>1.013e0</w:t>
      </w:r>
    </w:p>
    <w:p w:rsidR="00D44D00" w:rsidRDefault="00D44D00" w:rsidP="00D44D00">
      <w:r>
        <w:t>229.3901</w:t>
      </w:r>
      <w:r>
        <w:tab/>
        <w:t>1.013e0</w:t>
      </w:r>
    </w:p>
    <w:p w:rsidR="00D44D00" w:rsidRDefault="00D44D00" w:rsidP="00D44D00">
      <w:r>
        <w:t>229.3944</w:t>
      </w:r>
      <w:r>
        <w:tab/>
        <w:t>1.013e0</w:t>
      </w:r>
    </w:p>
    <w:p w:rsidR="00D44D00" w:rsidRDefault="00D44D00" w:rsidP="00D44D00">
      <w:r>
        <w:t>229.4109</w:t>
      </w:r>
      <w:r>
        <w:tab/>
        <w:t>1.013e0</w:t>
      </w:r>
    </w:p>
    <w:p w:rsidR="00D44D00" w:rsidRDefault="00D44D00" w:rsidP="00D44D00">
      <w:r>
        <w:t>229.4595</w:t>
      </w:r>
      <w:r>
        <w:tab/>
        <w:t>1.013e0</w:t>
      </w:r>
    </w:p>
    <w:p w:rsidR="00D44D00" w:rsidRDefault="00D44D00" w:rsidP="00D44D00">
      <w:r>
        <w:t>229.4944</w:t>
      </w:r>
      <w:r>
        <w:tab/>
        <w:t>1.013e0</w:t>
      </w:r>
    </w:p>
    <w:p w:rsidR="00D44D00" w:rsidRDefault="00D44D00" w:rsidP="00D44D00">
      <w:r>
        <w:t>229.4981</w:t>
      </w:r>
      <w:r>
        <w:tab/>
        <w:t>1.013e0</w:t>
      </w:r>
    </w:p>
    <w:p w:rsidR="00D44D00" w:rsidRDefault="00D44D00" w:rsidP="00D44D00">
      <w:r>
        <w:t>229.5027</w:t>
      </w:r>
      <w:r>
        <w:tab/>
        <w:t>1.013e0</w:t>
      </w:r>
    </w:p>
    <w:p w:rsidR="00D44D00" w:rsidRDefault="00D44D00" w:rsidP="00D44D00">
      <w:r>
        <w:t>229.5200</w:t>
      </w:r>
      <w:r>
        <w:tab/>
        <w:t>1.013e0</w:t>
      </w:r>
    </w:p>
    <w:p w:rsidR="00D44D00" w:rsidRDefault="00D44D00" w:rsidP="00D44D00">
      <w:r>
        <w:t>229.5433</w:t>
      </w:r>
      <w:r>
        <w:tab/>
        <w:t>1.013e0</w:t>
      </w:r>
    </w:p>
    <w:p w:rsidR="00D44D00" w:rsidRDefault="00D44D00" w:rsidP="00D44D00">
      <w:r>
        <w:t>229.5673</w:t>
      </w:r>
      <w:r>
        <w:tab/>
        <w:t>3.038e0</w:t>
      </w:r>
    </w:p>
    <w:p w:rsidR="00D44D00" w:rsidRDefault="00D44D00" w:rsidP="00D44D00">
      <w:r>
        <w:lastRenderedPageBreak/>
        <w:t>229.5718</w:t>
      </w:r>
      <w:r>
        <w:tab/>
        <w:t>1.013e0</w:t>
      </w:r>
    </w:p>
    <w:p w:rsidR="00D44D00" w:rsidRDefault="00D44D00" w:rsidP="00D44D00">
      <w:r>
        <w:t>229.5842</w:t>
      </w:r>
      <w:r>
        <w:tab/>
        <w:t>2.025e0</w:t>
      </w:r>
    </w:p>
    <w:p w:rsidR="00D44D00" w:rsidRDefault="00D44D00" w:rsidP="00D44D00">
      <w:r>
        <w:t>229.6194</w:t>
      </w:r>
      <w:r>
        <w:tab/>
        <w:t>3.038e0</w:t>
      </w:r>
    </w:p>
    <w:p w:rsidR="00D44D00" w:rsidRDefault="00D44D00" w:rsidP="00D44D00">
      <w:r>
        <w:t>229.6223</w:t>
      </w:r>
      <w:r>
        <w:tab/>
        <w:t>2.025e0</w:t>
      </w:r>
    </w:p>
    <w:p w:rsidR="00D44D00" w:rsidRDefault="00D44D00" w:rsidP="00D44D00">
      <w:r>
        <w:t>229.6481</w:t>
      </w:r>
      <w:r>
        <w:tab/>
        <w:t>1.013e0</w:t>
      </w:r>
    </w:p>
    <w:p w:rsidR="00D44D00" w:rsidRDefault="00D44D00" w:rsidP="00D44D00">
      <w:r>
        <w:t>229.7103</w:t>
      </w:r>
      <w:r>
        <w:tab/>
        <w:t>5.063e0</w:t>
      </w:r>
    </w:p>
    <w:p w:rsidR="00D44D00" w:rsidRDefault="00D44D00" w:rsidP="00D44D00">
      <w:r>
        <w:t>229.7613</w:t>
      </w:r>
      <w:r>
        <w:tab/>
        <w:t>2.025e0</w:t>
      </w:r>
    </w:p>
    <w:p w:rsidR="00D44D00" w:rsidRDefault="00D44D00" w:rsidP="00D44D00">
      <w:r>
        <w:t>229.7808</w:t>
      </w:r>
      <w:r>
        <w:tab/>
        <w:t>1.013e0</w:t>
      </w:r>
    </w:p>
    <w:p w:rsidR="00D44D00" w:rsidRDefault="00D44D00" w:rsidP="00D44D00">
      <w:r>
        <w:t>229.7844</w:t>
      </w:r>
      <w:r>
        <w:tab/>
        <w:t>1.013e0</w:t>
      </w:r>
    </w:p>
    <w:p w:rsidR="00D44D00" w:rsidRDefault="00D44D00" w:rsidP="00D44D00">
      <w:r>
        <w:t>229.8053</w:t>
      </w:r>
      <w:r>
        <w:tab/>
        <w:t>1.013e0</w:t>
      </w:r>
    </w:p>
    <w:p w:rsidR="00D44D00" w:rsidRDefault="00D44D00" w:rsidP="00D44D00">
      <w:r>
        <w:t>229.8237</w:t>
      </w:r>
      <w:r>
        <w:tab/>
        <w:t>2.025e0</w:t>
      </w:r>
    </w:p>
    <w:p w:rsidR="00D44D00" w:rsidRDefault="00D44D00" w:rsidP="00D44D00">
      <w:r>
        <w:t>229.8331</w:t>
      </w:r>
      <w:r>
        <w:tab/>
        <w:t>1.013e0</w:t>
      </w:r>
    </w:p>
    <w:p w:rsidR="00D44D00" w:rsidRDefault="00D44D00" w:rsidP="00D44D00">
      <w:r>
        <w:t>229.8450</w:t>
      </w:r>
      <w:r>
        <w:tab/>
        <w:t>1.013e0</w:t>
      </w:r>
    </w:p>
    <w:p w:rsidR="00D44D00" w:rsidRDefault="00D44D00" w:rsidP="00D44D00">
      <w:r>
        <w:t>229.8529</w:t>
      </w:r>
      <w:r>
        <w:tab/>
        <w:t>1.013e0</w:t>
      </w:r>
    </w:p>
    <w:p w:rsidR="00D44D00" w:rsidRDefault="00D44D00" w:rsidP="00D44D00">
      <w:r>
        <w:t>229.8818</w:t>
      </w:r>
      <w:r>
        <w:tab/>
        <w:t>1.013e0</w:t>
      </w:r>
    </w:p>
    <w:p w:rsidR="00D44D00" w:rsidRDefault="00D44D00" w:rsidP="00D44D00">
      <w:r>
        <w:t>229.9013</w:t>
      </w:r>
      <w:r>
        <w:tab/>
        <w:t>1.013e0</w:t>
      </w:r>
    </w:p>
    <w:p w:rsidR="00D44D00" w:rsidRDefault="00D44D00" w:rsidP="00D44D00">
      <w:r>
        <w:t>229.9261</w:t>
      </w:r>
      <w:r>
        <w:tab/>
        <w:t>1.013e0</w:t>
      </w:r>
    </w:p>
    <w:p w:rsidR="00D44D00" w:rsidRDefault="00D44D00" w:rsidP="00D44D00">
      <w:r>
        <w:t>229.9464</w:t>
      </w:r>
      <w:r>
        <w:tab/>
        <w:t>1.013e0</w:t>
      </w:r>
    </w:p>
    <w:p w:rsidR="00D44D00" w:rsidRDefault="00D44D00" w:rsidP="00D44D00">
      <w:r>
        <w:t>229.9657</w:t>
      </w:r>
      <w:r>
        <w:tab/>
        <w:t>1.013e0</w:t>
      </w:r>
    </w:p>
    <w:p w:rsidR="00D44D00" w:rsidRDefault="00D44D00" w:rsidP="00D44D00">
      <w:r>
        <w:lastRenderedPageBreak/>
        <w:t>230.0051</w:t>
      </w:r>
      <w:r>
        <w:tab/>
        <w:t>5.674e0</w:t>
      </w:r>
    </w:p>
    <w:p w:rsidR="00D44D00" w:rsidRDefault="00D44D00" w:rsidP="00D44D00">
      <w:r>
        <w:t>230.0353</w:t>
      </w:r>
      <w:r>
        <w:tab/>
        <w:t>1.154e1</w:t>
      </w:r>
    </w:p>
    <w:p w:rsidR="00D44D00" w:rsidRDefault="00D44D00" w:rsidP="00D44D00">
      <w:r>
        <w:t>230.0398</w:t>
      </w:r>
      <w:r>
        <w:tab/>
        <w:t>1.523e2</w:t>
      </w:r>
    </w:p>
    <w:p w:rsidR="00D44D00" w:rsidRDefault="00D44D00" w:rsidP="00D44D00">
      <w:r>
        <w:t>230.0434</w:t>
      </w:r>
      <w:r>
        <w:tab/>
        <w:t>2.177e1</w:t>
      </w:r>
    </w:p>
    <w:p w:rsidR="00D44D00" w:rsidRDefault="00D44D00" w:rsidP="00D44D00">
      <w:r>
        <w:t>230.0595</w:t>
      </w:r>
      <w:r>
        <w:tab/>
        <w:t>1.418e1</w:t>
      </w:r>
    </w:p>
    <w:p w:rsidR="00D44D00" w:rsidRDefault="00D44D00" w:rsidP="00D44D00">
      <w:r>
        <w:t>230.1119</w:t>
      </w:r>
      <w:r>
        <w:tab/>
        <w:t>2.025e0</w:t>
      </w:r>
    </w:p>
    <w:p w:rsidR="00D44D00" w:rsidRDefault="00D44D00" w:rsidP="00D44D00">
      <w:r>
        <w:t>230.1159</w:t>
      </w:r>
      <w:r>
        <w:tab/>
        <w:t>1.013e0</w:t>
      </w:r>
    </w:p>
    <w:p w:rsidR="00D44D00" w:rsidRDefault="00D44D00" w:rsidP="00D44D00">
      <w:r>
        <w:t>230.1234</w:t>
      </w:r>
      <w:r>
        <w:tab/>
        <w:t>2.025e0</w:t>
      </w:r>
    </w:p>
    <w:p w:rsidR="00D44D00" w:rsidRDefault="00D44D00" w:rsidP="00D44D00">
      <w:r>
        <w:t>230.1351</w:t>
      </w:r>
      <w:r>
        <w:tab/>
        <w:t>1.013e0</w:t>
      </w:r>
    </w:p>
    <w:p w:rsidR="00D44D00" w:rsidRDefault="00D44D00" w:rsidP="00D44D00">
      <w:r>
        <w:t>230.1429</w:t>
      </w:r>
      <w:r>
        <w:tab/>
        <w:t>1.013e0</w:t>
      </w:r>
    </w:p>
    <w:p w:rsidR="00D44D00" w:rsidRDefault="00D44D00" w:rsidP="00D44D00">
      <w:r>
        <w:t>230.1599</w:t>
      </w:r>
      <w:r>
        <w:tab/>
        <w:t>1.013e0</w:t>
      </w:r>
    </w:p>
    <w:p w:rsidR="00D44D00" w:rsidRDefault="00D44D00" w:rsidP="00D44D00">
      <w:r>
        <w:t>230.1799</w:t>
      </w:r>
      <w:r>
        <w:tab/>
        <w:t>2.025e0</w:t>
      </w:r>
    </w:p>
    <w:p w:rsidR="00D44D00" w:rsidRDefault="00D44D00" w:rsidP="00D44D00">
      <w:r>
        <w:t>230.1877</w:t>
      </w:r>
      <w:r>
        <w:tab/>
        <w:t>1.013e0</w:t>
      </w:r>
    </w:p>
    <w:p w:rsidR="00D44D00" w:rsidRDefault="00D44D00" w:rsidP="00D44D00">
      <w:r>
        <w:t>230.1919</w:t>
      </w:r>
      <w:r>
        <w:tab/>
        <w:t>1.013e0</w:t>
      </w:r>
    </w:p>
    <w:p w:rsidR="00D44D00" w:rsidRDefault="00D44D00" w:rsidP="00D44D00">
      <w:r>
        <w:t>230.2076</w:t>
      </w:r>
      <w:r>
        <w:tab/>
        <w:t>1.013e0</w:t>
      </w:r>
    </w:p>
    <w:p w:rsidR="00D44D00" w:rsidRDefault="00D44D00" w:rsidP="00D44D00">
      <w:r>
        <w:t>230.2387</w:t>
      </w:r>
      <w:r>
        <w:tab/>
        <w:t>2.025e0</w:t>
      </w:r>
    </w:p>
    <w:p w:rsidR="00D44D00" w:rsidRDefault="00D44D00" w:rsidP="00D44D00">
      <w:r>
        <w:t>230.2501</w:t>
      </w:r>
      <w:r>
        <w:tab/>
        <w:t>3.038e0</w:t>
      </w:r>
    </w:p>
    <w:p w:rsidR="00D44D00" w:rsidRDefault="00D44D00" w:rsidP="00D44D00">
      <w:r>
        <w:t>230.2579</w:t>
      </w:r>
      <w:r>
        <w:tab/>
        <w:t>2.025e0</w:t>
      </w:r>
    </w:p>
    <w:p w:rsidR="00D44D00" w:rsidRDefault="00D44D00" w:rsidP="00D44D00">
      <w:r>
        <w:t>230.2812</w:t>
      </w:r>
      <w:r>
        <w:tab/>
        <w:t>1.013e0</w:t>
      </w:r>
    </w:p>
    <w:p w:rsidR="00D44D00" w:rsidRDefault="00D44D00" w:rsidP="00D44D00">
      <w:r>
        <w:lastRenderedPageBreak/>
        <w:t>230.2856</w:t>
      </w:r>
      <w:r>
        <w:tab/>
        <w:t>1.013e0</w:t>
      </w:r>
    </w:p>
    <w:p w:rsidR="00D44D00" w:rsidRDefault="00D44D00" w:rsidP="00D44D00">
      <w:r>
        <w:t>230.3899</w:t>
      </w:r>
      <w:r>
        <w:tab/>
        <w:t>1.013e0</w:t>
      </w:r>
    </w:p>
    <w:p w:rsidR="00D44D00" w:rsidRDefault="00D44D00" w:rsidP="00D44D00">
      <w:r>
        <w:t>230.4060</w:t>
      </w:r>
      <w:r>
        <w:tab/>
        <w:t>2.025e0</w:t>
      </w:r>
    </w:p>
    <w:p w:rsidR="00D44D00" w:rsidRDefault="00D44D00" w:rsidP="00D44D00">
      <w:r>
        <w:t>230.4180</w:t>
      </w:r>
      <w:r>
        <w:tab/>
        <w:t>1.013e0</w:t>
      </w:r>
    </w:p>
    <w:p w:rsidR="00D44D00" w:rsidRDefault="00D44D00" w:rsidP="00D44D00">
      <w:r>
        <w:t>230.4216</w:t>
      </w:r>
      <w:r>
        <w:tab/>
        <w:t>1.013e0</w:t>
      </w:r>
    </w:p>
    <w:p w:rsidR="00D44D00" w:rsidRDefault="00D44D00" w:rsidP="00D44D00">
      <w:r>
        <w:t>230.4629</w:t>
      </w:r>
      <w:r>
        <w:tab/>
        <w:t>1.013e0</w:t>
      </w:r>
    </w:p>
    <w:p w:rsidR="00D44D00" w:rsidRDefault="00D44D00" w:rsidP="00D44D00">
      <w:r>
        <w:t>230.4665</w:t>
      </w:r>
      <w:r>
        <w:tab/>
        <w:t>2.025e0</w:t>
      </w:r>
    </w:p>
    <w:p w:rsidR="00D44D00" w:rsidRDefault="00D44D00" w:rsidP="00D44D00">
      <w:r>
        <w:t>230.4742</w:t>
      </w:r>
      <w:r>
        <w:tab/>
        <w:t>1.013e0</w:t>
      </w:r>
    </w:p>
    <w:p w:rsidR="00D44D00" w:rsidRDefault="00D44D00" w:rsidP="00D44D00">
      <w:r>
        <w:t>230.4995</w:t>
      </w:r>
      <w:r>
        <w:tab/>
        <w:t>2.025e0</w:t>
      </w:r>
    </w:p>
    <w:p w:rsidR="00D44D00" w:rsidRDefault="00D44D00" w:rsidP="00D44D00">
      <w:r>
        <w:t>230.5023</w:t>
      </w:r>
      <w:r>
        <w:tab/>
        <w:t>1.013e0</w:t>
      </w:r>
    </w:p>
    <w:p w:rsidR="00D44D00" w:rsidRDefault="00D44D00" w:rsidP="00D44D00">
      <w:r>
        <w:t>230.5503</w:t>
      </w:r>
      <w:r>
        <w:tab/>
        <w:t>1.013e0</w:t>
      </w:r>
    </w:p>
    <w:p w:rsidR="00D44D00" w:rsidRDefault="00D44D00" w:rsidP="00D44D00">
      <w:r>
        <w:t>230.5587</w:t>
      </w:r>
      <w:r>
        <w:tab/>
        <w:t>1.013e0</w:t>
      </w:r>
    </w:p>
    <w:p w:rsidR="00D44D00" w:rsidRDefault="00D44D00" w:rsidP="00D44D00">
      <w:r>
        <w:t>230.5670</w:t>
      </w:r>
      <w:r>
        <w:tab/>
        <w:t>2.025e0</w:t>
      </w:r>
    </w:p>
    <w:p w:rsidR="00D44D00" w:rsidRDefault="00D44D00" w:rsidP="00D44D00">
      <w:r>
        <w:t>230.5735</w:t>
      </w:r>
      <w:r>
        <w:tab/>
        <w:t>3.038e0</w:t>
      </w:r>
    </w:p>
    <w:p w:rsidR="00D44D00" w:rsidRDefault="00D44D00" w:rsidP="00D44D00">
      <w:r>
        <w:t>230.5799</w:t>
      </w:r>
      <w:r>
        <w:tab/>
        <w:t>2.025e0</w:t>
      </w:r>
    </w:p>
    <w:p w:rsidR="00D44D00" w:rsidRDefault="00D44D00" w:rsidP="00D44D00">
      <w:r>
        <w:t>230.6197</w:t>
      </w:r>
      <w:r>
        <w:tab/>
        <w:t>1.013e0</w:t>
      </w:r>
    </w:p>
    <w:p w:rsidR="00D44D00" w:rsidRDefault="00D44D00" w:rsidP="00D44D00">
      <w:r>
        <w:t>230.6238</w:t>
      </w:r>
      <w:r>
        <w:tab/>
        <w:t>1.013e0</w:t>
      </w:r>
    </w:p>
    <w:p w:rsidR="00D44D00" w:rsidRDefault="00D44D00" w:rsidP="00D44D00">
      <w:r>
        <w:t>230.6400</w:t>
      </w:r>
      <w:r>
        <w:tab/>
        <w:t>1.013e0</w:t>
      </w:r>
    </w:p>
    <w:p w:rsidR="00D44D00" w:rsidRDefault="00D44D00" w:rsidP="00D44D00">
      <w:r>
        <w:t>230.6441</w:t>
      </w:r>
      <w:r>
        <w:tab/>
        <w:t>1.013e0</w:t>
      </w:r>
    </w:p>
    <w:p w:rsidR="00D44D00" w:rsidRDefault="00D44D00" w:rsidP="00D44D00">
      <w:r>
        <w:lastRenderedPageBreak/>
        <w:t>230.6758</w:t>
      </w:r>
      <w:r>
        <w:tab/>
        <w:t>1.013e0</w:t>
      </w:r>
    </w:p>
    <w:p w:rsidR="00D44D00" w:rsidRDefault="00D44D00" w:rsidP="00D44D00">
      <w:r>
        <w:t>230.6888</w:t>
      </w:r>
      <w:r>
        <w:tab/>
        <w:t>1.013e0</w:t>
      </w:r>
    </w:p>
    <w:p w:rsidR="00D44D00" w:rsidRDefault="00D44D00" w:rsidP="00D44D00">
      <w:r>
        <w:t>230.7667</w:t>
      </w:r>
      <w:r>
        <w:tab/>
        <w:t>2.025e0</w:t>
      </w:r>
    </w:p>
    <w:p w:rsidR="00D44D00" w:rsidRDefault="00D44D00" w:rsidP="00D44D00">
      <w:r>
        <w:t>230.7845</w:t>
      </w:r>
      <w:r>
        <w:tab/>
        <w:t>3.038e0</w:t>
      </w:r>
    </w:p>
    <w:p w:rsidR="00D44D00" w:rsidRDefault="00D44D00" w:rsidP="00D44D00">
      <w:r>
        <w:t>230.8038</w:t>
      </w:r>
      <w:r>
        <w:tab/>
        <w:t>2.025e0</w:t>
      </w:r>
    </w:p>
    <w:p w:rsidR="00D44D00" w:rsidRDefault="00D44D00" w:rsidP="00D44D00">
      <w:r>
        <w:t>230.8291</w:t>
      </w:r>
      <w:r>
        <w:tab/>
        <w:t>1.013e0</w:t>
      </w:r>
    </w:p>
    <w:p w:rsidR="00D44D00" w:rsidRDefault="00D44D00" w:rsidP="00D44D00">
      <w:r>
        <w:t>230.8353</w:t>
      </w:r>
      <w:r>
        <w:tab/>
        <w:t>3.038e0</w:t>
      </w:r>
    </w:p>
    <w:p w:rsidR="00D44D00" w:rsidRDefault="00D44D00" w:rsidP="00D44D00">
      <w:r>
        <w:t>230.8453</w:t>
      </w:r>
      <w:r>
        <w:tab/>
        <w:t>2.025e0</w:t>
      </w:r>
    </w:p>
    <w:p w:rsidR="00D44D00" w:rsidRDefault="00D44D00" w:rsidP="00D44D00">
      <w:r>
        <w:t>230.8666</w:t>
      </w:r>
      <w:r>
        <w:tab/>
        <w:t>1.013e0</w:t>
      </w:r>
    </w:p>
    <w:p w:rsidR="00D44D00" w:rsidRDefault="00D44D00" w:rsidP="00D44D00">
      <w:r>
        <w:t>230.9149</w:t>
      </w:r>
      <w:r>
        <w:tab/>
        <w:t>1.013e0</w:t>
      </w:r>
    </w:p>
    <w:p w:rsidR="00D44D00" w:rsidRDefault="00D44D00" w:rsidP="00D44D00">
      <w:r>
        <w:t>230.9306</w:t>
      </w:r>
      <w:r>
        <w:tab/>
        <w:t>2.025e0</w:t>
      </w:r>
    </w:p>
    <w:p w:rsidR="00D44D00" w:rsidRDefault="00D44D00" w:rsidP="00D44D00">
      <w:r>
        <w:t>230.9871</w:t>
      </w:r>
      <w:r>
        <w:tab/>
        <w:t>1.013e0</w:t>
      </w:r>
    </w:p>
    <w:p w:rsidR="00D44D00" w:rsidRDefault="00D44D00" w:rsidP="00D44D00">
      <w:r>
        <w:t>231.0066</w:t>
      </w:r>
      <w:r>
        <w:tab/>
        <w:t>1.013e0</w:t>
      </w:r>
    </w:p>
    <w:p w:rsidR="00D44D00" w:rsidRDefault="00D44D00" w:rsidP="00D44D00">
      <w:r>
        <w:t>231.0395</w:t>
      </w:r>
      <w:r>
        <w:tab/>
        <w:t>6.869e0</w:t>
      </w:r>
    </w:p>
    <w:p w:rsidR="00D44D00" w:rsidRDefault="00D44D00" w:rsidP="00D44D00">
      <w:r>
        <w:t>231.0413</w:t>
      </w:r>
      <w:r>
        <w:tab/>
        <w:t>1.350e1</w:t>
      </w:r>
    </w:p>
    <w:p w:rsidR="00D44D00" w:rsidRDefault="00D44D00" w:rsidP="00D44D00">
      <w:r>
        <w:t>231.0459</w:t>
      </w:r>
      <w:r>
        <w:tab/>
        <w:t>4.676e0</w:t>
      </w:r>
    </w:p>
    <w:p w:rsidR="00D44D00" w:rsidRDefault="00D44D00" w:rsidP="00D44D00">
      <w:r>
        <w:t>231.0578</w:t>
      </w:r>
      <w:r>
        <w:tab/>
        <w:t>3.841e0</w:t>
      </w:r>
    </w:p>
    <w:p w:rsidR="00D44D00" w:rsidRDefault="00D44D00" w:rsidP="00D44D00">
      <w:r>
        <w:t>231.0754</w:t>
      </w:r>
      <w:r>
        <w:tab/>
        <w:t>3.995e0</w:t>
      </w:r>
    </w:p>
    <w:p w:rsidR="00D44D00" w:rsidRDefault="00D44D00" w:rsidP="00D44D00">
      <w:r>
        <w:t>231.0904</w:t>
      </w:r>
      <w:r>
        <w:tab/>
        <w:t>5.063e0</w:t>
      </w:r>
    </w:p>
    <w:p w:rsidR="00D44D00" w:rsidRDefault="00D44D00" w:rsidP="00D44D00">
      <w:r>
        <w:lastRenderedPageBreak/>
        <w:t>231.1019</w:t>
      </w:r>
      <w:r>
        <w:tab/>
        <w:t>4.051e0</w:t>
      </w:r>
    </w:p>
    <w:p w:rsidR="00D44D00" w:rsidRDefault="00D44D00" w:rsidP="00D44D00">
      <w:r>
        <w:t>231.1040</w:t>
      </w:r>
      <w:r>
        <w:tab/>
        <w:t>8.101e0</w:t>
      </w:r>
    </w:p>
    <w:p w:rsidR="00D44D00" w:rsidRDefault="00D44D00" w:rsidP="00D44D00">
      <w:r>
        <w:t>231.1496</w:t>
      </w:r>
      <w:r>
        <w:tab/>
        <w:t>1.013e0</w:t>
      </w:r>
    </w:p>
    <w:p w:rsidR="00D44D00" w:rsidRDefault="00D44D00" w:rsidP="00D44D00">
      <w:r>
        <w:t>231.1608</w:t>
      </w:r>
      <w:r>
        <w:tab/>
        <w:t>1.013e0</w:t>
      </w:r>
    </w:p>
    <w:p w:rsidR="00D44D00" w:rsidRDefault="00D44D00" w:rsidP="00D44D00">
      <w:r>
        <w:t>231.1710</w:t>
      </w:r>
      <w:r>
        <w:tab/>
        <w:t>4.051e0</w:t>
      </w:r>
    </w:p>
    <w:p w:rsidR="00D44D00" w:rsidRDefault="00D44D00" w:rsidP="00D44D00">
      <w:r>
        <w:t>231.1973</w:t>
      </w:r>
      <w:r>
        <w:tab/>
        <w:t>3.038e0</w:t>
      </w:r>
    </w:p>
    <w:p w:rsidR="00D44D00" w:rsidRDefault="00D44D00" w:rsidP="00D44D00">
      <w:r>
        <w:t>231.2097</w:t>
      </w:r>
      <w:r>
        <w:tab/>
        <w:t>1.013e0</w:t>
      </w:r>
    </w:p>
    <w:p w:rsidR="00D44D00" w:rsidRDefault="00D44D00" w:rsidP="00D44D00">
      <w:r>
        <w:t>231.2454</w:t>
      </w:r>
      <w:r>
        <w:tab/>
        <w:t>2.025e0</w:t>
      </w:r>
    </w:p>
    <w:p w:rsidR="00D44D00" w:rsidRDefault="00D44D00" w:rsidP="00D44D00">
      <w:r>
        <w:t>231.3148</w:t>
      </w:r>
      <w:r>
        <w:tab/>
        <w:t>1.013e0</w:t>
      </w:r>
    </w:p>
    <w:p w:rsidR="00D44D00" w:rsidRDefault="00D44D00" w:rsidP="00D44D00">
      <w:r>
        <w:t>231.3174</w:t>
      </w:r>
      <w:r>
        <w:tab/>
        <w:t>2.025e0</w:t>
      </w:r>
    </w:p>
    <w:p w:rsidR="00D44D00" w:rsidRDefault="00D44D00" w:rsidP="00D44D00">
      <w:r>
        <w:t>231.3484</w:t>
      </w:r>
      <w:r>
        <w:tab/>
        <w:t>2.025e0</w:t>
      </w:r>
    </w:p>
    <w:p w:rsidR="00D44D00" w:rsidRDefault="00D44D00" w:rsidP="00D44D00">
      <w:r>
        <w:t>231.4066</w:t>
      </w:r>
      <w:r>
        <w:tab/>
        <w:t>2.025e0</w:t>
      </w:r>
    </w:p>
    <w:p w:rsidR="00D44D00" w:rsidRDefault="00D44D00" w:rsidP="00D44D00">
      <w:r>
        <w:t>231.4236</w:t>
      </w:r>
      <w:r>
        <w:tab/>
        <w:t>1.013e0</w:t>
      </w:r>
    </w:p>
    <w:p w:rsidR="00D44D00" w:rsidRDefault="00D44D00" w:rsidP="00D44D00">
      <w:r>
        <w:t>231.4636</w:t>
      </w:r>
      <w:r>
        <w:tab/>
        <w:t>1.013e0</w:t>
      </w:r>
    </w:p>
    <w:p w:rsidR="00D44D00" w:rsidRDefault="00D44D00" w:rsidP="00D44D00">
      <w:r>
        <w:t>231.4715</w:t>
      </w:r>
      <w:r>
        <w:tab/>
        <w:t>1.013e0</w:t>
      </w:r>
    </w:p>
    <w:p w:rsidR="00D44D00" w:rsidRDefault="00D44D00" w:rsidP="00D44D00">
      <w:r>
        <w:t>231.4966</w:t>
      </w:r>
      <w:r>
        <w:tab/>
        <w:t>2.025e0</w:t>
      </w:r>
    </w:p>
    <w:p w:rsidR="00D44D00" w:rsidRDefault="00D44D00" w:rsidP="00D44D00">
      <w:r>
        <w:t>231.5028</w:t>
      </w:r>
      <w:r>
        <w:tab/>
        <w:t>2.025e0</w:t>
      </w:r>
    </w:p>
    <w:p w:rsidR="00D44D00" w:rsidRDefault="00D44D00" w:rsidP="00D44D00">
      <w:r>
        <w:t>231.5189</w:t>
      </w:r>
      <w:r>
        <w:tab/>
        <w:t>3.038e0</w:t>
      </w:r>
    </w:p>
    <w:p w:rsidR="00D44D00" w:rsidRDefault="00D44D00" w:rsidP="00D44D00">
      <w:r>
        <w:t>231.5411</w:t>
      </w:r>
      <w:r>
        <w:tab/>
        <w:t>1.013e0</w:t>
      </w:r>
    </w:p>
    <w:p w:rsidR="00D44D00" w:rsidRDefault="00D44D00" w:rsidP="00D44D00">
      <w:r>
        <w:lastRenderedPageBreak/>
        <w:t>231.5447</w:t>
      </w:r>
      <w:r>
        <w:tab/>
        <w:t>2.025e0</w:t>
      </w:r>
    </w:p>
    <w:p w:rsidR="00D44D00" w:rsidRDefault="00D44D00" w:rsidP="00D44D00">
      <w:r>
        <w:t>231.6293</w:t>
      </w:r>
      <w:r>
        <w:tab/>
        <w:t>1.013e0</w:t>
      </w:r>
    </w:p>
    <w:p w:rsidR="00D44D00" w:rsidRDefault="00D44D00" w:rsidP="00D44D00">
      <w:r>
        <w:t>231.6335</w:t>
      </w:r>
      <w:r>
        <w:tab/>
        <w:t>1.013e0</w:t>
      </w:r>
    </w:p>
    <w:p w:rsidR="00D44D00" w:rsidRDefault="00D44D00" w:rsidP="00D44D00">
      <w:r>
        <w:t>231.6668</w:t>
      </w:r>
      <w:r>
        <w:tab/>
        <w:t>1.013e0</w:t>
      </w:r>
    </w:p>
    <w:p w:rsidR="00D44D00" w:rsidRDefault="00D44D00" w:rsidP="00D44D00">
      <w:r>
        <w:t>231.6685</w:t>
      </w:r>
      <w:r>
        <w:tab/>
        <w:t>2.025e0</w:t>
      </w:r>
    </w:p>
    <w:p w:rsidR="00D44D00" w:rsidRDefault="00D44D00" w:rsidP="00D44D00">
      <w:r>
        <w:t>231.6939</w:t>
      </w:r>
      <w:r>
        <w:tab/>
        <w:t>1.013e0</w:t>
      </w:r>
    </w:p>
    <w:p w:rsidR="00D44D00" w:rsidRDefault="00D44D00" w:rsidP="00D44D00">
      <w:r>
        <w:t>231.7232</w:t>
      </w:r>
      <w:r>
        <w:tab/>
        <w:t>1.013e0</w:t>
      </w:r>
    </w:p>
    <w:p w:rsidR="00D44D00" w:rsidRDefault="00D44D00" w:rsidP="00D44D00">
      <w:r>
        <w:t>231.7426</w:t>
      </w:r>
      <w:r>
        <w:tab/>
        <w:t>1.013e0</w:t>
      </w:r>
    </w:p>
    <w:p w:rsidR="00D44D00" w:rsidRDefault="00D44D00" w:rsidP="00D44D00">
      <w:r>
        <w:t>231.7542</w:t>
      </w:r>
      <w:r>
        <w:tab/>
        <w:t>1.013e0</w:t>
      </w:r>
    </w:p>
    <w:p w:rsidR="00D44D00" w:rsidRDefault="00D44D00" w:rsidP="00D44D00">
      <w:r>
        <w:t>231.8189</w:t>
      </w:r>
      <w:r>
        <w:tab/>
        <w:t>4.051e0</w:t>
      </w:r>
    </w:p>
    <w:p w:rsidR="00D44D00" w:rsidRDefault="00D44D00" w:rsidP="00D44D00">
      <w:r>
        <w:t>231.8203</w:t>
      </w:r>
      <w:r>
        <w:tab/>
        <w:t>2.025e0</w:t>
      </w:r>
    </w:p>
    <w:p w:rsidR="00D44D00" w:rsidRDefault="00D44D00" w:rsidP="00D44D00">
      <w:r>
        <w:t>231.9050</w:t>
      </w:r>
      <w:r>
        <w:tab/>
        <w:t>1.013e0</w:t>
      </w:r>
    </w:p>
    <w:p w:rsidR="00D44D00" w:rsidRDefault="00D44D00" w:rsidP="00D44D00">
      <w:r>
        <w:t>231.9288</w:t>
      </w:r>
      <w:r>
        <w:tab/>
        <w:t>1.013e0</w:t>
      </w:r>
    </w:p>
    <w:p w:rsidR="00D44D00" w:rsidRDefault="00D44D00" w:rsidP="00D44D00">
      <w:r>
        <w:t>231.9498</w:t>
      </w:r>
      <w:r>
        <w:tab/>
        <w:t>1.013e0</w:t>
      </w:r>
    </w:p>
    <w:p w:rsidR="00D44D00" w:rsidRDefault="00D44D00" w:rsidP="00D44D00">
      <w:r>
        <w:t>231.9559</w:t>
      </w:r>
      <w:r>
        <w:tab/>
        <w:t>2.025e0</w:t>
      </w:r>
    </w:p>
    <w:p w:rsidR="00D44D00" w:rsidRDefault="00D44D00" w:rsidP="00D44D00">
      <w:r>
        <w:t>231.9597</w:t>
      </w:r>
      <w:r>
        <w:tab/>
        <w:t>2.025e0</w:t>
      </w:r>
    </w:p>
    <w:p w:rsidR="00D44D00" w:rsidRDefault="00D44D00" w:rsidP="00D44D00">
      <w:r>
        <w:t>232.0160</w:t>
      </w:r>
      <w:r>
        <w:tab/>
        <w:t>2.878e1</w:t>
      </w:r>
    </w:p>
    <w:p w:rsidR="00D44D00" w:rsidRDefault="00D44D00" w:rsidP="00D44D00">
      <w:r>
        <w:t>232.0184</w:t>
      </w:r>
      <w:r>
        <w:tab/>
        <w:t>6.680e0</w:t>
      </w:r>
    </w:p>
    <w:p w:rsidR="00D44D00" w:rsidRDefault="00D44D00" w:rsidP="00D44D00">
      <w:r>
        <w:t>232.0219</w:t>
      </w:r>
      <w:r>
        <w:tab/>
        <w:t>5.062e0</w:t>
      </w:r>
    </w:p>
    <w:p w:rsidR="00D44D00" w:rsidRDefault="00D44D00" w:rsidP="00D44D00">
      <w:r>
        <w:lastRenderedPageBreak/>
        <w:t>232.0651</w:t>
      </w:r>
      <w:r>
        <w:tab/>
        <w:t>2.024e0</w:t>
      </w:r>
    </w:p>
    <w:p w:rsidR="00D44D00" w:rsidRDefault="00D44D00" w:rsidP="00D44D00">
      <w:r>
        <w:t>232.0905</w:t>
      </w:r>
      <w:r>
        <w:tab/>
        <w:t>1.013e0</w:t>
      </w:r>
    </w:p>
    <w:p w:rsidR="00D44D00" w:rsidRDefault="00D44D00" w:rsidP="00D44D00">
      <w:r>
        <w:t>232.1146</w:t>
      </w:r>
      <w:r>
        <w:tab/>
        <w:t>2.025e0</w:t>
      </w:r>
    </w:p>
    <w:p w:rsidR="00D44D00" w:rsidRDefault="00D44D00" w:rsidP="00D44D00">
      <w:r>
        <w:t>232.1160</w:t>
      </w:r>
      <w:r>
        <w:tab/>
        <w:t>2.025e0</w:t>
      </w:r>
    </w:p>
    <w:p w:rsidR="00D44D00" w:rsidRDefault="00D44D00" w:rsidP="00D44D00">
      <w:r>
        <w:t>232.1317</w:t>
      </w:r>
      <w:r>
        <w:tab/>
        <w:t>1.013e0</w:t>
      </w:r>
    </w:p>
    <w:p w:rsidR="00D44D00" w:rsidRDefault="00D44D00" w:rsidP="00D44D00">
      <w:r>
        <w:t>232.1554</w:t>
      </w:r>
      <w:r>
        <w:tab/>
        <w:t>5.063e0</w:t>
      </w:r>
    </w:p>
    <w:p w:rsidR="00D44D00" w:rsidRDefault="00D44D00" w:rsidP="00D44D00">
      <w:r>
        <w:t>232.1591</w:t>
      </w:r>
      <w:r>
        <w:tab/>
        <w:t>3.038e0</w:t>
      </w:r>
    </w:p>
    <w:p w:rsidR="00D44D00" w:rsidRDefault="00D44D00" w:rsidP="00D44D00">
      <w:r>
        <w:t>232.1633</w:t>
      </w:r>
      <w:r>
        <w:tab/>
        <w:t>4.051e0</w:t>
      </w:r>
    </w:p>
    <w:p w:rsidR="00D44D00" w:rsidRDefault="00D44D00" w:rsidP="00D44D00">
      <w:r>
        <w:t>232.2124</w:t>
      </w:r>
      <w:r>
        <w:tab/>
        <w:t>1.013e0</w:t>
      </w:r>
    </w:p>
    <w:p w:rsidR="00D44D00" w:rsidRDefault="00D44D00" w:rsidP="00D44D00">
      <w:r>
        <w:t>232.2293</w:t>
      </w:r>
      <w:r>
        <w:tab/>
        <w:t>1.013e0</w:t>
      </w:r>
    </w:p>
    <w:p w:rsidR="00D44D00" w:rsidRDefault="00D44D00" w:rsidP="00D44D00">
      <w:r>
        <w:t>232.2408</w:t>
      </w:r>
      <w:r>
        <w:tab/>
        <w:t>1.013e0</w:t>
      </w:r>
    </w:p>
    <w:p w:rsidR="00D44D00" w:rsidRDefault="00D44D00" w:rsidP="00D44D00">
      <w:r>
        <w:t>232.2688</w:t>
      </w:r>
      <w:r>
        <w:tab/>
        <w:t>1.013e0</w:t>
      </w:r>
    </w:p>
    <w:p w:rsidR="00D44D00" w:rsidRDefault="00D44D00" w:rsidP="00D44D00">
      <w:r>
        <w:t>232.2852</w:t>
      </w:r>
      <w:r>
        <w:tab/>
        <w:t>2.025e0</w:t>
      </w:r>
    </w:p>
    <w:p w:rsidR="00D44D00" w:rsidRDefault="00D44D00" w:rsidP="00D44D00">
      <w:r>
        <w:t>232.3212</w:t>
      </w:r>
      <w:r>
        <w:tab/>
        <w:t>1.013e0</w:t>
      </w:r>
    </w:p>
    <w:p w:rsidR="00D44D00" w:rsidRDefault="00D44D00" w:rsidP="00D44D00">
      <w:r>
        <w:t>232.3256</w:t>
      </w:r>
      <w:r>
        <w:tab/>
        <w:t>1.013e0</w:t>
      </w:r>
    </w:p>
    <w:p w:rsidR="00D44D00" w:rsidRDefault="00D44D00" w:rsidP="00D44D00">
      <w:r>
        <w:t>232.3467</w:t>
      </w:r>
      <w:r>
        <w:tab/>
        <w:t>1.013e0</w:t>
      </w:r>
    </w:p>
    <w:p w:rsidR="00D44D00" w:rsidRDefault="00D44D00" w:rsidP="00D44D00">
      <w:r>
        <w:t>232.3503</w:t>
      </w:r>
      <w:r>
        <w:tab/>
        <w:t>1.013e0</w:t>
      </w:r>
    </w:p>
    <w:p w:rsidR="00D44D00" w:rsidRDefault="00D44D00" w:rsidP="00D44D00">
      <w:r>
        <w:t>232.3545</w:t>
      </w:r>
      <w:r>
        <w:tab/>
        <w:t>1.013e0</w:t>
      </w:r>
    </w:p>
    <w:p w:rsidR="00D44D00" w:rsidRDefault="00D44D00" w:rsidP="00D44D00">
      <w:r>
        <w:t>232.4054</w:t>
      </w:r>
      <w:r>
        <w:tab/>
        <w:t>2.025e0</w:t>
      </w:r>
    </w:p>
    <w:p w:rsidR="00D44D00" w:rsidRDefault="00D44D00" w:rsidP="00D44D00">
      <w:r>
        <w:lastRenderedPageBreak/>
        <w:t>232.4151</w:t>
      </w:r>
      <w:r>
        <w:tab/>
        <w:t>1.013e0</w:t>
      </w:r>
    </w:p>
    <w:p w:rsidR="00D44D00" w:rsidRDefault="00D44D00" w:rsidP="00D44D00">
      <w:r>
        <w:t>232.4560</w:t>
      </w:r>
      <w:r>
        <w:tab/>
        <w:t>1.013e0</w:t>
      </w:r>
    </w:p>
    <w:p w:rsidR="00D44D00" w:rsidRDefault="00D44D00" w:rsidP="00D44D00">
      <w:r>
        <w:t>232.4916</w:t>
      </w:r>
      <w:r>
        <w:tab/>
        <w:t>1.013e0</w:t>
      </w:r>
    </w:p>
    <w:p w:rsidR="00D44D00" w:rsidRDefault="00D44D00" w:rsidP="00D44D00">
      <w:r>
        <w:t>232.5284</w:t>
      </w:r>
      <w:r>
        <w:tab/>
        <w:t>2.025e0</w:t>
      </w:r>
    </w:p>
    <w:p w:rsidR="00D44D00" w:rsidRDefault="00D44D00" w:rsidP="00D44D00">
      <w:r>
        <w:t>232.5571</w:t>
      </w:r>
      <w:r>
        <w:tab/>
        <w:t>1.013e0</w:t>
      </w:r>
    </w:p>
    <w:p w:rsidR="00D44D00" w:rsidRDefault="00D44D00" w:rsidP="00D44D00">
      <w:r>
        <w:t>232.5697</w:t>
      </w:r>
      <w:r>
        <w:tab/>
        <w:t>1.013e0</w:t>
      </w:r>
    </w:p>
    <w:p w:rsidR="00D44D00" w:rsidRDefault="00D44D00" w:rsidP="00D44D00">
      <w:r>
        <w:t>232.5812</w:t>
      </w:r>
      <w:r>
        <w:tab/>
        <w:t>2.025e0</w:t>
      </w:r>
    </w:p>
    <w:p w:rsidR="00D44D00" w:rsidRDefault="00D44D00" w:rsidP="00D44D00">
      <w:r>
        <w:t>232.5910</w:t>
      </w:r>
      <w:r>
        <w:tab/>
        <w:t>2.025e0</w:t>
      </w:r>
    </w:p>
    <w:p w:rsidR="00D44D00" w:rsidRDefault="00D44D00" w:rsidP="00D44D00">
      <w:r>
        <w:t>232.6158</w:t>
      </w:r>
      <w:r>
        <w:tab/>
        <w:t>2.025e0</w:t>
      </w:r>
    </w:p>
    <w:p w:rsidR="00D44D00" w:rsidRDefault="00D44D00" w:rsidP="00D44D00">
      <w:r>
        <w:t>232.6751</w:t>
      </w:r>
      <w:r>
        <w:tab/>
        <w:t>1.013e0</w:t>
      </w:r>
    </w:p>
    <w:p w:rsidR="00D44D00" w:rsidRDefault="00D44D00" w:rsidP="00D44D00">
      <w:r>
        <w:t>232.6866</w:t>
      </w:r>
      <w:r>
        <w:tab/>
        <w:t>1.013e0</w:t>
      </w:r>
    </w:p>
    <w:p w:rsidR="00D44D00" w:rsidRDefault="00D44D00" w:rsidP="00D44D00">
      <w:r>
        <w:t>232.7086</w:t>
      </w:r>
      <w:r>
        <w:tab/>
        <w:t>2.025e0</w:t>
      </w:r>
    </w:p>
    <w:p w:rsidR="00D44D00" w:rsidRDefault="00D44D00" w:rsidP="00D44D00">
      <w:r>
        <w:t>232.7129</w:t>
      </w:r>
      <w:r>
        <w:tab/>
        <w:t>2.025e0</w:t>
      </w:r>
    </w:p>
    <w:p w:rsidR="00D44D00" w:rsidRDefault="00D44D00" w:rsidP="00D44D00">
      <w:r>
        <w:t>232.7670</w:t>
      </w:r>
      <w:r>
        <w:tab/>
        <w:t>1.013e0</w:t>
      </w:r>
    </w:p>
    <w:p w:rsidR="00D44D00" w:rsidRDefault="00D44D00" w:rsidP="00D44D00">
      <w:r>
        <w:t>232.8372</w:t>
      </w:r>
      <w:r>
        <w:tab/>
        <w:t>1.013e0</w:t>
      </w:r>
    </w:p>
    <w:p w:rsidR="00D44D00" w:rsidRDefault="00D44D00" w:rsidP="00D44D00">
      <w:r>
        <w:t>232.9136</w:t>
      </w:r>
      <w:r>
        <w:tab/>
        <w:t>1.013e0</w:t>
      </w:r>
    </w:p>
    <w:p w:rsidR="00D44D00" w:rsidRDefault="00D44D00" w:rsidP="00D44D00">
      <w:r>
        <w:t>233.0079</w:t>
      </w:r>
      <w:r>
        <w:tab/>
        <w:t>1.013e0</w:t>
      </w:r>
    </w:p>
    <w:p w:rsidR="00D44D00" w:rsidRDefault="00D44D00" w:rsidP="00D44D00">
      <w:r>
        <w:t>233.0128</w:t>
      </w:r>
      <w:r>
        <w:tab/>
        <w:t>2.482e0</w:t>
      </w:r>
    </w:p>
    <w:p w:rsidR="00D44D00" w:rsidRDefault="00D44D00" w:rsidP="00D44D00">
      <w:r>
        <w:t>233.0549</w:t>
      </w:r>
      <w:r>
        <w:tab/>
        <w:t>1.072e0</w:t>
      </w:r>
    </w:p>
    <w:p w:rsidR="00D44D00" w:rsidRDefault="00D44D00" w:rsidP="00D44D00">
      <w:r>
        <w:lastRenderedPageBreak/>
        <w:t>233.0725</w:t>
      </w:r>
      <w:r>
        <w:tab/>
        <w:t>2.370e0</w:t>
      </w:r>
    </w:p>
    <w:p w:rsidR="00D44D00" w:rsidRDefault="00D44D00" w:rsidP="00D44D00">
      <w:r>
        <w:t>233.0838</w:t>
      </w:r>
      <w:r>
        <w:tab/>
        <w:t>1.013e0</w:t>
      </w:r>
    </w:p>
    <w:p w:rsidR="00D44D00" w:rsidRDefault="00D44D00" w:rsidP="00D44D00">
      <w:r>
        <w:t>233.0877</w:t>
      </w:r>
      <w:r>
        <w:tab/>
        <w:t>1.013e0</w:t>
      </w:r>
    </w:p>
    <w:p w:rsidR="00D44D00" w:rsidRDefault="00D44D00" w:rsidP="00D44D00">
      <w:r>
        <w:t>233.0957</w:t>
      </w:r>
      <w:r>
        <w:tab/>
        <w:t>1.013e0</w:t>
      </w:r>
    </w:p>
    <w:p w:rsidR="00D44D00" w:rsidRDefault="00D44D00" w:rsidP="00D44D00">
      <w:r>
        <w:t>233.1039</w:t>
      </w:r>
      <w:r>
        <w:tab/>
        <w:t>1.013e0</w:t>
      </w:r>
    </w:p>
    <w:p w:rsidR="00D44D00" w:rsidRDefault="00D44D00" w:rsidP="00D44D00">
      <w:r>
        <w:t>233.1327</w:t>
      </w:r>
      <w:r>
        <w:tab/>
        <w:t>1.013e0</w:t>
      </w:r>
    </w:p>
    <w:p w:rsidR="00D44D00" w:rsidRDefault="00D44D00" w:rsidP="00D44D00">
      <w:r>
        <w:t>233.1696</w:t>
      </w:r>
      <w:r>
        <w:tab/>
        <w:t>2.025e0</w:t>
      </w:r>
    </w:p>
    <w:p w:rsidR="00D44D00" w:rsidRDefault="00D44D00" w:rsidP="00D44D00">
      <w:r>
        <w:t>233.1743</w:t>
      </w:r>
      <w:r>
        <w:tab/>
        <w:t>1.013e0</w:t>
      </w:r>
    </w:p>
    <w:p w:rsidR="00D44D00" w:rsidRDefault="00D44D00" w:rsidP="00D44D00">
      <w:r>
        <w:t>233.1856</w:t>
      </w:r>
      <w:r>
        <w:tab/>
        <w:t>1.013e0</w:t>
      </w:r>
    </w:p>
    <w:p w:rsidR="00D44D00" w:rsidRDefault="00D44D00" w:rsidP="00D44D00">
      <w:r>
        <w:t>233.1976</w:t>
      </w:r>
      <w:r>
        <w:tab/>
        <w:t>1.013e0</w:t>
      </w:r>
    </w:p>
    <w:p w:rsidR="00D44D00" w:rsidRDefault="00D44D00" w:rsidP="00D44D00">
      <w:r>
        <w:t>233.2012</w:t>
      </w:r>
      <w:r>
        <w:tab/>
        <w:t>1.013e0</w:t>
      </w:r>
    </w:p>
    <w:p w:rsidR="00D44D00" w:rsidRDefault="00D44D00" w:rsidP="00D44D00">
      <w:r>
        <w:t>233.2225</w:t>
      </w:r>
      <w:r>
        <w:tab/>
        <w:t>1.013e0</w:t>
      </w:r>
    </w:p>
    <w:p w:rsidR="00D44D00" w:rsidRDefault="00D44D00" w:rsidP="00D44D00">
      <w:r>
        <w:t>233.2384</w:t>
      </w:r>
      <w:r>
        <w:tab/>
        <w:t>2.025e0</w:t>
      </w:r>
    </w:p>
    <w:p w:rsidR="00D44D00" w:rsidRDefault="00D44D00" w:rsidP="00D44D00">
      <w:r>
        <w:t>233.2466</w:t>
      </w:r>
      <w:r>
        <w:tab/>
        <w:t>1.013e0</w:t>
      </w:r>
    </w:p>
    <w:p w:rsidR="00D44D00" w:rsidRDefault="00D44D00" w:rsidP="00D44D00">
      <w:r>
        <w:t>233.2541</w:t>
      </w:r>
      <w:r>
        <w:tab/>
        <w:t>1.013e0</w:t>
      </w:r>
    </w:p>
    <w:p w:rsidR="00D44D00" w:rsidRDefault="00D44D00" w:rsidP="00D44D00">
      <w:r>
        <w:t>233.2875</w:t>
      </w:r>
      <w:r>
        <w:tab/>
        <w:t>1.013e0</w:t>
      </w:r>
    </w:p>
    <w:p w:rsidR="00D44D00" w:rsidRDefault="00D44D00" w:rsidP="00D44D00">
      <w:r>
        <w:t>233.3678</w:t>
      </w:r>
      <w:r>
        <w:tab/>
        <w:t>2.025e0</w:t>
      </w:r>
    </w:p>
    <w:p w:rsidR="00D44D00" w:rsidRDefault="00D44D00" w:rsidP="00D44D00">
      <w:r>
        <w:t>233.3716</w:t>
      </w:r>
      <w:r>
        <w:tab/>
        <w:t>1.013e0</w:t>
      </w:r>
    </w:p>
    <w:p w:rsidR="00D44D00" w:rsidRDefault="00D44D00" w:rsidP="00D44D00">
      <w:r>
        <w:t>233.4282</w:t>
      </w:r>
      <w:r>
        <w:tab/>
        <w:t>1.013e0</w:t>
      </w:r>
    </w:p>
    <w:p w:rsidR="00D44D00" w:rsidRDefault="00D44D00" w:rsidP="00D44D00">
      <w:r>
        <w:lastRenderedPageBreak/>
        <w:t>233.4658</w:t>
      </w:r>
      <w:r>
        <w:tab/>
        <w:t>1.013e0</w:t>
      </w:r>
    </w:p>
    <w:p w:rsidR="00D44D00" w:rsidRDefault="00D44D00" w:rsidP="00D44D00">
      <w:r>
        <w:t>233.4852</w:t>
      </w:r>
      <w:r>
        <w:tab/>
        <w:t>1.013e0</w:t>
      </w:r>
    </w:p>
    <w:p w:rsidR="00D44D00" w:rsidRDefault="00D44D00" w:rsidP="00D44D00">
      <w:r>
        <w:t>233.4924</w:t>
      </w:r>
      <w:r>
        <w:tab/>
        <w:t>2.025e0</w:t>
      </w:r>
    </w:p>
    <w:p w:rsidR="00D44D00" w:rsidRDefault="00D44D00" w:rsidP="00D44D00">
      <w:r>
        <w:t>233.5071</w:t>
      </w:r>
      <w:r>
        <w:tab/>
        <w:t>1.013e0</w:t>
      </w:r>
    </w:p>
    <w:p w:rsidR="00D44D00" w:rsidRDefault="00D44D00" w:rsidP="00D44D00">
      <w:r>
        <w:t>233.5342</w:t>
      </w:r>
      <w:r>
        <w:tab/>
        <w:t>1.013e0</w:t>
      </w:r>
    </w:p>
    <w:p w:rsidR="00D44D00" w:rsidRDefault="00D44D00" w:rsidP="00D44D00">
      <w:r>
        <w:t>233.5512</w:t>
      </w:r>
      <w:r>
        <w:tab/>
        <w:t>1.013e0</w:t>
      </w:r>
    </w:p>
    <w:p w:rsidR="00D44D00" w:rsidRDefault="00D44D00" w:rsidP="00D44D00">
      <w:r>
        <w:t>233.5794</w:t>
      </w:r>
      <w:r>
        <w:tab/>
        <w:t>2.025e0</w:t>
      </w:r>
    </w:p>
    <w:p w:rsidR="00D44D00" w:rsidRDefault="00D44D00" w:rsidP="00D44D00">
      <w:r>
        <w:t>233.6070</w:t>
      </w:r>
      <w:r>
        <w:tab/>
        <w:t>2.025e0</w:t>
      </w:r>
    </w:p>
    <w:p w:rsidR="00D44D00" w:rsidRDefault="00D44D00" w:rsidP="00D44D00">
      <w:r>
        <w:t>233.6127</w:t>
      </w:r>
      <w:r>
        <w:tab/>
        <w:t>1.013e0</w:t>
      </w:r>
    </w:p>
    <w:p w:rsidR="00D44D00" w:rsidRDefault="00D44D00" w:rsidP="00D44D00">
      <w:r>
        <w:t>233.6168</w:t>
      </w:r>
      <w:r>
        <w:tab/>
        <w:t>1.013e0</w:t>
      </w:r>
    </w:p>
    <w:p w:rsidR="00D44D00" w:rsidRDefault="00D44D00" w:rsidP="00D44D00">
      <w:r>
        <w:t>233.6320</w:t>
      </w:r>
      <w:r>
        <w:tab/>
        <w:t>1.013e0</w:t>
      </w:r>
    </w:p>
    <w:p w:rsidR="00D44D00" w:rsidRDefault="00D44D00" w:rsidP="00D44D00">
      <w:r>
        <w:t>233.6439</w:t>
      </w:r>
      <w:r>
        <w:tab/>
        <w:t>1.013e0</w:t>
      </w:r>
    </w:p>
    <w:p w:rsidR="00D44D00" w:rsidRDefault="00D44D00" w:rsidP="00D44D00">
      <w:r>
        <w:t>233.6584</w:t>
      </w:r>
      <w:r>
        <w:tab/>
        <w:t>2.025e0</w:t>
      </w:r>
    </w:p>
    <w:p w:rsidR="00D44D00" w:rsidRDefault="00D44D00" w:rsidP="00D44D00">
      <w:r>
        <w:t>233.7136</w:t>
      </w:r>
      <w:r>
        <w:tab/>
        <w:t>2.025e0</w:t>
      </w:r>
    </w:p>
    <w:p w:rsidR="00D44D00" w:rsidRDefault="00D44D00" w:rsidP="00D44D00">
      <w:r>
        <w:t>233.7907</w:t>
      </w:r>
      <w:r>
        <w:tab/>
        <w:t>2.025e0</w:t>
      </w:r>
    </w:p>
    <w:p w:rsidR="00D44D00" w:rsidRDefault="00D44D00" w:rsidP="00D44D00">
      <w:r>
        <w:t>233.8186</w:t>
      </w:r>
      <w:r>
        <w:tab/>
        <w:t>2.025e0</w:t>
      </w:r>
    </w:p>
    <w:p w:rsidR="00D44D00" w:rsidRDefault="00D44D00" w:rsidP="00D44D00">
      <w:r>
        <w:t>233.8517</w:t>
      </w:r>
      <w:r>
        <w:tab/>
        <w:t>1.013e0</w:t>
      </w:r>
    </w:p>
    <w:p w:rsidR="00D44D00" w:rsidRDefault="00D44D00" w:rsidP="00D44D00">
      <w:r>
        <w:t>233.8669</w:t>
      </w:r>
      <w:r>
        <w:tab/>
        <w:t>1.013e0</w:t>
      </w:r>
    </w:p>
    <w:p w:rsidR="00D44D00" w:rsidRDefault="00D44D00" w:rsidP="00D44D00">
      <w:r>
        <w:t>233.9003</w:t>
      </w:r>
      <w:r>
        <w:tab/>
        <w:t>1.013e0</w:t>
      </w:r>
    </w:p>
    <w:p w:rsidR="00D44D00" w:rsidRDefault="00D44D00" w:rsidP="00D44D00">
      <w:r>
        <w:lastRenderedPageBreak/>
        <w:t>233.9287</w:t>
      </w:r>
      <w:r>
        <w:tab/>
        <w:t>1.013e0</w:t>
      </w:r>
    </w:p>
    <w:p w:rsidR="00D44D00" w:rsidRDefault="00D44D00" w:rsidP="00D44D00">
      <w:r>
        <w:t>233.9753</w:t>
      </w:r>
      <w:r>
        <w:tab/>
        <w:t>1.758e0</w:t>
      </w:r>
    </w:p>
    <w:p w:rsidR="00D44D00" w:rsidRDefault="00D44D00" w:rsidP="00D44D00">
      <w:r>
        <w:t>233.9894</w:t>
      </w:r>
      <w:r>
        <w:tab/>
        <w:t>5.063e0</w:t>
      </w:r>
    </w:p>
    <w:p w:rsidR="00D44D00" w:rsidRDefault="00D44D00" w:rsidP="00D44D00">
      <w:r>
        <w:t>233.9985</w:t>
      </w:r>
      <w:r>
        <w:tab/>
        <w:t>2.025e0</w:t>
      </w:r>
    </w:p>
    <w:p w:rsidR="00D44D00" w:rsidRDefault="00D44D00" w:rsidP="00D44D00">
      <w:r>
        <w:t>234.0043</w:t>
      </w:r>
      <w:r>
        <w:tab/>
        <w:t>2.025e0</w:t>
      </w:r>
    </w:p>
    <w:p w:rsidR="00D44D00" w:rsidRDefault="00D44D00" w:rsidP="00D44D00">
      <w:r>
        <w:t>234.0130</w:t>
      </w:r>
      <w:r>
        <w:tab/>
        <w:t>2.193e0</w:t>
      </w:r>
    </w:p>
    <w:p w:rsidR="00D44D00" w:rsidRDefault="00D44D00" w:rsidP="00D44D00">
      <w:r>
        <w:t>234.0473</w:t>
      </w:r>
      <w:r>
        <w:tab/>
        <w:t>1.039e0</w:t>
      </w:r>
    </w:p>
    <w:p w:rsidR="00D44D00" w:rsidRDefault="00D44D00" w:rsidP="00D44D00">
      <w:r>
        <w:t>234.0994</w:t>
      </w:r>
      <w:r>
        <w:tab/>
        <w:t>8.513e1</w:t>
      </w:r>
    </w:p>
    <w:p w:rsidR="00D44D00" w:rsidRDefault="00D44D00" w:rsidP="00D44D00">
      <w:r>
        <w:t>234.1012</w:t>
      </w:r>
      <w:r>
        <w:tab/>
        <w:t>4.456e1</w:t>
      </w:r>
    </w:p>
    <w:p w:rsidR="00D44D00" w:rsidRDefault="00D44D00" w:rsidP="00D44D00">
      <w:r>
        <w:t>234.1027</w:t>
      </w:r>
      <w:r>
        <w:tab/>
        <w:t>2.682e1</w:t>
      </w:r>
    </w:p>
    <w:p w:rsidR="00D44D00" w:rsidRDefault="00D44D00" w:rsidP="00D44D00">
      <w:r>
        <w:t>234.1542</w:t>
      </w:r>
      <w:r>
        <w:tab/>
        <w:t>3.038e0</w:t>
      </w:r>
    </w:p>
    <w:p w:rsidR="00D44D00" w:rsidRDefault="00D44D00" w:rsidP="00D44D00">
      <w:r>
        <w:t>234.1695</w:t>
      </w:r>
      <w:r>
        <w:tab/>
        <w:t>4.051e0</w:t>
      </w:r>
    </w:p>
    <w:p w:rsidR="00D44D00" w:rsidRDefault="00D44D00" w:rsidP="00D44D00">
      <w:r>
        <w:t>234.2109</w:t>
      </w:r>
      <w:r>
        <w:tab/>
        <w:t>3.038e0</w:t>
      </w:r>
    </w:p>
    <w:p w:rsidR="00D44D00" w:rsidRDefault="00D44D00" w:rsidP="00D44D00">
      <w:r>
        <w:t>234.2218</w:t>
      </w:r>
      <w:r>
        <w:tab/>
        <w:t>2.025e0</w:t>
      </w:r>
    </w:p>
    <w:p w:rsidR="00D44D00" w:rsidRDefault="00D44D00" w:rsidP="00D44D00">
      <w:r>
        <w:t>234.2260</w:t>
      </w:r>
      <w:r>
        <w:tab/>
        <w:t>1.013e0</w:t>
      </w:r>
    </w:p>
    <w:p w:rsidR="00D44D00" w:rsidRDefault="00D44D00" w:rsidP="00D44D00">
      <w:r>
        <w:t>234.2416</w:t>
      </w:r>
      <w:r>
        <w:tab/>
        <w:t>1.013e0</w:t>
      </w:r>
    </w:p>
    <w:p w:rsidR="00D44D00" w:rsidRDefault="00D44D00" w:rsidP="00D44D00">
      <w:r>
        <w:t>234.2494</w:t>
      </w:r>
      <w:r>
        <w:tab/>
        <w:t>2.025e0</w:t>
      </w:r>
    </w:p>
    <w:p w:rsidR="00D44D00" w:rsidRDefault="00D44D00" w:rsidP="00D44D00">
      <w:r>
        <w:t>234.3315</w:t>
      </w:r>
      <w:r>
        <w:tab/>
        <w:t>1.013e0</w:t>
      </w:r>
    </w:p>
    <w:p w:rsidR="00D44D00" w:rsidRDefault="00D44D00" w:rsidP="00D44D00">
      <w:r>
        <w:t>234.3553</w:t>
      </w:r>
      <w:r>
        <w:tab/>
        <w:t>2.025e0</w:t>
      </w:r>
    </w:p>
    <w:p w:rsidR="00D44D00" w:rsidRDefault="00D44D00" w:rsidP="00D44D00">
      <w:r>
        <w:lastRenderedPageBreak/>
        <w:t>234.3636</w:t>
      </w:r>
      <w:r>
        <w:tab/>
        <w:t>1.013e0</w:t>
      </w:r>
    </w:p>
    <w:p w:rsidR="00D44D00" w:rsidRDefault="00D44D00" w:rsidP="00D44D00">
      <w:r>
        <w:t>234.4228</w:t>
      </w:r>
      <w:r>
        <w:tab/>
        <w:t>3.038e0</w:t>
      </w:r>
    </w:p>
    <w:p w:rsidR="00D44D00" w:rsidRDefault="00D44D00" w:rsidP="00D44D00">
      <w:r>
        <w:t>234.4648</w:t>
      </w:r>
      <w:r>
        <w:tab/>
        <w:t>1.013e0</w:t>
      </w:r>
    </w:p>
    <w:p w:rsidR="00D44D00" w:rsidRDefault="00D44D00" w:rsidP="00D44D00">
      <w:r>
        <w:t>234.4943</w:t>
      </w:r>
      <w:r>
        <w:tab/>
        <w:t>1.013e0</w:t>
      </w:r>
    </w:p>
    <w:p w:rsidR="00D44D00" w:rsidRDefault="00D44D00" w:rsidP="00D44D00">
      <w:r>
        <w:t>234.5223</w:t>
      </w:r>
      <w:r>
        <w:tab/>
        <w:t>1.013e0</w:t>
      </w:r>
    </w:p>
    <w:p w:rsidR="00D44D00" w:rsidRDefault="00D44D00" w:rsidP="00D44D00">
      <w:r>
        <w:t>234.5308</w:t>
      </w:r>
      <w:r>
        <w:tab/>
        <w:t>1.013e0</w:t>
      </w:r>
    </w:p>
    <w:p w:rsidR="00D44D00" w:rsidRDefault="00D44D00" w:rsidP="00D44D00">
      <w:r>
        <w:t>234.5472</w:t>
      </w:r>
      <w:r>
        <w:tab/>
        <w:t>1.013e0</w:t>
      </w:r>
    </w:p>
    <w:p w:rsidR="00D44D00" w:rsidRDefault="00D44D00" w:rsidP="00D44D00">
      <w:r>
        <w:t>234.5713</w:t>
      </w:r>
      <w:r>
        <w:tab/>
        <w:t>2.025e0</w:t>
      </w:r>
    </w:p>
    <w:p w:rsidR="00D44D00" w:rsidRDefault="00D44D00" w:rsidP="00D44D00">
      <w:r>
        <w:t>234.5840</w:t>
      </w:r>
      <w:r>
        <w:tab/>
        <w:t>1.013e0</w:t>
      </w:r>
    </w:p>
    <w:p w:rsidR="00D44D00" w:rsidRDefault="00D44D00" w:rsidP="00D44D00">
      <w:r>
        <w:t>234.5919</w:t>
      </w:r>
      <w:r>
        <w:tab/>
        <w:t>2.025e0</w:t>
      </w:r>
    </w:p>
    <w:p w:rsidR="00D44D00" w:rsidRDefault="00D44D00" w:rsidP="00D44D00">
      <w:r>
        <w:t>234.6159</w:t>
      </w:r>
      <w:r>
        <w:tab/>
        <w:t>1.013e0</w:t>
      </w:r>
    </w:p>
    <w:p w:rsidR="00D44D00" w:rsidRDefault="00D44D00" w:rsidP="00D44D00">
      <w:r>
        <w:t>234.6344</w:t>
      </w:r>
      <w:r>
        <w:tab/>
        <w:t>2.025e0</w:t>
      </w:r>
    </w:p>
    <w:p w:rsidR="00D44D00" w:rsidRDefault="00D44D00" w:rsidP="00D44D00">
      <w:r>
        <w:t>234.6497</w:t>
      </w:r>
      <w:r>
        <w:tab/>
        <w:t>1.013e0</w:t>
      </w:r>
    </w:p>
    <w:p w:rsidR="00D44D00" w:rsidRDefault="00D44D00" w:rsidP="00D44D00">
      <w:r>
        <w:t>234.6768</w:t>
      </w:r>
      <w:r>
        <w:tab/>
        <w:t>1.013e0</w:t>
      </w:r>
    </w:p>
    <w:p w:rsidR="00D44D00" w:rsidRDefault="00D44D00" w:rsidP="00D44D00">
      <w:r>
        <w:t>234.7065</w:t>
      </w:r>
      <w:r>
        <w:tab/>
        <w:t>2.025e0</w:t>
      </w:r>
    </w:p>
    <w:p w:rsidR="00D44D00" w:rsidRDefault="00D44D00" w:rsidP="00D44D00">
      <w:r>
        <w:t>234.7334</w:t>
      </w:r>
      <w:r>
        <w:tab/>
        <w:t>1.013e0</w:t>
      </w:r>
    </w:p>
    <w:p w:rsidR="00D44D00" w:rsidRDefault="00D44D00" w:rsidP="00D44D00">
      <w:r>
        <w:t>234.7383</w:t>
      </w:r>
      <w:r>
        <w:tab/>
        <w:t>2.025e0</w:t>
      </w:r>
    </w:p>
    <w:p w:rsidR="00D44D00" w:rsidRDefault="00D44D00" w:rsidP="00D44D00">
      <w:r>
        <w:t>234.7557</w:t>
      </w:r>
      <w:r>
        <w:tab/>
        <w:t>1.013e0</w:t>
      </w:r>
    </w:p>
    <w:p w:rsidR="00D44D00" w:rsidRDefault="00D44D00" w:rsidP="00D44D00">
      <w:r>
        <w:t>234.7825</w:t>
      </w:r>
      <w:r>
        <w:tab/>
        <w:t>1.013e0</w:t>
      </w:r>
    </w:p>
    <w:p w:rsidR="00D44D00" w:rsidRDefault="00D44D00" w:rsidP="00D44D00">
      <w:r>
        <w:lastRenderedPageBreak/>
        <w:t>234.8241</w:t>
      </w:r>
      <w:r>
        <w:tab/>
        <w:t>1.013e0</w:t>
      </w:r>
    </w:p>
    <w:p w:rsidR="00D44D00" w:rsidRDefault="00D44D00" w:rsidP="00D44D00">
      <w:r>
        <w:t>234.8615</w:t>
      </w:r>
      <w:r>
        <w:tab/>
        <w:t>1.013e0</w:t>
      </w:r>
    </w:p>
    <w:p w:rsidR="00D44D00" w:rsidRDefault="00D44D00" w:rsidP="00D44D00">
      <w:r>
        <w:t>234.8651</w:t>
      </w:r>
      <w:r>
        <w:tab/>
        <w:t>1.013e0</w:t>
      </w:r>
    </w:p>
    <w:p w:rsidR="00D44D00" w:rsidRDefault="00D44D00" w:rsidP="00D44D00">
      <w:r>
        <w:t>234.8771</w:t>
      </w:r>
      <w:r>
        <w:tab/>
        <w:t>1.013e0</w:t>
      </w:r>
    </w:p>
    <w:p w:rsidR="00D44D00" w:rsidRDefault="00D44D00" w:rsidP="00D44D00">
      <w:r>
        <w:t>234.8846</w:t>
      </w:r>
      <w:r>
        <w:tab/>
        <w:t>1.013e0</w:t>
      </w:r>
    </w:p>
    <w:p w:rsidR="00D44D00" w:rsidRDefault="00D44D00" w:rsidP="00D44D00">
      <w:r>
        <w:t>234.8885</w:t>
      </w:r>
      <w:r>
        <w:tab/>
        <w:t>1.013e0</w:t>
      </w:r>
    </w:p>
    <w:p w:rsidR="00D44D00" w:rsidRDefault="00D44D00" w:rsidP="00D44D00">
      <w:r>
        <w:t>234.9258</w:t>
      </w:r>
      <w:r>
        <w:tab/>
        <w:t>1.013e0</w:t>
      </w:r>
    </w:p>
    <w:p w:rsidR="00D44D00" w:rsidRDefault="00D44D00" w:rsidP="00D44D00">
      <w:r>
        <w:t>234.9541</w:t>
      </w:r>
      <w:r>
        <w:tab/>
        <w:t>1.013e0</w:t>
      </w:r>
    </w:p>
    <w:p w:rsidR="00D44D00" w:rsidRDefault="00D44D00" w:rsidP="00D44D00">
      <w:r>
        <w:t>234.9827</w:t>
      </w:r>
      <w:r>
        <w:tab/>
        <w:t>1.013e0</w:t>
      </w:r>
    </w:p>
    <w:p w:rsidR="00D44D00" w:rsidRDefault="00D44D00" w:rsidP="00D44D00">
      <w:r>
        <w:t>234.9966</w:t>
      </w:r>
      <w:r>
        <w:tab/>
        <w:t>2.025e0</w:t>
      </w:r>
    </w:p>
    <w:p w:rsidR="00D44D00" w:rsidRDefault="00D44D00" w:rsidP="00D44D00">
      <w:r>
        <w:t>235.0005</w:t>
      </w:r>
      <w:r>
        <w:tab/>
        <w:t>2.025e0</w:t>
      </w:r>
    </w:p>
    <w:p w:rsidR="00D44D00" w:rsidRDefault="00D44D00" w:rsidP="00D44D00">
      <w:r>
        <w:t>235.0157</w:t>
      </w:r>
      <w:r>
        <w:tab/>
        <w:t>5.063e0</w:t>
      </w:r>
    </w:p>
    <w:p w:rsidR="00D44D00" w:rsidRDefault="00D44D00" w:rsidP="00D44D00">
      <w:r>
        <w:t>235.0322</w:t>
      </w:r>
      <w:r>
        <w:tab/>
        <w:t>1.825e0</w:t>
      </w:r>
    </w:p>
    <w:p w:rsidR="00D44D00" w:rsidRDefault="00D44D00" w:rsidP="00D44D00">
      <w:r>
        <w:t>235.0358</w:t>
      </w:r>
      <w:r>
        <w:tab/>
        <w:t>3.038e0</w:t>
      </w:r>
    </w:p>
    <w:p w:rsidR="00D44D00" w:rsidRDefault="00D44D00" w:rsidP="00D44D00">
      <w:r>
        <w:t>235.0937</w:t>
      </w:r>
      <w:r>
        <w:tab/>
        <w:t>7.089e0</w:t>
      </w:r>
    </w:p>
    <w:p w:rsidR="00D44D00" w:rsidRDefault="00D44D00" w:rsidP="00D44D00">
      <w:r>
        <w:t>235.0957</w:t>
      </w:r>
      <w:r>
        <w:tab/>
        <w:t>1.692e0</w:t>
      </w:r>
    </w:p>
    <w:p w:rsidR="00D44D00" w:rsidRDefault="00D44D00" w:rsidP="00D44D00">
      <w:r>
        <w:t>235.0983</w:t>
      </w:r>
      <w:r>
        <w:tab/>
        <w:t>7.089e0</w:t>
      </w:r>
    </w:p>
    <w:p w:rsidR="00D44D00" w:rsidRDefault="00D44D00" w:rsidP="00D44D00">
      <w:r>
        <w:t>235.1060</w:t>
      </w:r>
      <w:r>
        <w:tab/>
        <w:t>6.076e0</w:t>
      </w:r>
    </w:p>
    <w:p w:rsidR="00D44D00" w:rsidRDefault="00D44D00" w:rsidP="00D44D00">
      <w:r>
        <w:t>235.1189</w:t>
      </w:r>
      <w:r>
        <w:tab/>
        <w:t>4.051e0</w:t>
      </w:r>
    </w:p>
    <w:p w:rsidR="00D44D00" w:rsidRDefault="00D44D00" w:rsidP="00D44D00">
      <w:r>
        <w:lastRenderedPageBreak/>
        <w:t>235.1281</w:t>
      </w:r>
      <w:r>
        <w:tab/>
        <w:t>3.037e0</w:t>
      </w:r>
    </w:p>
    <w:p w:rsidR="00D44D00" w:rsidRDefault="00D44D00" w:rsidP="00D44D00">
      <w:r>
        <w:t>235.1535</w:t>
      </w:r>
      <w:r>
        <w:tab/>
        <w:t>1.013e0</w:t>
      </w:r>
    </w:p>
    <w:p w:rsidR="00D44D00" w:rsidRDefault="00D44D00" w:rsidP="00D44D00">
      <w:r>
        <w:t>235.1552</w:t>
      </w:r>
      <w:r>
        <w:tab/>
        <w:t>4.051e0</w:t>
      </w:r>
    </w:p>
    <w:p w:rsidR="00D44D00" w:rsidRDefault="00D44D00" w:rsidP="00D44D00">
      <w:r>
        <w:t>235.1660</w:t>
      </w:r>
      <w:r>
        <w:tab/>
        <w:t>2.025e0</w:t>
      </w:r>
    </w:p>
    <w:p w:rsidR="00D44D00" w:rsidRDefault="00D44D00" w:rsidP="00D44D00">
      <w:r>
        <w:t>235.1702</w:t>
      </w:r>
      <w:r>
        <w:tab/>
        <w:t>1.013e0</w:t>
      </w:r>
    </w:p>
    <w:p w:rsidR="00D44D00" w:rsidRDefault="00D44D00" w:rsidP="00D44D00">
      <w:r>
        <w:t>235.1911</w:t>
      </w:r>
      <w:r>
        <w:tab/>
        <w:t>1.013e0</w:t>
      </w:r>
    </w:p>
    <w:p w:rsidR="00D44D00" w:rsidRDefault="00D44D00" w:rsidP="00D44D00">
      <w:r>
        <w:t>235.2438</w:t>
      </w:r>
      <w:r>
        <w:tab/>
        <w:t>1.013e0</w:t>
      </w:r>
    </w:p>
    <w:p w:rsidR="00D44D00" w:rsidRDefault="00D44D00" w:rsidP="00D44D00">
      <w:r>
        <w:t>235.2633</w:t>
      </w:r>
      <w:r>
        <w:tab/>
        <w:t>1.013e0</w:t>
      </w:r>
    </w:p>
    <w:p w:rsidR="00D44D00" w:rsidRDefault="00D44D00" w:rsidP="00D44D00">
      <w:r>
        <w:t>235.2717</w:t>
      </w:r>
      <w:r>
        <w:tab/>
        <w:t>1.013e0</w:t>
      </w:r>
    </w:p>
    <w:p w:rsidR="00D44D00" w:rsidRDefault="00D44D00" w:rsidP="00D44D00">
      <w:r>
        <w:t>235.3204</w:t>
      </w:r>
      <w:r>
        <w:tab/>
        <w:t>1.013e0</w:t>
      </w:r>
    </w:p>
    <w:p w:rsidR="00D44D00" w:rsidRDefault="00D44D00" w:rsidP="00D44D00">
      <w:r>
        <w:t>235.3376</w:t>
      </w:r>
      <w:r>
        <w:tab/>
        <w:t>1.013e0</w:t>
      </w:r>
    </w:p>
    <w:p w:rsidR="00D44D00" w:rsidRDefault="00D44D00" w:rsidP="00D44D00">
      <w:r>
        <w:t>235.4069</w:t>
      </w:r>
      <w:r>
        <w:tab/>
        <w:t>2.025e0</w:t>
      </w:r>
    </w:p>
    <w:p w:rsidR="00D44D00" w:rsidRDefault="00D44D00" w:rsidP="00D44D00">
      <w:r>
        <w:t>235.4559</w:t>
      </w:r>
      <w:r>
        <w:tab/>
        <w:t>1.013e0</w:t>
      </w:r>
    </w:p>
    <w:p w:rsidR="00D44D00" w:rsidRDefault="00D44D00" w:rsidP="00D44D00">
      <w:r>
        <w:t>235.4795</w:t>
      </w:r>
      <w:r>
        <w:tab/>
        <w:t>1.013e0</w:t>
      </w:r>
    </w:p>
    <w:p w:rsidR="00D44D00" w:rsidRDefault="00D44D00" w:rsidP="00D44D00">
      <w:r>
        <w:t>235.4925</w:t>
      </w:r>
      <w:r>
        <w:tab/>
        <w:t>1.013e0</w:t>
      </w:r>
    </w:p>
    <w:p w:rsidR="00D44D00" w:rsidRDefault="00D44D00" w:rsidP="00D44D00">
      <w:r>
        <w:t>235.5206</w:t>
      </w:r>
      <w:r>
        <w:tab/>
        <w:t>1.013e0</w:t>
      </w:r>
    </w:p>
    <w:p w:rsidR="00D44D00" w:rsidRDefault="00D44D00" w:rsidP="00D44D00">
      <w:r>
        <w:t>235.5287</w:t>
      </w:r>
      <w:r>
        <w:tab/>
        <w:t>1.013e0</w:t>
      </w:r>
    </w:p>
    <w:p w:rsidR="00D44D00" w:rsidRDefault="00D44D00" w:rsidP="00D44D00">
      <w:r>
        <w:t>235.5476</w:t>
      </w:r>
      <w:r>
        <w:tab/>
        <w:t>2.025e0</w:t>
      </w:r>
    </w:p>
    <w:p w:rsidR="00D44D00" w:rsidRDefault="00D44D00" w:rsidP="00D44D00">
      <w:r>
        <w:t>235.5658</w:t>
      </w:r>
      <w:r>
        <w:tab/>
        <w:t>1.013e0</w:t>
      </w:r>
    </w:p>
    <w:p w:rsidR="00D44D00" w:rsidRDefault="00D44D00" w:rsidP="00D44D00">
      <w:r>
        <w:lastRenderedPageBreak/>
        <w:t>235.5700</w:t>
      </w:r>
      <w:r>
        <w:tab/>
        <w:t>1.013e0</w:t>
      </w:r>
    </w:p>
    <w:p w:rsidR="00D44D00" w:rsidRDefault="00D44D00" w:rsidP="00D44D00">
      <w:r>
        <w:t>235.6029</w:t>
      </w:r>
      <w:r>
        <w:tab/>
        <w:t>1.013e0</w:t>
      </w:r>
    </w:p>
    <w:p w:rsidR="00D44D00" w:rsidRDefault="00D44D00" w:rsidP="00D44D00">
      <w:r>
        <w:t>235.6113</w:t>
      </w:r>
      <w:r>
        <w:tab/>
        <w:t>2.025e0</w:t>
      </w:r>
    </w:p>
    <w:p w:rsidR="00D44D00" w:rsidRDefault="00D44D00" w:rsidP="00D44D00">
      <w:r>
        <w:t>235.6308</w:t>
      </w:r>
      <w:r>
        <w:tab/>
        <w:t>2.025e0</w:t>
      </w:r>
    </w:p>
    <w:p w:rsidR="00D44D00" w:rsidRDefault="00D44D00" w:rsidP="00D44D00">
      <w:r>
        <w:t>235.6386</w:t>
      </w:r>
      <w:r>
        <w:tab/>
        <w:t>1.013e0</w:t>
      </w:r>
    </w:p>
    <w:p w:rsidR="00D44D00" w:rsidRDefault="00D44D00" w:rsidP="00D44D00">
      <w:r>
        <w:t>235.6721</w:t>
      </w:r>
      <w:r>
        <w:tab/>
        <w:t>3.038e0</w:t>
      </w:r>
    </w:p>
    <w:p w:rsidR="00D44D00" w:rsidRDefault="00D44D00" w:rsidP="00D44D00">
      <w:r>
        <w:t>235.7409</w:t>
      </w:r>
      <w:r>
        <w:tab/>
        <w:t>1.013e0</w:t>
      </w:r>
    </w:p>
    <w:p w:rsidR="00D44D00" w:rsidRDefault="00D44D00" w:rsidP="00D44D00">
      <w:r>
        <w:t>235.7444</w:t>
      </w:r>
      <w:r>
        <w:tab/>
        <w:t>1.013e0</w:t>
      </w:r>
    </w:p>
    <w:p w:rsidR="00D44D00" w:rsidRDefault="00D44D00" w:rsidP="00D44D00">
      <w:r>
        <w:t>235.7532</w:t>
      </w:r>
      <w:r>
        <w:tab/>
        <w:t>1.013e0</w:t>
      </w:r>
    </w:p>
    <w:p w:rsidR="00D44D00" w:rsidRDefault="00D44D00" w:rsidP="00D44D00">
      <w:r>
        <w:t>235.8063</w:t>
      </w:r>
      <w:r>
        <w:tab/>
        <w:t>1.013e0</w:t>
      </w:r>
    </w:p>
    <w:p w:rsidR="00D44D00" w:rsidRDefault="00D44D00" w:rsidP="00D44D00">
      <w:r>
        <w:t>235.9000</w:t>
      </w:r>
      <w:r>
        <w:tab/>
        <w:t>1.013e0</w:t>
      </w:r>
    </w:p>
    <w:p w:rsidR="00D44D00" w:rsidRDefault="00D44D00" w:rsidP="00D44D00">
      <w:r>
        <w:t>235.9210</w:t>
      </w:r>
      <w:r>
        <w:tab/>
        <w:t>1.013e0</w:t>
      </w:r>
    </w:p>
    <w:p w:rsidR="00D44D00" w:rsidRDefault="00D44D00" w:rsidP="00D44D00">
      <w:r>
        <w:t>235.9254</w:t>
      </w:r>
      <w:r>
        <w:tab/>
        <w:t>1.013e0</w:t>
      </w:r>
    </w:p>
    <w:p w:rsidR="00D44D00" w:rsidRDefault="00D44D00" w:rsidP="00D44D00">
      <w:r>
        <w:t>235.9565</w:t>
      </w:r>
      <w:r>
        <w:tab/>
        <w:t>1.013e0</w:t>
      </w:r>
    </w:p>
    <w:p w:rsidR="00D44D00" w:rsidRDefault="00D44D00" w:rsidP="00D44D00">
      <w:r>
        <w:t>235.9824</w:t>
      </w:r>
      <w:r>
        <w:tab/>
        <w:t>1.013e0</w:t>
      </w:r>
    </w:p>
    <w:p w:rsidR="00D44D00" w:rsidRDefault="00D44D00" w:rsidP="00D44D00">
      <w:r>
        <w:t>236.0022</w:t>
      </w:r>
      <w:r>
        <w:tab/>
        <w:t>1.013e0</w:t>
      </w:r>
    </w:p>
    <w:p w:rsidR="00D44D00" w:rsidRDefault="00D44D00" w:rsidP="00D44D00">
      <w:r>
        <w:t>236.0184</w:t>
      </w:r>
      <w:r>
        <w:tab/>
        <w:t>1.013e0</w:t>
      </w:r>
    </w:p>
    <w:p w:rsidR="00D44D00" w:rsidRDefault="00D44D00" w:rsidP="00D44D00">
      <w:r>
        <w:t>236.0850</w:t>
      </w:r>
      <w:r>
        <w:tab/>
        <w:t>1.013e0</w:t>
      </w:r>
    </w:p>
    <w:p w:rsidR="00D44D00" w:rsidRDefault="00D44D00" w:rsidP="00D44D00">
      <w:r>
        <w:t>236.1025</w:t>
      </w:r>
      <w:r>
        <w:tab/>
        <w:t>2.025e0</w:t>
      </w:r>
    </w:p>
    <w:p w:rsidR="00D44D00" w:rsidRDefault="00D44D00" w:rsidP="00D44D00">
      <w:r>
        <w:lastRenderedPageBreak/>
        <w:t>236.1291</w:t>
      </w:r>
      <w:r>
        <w:tab/>
        <w:t>1.013e0</w:t>
      </w:r>
    </w:p>
    <w:p w:rsidR="00D44D00" w:rsidRDefault="00D44D00" w:rsidP="00D44D00">
      <w:r>
        <w:t>236.1381</w:t>
      </w:r>
      <w:r>
        <w:tab/>
        <w:t>1.013e0</w:t>
      </w:r>
    </w:p>
    <w:p w:rsidR="00D44D00" w:rsidRDefault="00D44D00" w:rsidP="00D44D00">
      <w:r>
        <w:t>236.1406</w:t>
      </w:r>
      <w:r>
        <w:tab/>
        <w:t>3.038e0</w:t>
      </w:r>
    </w:p>
    <w:p w:rsidR="00D44D00" w:rsidRDefault="00D44D00" w:rsidP="00D44D00">
      <w:r>
        <w:t>236.1454</w:t>
      </w:r>
      <w:r>
        <w:tab/>
        <w:t>1.013e0</w:t>
      </w:r>
    </w:p>
    <w:p w:rsidR="00D44D00" w:rsidRDefault="00D44D00" w:rsidP="00D44D00">
      <w:r>
        <w:t>236.1572</w:t>
      </w:r>
      <w:r>
        <w:tab/>
        <w:t>1.013e0</w:t>
      </w:r>
    </w:p>
    <w:p w:rsidR="00D44D00" w:rsidRDefault="00D44D00" w:rsidP="00D44D00">
      <w:r>
        <w:t>236.1819</w:t>
      </w:r>
      <w:r>
        <w:tab/>
        <w:t>2.025e0</w:t>
      </w:r>
    </w:p>
    <w:p w:rsidR="00D44D00" w:rsidRDefault="00D44D00" w:rsidP="00D44D00">
      <w:r>
        <w:t>236.2106</w:t>
      </w:r>
      <w:r>
        <w:tab/>
        <w:t>1.013e0</w:t>
      </w:r>
    </w:p>
    <w:p w:rsidR="00D44D00" w:rsidRDefault="00D44D00" w:rsidP="00D44D00">
      <w:r>
        <w:t>236.2330</w:t>
      </w:r>
      <w:r>
        <w:tab/>
        <w:t>2.025e0</w:t>
      </w:r>
    </w:p>
    <w:p w:rsidR="00D44D00" w:rsidRDefault="00D44D00" w:rsidP="00D44D00">
      <w:r>
        <w:t>236.3168</w:t>
      </w:r>
      <w:r>
        <w:tab/>
        <w:t>1.013e0</w:t>
      </w:r>
    </w:p>
    <w:p w:rsidR="00D44D00" w:rsidRDefault="00D44D00" w:rsidP="00D44D00">
      <w:r>
        <w:t>236.3331</w:t>
      </w:r>
      <w:r>
        <w:tab/>
        <w:t>1.013e0</w:t>
      </w:r>
    </w:p>
    <w:p w:rsidR="00D44D00" w:rsidRDefault="00D44D00" w:rsidP="00D44D00">
      <w:r>
        <w:t>236.3417</w:t>
      </w:r>
      <w:r>
        <w:tab/>
        <w:t>1.013e0</w:t>
      </w:r>
    </w:p>
    <w:p w:rsidR="00D44D00" w:rsidRDefault="00D44D00" w:rsidP="00D44D00">
      <w:r>
        <w:t>236.3476</w:t>
      </w:r>
      <w:r>
        <w:tab/>
        <w:t>2.025e0</w:t>
      </w:r>
    </w:p>
    <w:p w:rsidR="00D44D00" w:rsidRDefault="00D44D00" w:rsidP="00D44D00">
      <w:r>
        <w:t>236.3934</w:t>
      </w:r>
      <w:r>
        <w:tab/>
        <w:t>2.025e0</w:t>
      </w:r>
    </w:p>
    <w:p w:rsidR="00D44D00" w:rsidRDefault="00D44D00" w:rsidP="00D44D00">
      <w:r>
        <w:t>236.4835</w:t>
      </w:r>
      <w:r>
        <w:tab/>
        <w:t>1.013e0</w:t>
      </w:r>
    </w:p>
    <w:p w:rsidR="00D44D00" w:rsidRDefault="00D44D00" w:rsidP="00D44D00">
      <w:r>
        <w:t>236.4883</w:t>
      </w:r>
      <w:r>
        <w:tab/>
        <w:t>1.013e0</w:t>
      </w:r>
    </w:p>
    <w:p w:rsidR="00D44D00" w:rsidRDefault="00D44D00" w:rsidP="00D44D00">
      <w:r>
        <w:t>236.5133</w:t>
      </w:r>
      <w:r>
        <w:tab/>
        <w:t>2.025e0</w:t>
      </w:r>
    </w:p>
    <w:p w:rsidR="00D44D00" w:rsidRDefault="00D44D00" w:rsidP="00D44D00">
      <w:r>
        <w:t>236.5585</w:t>
      </w:r>
      <w:r>
        <w:tab/>
        <w:t>1.013e0</w:t>
      </w:r>
    </w:p>
    <w:p w:rsidR="00D44D00" w:rsidRDefault="00D44D00" w:rsidP="00D44D00">
      <w:r>
        <w:t>236.5741</w:t>
      </w:r>
      <w:r>
        <w:tab/>
        <w:t>1.013e0</w:t>
      </w:r>
    </w:p>
    <w:p w:rsidR="00D44D00" w:rsidRDefault="00D44D00" w:rsidP="00D44D00">
      <w:r>
        <w:t>236.5857</w:t>
      </w:r>
      <w:r>
        <w:tab/>
        <w:t>1.013e0</w:t>
      </w:r>
    </w:p>
    <w:p w:rsidR="00D44D00" w:rsidRDefault="00D44D00" w:rsidP="00D44D00">
      <w:r>
        <w:lastRenderedPageBreak/>
        <w:t>236.5947</w:t>
      </w:r>
      <w:r>
        <w:tab/>
        <w:t>1.013e0</w:t>
      </w:r>
    </w:p>
    <w:p w:rsidR="00D44D00" w:rsidRDefault="00D44D00" w:rsidP="00D44D00">
      <w:r>
        <w:t>236.6154</w:t>
      </w:r>
      <w:r>
        <w:tab/>
        <w:t>1.013e0</w:t>
      </w:r>
    </w:p>
    <w:p w:rsidR="00D44D00" w:rsidRDefault="00D44D00" w:rsidP="00D44D00">
      <w:r>
        <w:t>236.6275</w:t>
      </w:r>
      <w:r>
        <w:tab/>
        <w:t>1.013e0</w:t>
      </w:r>
    </w:p>
    <w:p w:rsidR="00D44D00" w:rsidRDefault="00D44D00" w:rsidP="00D44D00">
      <w:r>
        <w:t>236.6332</w:t>
      </w:r>
      <w:r>
        <w:tab/>
        <w:t>2.025e0</w:t>
      </w:r>
    </w:p>
    <w:p w:rsidR="00D44D00" w:rsidRDefault="00D44D00" w:rsidP="00D44D00">
      <w:r>
        <w:t>236.6622</w:t>
      </w:r>
      <w:r>
        <w:tab/>
        <w:t>2.025e0</w:t>
      </w:r>
    </w:p>
    <w:p w:rsidR="00D44D00" w:rsidRDefault="00D44D00" w:rsidP="00D44D00">
      <w:r>
        <w:t>236.7069</w:t>
      </w:r>
      <w:r>
        <w:tab/>
        <w:t>2.025e0</w:t>
      </w:r>
    </w:p>
    <w:p w:rsidR="00D44D00" w:rsidRDefault="00D44D00" w:rsidP="00D44D00">
      <w:r>
        <w:t>236.7177</w:t>
      </w:r>
      <w:r>
        <w:tab/>
        <w:t>1.013e0</w:t>
      </w:r>
    </w:p>
    <w:p w:rsidR="00D44D00" w:rsidRDefault="00D44D00" w:rsidP="00D44D00">
      <w:r>
        <w:t>236.7295</w:t>
      </w:r>
      <w:r>
        <w:tab/>
        <w:t>1.013e0</w:t>
      </w:r>
    </w:p>
    <w:p w:rsidR="00D44D00" w:rsidRDefault="00D44D00" w:rsidP="00D44D00">
      <w:r>
        <w:t>236.7414</w:t>
      </w:r>
      <w:r>
        <w:tab/>
        <w:t>1.013e0</w:t>
      </w:r>
    </w:p>
    <w:p w:rsidR="00D44D00" w:rsidRDefault="00D44D00" w:rsidP="00D44D00">
      <w:r>
        <w:t>236.7541</w:t>
      </w:r>
      <w:r>
        <w:tab/>
        <w:t>1.013e0</w:t>
      </w:r>
    </w:p>
    <w:p w:rsidR="00D44D00" w:rsidRDefault="00D44D00" w:rsidP="00D44D00">
      <w:r>
        <w:t>236.7673</w:t>
      </w:r>
      <w:r>
        <w:tab/>
        <w:t>1.013e0</w:t>
      </w:r>
    </w:p>
    <w:p w:rsidR="00D44D00" w:rsidRDefault="00D44D00" w:rsidP="00D44D00">
      <w:r>
        <w:t>236.8032</w:t>
      </w:r>
      <w:r>
        <w:tab/>
        <w:t>1.013e0</w:t>
      </w:r>
    </w:p>
    <w:p w:rsidR="00D44D00" w:rsidRDefault="00D44D00" w:rsidP="00D44D00">
      <w:r>
        <w:t>236.8281</w:t>
      </w:r>
      <w:r>
        <w:tab/>
        <w:t>1.013e0</w:t>
      </w:r>
    </w:p>
    <w:p w:rsidR="00D44D00" w:rsidRDefault="00D44D00" w:rsidP="00D44D00">
      <w:r>
        <w:t>236.8396</w:t>
      </w:r>
      <w:r>
        <w:tab/>
        <w:t>1.013e0</w:t>
      </w:r>
    </w:p>
    <w:p w:rsidR="00D44D00" w:rsidRDefault="00D44D00" w:rsidP="00D44D00">
      <w:r>
        <w:t>236.9772</w:t>
      </w:r>
      <w:r>
        <w:tab/>
        <w:t>3.038e0</w:t>
      </w:r>
    </w:p>
    <w:p w:rsidR="00D44D00" w:rsidRDefault="00D44D00" w:rsidP="00D44D00">
      <w:r>
        <w:t>236.9875</w:t>
      </w:r>
      <w:r>
        <w:tab/>
        <w:t>1.013e0</w:t>
      </w:r>
    </w:p>
    <w:p w:rsidR="00D44D00" w:rsidRDefault="00D44D00" w:rsidP="00D44D00">
      <w:r>
        <w:t>237.0206</w:t>
      </w:r>
      <w:r>
        <w:tab/>
        <w:t>7.089e0</w:t>
      </w:r>
    </w:p>
    <w:p w:rsidR="00D44D00" w:rsidRDefault="00D44D00" w:rsidP="00D44D00">
      <w:r>
        <w:t>237.0230</w:t>
      </w:r>
      <w:r>
        <w:tab/>
        <w:t>2.703e1</w:t>
      </w:r>
    </w:p>
    <w:p w:rsidR="00D44D00" w:rsidRDefault="00D44D00" w:rsidP="00D44D00">
      <w:r>
        <w:t>237.0301</w:t>
      </w:r>
      <w:r>
        <w:tab/>
        <w:t>1.848e1</w:t>
      </w:r>
    </w:p>
    <w:p w:rsidR="00D44D00" w:rsidRDefault="00D44D00" w:rsidP="00D44D00">
      <w:r>
        <w:lastRenderedPageBreak/>
        <w:t>237.0616</w:t>
      </w:r>
      <w:r>
        <w:tab/>
        <w:t>2.025e0</w:t>
      </w:r>
    </w:p>
    <w:p w:rsidR="00D44D00" w:rsidRDefault="00D44D00" w:rsidP="00D44D00">
      <w:r>
        <w:t>237.1013</w:t>
      </w:r>
      <w:r>
        <w:tab/>
        <w:t>1.013e0</w:t>
      </w:r>
    </w:p>
    <w:p w:rsidR="00D44D00" w:rsidRDefault="00D44D00" w:rsidP="00D44D00">
      <w:r>
        <w:t>237.1249</w:t>
      </w:r>
      <w:r>
        <w:tab/>
        <w:t>2.025e0</w:t>
      </w:r>
    </w:p>
    <w:p w:rsidR="00D44D00" w:rsidRDefault="00D44D00" w:rsidP="00D44D00">
      <w:r>
        <w:t>237.1299</w:t>
      </w:r>
      <w:r>
        <w:tab/>
        <w:t>6.076e0</w:t>
      </w:r>
    </w:p>
    <w:p w:rsidR="00D44D00" w:rsidRDefault="00D44D00" w:rsidP="00D44D00">
      <w:r>
        <w:t>237.1327</w:t>
      </w:r>
      <w:r>
        <w:tab/>
        <w:t>4.051e0</w:t>
      </w:r>
    </w:p>
    <w:p w:rsidR="00D44D00" w:rsidRDefault="00D44D00" w:rsidP="00D44D00">
      <w:r>
        <w:t>237.1352</w:t>
      </w:r>
      <w:r>
        <w:tab/>
        <w:t>1.013e0</w:t>
      </w:r>
    </w:p>
    <w:p w:rsidR="00D44D00" w:rsidRDefault="00D44D00" w:rsidP="00D44D00">
      <w:r>
        <w:t>237.1432</w:t>
      </w:r>
      <w:r>
        <w:tab/>
        <w:t>5.759e0</w:t>
      </w:r>
    </w:p>
    <w:p w:rsidR="00D44D00" w:rsidRDefault="00D44D00" w:rsidP="00D44D00">
      <w:r>
        <w:t>237.1547</w:t>
      </w:r>
      <w:r>
        <w:tab/>
        <w:t>1.013e0</w:t>
      </w:r>
    </w:p>
    <w:p w:rsidR="00D44D00" w:rsidRDefault="00D44D00" w:rsidP="00D44D00">
      <w:r>
        <w:t>237.1583</w:t>
      </w:r>
      <w:r>
        <w:tab/>
        <w:t>1.013e0</w:t>
      </w:r>
    </w:p>
    <w:p w:rsidR="00D44D00" w:rsidRDefault="00D44D00" w:rsidP="00D44D00">
      <w:r>
        <w:t>237.1772</w:t>
      </w:r>
      <w:r>
        <w:tab/>
        <w:t>2.025e0</w:t>
      </w:r>
    </w:p>
    <w:p w:rsidR="00D44D00" w:rsidRDefault="00D44D00" w:rsidP="00D44D00">
      <w:r>
        <w:t>237.2040</w:t>
      </w:r>
      <w:r>
        <w:tab/>
        <w:t>2.025e0</w:t>
      </w:r>
    </w:p>
    <w:p w:rsidR="00D44D00" w:rsidRDefault="00D44D00" w:rsidP="00D44D00">
      <w:r>
        <w:t>237.2208</w:t>
      </w:r>
      <w:r>
        <w:tab/>
        <w:t>1.013e0</w:t>
      </w:r>
    </w:p>
    <w:p w:rsidR="00D44D00" w:rsidRDefault="00D44D00" w:rsidP="00D44D00">
      <w:r>
        <w:t>237.2454</w:t>
      </w:r>
      <w:r>
        <w:tab/>
        <w:t>1.013e0</w:t>
      </w:r>
    </w:p>
    <w:p w:rsidR="00D44D00" w:rsidRDefault="00D44D00" w:rsidP="00D44D00">
      <w:r>
        <w:t>237.2530</w:t>
      </w:r>
      <w:r>
        <w:tab/>
        <w:t>1.013e0</w:t>
      </w:r>
    </w:p>
    <w:p w:rsidR="00D44D00" w:rsidRDefault="00D44D00" w:rsidP="00D44D00">
      <w:r>
        <w:t>237.2843</w:t>
      </w:r>
      <w:r>
        <w:tab/>
        <w:t>2.025e0</w:t>
      </w:r>
    </w:p>
    <w:p w:rsidR="00D44D00" w:rsidRDefault="00D44D00" w:rsidP="00D44D00">
      <w:r>
        <w:t>237.2868</w:t>
      </w:r>
      <w:r>
        <w:tab/>
        <w:t>1.013e0</w:t>
      </w:r>
    </w:p>
    <w:p w:rsidR="00D44D00" w:rsidRDefault="00D44D00" w:rsidP="00D44D00">
      <w:r>
        <w:t>237.3186</w:t>
      </w:r>
      <w:r>
        <w:tab/>
        <w:t>1.013e0</w:t>
      </w:r>
    </w:p>
    <w:p w:rsidR="00D44D00" w:rsidRDefault="00D44D00" w:rsidP="00D44D00">
      <w:r>
        <w:t>237.3676</w:t>
      </w:r>
      <w:r>
        <w:tab/>
        <w:t>1.013e0</w:t>
      </w:r>
    </w:p>
    <w:p w:rsidR="00D44D00" w:rsidRDefault="00D44D00" w:rsidP="00D44D00">
      <w:r>
        <w:t>237.4696</w:t>
      </w:r>
      <w:r>
        <w:tab/>
        <w:t>1.013e0</w:t>
      </w:r>
    </w:p>
    <w:p w:rsidR="00D44D00" w:rsidRDefault="00D44D00" w:rsidP="00D44D00">
      <w:r>
        <w:lastRenderedPageBreak/>
        <w:t>237.4954</w:t>
      </w:r>
      <w:r>
        <w:tab/>
        <w:t>2.025e0</w:t>
      </w:r>
    </w:p>
    <w:p w:rsidR="00D44D00" w:rsidRDefault="00D44D00" w:rsidP="00D44D00">
      <w:r>
        <w:t>237.5070</w:t>
      </w:r>
      <w:r>
        <w:tab/>
        <w:t>1.013e0</w:t>
      </w:r>
    </w:p>
    <w:p w:rsidR="00D44D00" w:rsidRDefault="00D44D00" w:rsidP="00D44D00">
      <w:r>
        <w:t>237.5722</w:t>
      </w:r>
      <w:r>
        <w:tab/>
        <w:t>1.013e0</w:t>
      </w:r>
    </w:p>
    <w:p w:rsidR="00D44D00" w:rsidRDefault="00D44D00" w:rsidP="00D44D00">
      <w:r>
        <w:t>237.5811</w:t>
      </w:r>
      <w:r>
        <w:tab/>
        <w:t>1.013e0</w:t>
      </w:r>
    </w:p>
    <w:p w:rsidR="00D44D00" w:rsidRDefault="00D44D00" w:rsidP="00D44D00">
      <w:r>
        <w:t>237.6097</w:t>
      </w:r>
      <w:r>
        <w:tab/>
        <w:t>1.013e0</w:t>
      </w:r>
    </w:p>
    <w:p w:rsidR="00D44D00" w:rsidRDefault="00D44D00" w:rsidP="00D44D00">
      <w:r>
        <w:t>237.6645</w:t>
      </w:r>
      <w:r>
        <w:tab/>
        <w:t>2.025e0</w:t>
      </w:r>
    </w:p>
    <w:p w:rsidR="00D44D00" w:rsidRDefault="00D44D00" w:rsidP="00D44D00">
      <w:r>
        <w:t>237.7122</w:t>
      </w:r>
      <w:r>
        <w:tab/>
        <w:t>1.013e0</w:t>
      </w:r>
    </w:p>
    <w:p w:rsidR="00D44D00" w:rsidRDefault="00D44D00" w:rsidP="00D44D00">
      <w:r>
        <w:t>237.7158</w:t>
      </w:r>
      <w:r>
        <w:tab/>
        <w:t>1.013e0</w:t>
      </w:r>
    </w:p>
    <w:p w:rsidR="00D44D00" w:rsidRDefault="00D44D00" w:rsidP="00D44D00">
      <w:r>
        <w:t>237.7370</w:t>
      </w:r>
      <w:r>
        <w:tab/>
        <w:t>1.013e0</w:t>
      </w:r>
    </w:p>
    <w:p w:rsidR="00D44D00" w:rsidRDefault="00D44D00" w:rsidP="00D44D00">
      <w:r>
        <w:t>237.7411</w:t>
      </w:r>
      <w:r>
        <w:tab/>
        <w:t>1.013e0</w:t>
      </w:r>
    </w:p>
    <w:p w:rsidR="00D44D00" w:rsidRDefault="00D44D00" w:rsidP="00D44D00">
      <w:r>
        <w:t>237.7815</w:t>
      </w:r>
      <w:r>
        <w:tab/>
        <w:t>1.013e0</w:t>
      </w:r>
    </w:p>
    <w:p w:rsidR="00D44D00" w:rsidRDefault="00D44D00" w:rsidP="00D44D00">
      <w:r>
        <w:t>237.7987</w:t>
      </w:r>
      <w:r>
        <w:tab/>
        <w:t>1.013e0</w:t>
      </w:r>
    </w:p>
    <w:p w:rsidR="00D44D00" w:rsidRDefault="00D44D00" w:rsidP="00D44D00">
      <w:r>
        <w:t>237.8064</w:t>
      </w:r>
      <w:r>
        <w:tab/>
        <w:t>1.013e0</w:t>
      </w:r>
    </w:p>
    <w:p w:rsidR="00D44D00" w:rsidRDefault="00D44D00" w:rsidP="00D44D00">
      <w:r>
        <w:t>237.8185</w:t>
      </w:r>
      <w:r>
        <w:tab/>
        <w:t>1.013e0</w:t>
      </w:r>
    </w:p>
    <w:p w:rsidR="00D44D00" w:rsidRDefault="00D44D00" w:rsidP="00D44D00">
      <w:r>
        <w:t>237.8752</w:t>
      </w:r>
      <w:r>
        <w:tab/>
        <w:t>1.013e0</w:t>
      </w:r>
    </w:p>
    <w:p w:rsidR="00D44D00" w:rsidRDefault="00D44D00" w:rsidP="00D44D00">
      <w:r>
        <w:t>237.8840</w:t>
      </w:r>
      <w:r>
        <w:tab/>
        <w:t>1.013e0</w:t>
      </w:r>
    </w:p>
    <w:p w:rsidR="00D44D00" w:rsidRDefault="00D44D00" w:rsidP="00D44D00">
      <w:r>
        <w:t>237.9249</w:t>
      </w:r>
      <w:r>
        <w:tab/>
        <w:t>1.013e0</w:t>
      </w:r>
    </w:p>
    <w:p w:rsidR="00D44D00" w:rsidRDefault="00D44D00" w:rsidP="00D44D00">
      <w:r>
        <w:t>237.9283</w:t>
      </w:r>
      <w:r>
        <w:tab/>
        <w:t>1.013e0</w:t>
      </w:r>
    </w:p>
    <w:p w:rsidR="00D44D00" w:rsidRDefault="00D44D00" w:rsidP="00D44D00">
      <w:r>
        <w:t>237.9505</w:t>
      </w:r>
      <w:r>
        <w:tab/>
        <w:t>1.013e0</w:t>
      </w:r>
    </w:p>
    <w:p w:rsidR="00D44D00" w:rsidRDefault="00D44D00" w:rsidP="00D44D00">
      <w:r>
        <w:lastRenderedPageBreak/>
        <w:t>237.9996</w:t>
      </w:r>
      <w:r>
        <w:tab/>
        <w:t>1.013e0</w:t>
      </w:r>
    </w:p>
    <w:p w:rsidR="00D44D00" w:rsidRDefault="00D44D00" w:rsidP="00D44D00">
      <w:r>
        <w:t>238.0208</w:t>
      </w:r>
      <w:r>
        <w:tab/>
        <w:t>4.051e0</w:t>
      </w:r>
    </w:p>
    <w:p w:rsidR="00D44D00" w:rsidRDefault="00D44D00" w:rsidP="00D44D00">
      <w:r>
        <w:t>238.0255</w:t>
      </w:r>
      <w:r>
        <w:tab/>
        <w:t>6.076e0</w:t>
      </w:r>
    </w:p>
    <w:p w:rsidR="00D44D00" w:rsidRDefault="00D44D00" w:rsidP="00D44D00">
      <w:r>
        <w:t>238.0285</w:t>
      </w:r>
      <w:r>
        <w:tab/>
        <w:t>1.175e1</w:t>
      </w:r>
    </w:p>
    <w:p w:rsidR="00D44D00" w:rsidRDefault="00D44D00" w:rsidP="00D44D00">
      <w:r>
        <w:t>238.1142</w:t>
      </w:r>
      <w:r>
        <w:tab/>
        <w:t>1.013e0</w:t>
      </w:r>
    </w:p>
    <w:p w:rsidR="00D44D00" w:rsidRDefault="00D44D00" w:rsidP="00D44D00">
      <w:r>
        <w:t>238.1220</w:t>
      </w:r>
      <w:r>
        <w:tab/>
        <w:t>2.025e0</w:t>
      </w:r>
    </w:p>
    <w:p w:rsidR="00D44D00" w:rsidRDefault="00D44D00" w:rsidP="00D44D00">
      <w:r>
        <w:t>238.1356</w:t>
      </w:r>
      <w:r>
        <w:tab/>
        <w:t>3.038e0</w:t>
      </w:r>
    </w:p>
    <w:p w:rsidR="00D44D00" w:rsidRDefault="00D44D00" w:rsidP="00D44D00">
      <w:r>
        <w:t>238.1632</w:t>
      </w:r>
      <w:r>
        <w:tab/>
        <w:t>2.025e0</w:t>
      </w:r>
    </w:p>
    <w:p w:rsidR="00D44D00" w:rsidRDefault="00D44D00" w:rsidP="00D44D00">
      <w:r>
        <w:t>238.1811</w:t>
      </w:r>
      <w:r>
        <w:tab/>
        <w:t>2.025e0</w:t>
      </w:r>
    </w:p>
    <w:p w:rsidR="00D44D00" w:rsidRDefault="00D44D00" w:rsidP="00D44D00">
      <w:r>
        <w:t>238.1914</w:t>
      </w:r>
      <w:r>
        <w:tab/>
        <w:t>1.013e0</w:t>
      </w:r>
    </w:p>
    <w:p w:rsidR="00D44D00" w:rsidRDefault="00D44D00" w:rsidP="00D44D00">
      <w:r>
        <w:t>238.2124</w:t>
      </w:r>
      <w:r>
        <w:tab/>
        <w:t>1.013e0</w:t>
      </w:r>
    </w:p>
    <w:p w:rsidR="00D44D00" w:rsidRDefault="00D44D00" w:rsidP="00D44D00">
      <w:r>
        <w:t>238.2206</w:t>
      </w:r>
      <w:r>
        <w:tab/>
        <w:t>1.013e0</w:t>
      </w:r>
    </w:p>
    <w:p w:rsidR="00D44D00" w:rsidRDefault="00D44D00" w:rsidP="00D44D00">
      <w:r>
        <w:t>238.2337</w:t>
      </w:r>
      <w:r>
        <w:tab/>
        <w:t>5.063e0</w:t>
      </w:r>
    </w:p>
    <w:p w:rsidR="00D44D00" w:rsidRDefault="00D44D00" w:rsidP="00D44D00">
      <w:r>
        <w:t>238.3761</w:t>
      </w:r>
      <w:r>
        <w:tab/>
        <w:t>1.013e0</w:t>
      </w:r>
    </w:p>
    <w:p w:rsidR="00D44D00" w:rsidRDefault="00D44D00" w:rsidP="00D44D00">
      <w:r>
        <w:t>238.3925</w:t>
      </w:r>
      <w:r>
        <w:tab/>
        <w:t>1.013e0</w:t>
      </w:r>
    </w:p>
    <w:p w:rsidR="00D44D00" w:rsidRDefault="00D44D00" w:rsidP="00D44D00">
      <w:r>
        <w:t>238.4175</w:t>
      </w:r>
      <w:r>
        <w:tab/>
        <w:t>1.013e0</w:t>
      </w:r>
    </w:p>
    <w:p w:rsidR="00D44D00" w:rsidRDefault="00D44D00" w:rsidP="00D44D00">
      <w:r>
        <w:t>238.4254</w:t>
      </w:r>
      <w:r>
        <w:tab/>
        <w:t>1.013e0</w:t>
      </w:r>
    </w:p>
    <w:p w:rsidR="00D44D00" w:rsidRDefault="00D44D00" w:rsidP="00D44D00">
      <w:r>
        <w:t>238.4591</w:t>
      </w:r>
      <w:r>
        <w:tab/>
        <w:t>1.013e0</w:t>
      </w:r>
    </w:p>
    <w:p w:rsidR="00D44D00" w:rsidRDefault="00D44D00" w:rsidP="00D44D00">
      <w:r>
        <w:t>238.4866</w:t>
      </w:r>
      <w:r>
        <w:tab/>
        <w:t>1.013e0</w:t>
      </w:r>
    </w:p>
    <w:p w:rsidR="00D44D00" w:rsidRDefault="00D44D00" w:rsidP="00D44D00">
      <w:r>
        <w:lastRenderedPageBreak/>
        <w:t>238.5280</w:t>
      </w:r>
      <w:r>
        <w:tab/>
        <w:t>3.038e0</w:t>
      </w:r>
    </w:p>
    <w:p w:rsidR="00D44D00" w:rsidRDefault="00D44D00" w:rsidP="00D44D00">
      <w:r>
        <w:t>238.5980</w:t>
      </w:r>
      <w:r>
        <w:tab/>
        <w:t>1.013e0</w:t>
      </w:r>
    </w:p>
    <w:p w:rsidR="00D44D00" w:rsidRDefault="00D44D00" w:rsidP="00D44D00">
      <w:r>
        <w:t>238.6024</w:t>
      </w:r>
      <w:r>
        <w:tab/>
        <w:t>1.013e0</w:t>
      </w:r>
    </w:p>
    <w:p w:rsidR="00D44D00" w:rsidRDefault="00D44D00" w:rsidP="00D44D00">
      <w:r>
        <w:t>238.6266</w:t>
      </w:r>
      <w:r>
        <w:tab/>
        <w:t>1.013e0</w:t>
      </w:r>
    </w:p>
    <w:p w:rsidR="00D44D00" w:rsidRDefault="00D44D00" w:rsidP="00D44D00">
      <w:r>
        <w:t>238.6307</w:t>
      </w:r>
      <w:r>
        <w:tab/>
        <w:t>2.025e0</w:t>
      </w:r>
    </w:p>
    <w:p w:rsidR="00D44D00" w:rsidRDefault="00D44D00" w:rsidP="00D44D00">
      <w:r>
        <w:t>238.7095</w:t>
      </w:r>
      <w:r>
        <w:tab/>
        <w:t>2.025e0</w:t>
      </w:r>
    </w:p>
    <w:p w:rsidR="00D44D00" w:rsidRDefault="00D44D00" w:rsidP="00D44D00">
      <w:r>
        <w:t>238.7138</w:t>
      </w:r>
      <w:r>
        <w:tab/>
        <w:t>1.013e0</w:t>
      </w:r>
    </w:p>
    <w:p w:rsidR="00D44D00" w:rsidRDefault="00D44D00" w:rsidP="00D44D00">
      <w:r>
        <w:t>238.7454</w:t>
      </w:r>
      <w:r>
        <w:tab/>
        <w:t>1.013e0</w:t>
      </w:r>
    </w:p>
    <w:p w:rsidR="00D44D00" w:rsidRDefault="00D44D00" w:rsidP="00D44D00">
      <w:r>
        <w:t>238.7496</w:t>
      </w:r>
      <w:r>
        <w:tab/>
        <w:t>1.013e0</w:t>
      </w:r>
    </w:p>
    <w:p w:rsidR="00D44D00" w:rsidRDefault="00D44D00" w:rsidP="00D44D00">
      <w:r>
        <w:t>238.7882</w:t>
      </w:r>
      <w:r>
        <w:tab/>
        <w:t>2.025e0</w:t>
      </w:r>
    </w:p>
    <w:p w:rsidR="00D44D00" w:rsidRDefault="00D44D00" w:rsidP="00D44D00">
      <w:r>
        <w:t>238.8077</w:t>
      </w:r>
      <w:r>
        <w:tab/>
        <w:t>1.013e0</w:t>
      </w:r>
    </w:p>
    <w:p w:rsidR="00D44D00" w:rsidRDefault="00D44D00" w:rsidP="00D44D00">
      <w:r>
        <w:t>238.8614</w:t>
      </w:r>
      <w:r>
        <w:tab/>
        <w:t>1.013e0</w:t>
      </w:r>
    </w:p>
    <w:p w:rsidR="00D44D00" w:rsidRDefault="00D44D00" w:rsidP="00D44D00">
      <w:r>
        <w:t>238.8640</w:t>
      </w:r>
      <w:r>
        <w:tab/>
        <w:t>3.038e0</w:t>
      </w:r>
    </w:p>
    <w:p w:rsidR="00D44D00" w:rsidRDefault="00D44D00" w:rsidP="00D44D00">
      <w:r>
        <w:t>238.9151</w:t>
      </w:r>
      <w:r>
        <w:tab/>
        <w:t>1.013e0</w:t>
      </w:r>
    </w:p>
    <w:p w:rsidR="00D44D00" w:rsidRDefault="00D44D00" w:rsidP="00D44D00">
      <w:r>
        <w:t>238.9748</w:t>
      </w:r>
      <w:r>
        <w:tab/>
        <w:t>3.038e0</w:t>
      </w:r>
    </w:p>
    <w:p w:rsidR="00D44D00" w:rsidRDefault="00D44D00" w:rsidP="00D44D00">
      <w:r>
        <w:t>239.0090</w:t>
      </w:r>
      <w:r>
        <w:tab/>
        <w:t>1.013e0</w:t>
      </w:r>
    </w:p>
    <w:p w:rsidR="00D44D00" w:rsidRDefault="00D44D00" w:rsidP="00D44D00">
      <w:r>
        <w:t>239.0177</w:t>
      </w:r>
      <w:r>
        <w:tab/>
        <w:t>2.025e0</w:t>
      </w:r>
    </w:p>
    <w:p w:rsidR="00D44D00" w:rsidRDefault="00D44D00" w:rsidP="00D44D00">
      <w:r>
        <w:t>239.0309</w:t>
      </w:r>
      <w:r>
        <w:tab/>
        <w:t>5.063e0</w:t>
      </w:r>
    </w:p>
    <w:p w:rsidR="00D44D00" w:rsidRDefault="00D44D00" w:rsidP="00D44D00">
      <w:r>
        <w:t>239.0369</w:t>
      </w:r>
      <w:r>
        <w:tab/>
        <w:t>2.025e0</w:t>
      </w:r>
    </w:p>
    <w:p w:rsidR="00D44D00" w:rsidRDefault="00D44D00" w:rsidP="00D44D00">
      <w:r>
        <w:lastRenderedPageBreak/>
        <w:t>239.0411</w:t>
      </w:r>
      <w:r>
        <w:tab/>
        <w:t>1.013e0</w:t>
      </w:r>
    </w:p>
    <w:p w:rsidR="00D44D00" w:rsidRDefault="00D44D00" w:rsidP="00D44D00">
      <w:r>
        <w:t>239.0866</w:t>
      </w:r>
      <w:r>
        <w:tab/>
        <w:t>1.013e0</w:t>
      </w:r>
    </w:p>
    <w:p w:rsidR="00D44D00" w:rsidRDefault="00D44D00" w:rsidP="00D44D00">
      <w:r>
        <w:t>239.1121</w:t>
      </w:r>
      <w:r>
        <w:tab/>
        <w:t>2.025e0</w:t>
      </w:r>
    </w:p>
    <w:p w:rsidR="00D44D00" w:rsidRDefault="00D44D00" w:rsidP="00D44D00">
      <w:r>
        <w:t>239.1398</w:t>
      </w:r>
      <w:r>
        <w:tab/>
        <w:t>2.025e0</w:t>
      </w:r>
    </w:p>
    <w:p w:rsidR="00D44D00" w:rsidRDefault="00D44D00" w:rsidP="00D44D00">
      <w:r>
        <w:t>239.1502</w:t>
      </w:r>
      <w:r>
        <w:tab/>
        <w:t>2.025e0</w:t>
      </w:r>
    </w:p>
    <w:p w:rsidR="00D44D00" w:rsidRDefault="00D44D00" w:rsidP="00D44D00">
      <w:r>
        <w:t>239.1635</w:t>
      </w:r>
      <w:r>
        <w:tab/>
        <w:t>4.051e0</w:t>
      </w:r>
    </w:p>
    <w:p w:rsidR="00D44D00" w:rsidRDefault="00D44D00" w:rsidP="00D44D00">
      <w:r>
        <w:t>239.1713</w:t>
      </w:r>
      <w:r>
        <w:tab/>
        <w:t>2.025e0</w:t>
      </w:r>
    </w:p>
    <w:p w:rsidR="00D44D00" w:rsidRDefault="00D44D00" w:rsidP="00D44D00">
      <w:r>
        <w:t>239.1735</w:t>
      </w:r>
      <w:r>
        <w:tab/>
        <w:t>1.013e0</w:t>
      </w:r>
    </w:p>
    <w:p w:rsidR="00D44D00" w:rsidRDefault="00D44D00" w:rsidP="00D44D00">
      <w:r>
        <w:t>239.2104</w:t>
      </w:r>
      <w:r>
        <w:tab/>
        <w:t>1.013e0</w:t>
      </w:r>
    </w:p>
    <w:p w:rsidR="00D44D00" w:rsidRDefault="00D44D00" w:rsidP="00D44D00">
      <w:r>
        <w:t>239.2268</w:t>
      </w:r>
      <w:r>
        <w:tab/>
        <w:t>1.013e0</w:t>
      </w:r>
    </w:p>
    <w:p w:rsidR="00D44D00" w:rsidRDefault="00D44D00" w:rsidP="00D44D00">
      <w:r>
        <w:t>239.2347</w:t>
      </w:r>
      <w:r>
        <w:tab/>
        <w:t>1.013e0</w:t>
      </w:r>
    </w:p>
    <w:p w:rsidR="00D44D00" w:rsidRDefault="00D44D00" w:rsidP="00D44D00">
      <w:r>
        <w:t>239.2466</w:t>
      </w:r>
      <w:r>
        <w:tab/>
        <w:t>1.013e0</w:t>
      </w:r>
    </w:p>
    <w:p w:rsidR="00D44D00" w:rsidRDefault="00D44D00" w:rsidP="00D44D00">
      <w:r>
        <w:t>239.2918</w:t>
      </w:r>
      <w:r>
        <w:tab/>
        <w:t>1.013e0</w:t>
      </w:r>
    </w:p>
    <w:p w:rsidR="00D44D00" w:rsidRDefault="00D44D00" w:rsidP="00D44D00">
      <w:r>
        <w:t>239.2958</w:t>
      </w:r>
      <w:r>
        <w:tab/>
        <w:t>1.013e0</w:t>
      </w:r>
    </w:p>
    <w:p w:rsidR="00D44D00" w:rsidRDefault="00D44D00" w:rsidP="00D44D00">
      <w:r>
        <w:t>239.3216</w:t>
      </w:r>
      <w:r>
        <w:tab/>
        <w:t>1.013e0</w:t>
      </w:r>
    </w:p>
    <w:p w:rsidR="00D44D00" w:rsidRDefault="00D44D00" w:rsidP="00D44D00">
      <w:r>
        <w:t>239.3828</w:t>
      </w:r>
      <w:r>
        <w:tab/>
        <w:t>1.013e0</w:t>
      </w:r>
    </w:p>
    <w:p w:rsidR="00D44D00" w:rsidRDefault="00D44D00" w:rsidP="00D44D00">
      <w:r>
        <w:t>239.4165</w:t>
      </w:r>
      <w:r>
        <w:tab/>
        <w:t>1.013e0</w:t>
      </w:r>
    </w:p>
    <w:p w:rsidR="00D44D00" w:rsidRDefault="00D44D00" w:rsidP="00D44D00">
      <w:r>
        <w:t>239.4279</w:t>
      </w:r>
      <w:r>
        <w:tab/>
        <w:t>1.013e0</w:t>
      </w:r>
    </w:p>
    <w:p w:rsidR="00D44D00" w:rsidRDefault="00D44D00" w:rsidP="00D44D00">
      <w:r>
        <w:t>239.4527</w:t>
      </w:r>
      <w:r>
        <w:tab/>
        <w:t>1.013e0</w:t>
      </w:r>
    </w:p>
    <w:p w:rsidR="00D44D00" w:rsidRDefault="00D44D00" w:rsidP="00D44D00">
      <w:r>
        <w:lastRenderedPageBreak/>
        <w:t>239.4571</w:t>
      </w:r>
      <w:r>
        <w:tab/>
        <w:t>1.013e0</w:t>
      </w:r>
    </w:p>
    <w:p w:rsidR="00D44D00" w:rsidRDefault="00D44D00" w:rsidP="00D44D00">
      <w:r>
        <w:t>239.4736</w:t>
      </w:r>
      <w:r>
        <w:tab/>
        <w:t>1.013e0</w:t>
      </w:r>
    </w:p>
    <w:p w:rsidR="00D44D00" w:rsidRDefault="00D44D00" w:rsidP="00D44D00">
      <w:r>
        <w:t>239.4928</w:t>
      </w:r>
      <w:r>
        <w:tab/>
        <w:t>1.013e0</w:t>
      </w:r>
    </w:p>
    <w:p w:rsidR="00D44D00" w:rsidRDefault="00D44D00" w:rsidP="00D44D00">
      <w:r>
        <w:t>239.5150</w:t>
      </w:r>
      <w:r>
        <w:tab/>
        <w:t>1.013e0</w:t>
      </w:r>
    </w:p>
    <w:p w:rsidR="00D44D00" w:rsidRDefault="00D44D00" w:rsidP="00D44D00">
      <w:r>
        <w:t>239.5286</w:t>
      </w:r>
      <w:r>
        <w:tab/>
        <w:t>2.025e0</w:t>
      </w:r>
    </w:p>
    <w:p w:rsidR="00D44D00" w:rsidRDefault="00D44D00" w:rsidP="00D44D00">
      <w:r>
        <w:t>239.5309</w:t>
      </w:r>
      <w:r>
        <w:tab/>
        <w:t>1.013e0</w:t>
      </w:r>
    </w:p>
    <w:p w:rsidR="00D44D00" w:rsidRDefault="00D44D00" w:rsidP="00D44D00">
      <w:r>
        <w:t>239.5348</w:t>
      </w:r>
      <w:r>
        <w:tab/>
        <w:t>1.013e0</w:t>
      </w:r>
    </w:p>
    <w:p w:rsidR="00D44D00" w:rsidRDefault="00D44D00" w:rsidP="00D44D00">
      <w:r>
        <w:t>239.6372</w:t>
      </w:r>
      <w:r>
        <w:tab/>
        <w:t>1.013e0</w:t>
      </w:r>
    </w:p>
    <w:p w:rsidR="00D44D00" w:rsidRDefault="00D44D00" w:rsidP="00D44D00">
      <w:r>
        <w:t>239.6544</w:t>
      </w:r>
      <w:r>
        <w:tab/>
        <w:t>1.013e0</w:t>
      </w:r>
    </w:p>
    <w:p w:rsidR="00D44D00" w:rsidRDefault="00D44D00" w:rsidP="00D44D00">
      <w:r>
        <w:t>239.6790</w:t>
      </w:r>
      <w:r>
        <w:tab/>
        <w:t>1.013e0</w:t>
      </w:r>
    </w:p>
    <w:p w:rsidR="00D44D00" w:rsidRDefault="00D44D00" w:rsidP="00D44D00">
      <w:r>
        <w:t>239.6827</w:t>
      </w:r>
      <w:r>
        <w:tab/>
        <w:t>1.013e0</w:t>
      </w:r>
    </w:p>
    <w:p w:rsidR="00D44D00" w:rsidRDefault="00D44D00" w:rsidP="00D44D00">
      <w:r>
        <w:t>239.7072</w:t>
      </w:r>
      <w:r>
        <w:tab/>
        <w:t>2.025e0</w:t>
      </w:r>
    </w:p>
    <w:p w:rsidR="00D44D00" w:rsidRDefault="00D44D00" w:rsidP="00D44D00">
      <w:r>
        <w:t>239.7206</w:t>
      </w:r>
      <w:r>
        <w:tab/>
        <w:t>1.013e0</w:t>
      </w:r>
    </w:p>
    <w:p w:rsidR="00D44D00" w:rsidRDefault="00D44D00" w:rsidP="00D44D00">
      <w:r>
        <w:t>239.7242</w:t>
      </w:r>
      <w:r>
        <w:tab/>
        <w:t>1.013e0</w:t>
      </w:r>
    </w:p>
    <w:p w:rsidR="00D44D00" w:rsidRDefault="00D44D00" w:rsidP="00D44D00">
      <w:r>
        <w:t>239.7815</w:t>
      </w:r>
      <w:r>
        <w:tab/>
        <w:t>1.013e0</w:t>
      </w:r>
    </w:p>
    <w:p w:rsidR="00D44D00" w:rsidRDefault="00D44D00" w:rsidP="00D44D00">
      <w:r>
        <w:t>239.8389</w:t>
      </w:r>
      <w:r>
        <w:tab/>
        <w:t>1.013e0</w:t>
      </w:r>
    </w:p>
    <w:p w:rsidR="00D44D00" w:rsidRDefault="00D44D00" w:rsidP="00D44D00">
      <w:r>
        <w:t>239.8425</w:t>
      </w:r>
      <w:r>
        <w:tab/>
        <w:t>1.013e0</w:t>
      </w:r>
    </w:p>
    <w:p w:rsidR="00D44D00" w:rsidRDefault="00D44D00" w:rsidP="00D44D00">
      <w:r>
        <w:t>239.9593</w:t>
      </w:r>
      <w:r>
        <w:tab/>
        <w:t>1.013e0</w:t>
      </w:r>
    </w:p>
    <w:p w:rsidR="00D44D00" w:rsidRDefault="00D44D00" w:rsidP="00D44D00">
      <w:r>
        <w:t>240.0235</w:t>
      </w:r>
      <w:r>
        <w:tab/>
        <w:t>1.576e1</w:t>
      </w:r>
    </w:p>
    <w:p w:rsidR="00D44D00" w:rsidRDefault="00D44D00" w:rsidP="00D44D00">
      <w:r>
        <w:lastRenderedPageBreak/>
        <w:t>240.0388</w:t>
      </w:r>
      <w:r>
        <w:tab/>
        <w:t>1.085e1</w:t>
      </w:r>
    </w:p>
    <w:p w:rsidR="00D44D00" w:rsidRDefault="00D44D00" w:rsidP="00D44D00">
      <w:r>
        <w:t>240.0419</w:t>
      </w:r>
      <w:r>
        <w:tab/>
        <w:t>1.692e1</w:t>
      </w:r>
    </w:p>
    <w:p w:rsidR="00D44D00" w:rsidRDefault="00D44D00" w:rsidP="00D44D00">
      <w:r>
        <w:t>240.0438</w:t>
      </w:r>
      <w:r>
        <w:tab/>
        <w:t>1.215e1</w:t>
      </w:r>
    </w:p>
    <w:p w:rsidR="00D44D00" w:rsidRDefault="00D44D00" w:rsidP="00D44D00">
      <w:r>
        <w:t>240.0495</w:t>
      </w:r>
      <w:r>
        <w:tab/>
        <w:t>7.607e0</w:t>
      </w:r>
    </w:p>
    <w:p w:rsidR="00D44D00" w:rsidRDefault="00D44D00" w:rsidP="00D44D00">
      <w:r>
        <w:t>240.0940</w:t>
      </w:r>
      <w:r>
        <w:tab/>
        <w:t>1.013e0</w:t>
      </w:r>
    </w:p>
    <w:p w:rsidR="00D44D00" w:rsidRDefault="00D44D00" w:rsidP="00D44D00">
      <w:r>
        <w:t>240.1237</w:t>
      </w:r>
      <w:r>
        <w:tab/>
        <w:t>1.013e0</w:t>
      </w:r>
    </w:p>
    <w:p w:rsidR="00D44D00" w:rsidRDefault="00D44D00" w:rsidP="00D44D00">
      <w:r>
        <w:t>240.1312</w:t>
      </w:r>
      <w:r>
        <w:tab/>
        <w:t>2.025e0</w:t>
      </w:r>
    </w:p>
    <w:p w:rsidR="00D44D00" w:rsidRDefault="00D44D00" w:rsidP="00D44D00">
      <w:r>
        <w:t>240.1462</w:t>
      </w:r>
      <w:r>
        <w:tab/>
        <w:t>2.025e0</w:t>
      </w:r>
    </w:p>
    <w:p w:rsidR="00D44D00" w:rsidRDefault="00D44D00" w:rsidP="00D44D00">
      <w:r>
        <w:t>240.1653</w:t>
      </w:r>
      <w:r>
        <w:tab/>
        <w:t>1.013e0</w:t>
      </w:r>
    </w:p>
    <w:p w:rsidR="00D44D00" w:rsidRDefault="00D44D00" w:rsidP="00D44D00">
      <w:r>
        <w:t>240.1728</w:t>
      </w:r>
      <w:r>
        <w:tab/>
        <w:t>2.025e0</w:t>
      </w:r>
    </w:p>
    <w:p w:rsidR="00D44D00" w:rsidRDefault="00D44D00" w:rsidP="00D44D00">
      <w:r>
        <w:t>240.1849</w:t>
      </w:r>
      <w:r>
        <w:tab/>
        <w:t>1.013e0</w:t>
      </w:r>
    </w:p>
    <w:p w:rsidR="00D44D00" w:rsidRDefault="00D44D00" w:rsidP="00D44D00">
      <w:r>
        <w:t>240.1978</w:t>
      </w:r>
      <w:r>
        <w:tab/>
        <w:t>2.025e0</w:t>
      </w:r>
    </w:p>
    <w:p w:rsidR="00D44D00" w:rsidRDefault="00D44D00" w:rsidP="00D44D00">
      <w:r>
        <w:t>240.2038</w:t>
      </w:r>
      <w:r>
        <w:tab/>
        <w:t>2.025e0</w:t>
      </w:r>
    </w:p>
    <w:p w:rsidR="00D44D00" w:rsidRDefault="00D44D00" w:rsidP="00D44D00">
      <w:r>
        <w:t>240.2081</w:t>
      </w:r>
      <w:r>
        <w:tab/>
        <w:t>2.503e0</w:t>
      </w:r>
    </w:p>
    <w:p w:rsidR="00D44D00" w:rsidRDefault="00D44D00" w:rsidP="00D44D00">
      <w:r>
        <w:t>240.2311</w:t>
      </w:r>
      <w:r>
        <w:tab/>
        <w:t>3.038e0</w:t>
      </w:r>
    </w:p>
    <w:p w:rsidR="00D44D00" w:rsidRDefault="00D44D00" w:rsidP="00D44D00">
      <w:r>
        <w:t>240.2378</w:t>
      </w:r>
      <w:r>
        <w:tab/>
        <w:t>1.013e0</w:t>
      </w:r>
    </w:p>
    <w:p w:rsidR="00D44D00" w:rsidRDefault="00D44D00" w:rsidP="00D44D00">
      <w:r>
        <w:t>240.2513</w:t>
      </w:r>
      <w:r>
        <w:tab/>
        <w:t>3.038e0</w:t>
      </w:r>
    </w:p>
    <w:p w:rsidR="00D44D00" w:rsidRDefault="00D44D00" w:rsidP="00D44D00">
      <w:r>
        <w:t>240.2651</w:t>
      </w:r>
      <w:r>
        <w:tab/>
        <w:t>3.038e0</w:t>
      </w:r>
    </w:p>
    <w:p w:rsidR="00D44D00" w:rsidRDefault="00D44D00" w:rsidP="00D44D00">
      <w:r>
        <w:t>240.2834</w:t>
      </w:r>
      <w:r>
        <w:tab/>
        <w:t>1.013e0</w:t>
      </w:r>
    </w:p>
    <w:p w:rsidR="00D44D00" w:rsidRDefault="00D44D00" w:rsidP="00D44D00">
      <w:r>
        <w:lastRenderedPageBreak/>
        <w:t>240.3331</w:t>
      </w:r>
      <w:r>
        <w:tab/>
        <w:t>1.013e0</w:t>
      </w:r>
    </w:p>
    <w:p w:rsidR="00D44D00" w:rsidRDefault="00D44D00" w:rsidP="00D44D00">
      <w:r>
        <w:t>240.3355</w:t>
      </w:r>
      <w:r>
        <w:tab/>
        <w:t>2.025e0</w:t>
      </w:r>
    </w:p>
    <w:p w:rsidR="00D44D00" w:rsidRDefault="00D44D00" w:rsidP="00D44D00">
      <w:r>
        <w:t>240.3746</w:t>
      </w:r>
      <w:r>
        <w:tab/>
        <w:t>2.025e0</w:t>
      </w:r>
    </w:p>
    <w:p w:rsidR="00D44D00" w:rsidRDefault="00D44D00" w:rsidP="00D44D00">
      <w:r>
        <w:t>240.4123</w:t>
      </w:r>
      <w:r>
        <w:tab/>
        <w:t>2.025e0</w:t>
      </w:r>
    </w:p>
    <w:p w:rsidR="00D44D00" w:rsidRDefault="00D44D00" w:rsidP="00D44D00">
      <w:r>
        <w:t>240.4160</w:t>
      </w:r>
      <w:r>
        <w:tab/>
        <w:t>1.013e0</w:t>
      </w:r>
    </w:p>
    <w:p w:rsidR="00D44D00" w:rsidRDefault="00D44D00" w:rsidP="00D44D00">
      <w:r>
        <w:t>240.4446</w:t>
      </w:r>
      <w:r>
        <w:tab/>
        <w:t>2.025e0</w:t>
      </w:r>
    </w:p>
    <w:p w:rsidR="00D44D00" w:rsidRDefault="00D44D00" w:rsidP="00D44D00">
      <w:r>
        <w:t>240.4657</w:t>
      </w:r>
      <w:r>
        <w:tab/>
        <w:t>1.013e0</w:t>
      </w:r>
    </w:p>
    <w:p w:rsidR="00D44D00" w:rsidRDefault="00D44D00" w:rsidP="00D44D00">
      <w:r>
        <w:t>240.4851</w:t>
      </w:r>
      <w:r>
        <w:tab/>
        <w:t>1.013e0</w:t>
      </w:r>
    </w:p>
    <w:p w:rsidR="00D44D00" w:rsidRDefault="00D44D00" w:rsidP="00D44D00">
      <w:r>
        <w:t>240.4871</w:t>
      </w:r>
      <w:r>
        <w:tab/>
        <w:t>2.025e0</w:t>
      </w:r>
    </w:p>
    <w:p w:rsidR="00D44D00" w:rsidRDefault="00D44D00" w:rsidP="00D44D00">
      <w:r>
        <w:t>240.5604</w:t>
      </w:r>
      <w:r>
        <w:tab/>
        <w:t>1.013e0</w:t>
      </w:r>
    </w:p>
    <w:p w:rsidR="00D44D00" w:rsidRDefault="00D44D00" w:rsidP="00D44D00">
      <w:r>
        <w:t>240.5686</w:t>
      </w:r>
      <w:r>
        <w:tab/>
        <w:t>1.013e0</w:t>
      </w:r>
    </w:p>
    <w:p w:rsidR="00D44D00" w:rsidRDefault="00D44D00" w:rsidP="00D44D00">
      <w:r>
        <w:t>240.6099</w:t>
      </w:r>
      <w:r>
        <w:tab/>
        <w:t>1.013e0</w:t>
      </w:r>
    </w:p>
    <w:p w:rsidR="00D44D00" w:rsidRDefault="00D44D00" w:rsidP="00D44D00">
      <w:r>
        <w:t>240.6138</w:t>
      </w:r>
      <w:r>
        <w:tab/>
        <w:t>1.013e0</w:t>
      </w:r>
    </w:p>
    <w:p w:rsidR="00D44D00" w:rsidRDefault="00D44D00" w:rsidP="00D44D00">
      <w:r>
        <w:t>240.6335</w:t>
      </w:r>
      <w:r>
        <w:tab/>
        <w:t>4.051e0</w:t>
      </w:r>
    </w:p>
    <w:p w:rsidR="00D44D00" w:rsidRDefault="00D44D00" w:rsidP="00D44D00">
      <w:r>
        <w:t>240.6555</w:t>
      </w:r>
      <w:r>
        <w:tab/>
        <w:t>1.013e0</w:t>
      </w:r>
    </w:p>
    <w:p w:rsidR="00D44D00" w:rsidRDefault="00D44D00" w:rsidP="00D44D00">
      <w:r>
        <w:t>240.6636</w:t>
      </w:r>
      <w:r>
        <w:tab/>
        <w:t>2.025e0</w:t>
      </w:r>
    </w:p>
    <w:p w:rsidR="00D44D00" w:rsidRDefault="00D44D00" w:rsidP="00D44D00">
      <w:r>
        <w:t>240.6879</w:t>
      </w:r>
      <w:r>
        <w:tab/>
        <w:t>1.013e0</w:t>
      </w:r>
    </w:p>
    <w:p w:rsidR="00D44D00" w:rsidRDefault="00D44D00" w:rsidP="00D44D00">
      <w:r>
        <w:t>240.7130</w:t>
      </w:r>
      <w:r>
        <w:tab/>
        <w:t>1.013e0</w:t>
      </w:r>
    </w:p>
    <w:p w:rsidR="00D44D00" w:rsidRDefault="00D44D00" w:rsidP="00D44D00">
      <w:r>
        <w:t>240.7206</w:t>
      </w:r>
      <w:r>
        <w:tab/>
        <w:t>1.013e0</w:t>
      </w:r>
    </w:p>
    <w:p w:rsidR="00D44D00" w:rsidRDefault="00D44D00" w:rsidP="00D44D00">
      <w:r>
        <w:lastRenderedPageBreak/>
        <w:t>240.7248</w:t>
      </w:r>
      <w:r>
        <w:tab/>
        <w:t>1.013e0</w:t>
      </w:r>
    </w:p>
    <w:p w:rsidR="00D44D00" w:rsidRDefault="00D44D00" w:rsidP="00D44D00">
      <w:r>
        <w:t>240.7507</w:t>
      </w:r>
      <w:r>
        <w:tab/>
        <w:t>2.025e0</w:t>
      </w:r>
    </w:p>
    <w:p w:rsidR="00D44D00" w:rsidRDefault="00D44D00" w:rsidP="00D44D00">
      <w:r>
        <w:t>240.7625</w:t>
      </w:r>
      <w:r>
        <w:tab/>
        <w:t>1.013e0</w:t>
      </w:r>
    </w:p>
    <w:p w:rsidR="00D44D00" w:rsidRDefault="00D44D00" w:rsidP="00D44D00">
      <w:r>
        <w:t>240.7778</w:t>
      </w:r>
      <w:r>
        <w:tab/>
        <w:t>1.013e0</w:t>
      </w:r>
    </w:p>
    <w:p w:rsidR="00D44D00" w:rsidRDefault="00D44D00" w:rsidP="00D44D00">
      <w:r>
        <w:t>240.7999</w:t>
      </w:r>
      <w:r>
        <w:tab/>
        <w:t>2.025e0</w:t>
      </w:r>
    </w:p>
    <w:p w:rsidR="00D44D00" w:rsidRDefault="00D44D00" w:rsidP="00D44D00">
      <w:r>
        <w:t>240.8156</w:t>
      </w:r>
      <w:r>
        <w:tab/>
        <w:t>2.025e0</w:t>
      </w:r>
    </w:p>
    <w:p w:rsidR="00D44D00" w:rsidRDefault="00D44D00" w:rsidP="00D44D00">
      <w:r>
        <w:t>240.8237</w:t>
      </w:r>
      <w:r>
        <w:tab/>
        <w:t>1.013e0</w:t>
      </w:r>
    </w:p>
    <w:p w:rsidR="00D44D00" w:rsidRDefault="00D44D00" w:rsidP="00D44D00">
      <w:r>
        <w:t>240.8858</w:t>
      </w:r>
      <w:r>
        <w:tab/>
        <w:t>1.013e0</w:t>
      </w:r>
    </w:p>
    <w:p w:rsidR="00D44D00" w:rsidRDefault="00D44D00" w:rsidP="00D44D00">
      <w:r>
        <w:t>240.8906</w:t>
      </w:r>
      <w:r>
        <w:tab/>
        <w:t>1.013e0</w:t>
      </w:r>
    </w:p>
    <w:p w:rsidR="00D44D00" w:rsidRDefault="00D44D00" w:rsidP="00D44D00">
      <w:r>
        <w:t>240.9471</w:t>
      </w:r>
      <w:r>
        <w:tab/>
        <w:t>2.025e0</w:t>
      </w:r>
    </w:p>
    <w:p w:rsidR="00D44D00" w:rsidRDefault="00D44D00" w:rsidP="00D44D00">
      <w:r>
        <w:t>240.9525</w:t>
      </w:r>
      <w:r>
        <w:tab/>
        <w:t>1.013e0</w:t>
      </w:r>
    </w:p>
    <w:p w:rsidR="00D44D00" w:rsidRDefault="00D44D00" w:rsidP="00D44D00">
      <w:r>
        <w:t>240.9604</w:t>
      </w:r>
      <w:r>
        <w:tab/>
        <w:t>1.013e0</w:t>
      </w:r>
    </w:p>
    <w:p w:rsidR="00D44D00" w:rsidRDefault="00D44D00" w:rsidP="00D44D00">
      <w:r>
        <w:t>241.0036</w:t>
      </w:r>
      <w:r>
        <w:tab/>
        <w:t>6.493e0</w:t>
      </w:r>
    </w:p>
    <w:p w:rsidR="00D44D00" w:rsidRDefault="00D44D00" w:rsidP="00D44D00">
      <w:r>
        <w:t>241.0078</w:t>
      </w:r>
      <w:r>
        <w:tab/>
        <w:t>9.829e0</w:t>
      </w:r>
    </w:p>
    <w:p w:rsidR="00D44D00" w:rsidRDefault="00D44D00" w:rsidP="00D44D00">
      <w:r>
        <w:t>241.0364</w:t>
      </w:r>
      <w:r>
        <w:tab/>
        <w:t>3.038e0</w:t>
      </w:r>
    </w:p>
    <w:p w:rsidR="00D44D00" w:rsidRDefault="00D44D00" w:rsidP="00D44D00">
      <w:r>
        <w:t>241.0413</w:t>
      </w:r>
      <w:r>
        <w:tab/>
        <w:t>4.161e0</w:t>
      </w:r>
    </w:p>
    <w:p w:rsidR="00D44D00" w:rsidRDefault="00D44D00" w:rsidP="00D44D00">
      <w:r>
        <w:t>241.0436</w:t>
      </w:r>
      <w:r>
        <w:tab/>
        <w:t>1.145e1</w:t>
      </w:r>
    </w:p>
    <w:p w:rsidR="00D44D00" w:rsidRDefault="00D44D00" w:rsidP="00D44D00">
      <w:r>
        <w:t>241.0590</w:t>
      </w:r>
      <w:r>
        <w:tab/>
        <w:t>2.025e0</w:t>
      </w:r>
    </w:p>
    <w:p w:rsidR="00D44D00" w:rsidRDefault="00D44D00" w:rsidP="00D44D00">
      <w:r>
        <w:t>241.0869</w:t>
      </w:r>
      <w:r>
        <w:tab/>
        <w:t>3.038e0</w:t>
      </w:r>
    </w:p>
    <w:p w:rsidR="00D44D00" w:rsidRDefault="00D44D00" w:rsidP="00D44D00">
      <w:r>
        <w:lastRenderedPageBreak/>
        <w:t>241.1125</w:t>
      </w:r>
      <w:r>
        <w:tab/>
        <w:t>1.013e0</w:t>
      </w:r>
    </w:p>
    <w:p w:rsidR="00D44D00" w:rsidRDefault="00D44D00" w:rsidP="00D44D00">
      <w:r>
        <w:t>241.1213</w:t>
      </w:r>
      <w:r>
        <w:tab/>
        <w:t>3.038e0</w:t>
      </w:r>
    </w:p>
    <w:p w:rsidR="00D44D00" w:rsidRDefault="00D44D00" w:rsidP="00D44D00">
      <w:r>
        <w:t>241.1234</w:t>
      </w:r>
      <w:r>
        <w:tab/>
        <w:t>2.476e0</w:t>
      </w:r>
    </w:p>
    <w:p w:rsidR="00D44D00" w:rsidRDefault="00D44D00" w:rsidP="00D44D00">
      <w:r>
        <w:t>241.1263</w:t>
      </w:r>
      <w:r>
        <w:tab/>
        <w:t>2.025e0</w:t>
      </w:r>
    </w:p>
    <w:p w:rsidR="00D44D00" w:rsidRDefault="00D44D00" w:rsidP="00D44D00">
      <w:r>
        <w:t>241.1424</w:t>
      </w:r>
      <w:r>
        <w:tab/>
        <w:t>1.013e0</w:t>
      </w:r>
    </w:p>
    <w:p w:rsidR="00D44D00" w:rsidRDefault="00D44D00" w:rsidP="00D44D00">
      <w:r>
        <w:t>241.1504</w:t>
      </w:r>
      <w:r>
        <w:tab/>
        <w:t>1.013e0</w:t>
      </w:r>
    </w:p>
    <w:p w:rsidR="00D44D00" w:rsidRDefault="00D44D00" w:rsidP="00D44D00">
      <w:r>
        <w:t>241.1790</w:t>
      </w:r>
      <w:r>
        <w:tab/>
        <w:t>3.038e0</w:t>
      </w:r>
    </w:p>
    <w:p w:rsidR="00D44D00" w:rsidRDefault="00D44D00" w:rsidP="00D44D00">
      <w:r>
        <w:t>241.2196</w:t>
      </w:r>
      <w:r>
        <w:tab/>
        <w:t>1.013e0</w:t>
      </w:r>
    </w:p>
    <w:p w:rsidR="00D44D00" w:rsidRDefault="00D44D00" w:rsidP="00D44D00">
      <w:r>
        <w:t>241.2233</w:t>
      </w:r>
      <w:r>
        <w:tab/>
        <w:t>5.063e0</w:t>
      </w:r>
    </w:p>
    <w:p w:rsidR="00D44D00" w:rsidRDefault="00D44D00" w:rsidP="00D44D00">
      <w:r>
        <w:t>241.2248</w:t>
      </w:r>
      <w:r>
        <w:tab/>
        <w:t>2.025e0</w:t>
      </w:r>
    </w:p>
    <w:p w:rsidR="00D44D00" w:rsidRDefault="00D44D00" w:rsidP="00D44D00">
      <w:r>
        <w:t>241.2377</w:t>
      </w:r>
      <w:r>
        <w:tab/>
        <w:t>2.025e0</w:t>
      </w:r>
    </w:p>
    <w:p w:rsidR="00D44D00" w:rsidRDefault="00D44D00" w:rsidP="00D44D00">
      <w:r>
        <w:t>241.2435</w:t>
      </w:r>
      <w:r>
        <w:tab/>
        <w:t>2.025e0</w:t>
      </w:r>
    </w:p>
    <w:p w:rsidR="00D44D00" w:rsidRDefault="00D44D00" w:rsidP="00D44D00">
      <w:r>
        <w:t>241.3028</w:t>
      </w:r>
      <w:r>
        <w:tab/>
        <w:t>1.013e0</w:t>
      </w:r>
    </w:p>
    <w:p w:rsidR="00D44D00" w:rsidRDefault="00D44D00" w:rsidP="00D44D00">
      <w:r>
        <w:t>241.3104</w:t>
      </w:r>
      <w:r>
        <w:tab/>
        <w:t>1.013e0</w:t>
      </w:r>
    </w:p>
    <w:p w:rsidR="00D44D00" w:rsidRDefault="00D44D00" w:rsidP="00D44D00">
      <w:r>
        <w:t>241.3234</w:t>
      </w:r>
      <w:r>
        <w:tab/>
        <w:t>1.013e0</w:t>
      </w:r>
    </w:p>
    <w:p w:rsidR="00D44D00" w:rsidRDefault="00D44D00" w:rsidP="00D44D00">
      <w:r>
        <w:t>241.3820</w:t>
      </w:r>
      <w:r>
        <w:tab/>
        <w:t>1.013e0</w:t>
      </w:r>
    </w:p>
    <w:p w:rsidR="00D44D00" w:rsidRDefault="00D44D00" w:rsidP="00D44D00">
      <w:r>
        <w:t>241.4471</w:t>
      </w:r>
      <w:r>
        <w:tab/>
        <w:t>1.013e0</w:t>
      </w:r>
    </w:p>
    <w:p w:rsidR="00D44D00" w:rsidRDefault="00D44D00" w:rsidP="00D44D00">
      <w:r>
        <w:t>241.4678</w:t>
      </w:r>
      <w:r>
        <w:tab/>
        <w:t>1.013e0</w:t>
      </w:r>
    </w:p>
    <w:p w:rsidR="00D44D00" w:rsidRDefault="00D44D00" w:rsidP="00D44D00">
      <w:r>
        <w:t>241.4926</w:t>
      </w:r>
      <w:r>
        <w:tab/>
        <w:t>1.013e0</w:t>
      </w:r>
    </w:p>
    <w:p w:rsidR="00D44D00" w:rsidRDefault="00D44D00" w:rsidP="00D44D00">
      <w:r>
        <w:lastRenderedPageBreak/>
        <w:t>241.4969</w:t>
      </w:r>
      <w:r>
        <w:tab/>
        <w:t>1.013e0</w:t>
      </w:r>
    </w:p>
    <w:p w:rsidR="00D44D00" w:rsidRDefault="00D44D00" w:rsidP="00D44D00">
      <w:r>
        <w:t>241.5578</w:t>
      </w:r>
      <w:r>
        <w:tab/>
        <w:t>1.013e0</w:t>
      </w:r>
    </w:p>
    <w:p w:rsidR="00D44D00" w:rsidRDefault="00D44D00" w:rsidP="00D44D00">
      <w:r>
        <w:t>241.5957</w:t>
      </w:r>
      <w:r>
        <w:tab/>
        <w:t>1.013e0</w:t>
      </w:r>
    </w:p>
    <w:p w:rsidR="00D44D00" w:rsidRDefault="00D44D00" w:rsidP="00D44D00">
      <w:r>
        <w:t>241.6256</w:t>
      </w:r>
      <w:r>
        <w:tab/>
        <w:t>1.013e0</w:t>
      </w:r>
    </w:p>
    <w:p w:rsidR="00D44D00" w:rsidRDefault="00D44D00" w:rsidP="00D44D00">
      <w:r>
        <w:t>241.6620</w:t>
      </w:r>
      <w:r>
        <w:tab/>
        <w:t>1.013e0</w:t>
      </w:r>
    </w:p>
    <w:p w:rsidR="00D44D00" w:rsidRDefault="00D44D00" w:rsidP="00D44D00">
      <w:r>
        <w:t>241.6707</w:t>
      </w:r>
      <w:r>
        <w:tab/>
        <w:t>1.013e0</w:t>
      </w:r>
    </w:p>
    <w:p w:rsidR="00D44D00" w:rsidRDefault="00D44D00" w:rsidP="00D44D00">
      <w:r>
        <w:t>241.7207</w:t>
      </w:r>
      <w:r>
        <w:tab/>
        <w:t>1.013e0</w:t>
      </w:r>
    </w:p>
    <w:p w:rsidR="00D44D00" w:rsidRDefault="00D44D00" w:rsidP="00D44D00">
      <w:r>
        <w:t>241.7246</w:t>
      </w:r>
      <w:r>
        <w:tab/>
        <w:t>1.013e0</w:t>
      </w:r>
    </w:p>
    <w:p w:rsidR="00D44D00" w:rsidRDefault="00D44D00" w:rsidP="00D44D00">
      <w:r>
        <w:t>241.7406</w:t>
      </w:r>
      <w:r>
        <w:tab/>
        <w:t>1.013e0</w:t>
      </w:r>
    </w:p>
    <w:p w:rsidR="00D44D00" w:rsidRDefault="00D44D00" w:rsidP="00D44D00">
      <w:r>
        <w:t>241.7701</w:t>
      </w:r>
      <w:r>
        <w:tab/>
        <w:t>1.013e0</w:t>
      </w:r>
    </w:p>
    <w:p w:rsidR="00D44D00" w:rsidRDefault="00D44D00" w:rsidP="00D44D00">
      <w:r>
        <w:t>241.8021</w:t>
      </w:r>
      <w:r>
        <w:tab/>
        <w:t>1.013e0</w:t>
      </w:r>
    </w:p>
    <w:p w:rsidR="00D44D00" w:rsidRDefault="00D44D00" w:rsidP="00D44D00">
      <w:r>
        <w:t>241.8696</w:t>
      </w:r>
      <w:r>
        <w:tab/>
        <w:t>1.013e0</w:t>
      </w:r>
    </w:p>
    <w:p w:rsidR="00D44D00" w:rsidRDefault="00D44D00" w:rsidP="00D44D00">
      <w:r>
        <w:t>241.8773</w:t>
      </w:r>
      <w:r>
        <w:tab/>
        <w:t>1.013e0</w:t>
      </w:r>
    </w:p>
    <w:p w:rsidR="00D44D00" w:rsidRDefault="00D44D00" w:rsidP="00D44D00">
      <w:r>
        <w:t>241.9057</w:t>
      </w:r>
      <w:r>
        <w:tab/>
        <w:t>1.013e0</w:t>
      </w:r>
    </w:p>
    <w:p w:rsidR="00D44D00" w:rsidRDefault="00D44D00" w:rsidP="00D44D00">
      <w:r>
        <w:t>241.9761</w:t>
      </w:r>
      <w:r>
        <w:tab/>
        <w:t>1.013e0</w:t>
      </w:r>
    </w:p>
    <w:p w:rsidR="00D44D00" w:rsidRDefault="00D44D00" w:rsidP="00D44D00">
      <w:r>
        <w:t>242.0233</w:t>
      </w:r>
      <w:r>
        <w:tab/>
        <w:t>4.051e1</w:t>
      </w:r>
    </w:p>
    <w:p w:rsidR="00D44D00" w:rsidRDefault="00D44D00" w:rsidP="00D44D00">
      <w:r>
        <w:t>242.0252</w:t>
      </w:r>
      <w:r>
        <w:tab/>
        <w:t>6.083e1</w:t>
      </w:r>
    </w:p>
    <w:p w:rsidR="00D44D00" w:rsidRDefault="00D44D00" w:rsidP="00D44D00">
      <w:r>
        <w:t>242.0278</w:t>
      </w:r>
      <w:r>
        <w:tab/>
        <w:t>3.339e1</w:t>
      </w:r>
    </w:p>
    <w:p w:rsidR="00D44D00" w:rsidRDefault="00D44D00" w:rsidP="00D44D00">
      <w:r>
        <w:t>242.0643</w:t>
      </w:r>
      <w:r>
        <w:tab/>
        <w:t>5.768e0</w:t>
      </w:r>
    </w:p>
    <w:p w:rsidR="00D44D00" w:rsidRDefault="00D44D00" w:rsidP="00D44D00">
      <w:r>
        <w:lastRenderedPageBreak/>
        <w:t>242.0777</w:t>
      </w:r>
      <w:r>
        <w:tab/>
        <w:t>5.063e0</w:t>
      </w:r>
    </w:p>
    <w:p w:rsidR="00D44D00" w:rsidRDefault="00D44D00" w:rsidP="00D44D00">
      <w:r>
        <w:t>242.0853</w:t>
      </w:r>
      <w:r>
        <w:tab/>
        <w:t>4.528e0</w:t>
      </w:r>
    </w:p>
    <w:p w:rsidR="00D44D00" w:rsidRDefault="00D44D00" w:rsidP="00D44D00">
      <w:r>
        <w:t>242.0910</w:t>
      </w:r>
      <w:r>
        <w:tab/>
        <w:t>1.200e1</w:t>
      </w:r>
    </w:p>
    <w:p w:rsidR="00D44D00" w:rsidRDefault="00D44D00" w:rsidP="00D44D00">
      <w:r>
        <w:t>242.1248</w:t>
      </w:r>
      <w:r>
        <w:tab/>
        <w:t>1.013e0</w:t>
      </w:r>
    </w:p>
    <w:p w:rsidR="00D44D00" w:rsidRDefault="00D44D00" w:rsidP="00D44D00">
      <w:r>
        <w:t>242.1310</w:t>
      </w:r>
      <w:r>
        <w:tab/>
        <w:t>2.025e0</w:t>
      </w:r>
    </w:p>
    <w:p w:rsidR="00D44D00" w:rsidRDefault="00D44D00" w:rsidP="00D44D00">
      <w:r>
        <w:t>242.1456</w:t>
      </w:r>
      <w:r>
        <w:tab/>
        <w:t>5.063e0</w:t>
      </w:r>
    </w:p>
    <w:p w:rsidR="00D44D00" w:rsidRDefault="00D44D00" w:rsidP="00D44D00">
      <w:r>
        <w:t>242.1471</w:t>
      </w:r>
      <w:r>
        <w:tab/>
        <w:t>5.063e0</w:t>
      </w:r>
    </w:p>
    <w:p w:rsidR="00D44D00" w:rsidRDefault="00D44D00" w:rsidP="00D44D00">
      <w:r>
        <w:t>242.1616</w:t>
      </w:r>
      <w:r>
        <w:tab/>
        <w:t>3.038e0</w:t>
      </w:r>
    </w:p>
    <w:p w:rsidR="00D44D00" w:rsidRDefault="00D44D00" w:rsidP="00D44D00">
      <w:r>
        <w:t>242.1783</w:t>
      </w:r>
      <w:r>
        <w:tab/>
        <w:t>3.038e0</w:t>
      </w:r>
    </w:p>
    <w:p w:rsidR="00D44D00" w:rsidRDefault="00D44D00" w:rsidP="00D44D00">
      <w:r>
        <w:t>242.1932</w:t>
      </w:r>
      <w:r>
        <w:tab/>
        <w:t>2.025e0</w:t>
      </w:r>
    </w:p>
    <w:p w:rsidR="00D44D00" w:rsidRDefault="00D44D00" w:rsidP="00D44D00">
      <w:r>
        <w:t>242.2179</w:t>
      </w:r>
      <w:r>
        <w:tab/>
        <w:t>2.025e0</w:t>
      </w:r>
    </w:p>
    <w:p w:rsidR="00D44D00" w:rsidRDefault="00D44D00" w:rsidP="00D44D00">
      <w:r>
        <w:t>242.2385</w:t>
      </w:r>
      <w:r>
        <w:tab/>
        <w:t>2.025e0</w:t>
      </w:r>
    </w:p>
    <w:p w:rsidR="00D44D00" w:rsidRDefault="00D44D00" w:rsidP="00D44D00">
      <w:r>
        <w:t>242.2768</w:t>
      </w:r>
      <w:r>
        <w:tab/>
        <w:t>5.063e0</w:t>
      </w:r>
    </w:p>
    <w:p w:rsidR="00D44D00" w:rsidRDefault="00D44D00" w:rsidP="00D44D00">
      <w:r>
        <w:t>242.2842</w:t>
      </w:r>
      <w:r>
        <w:tab/>
        <w:t>1.250e1</w:t>
      </w:r>
    </w:p>
    <w:p w:rsidR="00D44D00" w:rsidRDefault="00D44D00" w:rsidP="00D44D00">
      <w:r>
        <w:t>242.2853</w:t>
      </w:r>
      <w:r>
        <w:tab/>
        <w:t>1.580e1</w:t>
      </w:r>
    </w:p>
    <w:p w:rsidR="00D44D00" w:rsidRDefault="00D44D00" w:rsidP="00D44D00">
      <w:r>
        <w:t>242.2943</w:t>
      </w:r>
      <w:r>
        <w:tab/>
        <w:t>2.068e1</w:t>
      </w:r>
    </w:p>
    <w:p w:rsidR="00D44D00" w:rsidRDefault="00D44D00" w:rsidP="00D44D00">
      <w:r>
        <w:t>242.3001</w:t>
      </w:r>
      <w:r>
        <w:tab/>
        <w:t>5.063e0</w:t>
      </w:r>
    </w:p>
    <w:p w:rsidR="00D44D00" w:rsidRDefault="00D44D00" w:rsidP="00D44D00">
      <w:r>
        <w:t>242.3232</w:t>
      </w:r>
      <w:r>
        <w:tab/>
        <w:t>1.013e0</w:t>
      </w:r>
    </w:p>
    <w:p w:rsidR="00D44D00" w:rsidRDefault="00D44D00" w:rsidP="00D44D00">
      <w:r>
        <w:t>242.3311</w:t>
      </w:r>
      <w:r>
        <w:tab/>
        <w:t>2.025e0</w:t>
      </w:r>
    </w:p>
    <w:p w:rsidR="00D44D00" w:rsidRDefault="00D44D00" w:rsidP="00D44D00">
      <w:r>
        <w:lastRenderedPageBreak/>
        <w:t>242.3689</w:t>
      </w:r>
      <w:r>
        <w:tab/>
        <w:t>1.013e0</w:t>
      </w:r>
    </w:p>
    <w:p w:rsidR="00D44D00" w:rsidRDefault="00D44D00" w:rsidP="00D44D00">
      <w:r>
        <w:t>242.3768</w:t>
      </w:r>
      <w:r>
        <w:tab/>
        <w:t>3.038e0</w:t>
      </w:r>
    </w:p>
    <w:p w:rsidR="00D44D00" w:rsidRDefault="00D44D00" w:rsidP="00D44D00">
      <w:r>
        <w:t>242.4161</w:t>
      </w:r>
      <w:r>
        <w:tab/>
        <w:t>2.025e0</w:t>
      </w:r>
    </w:p>
    <w:p w:rsidR="00D44D00" w:rsidRDefault="00D44D00" w:rsidP="00D44D00">
      <w:r>
        <w:t>242.4599</w:t>
      </w:r>
      <w:r>
        <w:tab/>
        <w:t>2.025e0</w:t>
      </w:r>
    </w:p>
    <w:p w:rsidR="00D44D00" w:rsidRDefault="00D44D00" w:rsidP="00D44D00">
      <w:r>
        <w:t>242.4979</w:t>
      </w:r>
      <w:r>
        <w:tab/>
        <w:t>1.013e0</w:t>
      </w:r>
    </w:p>
    <w:p w:rsidR="00D44D00" w:rsidRDefault="00D44D00" w:rsidP="00D44D00">
      <w:r>
        <w:t>242.5172</w:t>
      </w:r>
      <w:r>
        <w:tab/>
        <w:t>2.025e0</w:t>
      </w:r>
    </w:p>
    <w:p w:rsidR="00D44D00" w:rsidRDefault="00D44D00" w:rsidP="00D44D00">
      <w:r>
        <w:t>242.5760</w:t>
      </w:r>
      <w:r>
        <w:tab/>
        <w:t>1.013e0</w:t>
      </w:r>
    </w:p>
    <w:p w:rsidR="00D44D00" w:rsidRDefault="00D44D00" w:rsidP="00D44D00">
      <w:r>
        <w:t>242.6348</w:t>
      </w:r>
      <w:r>
        <w:tab/>
        <w:t>2.025e0</w:t>
      </w:r>
    </w:p>
    <w:p w:rsidR="00D44D00" w:rsidRDefault="00D44D00" w:rsidP="00D44D00">
      <w:r>
        <w:t>242.6584</w:t>
      </w:r>
      <w:r>
        <w:tab/>
        <w:t>1.013e0</w:t>
      </w:r>
    </w:p>
    <w:p w:rsidR="00D44D00" w:rsidRDefault="00D44D00" w:rsidP="00D44D00">
      <w:r>
        <w:t>242.6709</w:t>
      </w:r>
      <w:r>
        <w:tab/>
        <w:t>1.013e0</w:t>
      </w:r>
    </w:p>
    <w:p w:rsidR="00D44D00" w:rsidRDefault="00D44D00" w:rsidP="00D44D00">
      <w:r>
        <w:t>242.6959</w:t>
      </w:r>
      <w:r>
        <w:tab/>
        <w:t>1.013e0</w:t>
      </w:r>
    </w:p>
    <w:p w:rsidR="00D44D00" w:rsidRDefault="00D44D00" w:rsidP="00D44D00">
      <w:r>
        <w:t>242.7163</w:t>
      </w:r>
      <w:r>
        <w:tab/>
        <w:t>1.013e0</w:t>
      </w:r>
    </w:p>
    <w:p w:rsidR="00D44D00" w:rsidRDefault="00D44D00" w:rsidP="00D44D00">
      <w:r>
        <w:t>242.7275</w:t>
      </w:r>
      <w:r>
        <w:tab/>
        <w:t>2.025e0</w:t>
      </w:r>
    </w:p>
    <w:p w:rsidR="00D44D00" w:rsidRDefault="00D44D00" w:rsidP="00D44D00">
      <w:r>
        <w:t>242.7707</w:t>
      </w:r>
      <w:r>
        <w:tab/>
        <w:t>2.025e0</w:t>
      </w:r>
    </w:p>
    <w:p w:rsidR="00D44D00" w:rsidRDefault="00D44D00" w:rsidP="00D44D00">
      <w:r>
        <w:t>242.7794</w:t>
      </w:r>
      <w:r>
        <w:tab/>
        <w:t>1.013e0</w:t>
      </w:r>
    </w:p>
    <w:p w:rsidR="00D44D00" w:rsidRDefault="00D44D00" w:rsidP="00D44D00">
      <w:r>
        <w:t>242.8073</w:t>
      </w:r>
      <w:r>
        <w:tab/>
        <w:t>1.013e0</w:t>
      </w:r>
    </w:p>
    <w:p w:rsidR="00D44D00" w:rsidRDefault="00D44D00" w:rsidP="00D44D00">
      <w:r>
        <w:t>242.8328</w:t>
      </w:r>
      <w:r>
        <w:tab/>
        <w:t>1.013e0</w:t>
      </w:r>
    </w:p>
    <w:p w:rsidR="00D44D00" w:rsidRDefault="00D44D00" w:rsidP="00D44D00">
      <w:r>
        <w:t>242.8371</w:t>
      </w:r>
      <w:r>
        <w:tab/>
        <w:t>1.013e0</w:t>
      </w:r>
    </w:p>
    <w:p w:rsidR="00D44D00" w:rsidRDefault="00D44D00" w:rsidP="00D44D00">
      <w:r>
        <w:t>242.8785</w:t>
      </w:r>
      <w:r>
        <w:tab/>
        <w:t>1.013e0</w:t>
      </w:r>
    </w:p>
    <w:p w:rsidR="00D44D00" w:rsidRDefault="00D44D00" w:rsidP="00D44D00">
      <w:r>
        <w:lastRenderedPageBreak/>
        <w:t>242.8981</w:t>
      </w:r>
      <w:r>
        <w:tab/>
        <w:t>1.013e0</w:t>
      </w:r>
    </w:p>
    <w:p w:rsidR="00D44D00" w:rsidRDefault="00D44D00" w:rsidP="00D44D00">
      <w:r>
        <w:t>242.9569</w:t>
      </w:r>
      <w:r>
        <w:tab/>
        <w:t>2.025e0</w:t>
      </w:r>
    </w:p>
    <w:p w:rsidR="00D44D00" w:rsidRDefault="00D44D00" w:rsidP="00D44D00">
      <w:r>
        <w:t>242.9914</w:t>
      </w:r>
      <w:r>
        <w:tab/>
        <w:t>2.025e0</w:t>
      </w:r>
    </w:p>
    <w:p w:rsidR="00D44D00" w:rsidRDefault="00D44D00" w:rsidP="00D44D00">
      <w:r>
        <w:t>242.9982</w:t>
      </w:r>
      <w:r>
        <w:tab/>
        <w:t>5.063e0</w:t>
      </w:r>
    </w:p>
    <w:p w:rsidR="00D44D00" w:rsidRDefault="00D44D00" w:rsidP="00D44D00">
      <w:r>
        <w:t>243.0007</w:t>
      </w:r>
      <w:r>
        <w:tab/>
        <w:t>9.114e0</w:t>
      </w:r>
    </w:p>
    <w:p w:rsidR="00D44D00" w:rsidRDefault="00D44D00" w:rsidP="00D44D00">
      <w:r>
        <w:t>243.0073</w:t>
      </w:r>
      <w:r>
        <w:tab/>
        <w:t>3.409e0</w:t>
      </w:r>
    </w:p>
    <w:p w:rsidR="00D44D00" w:rsidRDefault="00D44D00" w:rsidP="00D44D00">
      <w:r>
        <w:t>243.0230</w:t>
      </w:r>
      <w:r>
        <w:tab/>
        <w:t>3.873e0</w:t>
      </w:r>
    </w:p>
    <w:p w:rsidR="00D44D00" w:rsidRDefault="00D44D00" w:rsidP="00D44D00">
      <w:r>
        <w:t>243.0253</w:t>
      </w:r>
      <w:r>
        <w:tab/>
        <w:t>3.038e0</w:t>
      </w:r>
    </w:p>
    <w:p w:rsidR="00D44D00" w:rsidRDefault="00D44D00" w:rsidP="00D44D00">
      <w:r>
        <w:t>243.0331</w:t>
      </w:r>
      <w:r>
        <w:tab/>
        <w:t>8.101e0</w:t>
      </w:r>
    </w:p>
    <w:p w:rsidR="00D44D00" w:rsidRDefault="00D44D00" w:rsidP="00D44D00">
      <w:r>
        <w:t>243.0505</w:t>
      </w:r>
      <w:r>
        <w:tab/>
        <w:t>3.523e0</w:t>
      </w:r>
    </w:p>
    <w:p w:rsidR="00D44D00" w:rsidRDefault="00D44D00" w:rsidP="00D44D00">
      <w:r>
        <w:t>243.0585</w:t>
      </w:r>
      <w:r>
        <w:tab/>
        <w:t>2.025e0</w:t>
      </w:r>
    </w:p>
    <w:p w:rsidR="00D44D00" w:rsidRDefault="00D44D00" w:rsidP="00D44D00">
      <w:r>
        <w:t>243.0789</w:t>
      </w:r>
      <w:r>
        <w:tab/>
        <w:t>2.025e0</w:t>
      </w:r>
    </w:p>
    <w:p w:rsidR="00D44D00" w:rsidRDefault="00D44D00" w:rsidP="00D44D00">
      <w:r>
        <w:t>243.0871</w:t>
      </w:r>
      <w:r>
        <w:tab/>
        <w:t>2.025e0</w:t>
      </w:r>
    </w:p>
    <w:p w:rsidR="00D44D00" w:rsidRDefault="00D44D00" w:rsidP="00D44D00">
      <w:r>
        <w:t>243.0893</w:t>
      </w:r>
      <w:r>
        <w:tab/>
        <w:t>3.038e0</w:t>
      </w:r>
    </w:p>
    <w:p w:rsidR="00D44D00" w:rsidRDefault="00D44D00" w:rsidP="00D44D00">
      <w:r>
        <w:t>243.1095</w:t>
      </w:r>
      <w:r>
        <w:tab/>
        <w:t>3.038e0</w:t>
      </w:r>
    </w:p>
    <w:p w:rsidR="00D44D00" w:rsidRDefault="00D44D00" w:rsidP="00D44D00">
      <w:r>
        <w:t>243.1147</w:t>
      </w:r>
      <w:r>
        <w:tab/>
        <w:t>1.013e0</w:t>
      </w:r>
    </w:p>
    <w:p w:rsidR="00D44D00" w:rsidRDefault="00D44D00" w:rsidP="00D44D00">
      <w:r>
        <w:t>243.1186</w:t>
      </w:r>
      <w:r>
        <w:tab/>
        <w:t>2.025e0</w:t>
      </w:r>
    </w:p>
    <w:p w:rsidR="00D44D00" w:rsidRDefault="00D44D00" w:rsidP="00D44D00">
      <w:r>
        <w:t>243.1398</w:t>
      </w:r>
      <w:r>
        <w:tab/>
        <w:t>3.038e0</w:t>
      </w:r>
    </w:p>
    <w:p w:rsidR="00D44D00" w:rsidRDefault="00D44D00" w:rsidP="00D44D00">
      <w:r>
        <w:t>243.1474</w:t>
      </w:r>
      <w:r>
        <w:tab/>
        <w:t>1.013e0</w:t>
      </w:r>
    </w:p>
    <w:p w:rsidR="00D44D00" w:rsidRDefault="00D44D00" w:rsidP="00D44D00">
      <w:r>
        <w:lastRenderedPageBreak/>
        <w:t>243.1534</w:t>
      </w:r>
      <w:r>
        <w:tab/>
        <w:t>2.025e0</w:t>
      </w:r>
    </w:p>
    <w:p w:rsidR="00D44D00" w:rsidRDefault="00D44D00" w:rsidP="00D44D00">
      <w:r>
        <w:t>243.1565</w:t>
      </w:r>
      <w:r>
        <w:tab/>
        <w:t>2.025e0</w:t>
      </w:r>
    </w:p>
    <w:p w:rsidR="00D44D00" w:rsidRDefault="00D44D00" w:rsidP="00D44D00">
      <w:r>
        <w:t>243.1722</w:t>
      </w:r>
      <w:r>
        <w:tab/>
        <w:t>1.013e0</w:t>
      </w:r>
    </w:p>
    <w:p w:rsidR="00D44D00" w:rsidRDefault="00D44D00" w:rsidP="00D44D00">
      <w:r>
        <w:t>243.1842</w:t>
      </w:r>
      <w:r>
        <w:tab/>
        <w:t>1.013e0</w:t>
      </w:r>
    </w:p>
    <w:p w:rsidR="00D44D00" w:rsidRDefault="00D44D00" w:rsidP="00D44D00">
      <w:r>
        <w:t>243.1971</w:t>
      </w:r>
      <w:r>
        <w:tab/>
        <w:t>3.038e0</w:t>
      </w:r>
    </w:p>
    <w:p w:rsidR="00D44D00" w:rsidRDefault="00D44D00" w:rsidP="00D44D00">
      <w:r>
        <w:t>243.2280</w:t>
      </w:r>
      <w:r>
        <w:tab/>
        <w:t>2.025e0</w:t>
      </w:r>
    </w:p>
    <w:p w:rsidR="00D44D00" w:rsidRDefault="00D44D00" w:rsidP="00D44D00">
      <w:r>
        <w:t>243.2828</w:t>
      </w:r>
      <w:r>
        <w:tab/>
        <w:t>4.051e0</w:t>
      </w:r>
    </w:p>
    <w:p w:rsidR="00D44D00" w:rsidRDefault="00D44D00" w:rsidP="00D44D00">
      <w:r>
        <w:t>243.2840</w:t>
      </w:r>
      <w:r>
        <w:tab/>
        <w:t>1.013e0</w:t>
      </w:r>
    </w:p>
    <w:p w:rsidR="00D44D00" w:rsidRDefault="00D44D00" w:rsidP="00D44D00">
      <w:r>
        <w:t>243.2883</w:t>
      </w:r>
      <w:r>
        <w:tab/>
        <w:t>4.369e0</w:t>
      </w:r>
    </w:p>
    <w:p w:rsidR="00D44D00" w:rsidRDefault="00D44D00" w:rsidP="00D44D00">
      <w:r>
        <w:t>243.2898</w:t>
      </w:r>
      <w:r>
        <w:tab/>
        <w:t>3.038e0</w:t>
      </w:r>
    </w:p>
    <w:p w:rsidR="00D44D00" w:rsidRDefault="00D44D00" w:rsidP="00D44D00">
      <w:r>
        <w:t>243.3172</w:t>
      </w:r>
      <w:r>
        <w:tab/>
        <w:t>1.013e0</w:t>
      </w:r>
    </w:p>
    <w:p w:rsidR="00D44D00" w:rsidRDefault="00D44D00" w:rsidP="00D44D00">
      <w:r>
        <w:t>243.3631</w:t>
      </w:r>
      <w:r>
        <w:tab/>
        <w:t>1.013e0</w:t>
      </w:r>
    </w:p>
    <w:p w:rsidR="00D44D00" w:rsidRDefault="00D44D00" w:rsidP="00D44D00">
      <w:r>
        <w:t>243.4085</w:t>
      </w:r>
      <w:r>
        <w:tab/>
        <w:t>1.013e0</w:t>
      </w:r>
    </w:p>
    <w:p w:rsidR="00D44D00" w:rsidRDefault="00D44D00" w:rsidP="00D44D00">
      <w:r>
        <w:t>243.4249</w:t>
      </w:r>
      <w:r>
        <w:tab/>
        <w:t>1.013e0</w:t>
      </w:r>
    </w:p>
    <w:p w:rsidR="00D44D00" w:rsidRDefault="00D44D00" w:rsidP="00D44D00">
      <w:r>
        <w:t>243.4280</w:t>
      </w:r>
      <w:r>
        <w:tab/>
        <w:t>2.025e0</w:t>
      </w:r>
    </w:p>
    <w:p w:rsidR="00D44D00" w:rsidRDefault="00D44D00" w:rsidP="00D44D00">
      <w:r>
        <w:t>243.4337</w:t>
      </w:r>
      <w:r>
        <w:tab/>
        <w:t>1.013e0</w:t>
      </w:r>
    </w:p>
    <w:p w:rsidR="00D44D00" w:rsidRDefault="00D44D00" w:rsidP="00D44D00">
      <w:r>
        <w:t>243.4585</w:t>
      </w:r>
      <w:r>
        <w:tab/>
        <w:t>1.013e0</w:t>
      </w:r>
    </w:p>
    <w:p w:rsidR="00D44D00" w:rsidRDefault="00D44D00" w:rsidP="00D44D00">
      <w:r>
        <w:t>243.5038</w:t>
      </w:r>
      <w:r>
        <w:tab/>
        <w:t>1.013e0</w:t>
      </w:r>
    </w:p>
    <w:p w:rsidR="00D44D00" w:rsidRDefault="00D44D00" w:rsidP="00D44D00">
      <w:r>
        <w:t>243.5158</w:t>
      </w:r>
      <w:r>
        <w:tab/>
        <w:t>1.013e0</w:t>
      </w:r>
    </w:p>
    <w:p w:rsidR="00D44D00" w:rsidRDefault="00D44D00" w:rsidP="00D44D00">
      <w:r>
        <w:lastRenderedPageBreak/>
        <w:t>243.5204</w:t>
      </w:r>
      <w:r>
        <w:tab/>
        <w:t>1.013e0</w:t>
      </w:r>
    </w:p>
    <w:p w:rsidR="00D44D00" w:rsidRDefault="00D44D00" w:rsidP="00D44D00">
      <w:r>
        <w:t>243.5419</w:t>
      </w:r>
      <w:r>
        <w:tab/>
        <w:t>1.013e0</w:t>
      </w:r>
    </w:p>
    <w:p w:rsidR="00D44D00" w:rsidRDefault="00D44D00" w:rsidP="00D44D00">
      <w:r>
        <w:t>243.5455</w:t>
      </w:r>
      <w:r>
        <w:tab/>
        <w:t>1.013e0</w:t>
      </w:r>
    </w:p>
    <w:p w:rsidR="00D44D00" w:rsidRDefault="00D44D00" w:rsidP="00D44D00">
      <w:r>
        <w:t>243.5792</w:t>
      </w:r>
      <w:r>
        <w:tab/>
        <w:t>1.013e0</w:t>
      </w:r>
    </w:p>
    <w:p w:rsidR="00D44D00" w:rsidRDefault="00D44D00" w:rsidP="00D44D00">
      <w:r>
        <w:t>243.6295</w:t>
      </w:r>
      <w:r>
        <w:tab/>
        <w:t>1.013e0</w:t>
      </w:r>
    </w:p>
    <w:p w:rsidR="00D44D00" w:rsidRDefault="00D44D00" w:rsidP="00D44D00">
      <w:r>
        <w:t>243.6583</w:t>
      </w:r>
      <w:r>
        <w:tab/>
        <w:t>2.025e0</w:t>
      </w:r>
    </w:p>
    <w:p w:rsidR="00D44D00" w:rsidRDefault="00D44D00" w:rsidP="00D44D00">
      <w:r>
        <w:t>243.7363</w:t>
      </w:r>
      <w:r>
        <w:tab/>
        <w:t>2.025e0</w:t>
      </w:r>
    </w:p>
    <w:p w:rsidR="00D44D00" w:rsidRDefault="00D44D00" w:rsidP="00D44D00">
      <w:r>
        <w:t>243.7593</w:t>
      </w:r>
      <w:r>
        <w:tab/>
        <w:t>2.025e0</w:t>
      </w:r>
    </w:p>
    <w:p w:rsidR="00D44D00" w:rsidRDefault="00D44D00" w:rsidP="00D44D00">
      <w:r>
        <w:t>243.7615</w:t>
      </w:r>
      <w:r>
        <w:tab/>
        <w:t>2.025e0</w:t>
      </w:r>
    </w:p>
    <w:p w:rsidR="00D44D00" w:rsidRDefault="00D44D00" w:rsidP="00D44D00">
      <w:r>
        <w:t>243.7937</w:t>
      </w:r>
      <w:r>
        <w:tab/>
        <w:t>1.013e0</w:t>
      </w:r>
    </w:p>
    <w:p w:rsidR="00D44D00" w:rsidRDefault="00D44D00" w:rsidP="00D44D00">
      <w:r>
        <w:t>243.8158</w:t>
      </w:r>
      <w:r>
        <w:tab/>
        <w:t>1.013e0</w:t>
      </w:r>
    </w:p>
    <w:p w:rsidR="00D44D00" w:rsidRDefault="00D44D00" w:rsidP="00D44D00">
      <w:r>
        <w:t>243.8237</w:t>
      </w:r>
      <w:r>
        <w:tab/>
        <w:t>2.025e0</w:t>
      </w:r>
    </w:p>
    <w:p w:rsidR="00D44D00" w:rsidRDefault="00D44D00" w:rsidP="00D44D00">
      <w:r>
        <w:t>243.8564</w:t>
      </w:r>
      <w:r>
        <w:tab/>
        <w:t>2.025e0</w:t>
      </w:r>
    </w:p>
    <w:p w:rsidR="00D44D00" w:rsidRDefault="00D44D00" w:rsidP="00D44D00">
      <w:r>
        <w:t>243.8981</w:t>
      </w:r>
      <w:r>
        <w:tab/>
        <w:t>1.013e0</w:t>
      </w:r>
    </w:p>
    <w:p w:rsidR="00D44D00" w:rsidRDefault="00D44D00" w:rsidP="00D44D00">
      <w:r>
        <w:t>243.9482</w:t>
      </w:r>
      <w:r>
        <w:tab/>
        <w:t>2.025e0</w:t>
      </w:r>
    </w:p>
    <w:p w:rsidR="00D44D00" w:rsidRDefault="00D44D00" w:rsidP="00D44D00">
      <w:r>
        <w:t>243.9806</w:t>
      </w:r>
      <w:r>
        <w:tab/>
        <w:t>1.013e0</w:t>
      </w:r>
    </w:p>
    <w:p w:rsidR="00D44D00" w:rsidRDefault="00D44D00" w:rsidP="00D44D00">
      <w:r>
        <w:t>243.9865</w:t>
      </w:r>
      <w:r>
        <w:tab/>
        <w:t>2.025e0</w:t>
      </w:r>
    </w:p>
    <w:p w:rsidR="00D44D00" w:rsidRDefault="00D44D00" w:rsidP="00D44D00">
      <w:r>
        <w:t>244.0019</w:t>
      </w:r>
      <w:r>
        <w:tab/>
        <w:t>2.025e0</w:t>
      </w:r>
    </w:p>
    <w:p w:rsidR="00D44D00" w:rsidRDefault="00D44D00" w:rsidP="00D44D00">
      <w:r>
        <w:t>244.0188</w:t>
      </w:r>
      <w:r>
        <w:tab/>
        <w:t>2.025e0</w:t>
      </w:r>
    </w:p>
    <w:p w:rsidR="00D44D00" w:rsidRDefault="00D44D00" w:rsidP="00D44D00">
      <w:r>
        <w:lastRenderedPageBreak/>
        <w:t>244.0200</w:t>
      </w:r>
      <w:r>
        <w:tab/>
        <w:t>7.089e0</w:t>
      </w:r>
    </w:p>
    <w:p w:rsidR="00D44D00" w:rsidRDefault="00D44D00" w:rsidP="00D44D00">
      <w:r>
        <w:t>244.0326</w:t>
      </w:r>
      <w:r>
        <w:tab/>
        <w:t>2.025e0</w:t>
      </w:r>
    </w:p>
    <w:p w:rsidR="00D44D00" w:rsidRDefault="00D44D00" w:rsidP="00D44D00">
      <w:r>
        <w:t>244.0522</w:t>
      </w:r>
      <w:r>
        <w:tab/>
        <w:t>1.316e1</w:t>
      </w:r>
    </w:p>
    <w:p w:rsidR="00D44D00" w:rsidRDefault="00D44D00" w:rsidP="00D44D00">
      <w:r>
        <w:t>244.0684</w:t>
      </w:r>
      <w:r>
        <w:tab/>
        <w:t>3.038e0</w:t>
      </w:r>
    </w:p>
    <w:p w:rsidR="00D44D00" w:rsidRDefault="00D44D00" w:rsidP="00D44D00">
      <w:r>
        <w:t>244.0893</w:t>
      </w:r>
      <w:r>
        <w:tab/>
        <w:t>2.025e0</w:t>
      </w:r>
    </w:p>
    <w:p w:rsidR="00D44D00" w:rsidRDefault="00D44D00" w:rsidP="00D44D00">
      <w:r>
        <w:t>244.1304</w:t>
      </w:r>
      <w:r>
        <w:tab/>
        <w:t>1.013e0</w:t>
      </w:r>
    </w:p>
    <w:p w:rsidR="00D44D00" w:rsidRDefault="00D44D00" w:rsidP="00D44D00">
      <w:r>
        <w:t>244.1347</w:t>
      </w:r>
      <w:r>
        <w:tab/>
        <w:t>1.013e0</w:t>
      </w:r>
    </w:p>
    <w:p w:rsidR="00D44D00" w:rsidRDefault="00D44D00" w:rsidP="00D44D00">
      <w:r>
        <w:t>244.1438</w:t>
      </w:r>
      <w:r>
        <w:tab/>
        <w:t>1.013e0</w:t>
      </w:r>
    </w:p>
    <w:p w:rsidR="00D44D00" w:rsidRDefault="00D44D00" w:rsidP="00D44D00">
      <w:r>
        <w:t>244.1803</w:t>
      </w:r>
      <w:r>
        <w:tab/>
        <w:t>1.013e0</w:t>
      </w:r>
    </w:p>
    <w:p w:rsidR="00D44D00" w:rsidRDefault="00D44D00" w:rsidP="00D44D00">
      <w:r>
        <w:t>244.1816</w:t>
      </w:r>
      <w:r>
        <w:tab/>
        <w:t>3.038e0</w:t>
      </w:r>
    </w:p>
    <w:p w:rsidR="00D44D00" w:rsidRDefault="00D44D00" w:rsidP="00D44D00">
      <w:r>
        <w:t>244.2095</w:t>
      </w:r>
      <w:r>
        <w:tab/>
        <w:t>2.025e0</w:t>
      </w:r>
    </w:p>
    <w:p w:rsidR="00D44D00" w:rsidRDefault="00D44D00" w:rsidP="00D44D00">
      <w:r>
        <w:t>244.2132</w:t>
      </w:r>
      <w:r>
        <w:tab/>
        <w:t>2.025e0</w:t>
      </w:r>
    </w:p>
    <w:p w:rsidR="00D44D00" w:rsidRDefault="00D44D00" w:rsidP="00D44D00">
      <w:r>
        <w:t>244.2435</w:t>
      </w:r>
      <w:r>
        <w:tab/>
        <w:t>1.013e0</w:t>
      </w:r>
    </w:p>
    <w:p w:rsidR="00D44D00" w:rsidRDefault="00D44D00" w:rsidP="00D44D00">
      <w:r>
        <w:t>244.2669</w:t>
      </w:r>
      <w:r>
        <w:tab/>
        <w:t>1.013e0</w:t>
      </w:r>
    </w:p>
    <w:p w:rsidR="00D44D00" w:rsidRDefault="00D44D00" w:rsidP="00D44D00">
      <w:r>
        <w:t>244.2763</w:t>
      </w:r>
      <w:r>
        <w:tab/>
        <w:t>1.013e0</w:t>
      </w:r>
    </w:p>
    <w:p w:rsidR="00D44D00" w:rsidRDefault="00D44D00" w:rsidP="00D44D00">
      <w:r>
        <w:t>244.2928</w:t>
      </w:r>
      <w:r>
        <w:tab/>
        <w:t>1.013e0</w:t>
      </w:r>
    </w:p>
    <w:p w:rsidR="00D44D00" w:rsidRDefault="00D44D00" w:rsidP="00D44D00">
      <w:r>
        <w:t>244.3128</w:t>
      </w:r>
      <w:r>
        <w:tab/>
        <w:t>1.013e0</w:t>
      </w:r>
    </w:p>
    <w:p w:rsidR="00D44D00" w:rsidRDefault="00D44D00" w:rsidP="00D44D00">
      <w:r>
        <w:t>244.3349</w:t>
      </w:r>
      <w:r>
        <w:tab/>
        <w:t>2.025e0</w:t>
      </w:r>
    </w:p>
    <w:p w:rsidR="00D44D00" w:rsidRDefault="00D44D00" w:rsidP="00D44D00">
      <w:r>
        <w:t>244.3487</w:t>
      </w:r>
      <w:r>
        <w:tab/>
        <w:t>2.025e0</w:t>
      </w:r>
    </w:p>
    <w:p w:rsidR="00D44D00" w:rsidRDefault="00D44D00" w:rsidP="00D44D00">
      <w:r>
        <w:lastRenderedPageBreak/>
        <w:t>244.3546</w:t>
      </w:r>
      <w:r>
        <w:tab/>
        <w:t>1.013e0</w:t>
      </w:r>
    </w:p>
    <w:p w:rsidR="00D44D00" w:rsidRDefault="00D44D00" w:rsidP="00D44D00">
      <w:r>
        <w:t>244.4039</w:t>
      </w:r>
      <w:r>
        <w:tab/>
        <w:t>1.013e0</w:t>
      </w:r>
    </w:p>
    <w:p w:rsidR="00D44D00" w:rsidRDefault="00D44D00" w:rsidP="00D44D00">
      <w:r>
        <w:t>244.4220</w:t>
      </w:r>
      <w:r>
        <w:tab/>
        <w:t>1.013e0</w:t>
      </w:r>
    </w:p>
    <w:p w:rsidR="00D44D00" w:rsidRDefault="00D44D00" w:rsidP="00D44D00">
      <w:r>
        <w:t>244.4955</w:t>
      </w:r>
      <w:r>
        <w:tab/>
        <w:t>1.013e0</w:t>
      </w:r>
    </w:p>
    <w:p w:rsidR="00D44D00" w:rsidRDefault="00D44D00" w:rsidP="00D44D00">
      <w:r>
        <w:t>244.5337</w:t>
      </w:r>
      <w:r>
        <w:tab/>
        <w:t>1.013e0</w:t>
      </w:r>
    </w:p>
    <w:p w:rsidR="00D44D00" w:rsidRDefault="00D44D00" w:rsidP="00D44D00">
      <w:r>
        <w:t>244.5713</w:t>
      </w:r>
      <w:r>
        <w:tab/>
        <w:t>1.013e0</w:t>
      </w:r>
    </w:p>
    <w:p w:rsidR="00D44D00" w:rsidRDefault="00D44D00" w:rsidP="00D44D00">
      <w:r>
        <w:t>244.5835</w:t>
      </w:r>
      <w:r>
        <w:tab/>
        <w:t>1.013e0</w:t>
      </w:r>
    </w:p>
    <w:p w:rsidR="00D44D00" w:rsidRDefault="00D44D00" w:rsidP="00D44D00">
      <w:r>
        <w:t>244.6331</w:t>
      </w:r>
      <w:r>
        <w:tab/>
        <w:t>1.013e0</w:t>
      </w:r>
    </w:p>
    <w:p w:rsidR="00D44D00" w:rsidRDefault="00D44D00" w:rsidP="00D44D00">
      <w:r>
        <w:t>244.6789</w:t>
      </w:r>
      <w:r>
        <w:tab/>
        <w:t>1.013e0</w:t>
      </w:r>
    </w:p>
    <w:p w:rsidR="00D44D00" w:rsidRDefault="00D44D00" w:rsidP="00D44D00">
      <w:r>
        <w:t>244.7004</w:t>
      </w:r>
      <w:r>
        <w:tab/>
        <w:t>1.013e0</w:t>
      </w:r>
    </w:p>
    <w:p w:rsidR="00D44D00" w:rsidRDefault="00D44D00" w:rsidP="00D44D00">
      <w:r>
        <w:t>244.7603</w:t>
      </w:r>
      <w:r>
        <w:tab/>
        <w:t>2.025e0</w:t>
      </w:r>
    </w:p>
    <w:p w:rsidR="00D44D00" w:rsidRDefault="00D44D00" w:rsidP="00D44D00">
      <w:r>
        <w:t>244.7625</w:t>
      </w:r>
      <w:r>
        <w:tab/>
        <w:t>1.013e0</w:t>
      </w:r>
    </w:p>
    <w:p w:rsidR="00D44D00" w:rsidRDefault="00D44D00" w:rsidP="00D44D00">
      <w:r>
        <w:t>244.8041</w:t>
      </w:r>
      <w:r>
        <w:tab/>
        <w:t>2.025e0</w:t>
      </w:r>
    </w:p>
    <w:p w:rsidR="00D44D00" w:rsidRDefault="00D44D00" w:rsidP="00D44D00">
      <w:r>
        <w:t>244.9915</w:t>
      </w:r>
      <w:r>
        <w:tab/>
        <w:t>4.051e0</w:t>
      </w:r>
    </w:p>
    <w:p w:rsidR="00D44D00" w:rsidRDefault="00D44D00" w:rsidP="00D44D00">
      <w:r>
        <w:t>245.0067</w:t>
      </w:r>
      <w:r>
        <w:tab/>
        <w:t>1.013e0</w:t>
      </w:r>
    </w:p>
    <w:p w:rsidR="00D44D00" w:rsidRDefault="00D44D00" w:rsidP="00D44D00">
      <w:r>
        <w:t>245.0120</w:t>
      </w:r>
      <w:r>
        <w:tab/>
        <w:t>2.025e0</w:t>
      </w:r>
    </w:p>
    <w:p w:rsidR="00D44D00" w:rsidRDefault="00D44D00" w:rsidP="00D44D00">
      <w:r>
        <w:t>245.0248</w:t>
      </w:r>
      <w:r>
        <w:tab/>
        <w:t>1.013e0</w:t>
      </w:r>
    </w:p>
    <w:p w:rsidR="00D44D00" w:rsidRDefault="00D44D00" w:rsidP="00D44D00">
      <w:r>
        <w:t>245.0368</w:t>
      </w:r>
      <w:r>
        <w:tab/>
        <w:t>1.013e0</w:t>
      </w:r>
    </w:p>
    <w:p w:rsidR="00D44D00" w:rsidRDefault="00D44D00" w:rsidP="00D44D00">
      <w:r>
        <w:t>245.0387</w:t>
      </w:r>
      <w:r>
        <w:tab/>
        <w:t>4.051e0</w:t>
      </w:r>
    </w:p>
    <w:p w:rsidR="00D44D00" w:rsidRDefault="00D44D00" w:rsidP="00D44D00">
      <w:r>
        <w:lastRenderedPageBreak/>
        <w:t>245.0441</w:t>
      </w:r>
      <w:r>
        <w:tab/>
        <w:t>3.038e0</w:t>
      </w:r>
    </w:p>
    <w:p w:rsidR="00D44D00" w:rsidRDefault="00D44D00" w:rsidP="00D44D00">
      <w:r>
        <w:t>245.1103</w:t>
      </w:r>
      <w:r>
        <w:tab/>
        <w:t>3.038e0</w:t>
      </w:r>
    </w:p>
    <w:p w:rsidR="00D44D00" w:rsidRDefault="00D44D00" w:rsidP="00D44D00">
      <w:r>
        <w:t>245.1124</w:t>
      </w:r>
      <w:r>
        <w:tab/>
        <w:t>3.038e0</w:t>
      </w:r>
    </w:p>
    <w:p w:rsidR="00D44D00" w:rsidRDefault="00D44D00" w:rsidP="00D44D00">
      <w:r>
        <w:t>245.1141</w:t>
      </w:r>
      <w:r>
        <w:tab/>
        <w:t>4.051e0</w:t>
      </w:r>
    </w:p>
    <w:p w:rsidR="00D44D00" w:rsidRDefault="00D44D00" w:rsidP="00D44D00">
      <w:r>
        <w:t>245.1703</w:t>
      </w:r>
      <w:r>
        <w:tab/>
        <w:t>1.013e0</w:t>
      </w:r>
    </w:p>
    <w:p w:rsidR="00D44D00" w:rsidRDefault="00D44D00" w:rsidP="00D44D00">
      <w:r>
        <w:t>245.1746</w:t>
      </w:r>
      <w:r>
        <w:tab/>
        <w:t>2.025e0</w:t>
      </w:r>
    </w:p>
    <w:p w:rsidR="00D44D00" w:rsidRDefault="00D44D00" w:rsidP="00D44D00">
      <w:r>
        <w:t>245.1995</w:t>
      </w:r>
      <w:r>
        <w:tab/>
        <w:t>4.051e0</w:t>
      </w:r>
    </w:p>
    <w:p w:rsidR="00D44D00" w:rsidRDefault="00D44D00" w:rsidP="00D44D00">
      <w:r>
        <w:t>245.2031</w:t>
      </w:r>
      <w:r>
        <w:tab/>
        <w:t>3.038e0</w:t>
      </w:r>
    </w:p>
    <w:p w:rsidR="00D44D00" w:rsidRDefault="00D44D00" w:rsidP="00D44D00">
      <w:r>
        <w:t>245.2584</w:t>
      </w:r>
      <w:r>
        <w:tab/>
        <w:t>1.013e0</w:t>
      </w:r>
    </w:p>
    <w:p w:rsidR="00D44D00" w:rsidRDefault="00D44D00" w:rsidP="00D44D00">
      <w:r>
        <w:t>245.2777</w:t>
      </w:r>
      <w:r>
        <w:tab/>
        <w:t>1.013e0</w:t>
      </w:r>
    </w:p>
    <w:p w:rsidR="00D44D00" w:rsidRDefault="00D44D00" w:rsidP="00D44D00">
      <w:r>
        <w:t>245.2993</w:t>
      </w:r>
      <w:r>
        <w:tab/>
        <w:t>1.013e0</w:t>
      </w:r>
    </w:p>
    <w:p w:rsidR="00D44D00" w:rsidRDefault="00D44D00" w:rsidP="00D44D00">
      <w:r>
        <w:t>245.3359</w:t>
      </w:r>
      <w:r>
        <w:tab/>
        <w:t>1.013e0</w:t>
      </w:r>
    </w:p>
    <w:p w:rsidR="00D44D00" w:rsidRDefault="00D44D00" w:rsidP="00D44D00">
      <w:r>
        <w:t>245.3442</w:t>
      </w:r>
      <w:r>
        <w:tab/>
        <w:t>2.025e0</w:t>
      </w:r>
    </w:p>
    <w:p w:rsidR="00D44D00" w:rsidRDefault="00D44D00" w:rsidP="00D44D00">
      <w:r>
        <w:t>245.3613</w:t>
      </w:r>
      <w:r>
        <w:tab/>
        <w:t>1.013e0</w:t>
      </w:r>
    </w:p>
    <w:p w:rsidR="00D44D00" w:rsidRDefault="00D44D00" w:rsidP="00D44D00">
      <w:r>
        <w:t>245.3866</w:t>
      </w:r>
      <w:r>
        <w:tab/>
        <w:t>1.013e0</w:t>
      </w:r>
    </w:p>
    <w:p w:rsidR="00D44D00" w:rsidRDefault="00D44D00" w:rsidP="00D44D00">
      <w:r>
        <w:t>245.3954</w:t>
      </w:r>
      <w:r>
        <w:tab/>
        <w:t>1.013e0</w:t>
      </w:r>
    </w:p>
    <w:p w:rsidR="00D44D00" w:rsidRDefault="00D44D00" w:rsidP="00D44D00">
      <w:r>
        <w:t>245.4115</w:t>
      </w:r>
      <w:r>
        <w:tab/>
        <w:t>1.013e0</w:t>
      </w:r>
    </w:p>
    <w:p w:rsidR="00D44D00" w:rsidRDefault="00D44D00" w:rsidP="00D44D00">
      <w:r>
        <w:t>245.4533</w:t>
      </w:r>
      <w:r>
        <w:tab/>
        <w:t>1.013e0</w:t>
      </w:r>
    </w:p>
    <w:p w:rsidR="00D44D00" w:rsidRDefault="00D44D00" w:rsidP="00D44D00">
      <w:r>
        <w:t>245.5070</w:t>
      </w:r>
      <w:r>
        <w:tab/>
        <w:t>1.013e0</w:t>
      </w:r>
    </w:p>
    <w:p w:rsidR="00D44D00" w:rsidRDefault="00D44D00" w:rsidP="00D44D00">
      <w:r>
        <w:lastRenderedPageBreak/>
        <w:t>245.5106</w:t>
      </w:r>
      <w:r>
        <w:tab/>
        <w:t>1.013e0</w:t>
      </w:r>
    </w:p>
    <w:p w:rsidR="00D44D00" w:rsidRDefault="00D44D00" w:rsidP="00D44D00">
      <w:r>
        <w:t>245.5651</w:t>
      </w:r>
      <w:r>
        <w:tab/>
        <w:t>1.013e0</w:t>
      </w:r>
    </w:p>
    <w:p w:rsidR="00D44D00" w:rsidRDefault="00D44D00" w:rsidP="00D44D00">
      <w:r>
        <w:t>245.5826</w:t>
      </w:r>
      <w:r>
        <w:tab/>
        <w:t>1.013e0</w:t>
      </w:r>
    </w:p>
    <w:p w:rsidR="00D44D00" w:rsidRDefault="00D44D00" w:rsidP="00D44D00">
      <w:r>
        <w:t>245.5864</w:t>
      </w:r>
      <w:r>
        <w:tab/>
        <w:t>1.013e0</w:t>
      </w:r>
    </w:p>
    <w:p w:rsidR="00D44D00" w:rsidRDefault="00D44D00" w:rsidP="00D44D00">
      <w:r>
        <w:t>245.6106</w:t>
      </w:r>
      <w:r>
        <w:tab/>
        <w:t>1.013e0</w:t>
      </w:r>
    </w:p>
    <w:p w:rsidR="00D44D00" w:rsidRDefault="00D44D00" w:rsidP="00D44D00">
      <w:r>
        <w:t>245.7035</w:t>
      </w:r>
      <w:r>
        <w:tab/>
        <w:t>2.025e0</w:t>
      </w:r>
    </w:p>
    <w:p w:rsidR="00D44D00" w:rsidRDefault="00D44D00" w:rsidP="00D44D00">
      <w:r>
        <w:t>245.7115</w:t>
      </w:r>
      <w:r>
        <w:tab/>
        <w:t>1.013e0</w:t>
      </w:r>
    </w:p>
    <w:p w:rsidR="00D44D00" w:rsidRDefault="00D44D00" w:rsidP="00D44D00">
      <w:r>
        <w:t>245.8736</w:t>
      </w:r>
      <w:r>
        <w:tab/>
        <w:t>2.025e0</w:t>
      </w:r>
    </w:p>
    <w:p w:rsidR="00D44D00" w:rsidRDefault="00D44D00" w:rsidP="00D44D00">
      <w:r>
        <w:t>245.9033</w:t>
      </w:r>
      <w:r>
        <w:tab/>
        <w:t>1.013e0</w:t>
      </w:r>
    </w:p>
    <w:p w:rsidR="00D44D00" w:rsidRDefault="00D44D00" w:rsidP="00D44D00">
      <w:r>
        <w:t>245.9270</w:t>
      </w:r>
      <w:r>
        <w:tab/>
        <w:t>1.013e0</w:t>
      </w:r>
    </w:p>
    <w:p w:rsidR="00D44D00" w:rsidRDefault="00D44D00" w:rsidP="00D44D00">
      <w:r>
        <w:t>245.9346</w:t>
      </w:r>
      <w:r>
        <w:tab/>
        <w:t>2.025e0</w:t>
      </w:r>
    </w:p>
    <w:p w:rsidR="00D44D00" w:rsidRDefault="00D44D00" w:rsidP="00D44D00">
      <w:r>
        <w:t>245.9688</w:t>
      </w:r>
      <w:r>
        <w:tab/>
        <w:t>1.013e0</w:t>
      </w:r>
    </w:p>
    <w:p w:rsidR="00D44D00" w:rsidRDefault="00D44D00" w:rsidP="00D44D00">
      <w:r>
        <w:t>246.0009</w:t>
      </w:r>
      <w:r>
        <w:tab/>
        <w:t>1.202e1</w:t>
      </w:r>
    </w:p>
    <w:p w:rsidR="00D44D00" w:rsidRDefault="00D44D00" w:rsidP="00D44D00">
      <w:r>
        <w:t>246.0026</w:t>
      </w:r>
      <w:r>
        <w:tab/>
        <w:t>1.215e1</w:t>
      </w:r>
    </w:p>
    <w:p w:rsidR="00D44D00" w:rsidRDefault="00D44D00" w:rsidP="00D44D00">
      <w:r>
        <w:t>246.0319</w:t>
      </w:r>
      <w:r>
        <w:tab/>
        <w:t>5.063e0</w:t>
      </w:r>
    </w:p>
    <w:p w:rsidR="00D44D00" w:rsidRDefault="00D44D00" w:rsidP="00D44D00">
      <w:r>
        <w:t>246.0365</w:t>
      </w:r>
      <w:r>
        <w:tab/>
        <w:t>4.185e0</w:t>
      </w:r>
    </w:p>
    <w:p w:rsidR="00D44D00" w:rsidRDefault="00D44D00" w:rsidP="00D44D00">
      <w:r>
        <w:t>246.0379</w:t>
      </w:r>
      <w:r>
        <w:tab/>
        <w:t>4.115e0</w:t>
      </w:r>
    </w:p>
    <w:p w:rsidR="00D44D00" w:rsidRDefault="00D44D00" w:rsidP="00D44D00">
      <w:r>
        <w:t>246.0447</w:t>
      </w:r>
      <w:r>
        <w:tab/>
        <w:t>1.013e0</w:t>
      </w:r>
    </w:p>
    <w:p w:rsidR="00D44D00" w:rsidRDefault="00D44D00" w:rsidP="00D44D00">
      <w:r>
        <w:t>246.0649</w:t>
      </w:r>
      <w:r>
        <w:tab/>
        <w:t>1.013e0</w:t>
      </w:r>
    </w:p>
    <w:p w:rsidR="00D44D00" w:rsidRDefault="00D44D00" w:rsidP="00D44D00">
      <w:r>
        <w:lastRenderedPageBreak/>
        <w:t>246.0784</w:t>
      </w:r>
      <w:r>
        <w:tab/>
        <w:t>1.013e0</w:t>
      </w:r>
    </w:p>
    <w:p w:rsidR="00D44D00" w:rsidRDefault="00D44D00" w:rsidP="00D44D00">
      <w:r>
        <w:t>246.1090</w:t>
      </w:r>
      <w:r>
        <w:tab/>
        <w:t>2.025e0</w:t>
      </w:r>
    </w:p>
    <w:p w:rsidR="00D44D00" w:rsidRDefault="00D44D00" w:rsidP="00D44D00">
      <w:r>
        <w:t>246.1367</w:t>
      </w:r>
      <w:r>
        <w:tab/>
        <w:t>1.013e0</w:t>
      </w:r>
    </w:p>
    <w:p w:rsidR="00D44D00" w:rsidRDefault="00D44D00" w:rsidP="00D44D00">
      <w:r>
        <w:t>246.1407</w:t>
      </w:r>
      <w:r>
        <w:tab/>
        <w:t>2.025e0</w:t>
      </w:r>
    </w:p>
    <w:p w:rsidR="00D44D00" w:rsidRDefault="00D44D00" w:rsidP="00D44D00">
      <w:r>
        <w:t>246.1443</w:t>
      </w:r>
      <w:r>
        <w:tab/>
        <w:t>2.025e0</w:t>
      </w:r>
    </w:p>
    <w:p w:rsidR="00D44D00" w:rsidRDefault="00D44D00" w:rsidP="00D44D00">
      <w:r>
        <w:t>246.1783</w:t>
      </w:r>
      <w:r>
        <w:tab/>
        <w:t>7.089e0</w:t>
      </w:r>
    </w:p>
    <w:p w:rsidR="00D44D00" w:rsidRDefault="00D44D00" w:rsidP="00D44D00">
      <w:r>
        <w:t>246.2361</w:t>
      </w:r>
      <w:r>
        <w:tab/>
        <w:t>1.013e0</w:t>
      </w:r>
    </w:p>
    <w:p w:rsidR="00D44D00" w:rsidRDefault="00D44D00" w:rsidP="00D44D00">
      <w:r>
        <w:t>246.2531</w:t>
      </w:r>
      <w:r>
        <w:tab/>
        <w:t>1.013e0</w:t>
      </w:r>
    </w:p>
    <w:p w:rsidR="00D44D00" w:rsidRDefault="00D44D00" w:rsidP="00D44D00">
      <w:r>
        <w:t>246.3240</w:t>
      </w:r>
      <w:r>
        <w:tab/>
        <w:t>2.025e0</w:t>
      </w:r>
    </w:p>
    <w:p w:rsidR="00D44D00" w:rsidRDefault="00D44D00" w:rsidP="00D44D00">
      <w:r>
        <w:t>246.3697</w:t>
      </w:r>
      <w:r>
        <w:tab/>
        <w:t>1.013e0</w:t>
      </w:r>
    </w:p>
    <w:p w:rsidR="00D44D00" w:rsidRDefault="00D44D00" w:rsidP="00D44D00">
      <w:r>
        <w:t>246.4319</w:t>
      </w:r>
      <w:r>
        <w:tab/>
        <w:t>1.013e0</w:t>
      </w:r>
    </w:p>
    <w:p w:rsidR="00D44D00" w:rsidRDefault="00D44D00" w:rsidP="00D44D00">
      <w:r>
        <w:t>246.4499</w:t>
      </w:r>
      <w:r>
        <w:tab/>
        <w:t>1.013e0</w:t>
      </w:r>
    </w:p>
    <w:p w:rsidR="00D44D00" w:rsidRDefault="00D44D00" w:rsidP="00D44D00">
      <w:r>
        <w:t>246.4653</w:t>
      </w:r>
      <w:r>
        <w:tab/>
        <w:t>1.013e0</w:t>
      </w:r>
    </w:p>
    <w:p w:rsidR="00D44D00" w:rsidRDefault="00D44D00" w:rsidP="00D44D00">
      <w:r>
        <w:t>246.4928</w:t>
      </w:r>
      <w:r>
        <w:tab/>
        <w:t>2.025e0</w:t>
      </w:r>
    </w:p>
    <w:p w:rsidR="00D44D00" w:rsidRDefault="00D44D00" w:rsidP="00D44D00">
      <w:r>
        <w:t>246.5115</w:t>
      </w:r>
      <w:r>
        <w:tab/>
        <w:t>1.013e0</w:t>
      </w:r>
    </w:p>
    <w:p w:rsidR="00D44D00" w:rsidRDefault="00D44D00" w:rsidP="00D44D00">
      <w:r>
        <w:t>246.5724</w:t>
      </w:r>
      <w:r>
        <w:tab/>
        <w:t>2.025e0</w:t>
      </w:r>
    </w:p>
    <w:p w:rsidR="00D44D00" w:rsidRDefault="00D44D00" w:rsidP="00D44D00">
      <w:r>
        <w:t>246.5914</w:t>
      </w:r>
      <w:r>
        <w:tab/>
        <w:t>1.013e0</w:t>
      </w:r>
    </w:p>
    <w:p w:rsidR="00D44D00" w:rsidRDefault="00D44D00" w:rsidP="00D44D00">
      <w:r>
        <w:t>246.6068</w:t>
      </w:r>
      <w:r>
        <w:tab/>
        <w:t>2.025e0</w:t>
      </w:r>
    </w:p>
    <w:p w:rsidR="00D44D00" w:rsidRDefault="00D44D00" w:rsidP="00D44D00">
      <w:r>
        <w:t>246.6161</w:t>
      </w:r>
      <w:r>
        <w:tab/>
        <w:t>1.013e0</w:t>
      </w:r>
    </w:p>
    <w:p w:rsidR="00D44D00" w:rsidRDefault="00D44D00" w:rsidP="00D44D00">
      <w:r>
        <w:lastRenderedPageBreak/>
        <w:t>246.6412</w:t>
      </w:r>
      <w:r>
        <w:tab/>
        <w:t>1.013e0</w:t>
      </w:r>
    </w:p>
    <w:p w:rsidR="00D44D00" w:rsidRDefault="00D44D00" w:rsidP="00D44D00">
      <w:r>
        <w:t>246.6710</w:t>
      </w:r>
      <w:r>
        <w:tab/>
        <w:t>1.013e0</w:t>
      </w:r>
    </w:p>
    <w:p w:rsidR="00D44D00" w:rsidRDefault="00D44D00" w:rsidP="00D44D00">
      <w:r>
        <w:t>246.7035</w:t>
      </w:r>
      <w:r>
        <w:tab/>
        <w:t>1.013e0</w:t>
      </w:r>
    </w:p>
    <w:p w:rsidR="00D44D00" w:rsidRDefault="00D44D00" w:rsidP="00D44D00">
      <w:r>
        <w:t>246.8205</w:t>
      </w:r>
      <w:r>
        <w:tab/>
        <w:t>2.025e0</w:t>
      </w:r>
    </w:p>
    <w:p w:rsidR="00D44D00" w:rsidRDefault="00D44D00" w:rsidP="00D44D00">
      <w:r>
        <w:t>246.8228</w:t>
      </w:r>
      <w:r>
        <w:tab/>
        <w:t>2.025e0</w:t>
      </w:r>
    </w:p>
    <w:p w:rsidR="00D44D00" w:rsidRDefault="00D44D00" w:rsidP="00D44D00">
      <w:r>
        <w:t>246.8624</w:t>
      </w:r>
      <w:r>
        <w:tab/>
        <w:t>1.013e0</w:t>
      </w:r>
    </w:p>
    <w:p w:rsidR="00D44D00" w:rsidRDefault="00D44D00" w:rsidP="00D44D00">
      <w:r>
        <w:t>246.8918</w:t>
      </w:r>
      <w:r>
        <w:tab/>
        <w:t>1.013e0</w:t>
      </w:r>
    </w:p>
    <w:p w:rsidR="00D44D00" w:rsidRDefault="00D44D00" w:rsidP="00D44D00">
      <w:r>
        <w:t>246.9123</w:t>
      </w:r>
      <w:r>
        <w:tab/>
        <w:t>1.013e0</w:t>
      </w:r>
    </w:p>
    <w:p w:rsidR="00D44D00" w:rsidRDefault="00D44D00" w:rsidP="00D44D00">
      <w:r>
        <w:t>246.9545</w:t>
      </w:r>
      <w:r>
        <w:tab/>
        <w:t>1.013e0</w:t>
      </w:r>
    </w:p>
    <w:p w:rsidR="00D44D00" w:rsidRDefault="00D44D00" w:rsidP="00D44D00">
      <w:r>
        <w:t>246.9749</w:t>
      </w:r>
      <w:r>
        <w:tab/>
        <w:t>1.013e0</w:t>
      </w:r>
    </w:p>
    <w:p w:rsidR="00D44D00" w:rsidRDefault="00D44D00" w:rsidP="00D44D00">
      <w:r>
        <w:t>246.9812</w:t>
      </w:r>
      <w:r>
        <w:tab/>
        <w:t>2.025e0</w:t>
      </w:r>
    </w:p>
    <w:p w:rsidR="00D44D00" w:rsidRDefault="00D44D00" w:rsidP="00D44D00">
      <w:r>
        <w:t>246.9838</w:t>
      </w:r>
      <w:r>
        <w:tab/>
        <w:t>1.013e0</w:t>
      </w:r>
    </w:p>
    <w:p w:rsidR="00D44D00" w:rsidRDefault="00D44D00" w:rsidP="00D44D00">
      <w:r>
        <w:t>247.0080</w:t>
      </w:r>
      <w:r>
        <w:tab/>
        <w:t>1.013e0</w:t>
      </w:r>
    </w:p>
    <w:p w:rsidR="00D44D00" w:rsidRDefault="00D44D00" w:rsidP="00D44D00">
      <w:r>
        <w:t>247.0143</w:t>
      </w:r>
      <w:r>
        <w:tab/>
        <w:t>2.025e0</w:t>
      </w:r>
    </w:p>
    <w:p w:rsidR="00D44D00" w:rsidRDefault="00D44D00" w:rsidP="00D44D00">
      <w:r>
        <w:t>247.0256</w:t>
      </w:r>
      <w:r>
        <w:tab/>
        <w:t>1.013e0</w:t>
      </w:r>
    </w:p>
    <w:p w:rsidR="00D44D00" w:rsidRDefault="00D44D00" w:rsidP="00D44D00">
      <w:r>
        <w:t>247.0410</w:t>
      </w:r>
      <w:r>
        <w:tab/>
        <w:t>5.063e0</w:t>
      </w:r>
    </w:p>
    <w:p w:rsidR="00D44D00" w:rsidRDefault="00D44D00" w:rsidP="00D44D00">
      <w:r>
        <w:t>247.0441</w:t>
      </w:r>
      <w:r>
        <w:tab/>
        <w:t>2.025e0</w:t>
      </w:r>
    </w:p>
    <w:p w:rsidR="00D44D00" w:rsidRDefault="00D44D00" w:rsidP="00D44D00">
      <w:r>
        <w:t>247.0580</w:t>
      </w:r>
      <w:r>
        <w:tab/>
        <w:t>1.013e0</w:t>
      </w:r>
    </w:p>
    <w:p w:rsidR="00D44D00" w:rsidRDefault="00D44D00" w:rsidP="00D44D00">
      <w:r>
        <w:t>247.0670</w:t>
      </w:r>
      <w:r>
        <w:tab/>
        <w:t>2.025e0</w:t>
      </w:r>
    </w:p>
    <w:p w:rsidR="00D44D00" w:rsidRDefault="00D44D00" w:rsidP="00D44D00">
      <w:r>
        <w:lastRenderedPageBreak/>
        <w:t>247.0716</w:t>
      </w:r>
      <w:r>
        <w:tab/>
        <w:t>1.013e0</w:t>
      </w:r>
    </w:p>
    <w:p w:rsidR="00D44D00" w:rsidRDefault="00D44D00" w:rsidP="00D44D00">
      <w:r>
        <w:t>247.0769</w:t>
      </w:r>
      <w:r>
        <w:tab/>
        <w:t>2.025e0</w:t>
      </w:r>
    </w:p>
    <w:p w:rsidR="00D44D00" w:rsidRDefault="00D44D00" w:rsidP="00D44D00">
      <w:r>
        <w:t>247.0998</w:t>
      </w:r>
      <w:r>
        <w:tab/>
        <w:t>1.013e0</w:t>
      </w:r>
    </w:p>
    <w:p w:rsidR="00D44D00" w:rsidRDefault="00D44D00" w:rsidP="00D44D00">
      <w:r>
        <w:t>247.1223</w:t>
      </w:r>
      <w:r>
        <w:tab/>
        <w:t>2.025e0</w:t>
      </w:r>
    </w:p>
    <w:p w:rsidR="00D44D00" w:rsidRDefault="00D44D00" w:rsidP="00D44D00">
      <w:r>
        <w:t>247.1338</w:t>
      </w:r>
      <w:r>
        <w:tab/>
        <w:t>1.013e0</w:t>
      </w:r>
    </w:p>
    <w:p w:rsidR="00D44D00" w:rsidRDefault="00D44D00" w:rsidP="00D44D00">
      <w:r>
        <w:t>247.1421</w:t>
      </w:r>
      <w:r>
        <w:tab/>
        <w:t>1.013e0</w:t>
      </w:r>
    </w:p>
    <w:p w:rsidR="00D44D00" w:rsidRDefault="00D44D00" w:rsidP="00D44D00">
      <w:r>
        <w:t>247.1605</w:t>
      </w:r>
      <w:r>
        <w:tab/>
        <w:t>2.025e0</w:t>
      </w:r>
    </w:p>
    <w:p w:rsidR="00D44D00" w:rsidRDefault="00D44D00" w:rsidP="00D44D00">
      <w:r>
        <w:t>247.1801</w:t>
      </w:r>
      <w:r>
        <w:tab/>
        <w:t>1.013e0</w:t>
      </w:r>
    </w:p>
    <w:p w:rsidR="00D44D00" w:rsidRDefault="00D44D00" w:rsidP="00D44D00">
      <w:r>
        <w:t>247.1837</w:t>
      </w:r>
      <w:r>
        <w:tab/>
        <w:t>2.025e0</w:t>
      </w:r>
    </w:p>
    <w:p w:rsidR="00D44D00" w:rsidRDefault="00D44D00" w:rsidP="00D44D00">
      <w:r>
        <w:t>247.1884</w:t>
      </w:r>
      <w:r>
        <w:tab/>
        <w:t>2.025e0</w:t>
      </w:r>
    </w:p>
    <w:p w:rsidR="00D44D00" w:rsidRDefault="00D44D00" w:rsidP="00D44D00">
      <w:r>
        <w:t>247.2086</w:t>
      </w:r>
      <w:r>
        <w:tab/>
        <w:t>4.051e0</w:t>
      </w:r>
    </w:p>
    <w:p w:rsidR="00D44D00" w:rsidRDefault="00D44D00" w:rsidP="00D44D00">
      <w:r>
        <w:t>247.2182</w:t>
      </w:r>
      <w:r>
        <w:tab/>
        <w:t>2.025e0</w:t>
      </w:r>
    </w:p>
    <w:p w:rsidR="00D44D00" w:rsidRDefault="00D44D00" w:rsidP="00D44D00">
      <w:r>
        <w:t>247.2336</w:t>
      </w:r>
      <w:r>
        <w:tab/>
        <w:t>1.013e0</w:t>
      </w:r>
    </w:p>
    <w:p w:rsidR="00D44D00" w:rsidRDefault="00D44D00" w:rsidP="00D44D00">
      <w:r>
        <w:t>247.3677</w:t>
      </w:r>
      <w:r>
        <w:tab/>
        <w:t>1.013e0</w:t>
      </w:r>
    </w:p>
    <w:p w:rsidR="00D44D00" w:rsidRDefault="00D44D00" w:rsidP="00D44D00">
      <w:r>
        <w:t>247.4476</w:t>
      </w:r>
      <w:r>
        <w:tab/>
        <w:t>1.013e0</w:t>
      </w:r>
    </w:p>
    <w:p w:rsidR="00D44D00" w:rsidRDefault="00D44D00" w:rsidP="00D44D00">
      <w:r>
        <w:t>247.4896</w:t>
      </w:r>
      <w:r>
        <w:tab/>
        <w:t>1.013e0</w:t>
      </w:r>
    </w:p>
    <w:p w:rsidR="00D44D00" w:rsidRDefault="00D44D00" w:rsidP="00D44D00">
      <w:r>
        <w:t>247.5138</w:t>
      </w:r>
      <w:r>
        <w:tab/>
        <w:t>1.013e0</w:t>
      </w:r>
    </w:p>
    <w:p w:rsidR="00D44D00" w:rsidRDefault="00D44D00" w:rsidP="00D44D00">
      <w:r>
        <w:t>247.5184</w:t>
      </w:r>
      <w:r>
        <w:tab/>
        <w:t>1.013e0</w:t>
      </w:r>
    </w:p>
    <w:p w:rsidR="00D44D00" w:rsidRDefault="00D44D00" w:rsidP="00D44D00">
      <w:r>
        <w:t>247.5648</w:t>
      </w:r>
      <w:r>
        <w:tab/>
        <w:t>1.013e0</w:t>
      </w:r>
    </w:p>
    <w:p w:rsidR="00D44D00" w:rsidRDefault="00D44D00" w:rsidP="00D44D00">
      <w:r>
        <w:lastRenderedPageBreak/>
        <w:t>247.6014</w:t>
      </w:r>
      <w:r>
        <w:tab/>
        <w:t>1.013e0</w:t>
      </w:r>
    </w:p>
    <w:p w:rsidR="00D44D00" w:rsidRDefault="00D44D00" w:rsidP="00D44D00">
      <w:r>
        <w:t>247.6392</w:t>
      </w:r>
      <w:r>
        <w:tab/>
        <w:t>1.013e0</w:t>
      </w:r>
    </w:p>
    <w:p w:rsidR="00D44D00" w:rsidRDefault="00D44D00" w:rsidP="00D44D00">
      <w:r>
        <w:t>247.7113</w:t>
      </w:r>
      <w:r>
        <w:tab/>
        <w:t>1.013e0</w:t>
      </w:r>
    </w:p>
    <w:p w:rsidR="00D44D00" w:rsidRDefault="00D44D00" w:rsidP="00D44D00">
      <w:r>
        <w:t>247.7153</w:t>
      </w:r>
      <w:r>
        <w:tab/>
        <w:t>1.013e0</w:t>
      </w:r>
    </w:p>
    <w:p w:rsidR="00D44D00" w:rsidRDefault="00D44D00" w:rsidP="00D44D00">
      <w:r>
        <w:t>247.7229</w:t>
      </w:r>
      <w:r>
        <w:tab/>
        <w:t>1.013e0</w:t>
      </w:r>
    </w:p>
    <w:p w:rsidR="00D44D00" w:rsidRDefault="00D44D00" w:rsidP="00D44D00">
      <w:r>
        <w:t>247.7491</w:t>
      </w:r>
      <w:r>
        <w:tab/>
        <w:t>1.013e0</w:t>
      </w:r>
    </w:p>
    <w:p w:rsidR="00D44D00" w:rsidRDefault="00D44D00" w:rsidP="00D44D00">
      <w:r>
        <w:t>247.7570</w:t>
      </w:r>
      <w:r>
        <w:tab/>
        <w:t>1.013e0</w:t>
      </w:r>
    </w:p>
    <w:p w:rsidR="00D44D00" w:rsidRDefault="00D44D00" w:rsidP="00D44D00">
      <w:r>
        <w:t>247.8368</w:t>
      </w:r>
      <w:r>
        <w:tab/>
        <w:t>1.013e0</w:t>
      </w:r>
    </w:p>
    <w:p w:rsidR="00D44D00" w:rsidRDefault="00D44D00" w:rsidP="00D44D00">
      <w:r>
        <w:t>247.8645</w:t>
      </w:r>
      <w:r>
        <w:tab/>
        <w:t>1.013e0</w:t>
      </w:r>
    </w:p>
    <w:p w:rsidR="00D44D00" w:rsidRDefault="00D44D00" w:rsidP="00D44D00">
      <w:r>
        <w:t>247.8908</w:t>
      </w:r>
      <w:r>
        <w:tab/>
        <w:t>1.013e0</w:t>
      </w:r>
    </w:p>
    <w:p w:rsidR="00D44D00" w:rsidRDefault="00D44D00" w:rsidP="00D44D00">
      <w:r>
        <w:t>247.9328</w:t>
      </w:r>
      <w:r>
        <w:tab/>
        <w:t>1.013e0</w:t>
      </w:r>
    </w:p>
    <w:p w:rsidR="00D44D00" w:rsidRDefault="00D44D00" w:rsidP="00D44D00">
      <w:r>
        <w:t>247.9528</w:t>
      </w:r>
      <w:r>
        <w:tab/>
        <w:t>1.013e0</w:t>
      </w:r>
    </w:p>
    <w:p w:rsidR="00D44D00" w:rsidRDefault="00D44D00" w:rsidP="00D44D00">
      <w:r>
        <w:t>247.9928</w:t>
      </w:r>
      <w:r>
        <w:tab/>
        <w:t>2.025e0</w:t>
      </w:r>
    </w:p>
    <w:p w:rsidR="00D44D00" w:rsidRDefault="00D44D00" w:rsidP="00D44D00">
      <w:r>
        <w:t>248.0031</w:t>
      </w:r>
      <w:r>
        <w:tab/>
        <w:t>1.013e0</w:t>
      </w:r>
    </w:p>
    <w:p w:rsidR="00D44D00" w:rsidRDefault="00D44D00" w:rsidP="00D44D00">
      <w:r>
        <w:t>248.0247</w:t>
      </w:r>
      <w:r>
        <w:tab/>
        <w:t>2.025e0</w:t>
      </w:r>
    </w:p>
    <w:p w:rsidR="00D44D00" w:rsidRDefault="00D44D00" w:rsidP="00D44D00">
      <w:r>
        <w:t>248.0374</w:t>
      </w:r>
      <w:r>
        <w:tab/>
        <w:t>2.025e0</w:t>
      </w:r>
    </w:p>
    <w:p w:rsidR="00D44D00" w:rsidRDefault="00D44D00" w:rsidP="00D44D00">
      <w:r>
        <w:t>248.0407</w:t>
      </w:r>
      <w:r>
        <w:tab/>
        <w:t>3.038e0</w:t>
      </w:r>
    </w:p>
    <w:p w:rsidR="00D44D00" w:rsidRDefault="00D44D00" w:rsidP="00D44D00">
      <w:r>
        <w:t>248.0750</w:t>
      </w:r>
      <w:r>
        <w:tab/>
        <w:t>1.013e0</w:t>
      </w:r>
    </w:p>
    <w:p w:rsidR="00D44D00" w:rsidRDefault="00D44D00" w:rsidP="00D44D00">
      <w:r>
        <w:t>248.0912</w:t>
      </w:r>
      <w:r>
        <w:tab/>
        <w:t>1.013e0</w:t>
      </w:r>
    </w:p>
    <w:p w:rsidR="00D44D00" w:rsidRDefault="00D44D00" w:rsidP="00D44D00">
      <w:r>
        <w:lastRenderedPageBreak/>
        <w:t>248.1108</w:t>
      </w:r>
      <w:r>
        <w:tab/>
        <w:t>2.025e0</w:t>
      </w:r>
    </w:p>
    <w:p w:rsidR="00D44D00" w:rsidRDefault="00D44D00" w:rsidP="00D44D00">
      <w:r>
        <w:t>248.1328</w:t>
      </w:r>
      <w:r>
        <w:tab/>
        <w:t>1.013e0</w:t>
      </w:r>
    </w:p>
    <w:p w:rsidR="00D44D00" w:rsidRDefault="00D44D00" w:rsidP="00D44D00">
      <w:r>
        <w:t>248.1371</w:t>
      </w:r>
      <w:r>
        <w:tab/>
        <w:t>1.013e0</w:t>
      </w:r>
    </w:p>
    <w:p w:rsidR="00D44D00" w:rsidRDefault="00D44D00" w:rsidP="00D44D00">
      <w:r>
        <w:t>248.1399</w:t>
      </w:r>
      <w:r>
        <w:tab/>
        <w:t>4.051e0</w:t>
      </w:r>
    </w:p>
    <w:p w:rsidR="00D44D00" w:rsidRDefault="00D44D00" w:rsidP="00D44D00">
      <w:r>
        <w:t>248.1666</w:t>
      </w:r>
      <w:r>
        <w:tab/>
        <w:t>1.013e0</w:t>
      </w:r>
    </w:p>
    <w:p w:rsidR="00D44D00" w:rsidRDefault="00D44D00" w:rsidP="00D44D00">
      <w:r>
        <w:t>248.1745</w:t>
      </w:r>
      <w:r>
        <w:tab/>
        <w:t>2.025e0</w:t>
      </w:r>
    </w:p>
    <w:p w:rsidR="00D44D00" w:rsidRDefault="00D44D00" w:rsidP="00D44D00">
      <w:r>
        <w:t>248.1838</w:t>
      </w:r>
      <w:r>
        <w:tab/>
        <w:t>3.038e0</w:t>
      </w:r>
    </w:p>
    <w:p w:rsidR="00D44D00" w:rsidRDefault="00D44D00" w:rsidP="00D44D00">
      <w:r>
        <w:t>248.2046</w:t>
      </w:r>
      <w:r>
        <w:tab/>
        <w:t>1.013e0</w:t>
      </w:r>
    </w:p>
    <w:p w:rsidR="00D44D00" w:rsidRDefault="00D44D00" w:rsidP="00D44D00">
      <w:r>
        <w:t>248.2206</w:t>
      </w:r>
      <w:r>
        <w:tab/>
        <w:t>1.013e0</w:t>
      </w:r>
    </w:p>
    <w:p w:rsidR="00D44D00" w:rsidRDefault="00D44D00" w:rsidP="00D44D00">
      <w:r>
        <w:t>248.2250</w:t>
      </w:r>
      <w:r>
        <w:tab/>
        <w:t>1.013e0</w:t>
      </w:r>
    </w:p>
    <w:p w:rsidR="00D44D00" w:rsidRDefault="00D44D00" w:rsidP="00D44D00">
      <w:r>
        <w:t>248.2808</w:t>
      </w:r>
      <w:r>
        <w:tab/>
        <w:t>1.013e0</w:t>
      </w:r>
    </w:p>
    <w:p w:rsidR="00D44D00" w:rsidRDefault="00D44D00" w:rsidP="00D44D00">
      <w:r>
        <w:t>248.3005</w:t>
      </w:r>
      <w:r>
        <w:tab/>
        <w:t>1.013e0</w:t>
      </w:r>
    </w:p>
    <w:p w:rsidR="00D44D00" w:rsidRDefault="00D44D00" w:rsidP="00D44D00">
      <w:r>
        <w:t>248.3267</w:t>
      </w:r>
      <w:r>
        <w:tab/>
        <w:t>1.013e0</w:t>
      </w:r>
    </w:p>
    <w:p w:rsidR="00D44D00" w:rsidRDefault="00D44D00" w:rsidP="00D44D00">
      <w:r>
        <w:t>248.3468</w:t>
      </w:r>
      <w:r>
        <w:tab/>
        <w:t>1.013e0</w:t>
      </w:r>
    </w:p>
    <w:p w:rsidR="00D44D00" w:rsidRDefault="00D44D00" w:rsidP="00D44D00">
      <w:r>
        <w:t>248.3868</w:t>
      </w:r>
      <w:r>
        <w:tab/>
        <w:t>2.025e0</w:t>
      </w:r>
    </w:p>
    <w:p w:rsidR="00D44D00" w:rsidRDefault="00D44D00" w:rsidP="00D44D00">
      <w:r>
        <w:t>248.4007</w:t>
      </w:r>
      <w:r>
        <w:tab/>
        <w:t>1.013e0</w:t>
      </w:r>
    </w:p>
    <w:p w:rsidR="00D44D00" w:rsidRDefault="00D44D00" w:rsidP="00D44D00">
      <w:r>
        <w:t>248.4843</w:t>
      </w:r>
      <w:r>
        <w:tab/>
        <w:t>1.013e0</w:t>
      </w:r>
    </w:p>
    <w:p w:rsidR="00D44D00" w:rsidRDefault="00D44D00" w:rsidP="00D44D00">
      <w:r>
        <w:t>248.5838</w:t>
      </w:r>
      <w:r>
        <w:tab/>
        <w:t>2.025e0</w:t>
      </w:r>
    </w:p>
    <w:p w:rsidR="00D44D00" w:rsidRDefault="00D44D00" w:rsidP="00D44D00">
      <w:r>
        <w:t>248.6275</w:t>
      </w:r>
      <w:r>
        <w:tab/>
        <w:t>1.013e0</w:t>
      </w:r>
    </w:p>
    <w:p w:rsidR="00D44D00" w:rsidRDefault="00D44D00" w:rsidP="00D44D00">
      <w:r>
        <w:lastRenderedPageBreak/>
        <w:t>248.6488</w:t>
      </w:r>
      <w:r>
        <w:tab/>
        <w:t>1.013e0</w:t>
      </w:r>
    </w:p>
    <w:p w:rsidR="00D44D00" w:rsidRDefault="00D44D00" w:rsidP="00D44D00">
      <w:r>
        <w:t>248.6785</w:t>
      </w:r>
      <w:r>
        <w:tab/>
        <w:t>1.013e0</w:t>
      </w:r>
    </w:p>
    <w:p w:rsidR="00D44D00" w:rsidRDefault="00D44D00" w:rsidP="00D44D00">
      <w:r>
        <w:t>248.6866</w:t>
      </w:r>
      <w:r>
        <w:tab/>
        <w:t>1.013e0</w:t>
      </w:r>
    </w:p>
    <w:p w:rsidR="00D44D00" w:rsidRDefault="00D44D00" w:rsidP="00D44D00">
      <w:r>
        <w:t>248.7668</w:t>
      </w:r>
      <w:r>
        <w:tab/>
        <w:t>1.013e0</w:t>
      </w:r>
    </w:p>
    <w:p w:rsidR="00D44D00" w:rsidRDefault="00D44D00" w:rsidP="00D44D00">
      <w:r>
        <w:t>248.7826</w:t>
      </w:r>
      <w:r>
        <w:tab/>
        <w:t>1.013e0</w:t>
      </w:r>
    </w:p>
    <w:p w:rsidR="00D44D00" w:rsidRDefault="00D44D00" w:rsidP="00D44D00">
      <w:r>
        <w:t>248.9012</w:t>
      </w:r>
      <w:r>
        <w:tab/>
        <w:t>1.013e0</w:t>
      </w:r>
    </w:p>
    <w:p w:rsidR="00D44D00" w:rsidRDefault="00D44D00" w:rsidP="00D44D00">
      <w:r>
        <w:t>248.9090</w:t>
      </w:r>
      <w:r>
        <w:tab/>
        <w:t>1.013e0</w:t>
      </w:r>
    </w:p>
    <w:p w:rsidR="00D44D00" w:rsidRDefault="00D44D00" w:rsidP="00D44D00">
      <w:r>
        <w:t>248.9126</w:t>
      </w:r>
      <w:r>
        <w:tab/>
        <w:t>1.013e0</w:t>
      </w:r>
    </w:p>
    <w:p w:rsidR="00D44D00" w:rsidRDefault="00D44D00" w:rsidP="00D44D00">
      <w:r>
        <w:t>248.9570</w:t>
      </w:r>
      <w:r>
        <w:tab/>
        <w:t>2.025e0</w:t>
      </w:r>
    </w:p>
    <w:p w:rsidR="00D44D00" w:rsidRDefault="00D44D00" w:rsidP="00D44D00">
      <w:r>
        <w:t>248.9638</w:t>
      </w:r>
      <w:r>
        <w:tab/>
        <w:t>4.051e0</w:t>
      </w:r>
    </w:p>
    <w:p w:rsidR="00D44D00" w:rsidRDefault="00D44D00" w:rsidP="00D44D00">
      <w:r>
        <w:t>248.9758</w:t>
      </w:r>
      <w:r>
        <w:tab/>
        <w:t>2.025e0</w:t>
      </w:r>
    </w:p>
    <w:p w:rsidR="00D44D00" w:rsidRDefault="00D44D00" w:rsidP="00D44D00">
      <w:r>
        <w:t>248.9788</w:t>
      </w:r>
      <w:r>
        <w:tab/>
        <w:t>3.038e0</w:t>
      </w:r>
    </w:p>
    <w:p w:rsidR="00D44D00" w:rsidRDefault="00D44D00" w:rsidP="00D44D00">
      <w:r>
        <w:t>248.9889</w:t>
      </w:r>
      <w:r>
        <w:tab/>
        <w:t>1.013e0</w:t>
      </w:r>
    </w:p>
    <w:p w:rsidR="00D44D00" w:rsidRDefault="00D44D00" w:rsidP="00D44D00">
      <w:r>
        <w:t>249.0207</w:t>
      </w:r>
      <w:r>
        <w:tab/>
        <w:t>3.038e0</w:t>
      </w:r>
    </w:p>
    <w:p w:rsidR="00D44D00" w:rsidRDefault="00D44D00" w:rsidP="00D44D00">
      <w:r>
        <w:t>249.0314</w:t>
      </w:r>
      <w:r>
        <w:tab/>
        <w:t>4.402e0</w:t>
      </w:r>
    </w:p>
    <w:p w:rsidR="00D44D00" w:rsidRDefault="00D44D00" w:rsidP="00D44D00">
      <w:r>
        <w:t>249.0325</w:t>
      </w:r>
      <w:r>
        <w:tab/>
        <w:t>2.025e0</w:t>
      </w:r>
    </w:p>
    <w:p w:rsidR="00D44D00" w:rsidRDefault="00D44D00" w:rsidP="00D44D00">
      <w:r>
        <w:t>249.0619</w:t>
      </w:r>
      <w:r>
        <w:tab/>
        <w:t>5.284e0</w:t>
      </w:r>
    </w:p>
    <w:p w:rsidR="00D44D00" w:rsidRDefault="00D44D00" w:rsidP="00D44D00">
      <w:r>
        <w:t>249.0714</w:t>
      </w:r>
      <w:r>
        <w:tab/>
        <w:t>7.089e0</w:t>
      </w:r>
    </w:p>
    <w:p w:rsidR="00D44D00" w:rsidRDefault="00D44D00" w:rsidP="00D44D00">
      <w:r>
        <w:t>249.0751</w:t>
      </w:r>
      <w:r>
        <w:tab/>
        <w:t>3.038e0</w:t>
      </w:r>
    </w:p>
    <w:p w:rsidR="00D44D00" w:rsidRDefault="00D44D00" w:rsidP="00D44D00">
      <w:r>
        <w:lastRenderedPageBreak/>
        <w:t>249.0980</w:t>
      </w:r>
      <w:r>
        <w:tab/>
        <w:t>1.651e0</w:t>
      </w:r>
    </w:p>
    <w:p w:rsidR="00D44D00" w:rsidRDefault="00D44D00" w:rsidP="00D44D00">
      <w:r>
        <w:t>249.0997</w:t>
      </w:r>
      <w:r>
        <w:tab/>
        <w:t>3.038e0</w:t>
      </w:r>
    </w:p>
    <w:p w:rsidR="00D44D00" w:rsidRDefault="00D44D00" w:rsidP="00D44D00">
      <w:r>
        <w:t>249.1141</w:t>
      </w:r>
      <w:r>
        <w:tab/>
        <w:t>1.013e0</w:t>
      </w:r>
    </w:p>
    <w:p w:rsidR="00D44D00" w:rsidRDefault="00D44D00" w:rsidP="00D44D00">
      <w:r>
        <w:t>249.1439</w:t>
      </w:r>
      <w:r>
        <w:tab/>
        <w:t>2.025e0</w:t>
      </w:r>
    </w:p>
    <w:p w:rsidR="00D44D00" w:rsidRDefault="00D44D00" w:rsidP="00D44D00">
      <w:r>
        <w:t>249.1512</w:t>
      </w:r>
      <w:r>
        <w:tab/>
        <w:t>1.013e0</w:t>
      </w:r>
    </w:p>
    <w:p w:rsidR="00D44D00" w:rsidRDefault="00D44D00" w:rsidP="00D44D00">
      <w:r>
        <w:t>249.1532</w:t>
      </w:r>
      <w:r>
        <w:tab/>
        <w:t>3.038e0</w:t>
      </w:r>
    </w:p>
    <w:p w:rsidR="00D44D00" w:rsidRDefault="00D44D00" w:rsidP="00D44D00">
      <w:r>
        <w:t>249.1768</w:t>
      </w:r>
      <w:r>
        <w:tab/>
        <w:t>1.013e0</w:t>
      </w:r>
    </w:p>
    <w:p w:rsidR="00D44D00" w:rsidRDefault="00D44D00" w:rsidP="00D44D00">
      <w:r>
        <w:t>249.1811</w:t>
      </w:r>
      <w:r>
        <w:tab/>
        <w:t>1.013e0</w:t>
      </w:r>
    </w:p>
    <w:p w:rsidR="00D44D00" w:rsidRDefault="00D44D00" w:rsidP="00D44D00">
      <w:r>
        <w:t>249.2612</w:t>
      </w:r>
      <w:r>
        <w:tab/>
        <w:t>2.025e0</w:t>
      </w:r>
    </w:p>
    <w:p w:rsidR="00D44D00" w:rsidRDefault="00D44D00" w:rsidP="00D44D00">
      <w:r>
        <w:t>249.2861</w:t>
      </w:r>
      <w:r>
        <w:tab/>
        <w:t>1.013e0</w:t>
      </w:r>
    </w:p>
    <w:p w:rsidR="00D44D00" w:rsidRDefault="00D44D00" w:rsidP="00D44D00">
      <w:r>
        <w:t>249.3152</w:t>
      </w:r>
      <w:r>
        <w:tab/>
        <w:t>1.013e0</w:t>
      </w:r>
    </w:p>
    <w:p w:rsidR="00D44D00" w:rsidRDefault="00D44D00" w:rsidP="00D44D00">
      <w:r>
        <w:t>249.4111</w:t>
      </w:r>
      <w:r>
        <w:tab/>
        <w:t>1.013e0</w:t>
      </w:r>
    </w:p>
    <w:p w:rsidR="00D44D00" w:rsidRDefault="00D44D00" w:rsidP="00D44D00">
      <w:r>
        <w:t>249.4792</w:t>
      </w:r>
      <w:r>
        <w:tab/>
        <w:t>1.013e0</w:t>
      </w:r>
    </w:p>
    <w:p w:rsidR="00D44D00" w:rsidRDefault="00D44D00" w:rsidP="00D44D00">
      <w:r>
        <w:t>249.4835</w:t>
      </w:r>
      <w:r>
        <w:tab/>
        <w:t>1.013e0</w:t>
      </w:r>
    </w:p>
    <w:p w:rsidR="00D44D00" w:rsidRDefault="00D44D00" w:rsidP="00D44D00">
      <w:r>
        <w:t>249.5109</w:t>
      </w:r>
      <w:r>
        <w:tab/>
        <w:t>2.025e0</w:t>
      </w:r>
    </w:p>
    <w:p w:rsidR="00D44D00" w:rsidRDefault="00D44D00" w:rsidP="00D44D00">
      <w:r>
        <w:t>249.5335</w:t>
      </w:r>
      <w:r>
        <w:tab/>
        <w:t>1.013e0</w:t>
      </w:r>
    </w:p>
    <w:p w:rsidR="00D44D00" w:rsidRDefault="00D44D00" w:rsidP="00D44D00">
      <w:r>
        <w:t>249.5676</w:t>
      </w:r>
      <w:r>
        <w:tab/>
        <w:t>1.013e0</w:t>
      </w:r>
    </w:p>
    <w:p w:rsidR="00D44D00" w:rsidRDefault="00D44D00" w:rsidP="00D44D00">
      <w:r>
        <w:t>249.5753</w:t>
      </w:r>
      <w:r>
        <w:tab/>
        <w:t>1.013e0</w:t>
      </w:r>
    </w:p>
    <w:p w:rsidR="00D44D00" w:rsidRDefault="00D44D00" w:rsidP="00D44D00">
      <w:r>
        <w:t>249.5972</w:t>
      </w:r>
      <w:r>
        <w:tab/>
        <w:t>1.013e0</w:t>
      </w:r>
    </w:p>
    <w:p w:rsidR="00D44D00" w:rsidRDefault="00D44D00" w:rsidP="00D44D00">
      <w:r>
        <w:lastRenderedPageBreak/>
        <w:t>249.6177</w:t>
      </w:r>
      <w:r>
        <w:tab/>
        <w:t>2.025e0</w:t>
      </w:r>
    </w:p>
    <w:p w:rsidR="00D44D00" w:rsidRDefault="00D44D00" w:rsidP="00D44D00">
      <w:r>
        <w:t>249.6390</w:t>
      </w:r>
      <w:r>
        <w:tab/>
        <w:t>1.013e0</w:t>
      </w:r>
    </w:p>
    <w:p w:rsidR="00D44D00" w:rsidRDefault="00D44D00" w:rsidP="00D44D00">
      <w:r>
        <w:t>249.6879</w:t>
      </w:r>
      <w:r>
        <w:tab/>
        <w:t>2.025e0</w:t>
      </w:r>
    </w:p>
    <w:p w:rsidR="00D44D00" w:rsidRDefault="00D44D00" w:rsidP="00D44D00">
      <w:r>
        <w:t>249.6939</w:t>
      </w:r>
      <w:r>
        <w:tab/>
        <w:t>1.013e0</w:t>
      </w:r>
    </w:p>
    <w:p w:rsidR="00D44D00" w:rsidRDefault="00D44D00" w:rsidP="00D44D00">
      <w:r>
        <w:t>249.7246</w:t>
      </w:r>
      <w:r>
        <w:tab/>
        <w:t>2.025e0</w:t>
      </w:r>
    </w:p>
    <w:p w:rsidR="00D44D00" w:rsidRDefault="00D44D00" w:rsidP="00D44D00">
      <w:r>
        <w:t>249.7738</w:t>
      </w:r>
      <w:r>
        <w:tab/>
        <w:t>1.013e0</w:t>
      </w:r>
    </w:p>
    <w:p w:rsidR="00D44D00" w:rsidRDefault="00D44D00" w:rsidP="00D44D00">
      <w:r>
        <w:t>249.8396</w:t>
      </w:r>
      <w:r>
        <w:tab/>
        <w:t>1.013e0</w:t>
      </w:r>
    </w:p>
    <w:p w:rsidR="00D44D00" w:rsidRDefault="00D44D00" w:rsidP="00D44D00">
      <w:r>
        <w:t>249.8738</w:t>
      </w:r>
      <w:r>
        <w:tab/>
        <w:t>1.013e0</w:t>
      </w:r>
    </w:p>
    <w:p w:rsidR="00D44D00" w:rsidRDefault="00D44D00" w:rsidP="00D44D00">
      <w:r>
        <w:t>249.8944</w:t>
      </w:r>
      <w:r>
        <w:tab/>
        <w:t>1.013e0</w:t>
      </w:r>
    </w:p>
    <w:p w:rsidR="00D44D00" w:rsidRDefault="00D44D00" w:rsidP="00D44D00">
      <w:r>
        <w:t>249.9040</w:t>
      </w:r>
      <w:r>
        <w:tab/>
        <w:t>1.013e0</w:t>
      </w:r>
    </w:p>
    <w:p w:rsidR="00D44D00" w:rsidRDefault="00D44D00" w:rsidP="00D44D00">
      <w:r>
        <w:t>249.9162</w:t>
      </w:r>
      <w:r>
        <w:tab/>
        <w:t>2.025e0</w:t>
      </w:r>
    </w:p>
    <w:p w:rsidR="00D44D00" w:rsidRDefault="00D44D00" w:rsidP="00D44D00">
      <w:r>
        <w:t>249.9316</w:t>
      </w:r>
      <w:r>
        <w:tab/>
        <w:t>1.013e0</w:t>
      </w:r>
    </w:p>
    <w:p w:rsidR="00D44D00" w:rsidRDefault="00D44D00" w:rsidP="00D44D00">
      <w:r>
        <w:t>249.9650</w:t>
      </w:r>
      <w:r>
        <w:tab/>
        <w:t>3.038e0</w:t>
      </w:r>
    </w:p>
    <w:p w:rsidR="00D44D00" w:rsidRDefault="00D44D00" w:rsidP="00D44D00">
      <w:r>
        <w:t>250.0081</w:t>
      </w:r>
      <w:r>
        <w:tab/>
        <w:t>1.013e0</w:t>
      </w:r>
    </w:p>
    <w:p w:rsidR="00D44D00" w:rsidRDefault="00D44D00" w:rsidP="00D44D00">
      <w:r>
        <w:t>250.0238</w:t>
      </w:r>
      <w:r>
        <w:tab/>
        <w:t>1.902e0</w:t>
      </w:r>
    </w:p>
    <w:p w:rsidR="00D44D00" w:rsidRDefault="00D44D00" w:rsidP="00D44D00">
      <w:r>
        <w:t>250.0384</w:t>
      </w:r>
      <w:r>
        <w:tab/>
        <w:t>1.013e0</w:t>
      </w:r>
    </w:p>
    <w:p w:rsidR="00D44D00" w:rsidRDefault="00D44D00" w:rsidP="00D44D00">
      <w:r>
        <w:t>250.0712</w:t>
      </w:r>
      <w:r>
        <w:tab/>
        <w:t>1.013e0</w:t>
      </w:r>
    </w:p>
    <w:p w:rsidR="00D44D00" w:rsidRDefault="00D44D00" w:rsidP="00D44D00">
      <w:r>
        <w:t>250.1087</w:t>
      </w:r>
      <w:r>
        <w:tab/>
        <w:t>1.013e0</w:t>
      </w:r>
    </w:p>
    <w:p w:rsidR="00D44D00" w:rsidRDefault="00D44D00" w:rsidP="00D44D00">
      <w:r>
        <w:t>250.1225</w:t>
      </w:r>
      <w:r>
        <w:tab/>
        <w:t>2.025e0</w:t>
      </w:r>
    </w:p>
    <w:p w:rsidR="00D44D00" w:rsidRDefault="00D44D00" w:rsidP="00D44D00">
      <w:r>
        <w:lastRenderedPageBreak/>
        <w:t>250.1449</w:t>
      </w:r>
      <w:r>
        <w:tab/>
        <w:t>2.120e0</w:t>
      </w:r>
    </w:p>
    <w:p w:rsidR="00D44D00" w:rsidRDefault="00D44D00" w:rsidP="00D44D00">
      <w:r>
        <w:t>250.1557</w:t>
      </w:r>
      <w:r>
        <w:tab/>
        <w:t>2.025e0</w:t>
      </w:r>
    </w:p>
    <w:p w:rsidR="00D44D00" w:rsidRDefault="00D44D00" w:rsidP="00D44D00">
      <w:r>
        <w:t>250.1847</w:t>
      </w:r>
      <w:r>
        <w:tab/>
        <w:t>2.025e0</w:t>
      </w:r>
    </w:p>
    <w:p w:rsidR="00D44D00" w:rsidRDefault="00D44D00" w:rsidP="00D44D00">
      <w:r>
        <w:t>250.2216</w:t>
      </w:r>
      <w:r>
        <w:tab/>
        <w:t>3.038e0</w:t>
      </w:r>
    </w:p>
    <w:p w:rsidR="00D44D00" w:rsidRDefault="00D44D00" w:rsidP="00D44D00">
      <w:r>
        <w:t>250.2571</w:t>
      </w:r>
      <w:r>
        <w:tab/>
        <w:t>1.013e0</w:t>
      </w:r>
    </w:p>
    <w:p w:rsidR="00D44D00" w:rsidRDefault="00D44D00" w:rsidP="00D44D00">
      <w:r>
        <w:t>250.2853</w:t>
      </w:r>
      <w:r>
        <w:tab/>
        <w:t>1.013e0</w:t>
      </w:r>
    </w:p>
    <w:p w:rsidR="00D44D00" w:rsidRDefault="00D44D00" w:rsidP="00D44D00">
      <w:r>
        <w:t>250.2903</w:t>
      </w:r>
      <w:r>
        <w:tab/>
        <w:t>1.013e0</w:t>
      </w:r>
    </w:p>
    <w:p w:rsidR="00D44D00" w:rsidRDefault="00D44D00" w:rsidP="00D44D00">
      <w:r>
        <w:t>250.2950</w:t>
      </w:r>
      <w:r>
        <w:tab/>
        <w:t>1.013e0</w:t>
      </w:r>
    </w:p>
    <w:p w:rsidR="00D44D00" w:rsidRDefault="00D44D00" w:rsidP="00D44D00">
      <w:r>
        <w:t>250.3509</w:t>
      </w:r>
      <w:r>
        <w:tab/>
        <w:t>2.025e0</w:t>
      </w:r>
    </w:p>
    <w:p w:rsidR="00D44D00" w:rsidRDefault="00D44D00" w:rsidP="00D44D00">
      <w:r>
        <w:t>250.5253</w:t>
      </w:r>
      <w:r>
        <w:tab/>
        <w:t>1.013e0</w:t>
      </w:r>
    </w:p>
    <w:p w:rsidR="00D44D00" w:rsidRDefault="00D44D00" w:rsidP="00D44D00">
      <w:r>
        <w:t>250.5908</w:t>
      </w:r>
      <w:r>
        <w:tab/>
        <w:t>2.025e0</w:t>
      </w:r>
    </w:p>
    <w:p w:rsidR="00D44D00" w:rsidRDefault="00D44D00" w:rsidP="00D44D00">
      <w:r>
        <w:t>250.5929</w:t>
      </w:r>
      <w:r>
        <w:tab/>
        <w:t>1.013e0</w:t>
      </w:r>
    </w:p>
    <w:p w:rsidR="00D44D00" w:rsidRDefault="00D44D00" w:rsidP="00D44D00">
      <w:r>
        <w:t>250.5975</w:t>
      </w:r>
      <w:r>
        <w:tab/>
        <w:t>1.013e0</w:t>
      </w:r>
    </w:p>
    <w:p w:rsidR="00D44D00" w:rsidRDefault="00D44D00" w:rsidP="00D44D00">
      <w:r>
        <w:t>250.6139</w:t>
      </w:r>
      <w:r>
        <w:tab/>
        <w:t>1.013e0</w:t>
      </w:r>
    </w:p>
    <w:p w:rsidR="00D44D00" w:rsidRDefault="00D44D00" w:rsidP="00D44D00">
      <w:r>
        <w:t>250.6477</w:t>
      </w:r>
      <w:r>
        <w:tab/>
        <w:t>1.013e0</w:t>
      </w:r>
    </w:p>
    <w:p w:rsidR="00D44D00" w:rsidRDefault="00D44D00" w:rsidP="00D44D00">
      <w:r>
        <w:t>250.6902</w:t>
      </w:r>
      <w:r>
        <w:tab/>
        <w:t>1.013e0</w:t>
      </w:r>
    </w:p>
    <w:p w:rsidR="00D44D00" w:rsidRDefault="00D44D00" w:rsidP="00D44D00">
      <w:r>
        <w:t>250.6941</w:t>
      </w:r>
      <w:r>
        <w:tab/>
        <w:t>1.013e0</w:t>
      </w:r>
    </w:p>
    <w:p w:rsidR="00D44D00" w:rsidRDefault="00D44D00" w:rsidP="00D44D00">
      <w:r>
        <w:t>250.7238</w:t>
      </w:r>
      <w:r>
        <w:tab/>
        <w:t>1.013e0</w:t>
      </w:r>
    </w:p>
    <w:p w:rsidR="00D44D00" w:rsidRDefault="00D44D00" w:rsidP="00D44D00">
      <w:r>
        <w:t>250.7302</w:t>
      </w:r>
      <w:r>
        <w:tab/>
        <w:t>2.025e0</w:t>
      </w:r>
    </w:p>
    <w:p w:rsidR="00D44D00" w:rsidRDefault="00D44D00" w:rsidP="00D44D00">
      <w:r>
        <w:lastRenderedPageBreak/>
        <w:t>250.7704</w:t>
      </w:r>
      <w:r>
        <w:tab/>
        <w:t>1.013e0</w:t>
      </w:r>
    </w:p>
    <w:p w:rsidR="00D44D00" w:rsidRDefault="00D44D00" w:rsidP="00D44D00">
      <w:r>
        <w:t>250.8164</w:t>
      </w:r>
      <w:r>
        <w:tab/>
        <w:t>1.013e0</w:t>
      </w:r>
    </w:p>
    <w:p w:rsidR="00D44D00" w:rsidRDefault="00D44D00" w:rsidP="00D44D00">
      <w:r>
        <w:t>250.8401</w:t>
      </w:r>
      <w:r>
        <w:tab/>
        <w:t>1.013e0</w:t>
      </w:r>
    </w:p>
    <w:p w:rsidR="00D44D00" w:rsidRDefault="00D44D00" w:rsidP="00D44D00">
      <w:r>
        <w:t>250.8746</w:t>
      </w:r>
      <w:r>
        <w:tab/>
        <w:t>1.013e0</w:t>
      </w:r>
    </w:p>
    <w:p w:rsidR="00D44D00" w:rsidRDefault="00D44D00" w:rsidP="00D44D00">
      <w:r>
        <w:t>250.9616</w:t>
      </w:r>
      <w:r>
        <w:tab/>
        <w:t>2.832e0</w:t>
      </w:r>
    </w:p>
    <w:p w:rsidR="00D44D00" w:rsidRDefault="00D44D00" w:rsidP="00D44D00">
      <w:r>
        <w:t>250.9768</w:t>
      </w:r>
      <w:r>
        <w:tab/>
        <w:t>1.316e1</w:t>
      </w:r>
    </w:p>
    <w:p w:rsidR="00D44D00" w:rsidRDefault="00D44D00" w:rsidP="00D44D00">
      <w:r>
        <w:t>250.9804</w:t>
      </w:r>
      <w:r>
        <w:tab/>
        <w:t>4.051e0</w:t>
      </w:r>
    </w:p>
    <w:p w:rsidR="00D44D00" w:rsidRDefault="00D44D00" w:rsidP="00D44D00">
      <w:r>
        <w:t>250.9848</w:t>
      </w:r>
      <w:r>
        <w:tab/>
        <w:t>5.269e0</w:t>
      </w:r>
    </w:p>
    <w:p w:rsidR="00D44D00" w:rsidRDefault="00D44D00" w:rsidP="00D44D00">
      <w:r>
        <w:t>251.0179</w:t>
      </w:r>
      <w:r>
        <w:tab/>
        <w:t>1.226e0</w:t>
      </w:r>
    </w:p>
    <w:p w:rsidR="00D44D00" w:rsidRDefault="00D44D00" w:rsidP="00D44D00">
      <w:r>
        <w:t>251.0261</w:t>
      </w:r>
      <w:r>
        <w:tab/>
        <w:t>1.434e0</w:t>
      </w:r>
    </w:p>
    <w:p w:rsidR="00D44D00" w:rsidRDefault="00D44D00" w:rsidP="00D44D00">
      <w:r>
        <w:t>251.0431</w:t>
      </w:r>
      <w:r>
        <w:tab/>
        <w:t>3.184e0</w:t>
      </w:r>
    </w:p>
    <w:p w:rsidR="00D44D00" w:rsidRDefault="00D44D00" w:rsidP="00D44D00">
      <w:r>
        <w:t>251.0469</w:t>
      </w:r>
      <w:r>
        <w:tab/>
        <w:t>1.013e0</w:t>
      </w:r>
    </w:p>
    <w:p w:rsidR="00D44D00" w:rsidRDefault="00D44D00" w:rsidP="00D44D00">
      <w:r>
        <w:t>251.0595</w:t>
      </w:r>
      <w:r>
        <w:tab/>
        <w:t>1.013e0</w:t>
      </w:r>
    </w:p>
    <w:p w:rsidR="00D44D00" w:rsidRDefault="00D44D00" w:rsidP="00D44D00">
      <w:r>
        <w:t>251.0811</w:t>
      </w:r>
      <w:r>
        <w:tab/>
        <w:t>1.013e0</w:t>
      </w:r>
    </w:p>
    <w:p w:rsidR="00D44D00" w:rsidRDefault="00D44D00" w:rsidP="00D44D00">
      <w:r>
        <w:t>251.1158</w:t>
      </w:r>
      <w:r>
        <w:tab/>
        <w:t>1.013e0</w:t>
      </w:r>
    </w:p>
    <w:p w:rsidR="00D44D00" w:rsidRDefault="00D44D00" w:rsidP="00D44D00">
      <w:r>
        <w:t>251.1193</w:t>
      </w:r>
      <w:r>
        <w:tab/>
        <w:t>1.013e0</w:t>
      </w:r>
    </w:p>
    <w:p w:rsidR="00D44D00" w:rsidRDefault="00D44D00" w:rsidP="00D44D00">
      <w:r>
        <w:t>251.1232</w:t>
      </w:r>
      <w:r>
        <w:tab/>
        <w:t>2.025e0</w:t>
      </w:r>
    </w:p>
    <w:p w:rsidR="00D44D00" w:rsidRDefault="00D44D00" w:rsidP="00D44D00">
      <w:r>
        <w:t>251.1615</w:t>
      </w:r>
      <w:r>
        <w:tab/>
        <w:t>2.025e0</w:t>
      </w:r>
    </w:p>
    <w:p w:rsidR="00D44D00" w:rsidRDefault="00D44D00" w:rsidP="00D44D00">
      <w:r>
        <w:t>251.1626</w:t>
      </w:r>
      <w:r>
        <w:tab/>
        <w:t>3.038e0</w:t>
      </w:r>
    </w:p>
    <w:p w:rsidR="00D44D00" w:rsidRDefault="00D44D00" w:rsidP="00D44D00">
      <w:r>
        <w:lastRenderedPageBreak/>
        <w:t>251.1827</w:t>
      </w:r>
      <w:r>
        <w:tab/>
        <w:t>3.038e0</w:t>
      </w:r>
    </w:p>
    <w:p w:rsidR="00D44D00" w:rsidRDefault="00D44D00" w:rsidP="00D44D00">
      <w:r>
        <w:t>251.1856</w:t>
      </w:r>
      <w:r>
        <w:tab/>
        <w:t>1.013e0</w:t>
      </w:r>
    </w:p>
    <w:p w:rsidR="00D44D00" w:rsidRDefault="00D44D00" w:rsidP="00D44D00">
      <w:r>
        <w:t>251.1949</w:t>
      </w:r>
      <w:r>
        <w:tab/>
        <w:t>1.013e0</w:t>
      </w:r>
    </w:p>
    <w:p w:rsidR="00D44D00" w:rsidRDefault="00D44D00" w:rsidP="00D44D00">
      <w:r>
        <w:t>251.1964</w:t>
      </w:r>
      <w:r>
        <w:tab/>
        <w:t>2.025e0</w:t>
      </w:r>
    </w:p>
    <w:p w:rsidR="00D44D00" w:rsidRDefault="00D44D00" w:rsidP="00D44D00">
      <w:r>
        <w:t>251.2340</w:t>
      </w:r>
      <w:r>
        <w:tab/>
        <w:t>3.038e0</w:t>
      </w:r>
    </w:p>
    <w:p w:rsidR="00D44D00" w:rsidRDefault="00D44D00" w:rsidP="00D44D00">
      <w:r>
        <w:t>251.2497</w:t>
      </w:r>
      <w:r>
        <w:tab/>
        <w:t>1.013e0</w:t>
      </w:r>
    </w:p>
    <w:p w:rsidR="00D44D00" w:rsidRDefault="00D44D00" w:rsidP="00D44D00">
      <w:r>
        <w:t>251.2700</w:t>
      </w:r>
      <w:r>
        <w:tab/>
        <w:t>1.013e0</w:t>
      </w:r>
    </w:p>
    <w:p w:rsidR="00D44D00" w:rsidRDefault="00D44D00" w:rsidP="00D44D00">
      <w:r>
        <w:t>251.2837</w:t>
      </w:r>
      <w:r>
        <w:tab/>
        <w:t>1.013e0</w:t>
      </w:r>
    </w:p>
    <w:p w:rsidR="00D44D00" w:rsidRDefault="00D44D00" w:rsidP="00D44D00">
      <w:r>
        <w:t>251.3108</w:t>
      </w:r>
      <w:r>
        <w:tab/>
        <w:t>2.025e0</w:t>
      </w:r>
    </w:p>
    <w:p w:rsidR="00D44D00" w:rsidRDefault="00D44D00" w:rsidP="00D44D00">
      <w:r>
        <w:t>251.3167</w:t>
      </w:r>
      <w:r>
        <w:tab/>
        <w:t>1.013e0</w:t>
      </w:r>
    </w:p>
    <w:p w:rsidR="00D44D00" w:rsidRDefault="00D44D00" w:rsidP="00D44D00">
      <w:r>
        <w:t>251.3344</w:t>
      </w:r>
      <w:r>
        <w:tab/>
        <w:t>1.013e0</w:t>
      </w:r>
    </w:p>
    <w:p w:rsidR="00D44D00" w:rsidRDefault="00D44D00" w:rsidP="00D44D00">
      <w:r>
        <w:t>251.3588</w:t>
      </w:r>
      <w:r>
        <w:tab/>
        <w:t>1.013e0</w:t>
      </w:r>
    </w:p>
    <w:p w:rsidR="00D44D00" w:rsidRDefault="00D44D00" w:rsidP="00D44D00">
      <w:r>
        <w:t>251.3632</w:t>
      </w:r>
      <w:r>
        <w:tab/>
        <w:t>1.013e0</w:t>
      </w:r>
    </w:p>
    <w:p w:rsidR="00D44D00" w:rsidRDefault="00D44D00" w:rsidP="00D44D00">
      <w:r>
        <w:t>251.3727</w:t>
      </w:r>
      <w:r>
        <w:tab/>
        <w:t>1.013e0</w:t>
      </w:r>
    </w:p>
    <w:p w:rsidR="00D44D00" w:rsidRDefault="00D44D00" w:rsidP="00D44D00">
      <w:r>
        <w:t>251.3882</w:t>
      </w:r>
      <w:r>
        <w:tab/>
        <w:t>1.013e0</w:t>
      </w:r>
    </w:p>
    <w:p w:rsidR="00D44D00" w:rsidRDefault="00D44D00" w:rsidP="00D44D00">
      <w:r>
        <w:t>251.4184</w:t>
      </w:r>
      <w:r>
        <w:tab/>
        <w:t>1.013e0</w:t>
      </w:r>
    </w:p>
    <w:p w:rsidR="00D44D00" w:rsidRDefault="00D44D00" w:rsidP="00D44D00">
      <w:r>
        <w:t>251.4366</w:t>
      </w:r>
      <w:r>
        <w:tab/>
        <w:t>2.025e0</w:t>
      </w:r>
    </w:p>
    <w:p w:rsidR="00D44D00" w:rsidRDefault="00D44D00" w:rsidP="00D44D00">
      <w:r>
        <w:t>251.4473</w:t>
      </w:r>
      <w:r>
        <w:tab/>
        <w:t>1.013e0</w:t>
      </w:r>
    </w:p>
    <w:p w:rsidR="00D44D00" w:rsidRDefault="00D44D00" w:rsidP="00D44D00">
      <w:r>
        <w:t>251.4775</w:t>
      </w:r>
      <w:r>
        <w:tab/>
        <w:t>2.025e0</w:t>
      </w:r>
    </w:p>
    <w:p w:rsidR="00D44D00" w:rsidRDefault="00D44D00" w:rsidP="00D44D00">
      <w:r>
        <w:lastRenderedPageBreak/>
        <w:t>251.4857</w:t>
      </w:r>
      <w:r>
        <w:tab/>
        <w:t>2.025e0</w:t>
      </w:r>
    </w:p>
    <w:p w:rsidR="00D44D00" w:rsidRDefault="00D44D00" w:rsidP="00D44D00">
      <w:r>
        <w:t>251.5110</w:t>
      </w:r>
      <w:r>
        <w:tab/>
        <w:t>1.013e0</w:t>
      </w:r>
    </w:p>
    <w:p w:rsidR="00D44D00" w:rsidRDefault="00D44D00" w:rsidP="00D44D00">
      <w:r>
        <w:t>251.5271</w:t>
      </w:r>
      <w:r>
        <w:tab/>
        <w:t>1.013e0</w:t>
      </w:r>
    </w:p>
    <w:p w:rsidR="00D44D00" w:rsidRDefault="00D44D00" w:rsidP="00D44D00">
      <w:r>
        <w:t>251.5315</w:t>
      </w:r>
      <w:r>
        <w:tab/>
        <w:t>2.025e0</w:t>
      </w:r>
    </w:p>
    <w:p w:rsidR="00D44D00" w:rsidRDefault="00D44D00" w:rsidP="00D44D00">
      <w:r>
        <w:t>251.5492</w:t>
      </w:r>
      <w:r>
        <w:tab/>
        <w:t>1.013e0</w:t>
      </w:r>
    </w:p>
    <w:p w:rsidR="00D44D00" w:rsidRDefault="00D44D00" w:rsidP="00D44D00">
      <w:r>
        <w:t>251.5671</w:t>
      </w:r>
      <w:r>
        <w:tab/>
        <w:t>2.025e0</w:t>
      </w:r>
    </w:p>
    <w:p w:rsidR="00D44D00" w:rsidRDefault="00D44D00" w:rsidP="00D44D00">
      <w:r>
        <w:t>251.5950</w:t>
      </w:r>
      <w:r>
        <w:tab/>
        <w:t>1.013e0</w:t>
      </w:r>
    </w:p>
    <w:p w:rsidR="00D44D00" w:rsidRDefault="00D44D00" w:rsidP="00D44D00">
      <w:r>
        <w:t>251.6204</w:t>
      </w:r>
      <w:r>
        <w:tab/>
        <w:t>1.013e0</w:t>
      </w:r>
    </w:p>
    <w:p w:rsidR="00D44D00" w:rsidRDefault="00D44D00" w:rsidP="00D44D00">
      <w:r>
        <w:t>251.7138</w:t>
      </w:r>
      <w:r>
        <w:tab/>
        <w:t>1.013e0</w:t>
      </w:r>
    </w:p>
    <w:p w:rsidR="00D44D00" w:rsidRDefault="00D44D00" w:rsidP="00D44D00">
      <w:r>
        <w:t>251.7602</w:t>
      </w:r>
      <w:r>
        <w:tab/>
        <w:t>1.013e0</w:t>
      </w:r>
    </w:p>
    <w:p w:rsidR="00D44D00" w:rsidRDefault="00D44D00" w:rsidP="00D44D00">
      <w:r>
        <w:t>251.8020</w:t>
      </w:r>
      <w:r>
        <w:tab/>
        <w:t>1.013e0</w:t>
      </w:r>
    </w:p>
    <w:p w:rsidR="00D44D00" w:rsidRDefault="00D44D00" w:rsidP="00D44D00">
      <w:r>
        <w:t>251.8601</w:t>
      </w:r>
      <w:r>
        <w:tab/>
        <w:t>1.013e0</w:t>
      </w:r>
    </w:p>
    <w:p w:rsidR="00D44D00" w:rsidRDefault="00D44D00" w:rsidP="00D44D00">
      <w:r>
        <w:t>251.8771</w:t>
      </w:r>
      <w:r>
        <w:tab/>
        <w:t>2.025e0</w:t>
      </w:r>
    </w:p>
    <w:p w:rsidR="00D44D00" w:rsidRDefault="00D44D00" w:rsidP="00D44D00">
      <w:r>
        <w:t>251.9023</w:t>
      </w:r>
      <w:r>
        <w:tab/>
        <w:t>1.013e0</w:t>
      </w:r>
    </w:p>
    <w:p w:rsidR="00D44D00" w:rsidRDefault="00D44D00" w:rsidP="00D44D00">
      <w:r>
        <w:t>251.9203</w:t>
      </w:r>
      <w:r>
        <w:tab/>
        <w:t>1.013e0</w:t>
      </w:r>
    </w:p>
    <w:p w:rsidR="00D44D00" w:rsidRDefault="00D44D00" w:rsidP="00D44D00">
      <w:r>
        <w:t>251.9578</w:t>
      </w:r>
      <w:r>
        <w:tab/>
        <w:t>1.013e0</w:t>
      </w:r>
    </w:p>
    <w:p w:rsidR="00D44D00" w:rsidRDefault="00D44D00" w:rsidP="00D44D00">
      <w:r>
        <w:t>251.9790</w:t>
      </w:r>
      <w:r>
        <w:tab/>
        <w:t>1.013e0</w:t>
      </w:r>
    </w:p>
    <w:p w:rsidR="00D44D00" w:rsidRDefault="00D44D00" w:rsidP="00D44D00">
      <w:r>
        <w:t>251.9807</w:t>
      </w:r>
      <w:r>
        <w:tab/>
        <w:t>2.025e0</w:t>
      </w:r>
    </w:p>
    <w:p w:rsidR="00D44D00" w:rsidRDefault="00D44D00" w:rsidP="00D44D00">
      <w:r>
        <w:t>252.0170</w:t>
      </w:r>
      <w:r>
        <w:tab/>
        <w:t>2.025e0</w:t>
      </w:r>
    </w:p>
    <w:p w:rsidR="00D44D00" w:rsidRDefault="00D44D00" w:rsidP="00D44D00">
      <w:r>
        <w:lastRenderedPageBreak/>
        <w:t>252.0333</w:t>
      </w:r>
      <w:r>
        <w:tab/>
        <w:t>3.038e0</w:t>
      </w:r>
    </w:p>
    <w:p w:rsidR="00D44D00" w:rsidRDefault="00D44D00" w:rsidP="00D44D00">
      <w:r>
        <w:t>252.0345</w:t>
      </w:r>
      <w:r>
        <w:tab/>
        <w:t>3.038e0</w:t>
      </w:r>
    </w:p>
    <w:p w:rsidR="00D44D00" w:rsidRDefault="00D44D00" w:rsidP="00D44D00">
      <w:r>
        <w:t>252.0409</w:t>
      </w:r>
      <w:r>
        <w:tab/>
        <w:t>4.839e0</w:t>
      </w:r>
    </w:p>
    <w:p w:rsidR="00D44D00" w:rsidRDefault="00D44D00" w:rsidP="00D44D00">
      <w:r>
        <w:t>252.0476</w:t>
      </w:r>
      <w:r>
        <w:tab/>
        <w:t>1.855e0</w:t>
      </w:r>
    </w:p>
    <w:p w:rsidR="00D44D00" w:rsidRDefault="00D44D00" w:rsidP="00D44D00">
      <w:r>
        <w:t>252.0978</w:t>
      </w:r>
      <w:r>
        <w:tab/>
        <w:t>1.013e0</w:t>
      </w:r>
    </w:p>
    <w:p w:rsidR="00D44D00" w:rsidRDefault="00D44D00" w:rsidP="00D44D00">
      <w:r>
        <w:t>252.1017</w:t>
      </w:r>
      <w:r>
        <w:tab/>
        <w:t>1.013e0</w:t>
      </w:r>
    </w:p>
    <w:p w:rsidR="00D44D00" w:rsidRDefault="00D44D00" w:rsidP="00D44D00">
      <w:r>
        <w:t>252.1094</w:t>
      </w:r>
      <w:r>
        <w:tab/>
        <w:t>1.013e0</w:t>
      </w:r>
    </w:p>
    <w:p w:rsidR="00D44D00" w:rsidRDefault="00D44D00" w:rsidP="00D44D00">
      <w:r>
        <w:t>252.1431</w:t>
      </w:r>
      <w:r>
        <w:tab/>
        <w:t>4.051e0</w:t>
      </w:r>
    </w:p>
    <w:p w:rsidR="00D44D00" w:rsidRDefault="00D44D00" w:rsidP="00D44D00">
      <w:r>
        <w:t>252.1647</w:t>
      </w:r>
      <w:r>
        <w:tab/>
        <w:t>2.025e0</w:t>
      </w:r>
    </w:p>
    <w:p w:rsidR="00D44D00" w:rsidRDefault="00D44D00" w:rsidP="00D44D00">
      <w:r>
        <w:t>252.1799</w:t>
      </w:r>
      <w:r>
        <w:tab/>
        <w:t>3.038e0</w:t>
      </w:r>
    </w:p>
    <w:p w:rsidR="00D44D00" w:rsidRDefault="00D44D00" w:rsidP="00D44D00">
      <w:r>
        <w:t>252.1816</w:t>
      </w:r>
      <w:r>
        <w:tab/>
        <w:t>2.025e0</w:t>
      </w:r>
    </w:p>
    <w:p w:rsidR="00D44D00" w:rsidRDefault="00D44D00" w:rsidP="00D44D00">
      <w:r>
        <w:t>252.1901</w:t>
      </w:r>
      <w:r>
        <w:tab/>
        <w:t>1.013e0</w:t>
      </w:r>
    </w:p>
    <w:p w:rsidR="00D44D00" w:rsidRDefault="00D44D00" w:rsidP="00D44D00">
      <w:r>
        <w:t>252.1921</w:t>
      </w:r>
      <w:r>
        <w:tab/>
        <w:t>2.025e0</w:t>
      </w:r>
    </w:p>
    <w:p w:rsidR="00D44D00" w:rsidRDefault="00D44D00" w:rsidP="00D44D00">
      <w:r>
        <w:t>252.2401</w:t>
      </w:r>
      <w:r>
        <w:tab/>
        <w:t>3.038e0</w:t>
      </w:r>
    </w:p>
    <w:p w:rsidR="00D44D00" w:rsidRDefault="00D44D00" w:rsidP="00D44D00">
      <w:r>
        <w:t>252.2577</w:t>
      </w:r>
      <w:r>
        <w:tab/>
        <w:t>1.013e0</w:t>
      </w:r>
    </w:p>
    <w:p w:rsidR="00D44D00" w:rsidRDefault="00D44D00" w:rsidP="00D44D00">
      <w:r>
        <w:t>252.3124</w:t>
      </w:r>
      <w:r>
        <w:tab/>
        <w:t>1.013e0</w:t>
      </w:r>
    </w:p>
    <w:p w:rsidR="00D44D00" w:rsidRDefault="00D44D00" w:rsidP="00D44D00">
      <w:r>
        <w:t>252.3286</w:t>
      </w:r>
      <w:r>
        <w:tab/>
        <w:t>1.013e0</w:t>
      </w:r>
    </w:p>
    <w:p w:rsidR="00D44D00" w:rsidRDefault="00D44D00" w:rsidP="00D44D00">
      <w:r>
        <w:t>252.3626</w:t>
      </w:r>
      <w:r>
        <w:tab/>
        <w:t>1.013e0</w:t>
      </w:r>
    </w:p>
    <w:p w:rsidR="00D44D00" w:rsidRDefault="00D44D00" w:rsidP="00D44D00">
      <w:r>
        <w:t>252.4012</w:t>
      </w:r>
      <w:r>
        <w:tab/>
        <w:t>1.013e0</w:t>
      </w:r>
    </w:p>
    <w:p w:rsidR="00D44D00" w:rsidRDefault="00D44D00" w:rsidP="00D44D00">
      <w:r>
        <w:lastRenderedPageBreak/>
        <w:t>252.4223</w:t>
      </w:r>
      <w:r>
        <w:tab/>
        <w:t>2.025e0</w:t>
      </w:r>
    </w:p>
    <w:p w:rsidR="00D44D00" w:rsidRDefault="00D44D00" w:rsidP="00D44D00">
      <w:r>
        <w:t>252.4356</w:t>
      </w:r>
      <w:r>
        <w:tab/>
        <w:t>1.013e0</w:t>
      </w:r>
    </w:p>
    <w:p w:rsidR="00D44D00" w:rsidRDefault="00D44D00" w:rsidP="00D44D00">
      <w:r>
        <w:t>252.4641</w:t>
      </w:r>
      <w:r>
        <w:tab/>
        <w:t>1.013e0</w:t>
      </w:r>
    </w:p>
    <w:p w:rsidR="00D44D00" w:rsidRDefault="00D44D00" w:rsidP="00D44D00">
      <w:r>
        <w:t>252.4813</w:t>
      </w:r>
      <w:r>
        <w:tab/>
        <w:t>1.013e0</w:t>
      </w:r>
    </w:p>
    <w:p w:rsidR="00D44D00" w:rsidRDefault="00D44D00" w:rsidP="00D44D00">
      <w:r>
        <w:t>252.4856</w:t>
      </w:r>
      <w:r>
        <w:tab/>
        <w:t>1.013e0</w:t>
      </w:r>
    </w:p>
    <w:p w:rsidR="00D44D00" w:rsidRDefault="00D44D00" w:rsidP="00D44D00">
      <w:r>
        <w:t>252.5107</w:t>
      </w:r>
      <w:r>
        <w:tab/>
        <w:t>1.013e0</w:t>
      </w:r>
    </w:p>
    <w:p w:rsidR="00D44D00" w:rsidRDefault="00D44D00" w:rsidP="00D44D00">
      <w:r>
        <w:t>252.5439</w:t>
      </w:r>
      <w:r>
        <w:tab/>
        <w:t>1.013e0</w:t>
      </w:r>
    </w:p>
    <w:p w:rsidR="00D44D00" w:rsidRDefault="00D44D00" w:rsidP="00D44D00">
      <w:r>
        <w:t>252.5816</w:t>
      </w:r>
      <w:r>
        <w:tab/>
        <w:t>1.013e0</w:t>
      </w:r>
    </w:p>
    <w:p w:rsidR="00D44D00" w:rsidRDefault="00D44D00" w:rsidP="00D44D00">
      <w:r>
        <w:t>252.6542</w:t>
      </w:r>
      <w:r>
        <w:tab/>
        <w:t>1.013e0</w:t>
      </w:r>
    </w:p>
    <w:p w:rsidR="00D44D00" w:rsidRDefault="00D44D00" w:rsidP="00D44D00">
      <w:r>
        <w:t>252.6928</w:t>
      </w:r>
      <w:r>
        <w:tab/>
        <w:t>1.013e0</w:t>
      </w:r>
    </w:p>
    <w:p w:rsidR="00D44D00" w:rsidRDefault="00D44D00" w:rsidP="00D44D00">
      <w:r>
        <w:t>252.7129</w:t>
      </w:r>
      <w:r>
        <w:tab/>
        <w:t>1.013e0</w:t>
      </w:r>
    </w:p>
    <w:p w:rsidR="00D44D00" w:rsidRDefault="00D44D00" w:rsidP="00D44D00">
      <w:r>
        <w:t>252.7693</w:t>
      </w:r>
      <w:r>
        <w:tab/>
        <w:t>1.013e0</w:t>
      </w:r>
    </w:p>
    <w:p w:rsidR="00D44D00" w:rsidRDefault="00D44D00" w:rsidP="00D44D00">
      <w:r>
        <w:t>252.8112</w:t>
      </w:r>
      <w:r>
        <w:tab/>
        <w:t>1.013e0</w:t>
      </w:r>
    </w:p>
    <w:p w:rsidR="00D44D00" w:rsidRDefault="00D44D00" w:rsidP="00D44D00">
      <w:r>
        <w:t>252.8658</w:t>
      </w:r>
      <w:r>
        <w:tab/>
        <w:t>1.013e0</w:t>
      </w:r>
    </w:p>
    <w:p w:rsidR="00D44D00" w:rsidRDefault="00D44D00" w:rsidP="00D44D00">
      <w:r>
        <w:t>252.8737</w:t>
      </w:r>
      <w:r>
        <w:tab/>
        <w:t>1.013e0</w:t>
      </w:r>
    </w:p>
    <w:p w:rsidR="00D44D00" w:rsidRDefault="00D44D00" w:rsidP="00D44D00">
      <w:r>
        <w:t>252.9001</w:t>
      </w:r>
      <w:r>
        <w:tab/>
        <w:t>1.013e0</w:t>
      </w:r>
    </w:p>
    <w:p w:rsidR="00D44D00" w:rsidRDefault="00D44D00" w:rsidP="00D44D00">
      <w:r>
        <w:t>252.9156</w:t>
      </w:r>
      <w:r>
        <w:tab/>
        <w:t>1.013e0</w:t>
      </w:r>
    </w:p>
    <w:p w:rsidR="00D44D00" w:rsidRDefault="00D44D00" w:rsidP="00D44D00">
      <w:r>
        <w:t>252.9543</w:t>
      </w:r>
      <w:r>
        <w:tab/>
        <w:t>1.013e0</w:t>
      </w:r>
    </w:p>
    <w:p w:rsidR="00D44D00" w:rsidRDefault="00D44D00" w:rsidP="00D44D00">
      <w:r>
        <w:t>252.9656</w:t>
      </w:r>
      <w:r>
        <w:tab/>
        <w:t>2.025e0</w:t>
      </w:r>
    </w:p>
    <w:p w:rsidR="00D44D00" w:rsidRDefault="00D44D00" w:rsidP="00D44D00">
      <w:r>
        <w:lastRenderedPageBreak/>
        <w:t>252.9760</w:t>
      </w:r>
      <w:r>
        <w:tab/>
        <w:t>1.013e0</w:t>
      </w:r>
    </w:p>
    <w:p w:rsidR="00D44D00" w:rsidRDefault="00D44D00" w:rsidP="00D44D00">
      <w:r>
        <w:t>252.9962</w:t>
      </w:r>
      <w:r>
        <w:tab/>
        <w:t>2.025e0</w:t>
      </w:r>
    </w:p>
    <w:p w:rsidR="00D44D00" w:rsidRDefault="00D44D00" w:rsidP="00D44D00">
      <w:r>
        <w:t>253.0214</w:t>
      </w:r>
      <w:r>
        <w:tab/>
        <w:t>4.564e0</w:t>
      </w:r>
    </w:p>
    <w:p w:rsidR="00D44D00" w:rsidRDefault="00D44D00" w:rsidP="00D44D00">
      <w:r>
        <w:t>253.0313</w:t>
      </w:r>
      <w:r>
        <w:tab/>
        <w:t>1.199e1</w:t>
      </w:r>
    </w:p>
    <w:p w:rsidR="00D44D00" w:rsidRDefault="00D44D00" w:rsidP="00D44D00">
      <w:r>
        <w:t>253.0384</w:t>
      </w:r>
      <w:r>
        <w:tab/>
        <w:t>2.025e0</w:t>
      </w:r>
    </w:p>
    <w:p w:rsidR="00D44D00" w:rsidRDefault="00D44D00" w:rsidP="00D44D00">
      <w:r>
        <w:t>253.0453</w:t>
      </w:r>
      <w:r>
        <w:tab/>
        <w:t>5.676e0</w:t>
      </w:r>
    </w:p>
    <w:p w:rsidR="00D44D00" w:rsidRDefault="00D44D00" w:rsidP="00D44D00">
      <w:r>
        <w:t>253.0933</w:t>
      </w:r>
      <w:r>
        <w:tab/>
        <w:t>1.013e0</w:t>
      </w:r>
    </w:p>
    <w:p w:rsidR="00D44D00" w:rsidRDefault="00D44D00" w:rsidP="00D44D00">
      <w:r>
        <w:t>253.0977</w:t>
      </w:r>
      <w:r>
        <w:tab/>
        <w:t>2.025e0</w:t>
      </w:r>
    </w:p>
    <w:p w:rsidR="00D44D00" w:rsidRDefault="00D44D00" w:rsidP="00D44D00">
      <w:r>
        <w:t>253.1173</w:t>
      </w:r>
      <w:r>
        <w:tab/>
        <w:t>2.025e0</w:t>
      </w:r>
    </w:p>
    <w:p w:rsidR="00D44D00" w:rsidRDefault="00D44D00" w:rsidP="00D44D00">
      <w:r>
        <w:t>253.1272</w:t>
      </w:r>
      <w:r>
        <w:tab/>
        <w:t>1.013e0</w:t>
      </w:r>
    </w:p>
    <w:p w:rsidR="00D44D00" w:rsidRDefault="00D44D00" w:rsidP="00D44D00">
      <w:r>
        <w:t>253.1612</w:t>
      </w:r>
      <w:r>
        <w:tab/>
        <w:t>2.025e0</w:t>
      </w:r>
    </w:p>
    <w:p w:rsidR="00D44D00" w:rsidRDefault="00D44D00" w:rsidP="00D44D00">
      <w:r>
        <w:t>253.1671</w:t>
      </w:r>
      <w:r>
        <w:tab/>
        <w:t>2.025e0</w:t>
      </w:r>
    </w:p>
    <w:p w:rsidR="00D44D00" w:rsidRDefault="00D44D00" w:rsidP="00D44D00">
      <w:r>
        <w:t>253.1790</w:t>
      </w:r>
      <w:r>
        <w:tab/>
        <w:t>4.051e0</w:t>
      </w:r>
    </w:p>
    <w:p w:rsidR="00D44D00" w:rsidRDefault="00D44D00" w:rsidP="00D44D00">
      <w:r>
        <w:t>253.1922</w:t>
      </w:r>
      <w:r>
        <w:tab/>
        <w:t>7.089e0</w:t>
      </w:r>
    </w:p>
    <w:p w:rsidR="00D44D00" w:rsidRDefault="00D44D00" w:rsidP="00D44D00">
      <w:r>
        <w:t>253.1967</w:t>
      </w:r>
      <w:r>
        <w:tab/>
        <w:t>3.038e0</w:t>
      </w:r>
    </w:p>
    <w:p w:rsidR="00D44D00" w:rsidRDefault="00D44D00" w:rsidP="00D44D00">
      <w:r>
        <w:t>253.2339</w:t>
      </w:r>
      <w:r>
        <w:tab/>
        <w:t>1.013e0</w:t>
      </w:r>
    </w:p>
    <w:p w:rsidR="00D44D00" w:rsidRDefault="00D44D00" w:rsidP="00D44D00">
      <w:r>
        <w:t>253.2582</w:t>
      </w:r>
      <w:r>
        <w:tab/>
        <w:t>1.013e0</w:t>
      </w:r>
    </w:p>
    <w:p w:rsidR="00D44D00" w:rsidRDefault="00D44D00" w:rsidP="00D44D00">
      <w:r>
        <w:t>253.2765</w:t>
      </w:r>
      <w:r>
        <w:tab/>
        <w:t>1.013e0</w:t>
      </w:r>
    </w:p>
    <w:p w:rsidR="00D44D00" w:rsidRDefault="00D44D00" w:rsidP="00D44D00">
      <w:r>
        <w:t>253.2800</w:t>
      </w:r>
      <w:r>
        <w:tab/>
        <w:t>1.013e0</w:t>
      </w:r>
    </w:p>
    <w:p w:rsidR="00D44D00" w:rsidRDefault="00D44D00" w:rsidP="00D44D00">
      <w:r>
        <w:lastRenderedPageBreak/>
        <w:t>253.3325</w:t>
      </w:r>
      <w:r>
        <w:tab/>
        <w:t>2.025e0</w:t>
      </w:r>
    </w:p>
    <w:p w:rsidR="00D44D00" w:rsidRDefault="00D44D00" w:rsidP="00D44D00">
      <w:r>
        <w:t>253.3473</w:t>
      </w:r>
      <w:r>
        <w:tab/>
        <w:t>1.013e0</w:t>
      </w:r>
    </w:p>
    <w:p w:rsidR="00D44D00" w:rsidRDefault="00D44D00" w:rsidP="00D44D00">
      <w:r>
        <w:t>253.3513</w:t>
      </w:r>
      <w:r>
        <w:tab/>
        <w:t>2.025e0</w:t>
      </w:r>
    </w:p>
    <w:p w:rsidR="00D44D00" w:rsidRDefault="00D44D00" w:rsidP="00D44D00">
      <w:r>
        <w:t>253.3686</w:t>
      </w:r>
      <w:r>
        <w:tab/>
        <w:t>2.025e0</w:t>
      </w:r>
    </w:p>
    <w:p w:rsidR="00D44D00" w:rsidRDefault="00D44D00" w:rsidP="00D44D00">
      <w:r>
        <w:t>253.4417</w:t>
      </w:r>
      <w:r>
        <w:tab/>
        <w:t>1.013e0</w:t>
      </w:r>
    </w:p>
    <w:p w:rsidR="00D44D00" w:rsidRDefault="00D44D00" w:rsidP="00D44D00">
      <w:r>
        <w:t>253.4473</w:t>
      </w:r>
      <w:r>
        <w:tab/>
        <w:t>2.025e0</w:t>
      </w:r>
    </w:p>
    <w:p w:rsidR="00D44D00" w:rsidRDefault="00D44D00" w:rsidP="00D44D00">
      <w:r>
        <w:t>253.4613</w:t>
      </w:r>
      <w:r>
        <w:tab/>
        <w:t>1.013e0</w:t>
      </w:r>
    </w:p>
    <w:p w:rsidR="00D44D00" w:rsidRDefault="00D44D00" w:rsidP="00D44D00">
      <w:r>
        <w:t>253.4791</w:t>
      </w:r>
      <w:r>
        <w:tab/>
        <w:t>1.013e0</w:t>
      </w:r>
    </w:p>
    <w:p w:rsidR="00D44D00" w:rsidRDefault="00D44D00" w:rsidP="00D44D00">
      <w:r>
        <w:t>253.4836</w:t>
      </w:r>
      <w:r>
        <w:tab/>
        <w:t>1.013e0</w:t>
      </w:r>
    </w:p>
    <w:p w:rsidR="00D44D00" w:rsidRDefault="00D44D00" w:rsidP="00D44D00">
      <w:r>
        <w:t>253.5036</w:t>
      </w:r>
      <w:r>
        <w:tab/>
        <w:t>1.013e0</w:t>
      </w:r>
    </w:p>
    <w:p w:rsidR="00D44D00" w:rsidRDefault="00D44D00" w:rsidP="00D44D00">
      <w:r>
        <w:t>253.5262</w:t>
      </w:r>
      <w:r>
        <w:tab/>
        <w:t>2.025e0</w:t>
      </w:r>
    </w:p>
    <w:p w:rsidR="00D44D00" w:rsidRDefault="00D44D00" w:rsidP="00D44D00">
      <w:r>
        <w:t>253.5297</w:t>
      </w:r>
      <w:r>
        <w:tab/>
        <w:t>1.013e0</w:t>
      </w:r>
    </w:p>
    <w:p w:rsidR="00D44D00" w:rsidRDefault="00D44D00" w:rsidP="00D44D00">
      <w:r>
        <w:t>253.5498</w:t>
      </w:r>
      <w:r>
        <w:tab/>
        <w:t>1.013e0</w:t>
      </w:r>
    </w:p>
    <w:p w:rsidR="00D44D00" w:rsidRDefault="00D44D00" w:rsidP="00D44D00">
      <w:r>
        <w:t>253.5595</w:t>
      </w:r>
      <w:r>
        <w:tab/>
        <w:t>1.013e0</w:t>
      </w:r>
    </w:p>
    <w:p w:rsidR="00D44D00" w:rsidRDefault="00D44D00" w:rsidP="00D44D00">
      <w:r>
        <w:t>253.5675</w:t>
      </w:r>
      <w:r>
        <w:tab/>
        <w:t>6.076e0</w:t>
      </w:r>
    </w:p>
    <w:p w:rsidR="00D44D00" w:rsidRDefault="00D44D00" w:rsidP="00D44D00">
      <w:r>
        <w:t>253.5881</w:t>
      </w:r>
      <w:r>
        <w:tab/>
        <w:t>1.013e0</w:t>
      </w:r>
    </w:p>
    <w:p w:rsidR="00D44D00" w:rsidRDefault="00D44D00" w:rsidP="00D44D00">
      <w:r>
        <w:t>253.6183</w:t>
      </w:r>
      <w:r>
        <w:tab/>
        <w:t>1.013e0</w:t>
      </w:r>
    </w:p>
    <w:p w:rsidR="00D44D00" w:rsidRDefault="00D44D00" w:rsidP="00D44D00">
      <w:r>
        <w:t>253.6393</w:t>
      </w:r>
      <w:r>
        <w:tab/>
        <w:t>1.013e0</w:t>
      </w:r>
    </w:p>
    <w:p w:rsidR="00D44D00" w:rsidRDefault="00D44D00" w:rsidP="00D44D00">
      <w:r>
        <w:t>253.6443</w:t>
      </w:r>
      <w:r>
        <w:tab/>
        <w:t>1.013e0</w:t>
      </w:r>
    </w:p>
    <w:p w:rsidR="00D44D00" w:rsidRDefault="00D44D00" w:rsidP="00D44D00">
      <w:r>
        <w:lastRenderedPageBreak/>
        <w:t>253.6609</w:t>
      </w:r>
      <w:r>
        <w:tab/>
        <w:t>1.013e0</w:t>
      </w:r>
    </w:p>
    <w:p w:rsidR="00D44D00" w:rsidRDefault="00D44D00" w:rsidP="00D44D00">
      <w:r>
        <w:t>253.6646</w:t>
      </w:r>
      <w:r>
        <w:tab/>
        <w:t>1.013e0</w:t>
      </w:r>
    </w:p>
    <w:p w:rsidR="00D44D00" w:rsidRDefault="00D44D00" w:rsidP="00D44D00">
      <w:r>
        <w:t>253.6746</w:t>
      </w:r>
      <w:r>
        <w:tab/>
        <w:t>2.025e0</w:t>
      </w:r>
    </w:p>
    <w:p w:rsidR="00D44D00" w:rsidRDefault="00D44D00" w:rsidP="00D44D00">
      <w:r>
        <w:t>253.6949</w:t>
      </w:r>
      <w:r>
        <w:tab/>
        <w:t>1.013e0</w:t>
      </w:r>
    </w:p>
    <w:p w:rsidR="00D44D00" w:rsidRDefault="00D44D00" w:rsidP="00D44D00">
      <w:r>
        <w:t>253.6992</w:t>
      </w:r>
      <w:r>
        <w:tab/>
        <w:t>1.013e0</w:t>
      </w:r>
    </w:p>
    <w:p w:rsidR="00D44D00" w:rsidRDefault="00D44D00" w:rsidP="00D44D00">
      <w:r>
        <w:t>253.7150</w:t>
      </w:r>
      <w:r>
        <w:tab/>
        <w:t>1.013e0</w:t>
      </w:r>
    </w:p>
    <w:p w:rsidR="00D44D00" w:rsidRDefault="00D44D00" w:rsidP="00D44D00">
      <w:r>
        <w:t>253.7241</w:t>
      </w:r>
      <w:r>
        <w:tab/>
        <w:t>1.013e0</w:t>
      </w:r>
    </w:p>
    <w:p w:rsidR="00D44D00" w:rsidRDefault="00D44D00" w:rsidP="00D44D00">
      <w:r>
        <w:t>253.7440</w:t>
      </w:r>
      <w:r>
        <w:tab/>
        <w:t>4.051e0</w:t>
      </w:r>
    </w:p>
    <w:p w:rsidR="00D44D00" w:rsidRDefault="00D44D00" w:rsidP="00D44D00">
      <w:r>
        <w:t>253.7491</w:t>
      </w:r>
      <w:r>
        <w:tab/>
        <w:t>1.013e0</w:t>
      </w:r>
    </w:p>
    <w:p w:rsidR="00D44D00" w:rsidRDefault="00D44D00" w:rsidP="00D44D00">
      <w:r>
        <w:t>253.7626</w:t>
      </w:r>
      <w:r>
        <w:tab/>
        <w:t>2.025e0</w:t>
      </w:r>
    </w:p>
    <w:p w:rsidR="00D44D00" w:rsidRDefault="00D44D00" w:rsidP="00D44D00">
      <w:r>
        <w:t>253.7828</w:t>
      </w:r>
      <w:r>
        <w:tab/>
        <w:t>3.038e0</w:t>
      </w:r>
    </w:p>
    <w:p w:rsidR="00D44D00" w:rsidRDefault="00D44D00" w:rsidP="00D44D00">
      <w:r>
        <w:t>253.7995</w:t>
      </w:r>
      <w:r>
        <w:tab/>
        <w:t>1.013e0</w:t>
      </w:r>
    </w:p>
    <w:p w:rsidR="00D44D00" w:rsidRDefault="00D44D00" w:rsidP="00D44D00">
      <w:r>
        <w:t>253.8046</w:t>
      </w:r>
      <w:r>
        <w:tab/>
        <w:t>1.013e0</w:t>
      </w:r>
    </w:p>
    <w:p w:rsidR="00D44D00" w:rsidRDefault="00D44D00" w:rsidP="00D44D00">
      <w:r>
        <w:t>253.8140</w:t>
      </w:r>
      <w:r>
        <w:tab/>
        <w:t>1.013e0</w:t>
      </w:r>
    </w:p>
    <w:p w:rsidR="00D44D00" w:rsidRDefault="00D44D00" w:rsidP="00D44D00">
      <w:r>
        <w:t>253.8340</w:t>
      </w:r>
      <w:r>
        <w:tab/>
        <w:t>1.013e0</w:t>
      </w:r>
    </w:p>
    <w:p w:rsidR="00D44D00" w:rsidRDefault="00D44D00" w:rsidP="00D44D00">
      <w:r>
        <w:t>253.8423</w:t>
      </w:r>
      <w:r>
        <w:tab/>
        <w:t>1.013e0</w:t>
      </w:r>
    </w:p>
    <w:p w:rsidR="00D44D00" w:rsidRDefault="00D44D00" w:rsidP="00D44D00">
      <w:r>
        <w:t>253.8703</w:t>
      </w:r>
      <w:r>
        <w:tab/>
        <w:t>2.025e0</w:t>
      </w:r>
    </w:p>
    <w:p w:rsidR="00D44D00" w:rsidRDefault="00D44D00" w:rsidP="00D44D00">
      <w:r>
        <w:t>253.8723</w:t>
      </w:r>
      <w:r>
        <w:tab/>
        <w:t>2.025e0</w:t>
      </w:r>
    </w:p>
    <w:p w:rsidR="00D44D00" w:rsidRDefault="00D44D00" w:rsidP="00D44D00">
      <w:r>
        <w:t>253.8760</w:t>
      </w:r>
      <w:r>
        <w:tab/>
        <w:t>1.013e0</w:t>
      </w:r>
    </w:p>
    <w:p w:rsidR="00D44D00" w:rsidRDefault="00D44D00" w:rsidP="00D44D00">
      <w:r>
        <w:lastRenderedPageBreak/>
        <w:t>253.8938</w:t>
      </w:r>
      <w:r>
        <w:tab/>
        <w:t>1.013e0</w:t>
      </w:r>
    </w:p>
    <w:p w:rsidR="00D44D00" w:rsidRDefault="00D44D00" w:rsidP="00D44D00">
      <w:r>
        <w:t>253.9015</w:t>
      </w:r>
      <w:r>
        <w:tab/>
        <w:t>2.025e0</w:t>
      </w:r>
    </w:p>
    <w:p w:rsidR="00D44D00" w:rsidRDefault="00D44D00" w:rsidP="00D44D00">
      <w:r>
        <w:t>253.9067</w:t>
      </w:r>
      <w:r>
        <w:tab/>
        <w:t>2.025e0</w:t>
      </w:r>
    </w:p>
    <w:p w:rsidR="00D44D00" w:rsidRDefault="00D44D00" w:rsidP="00D44D00">
      <w:r>
        <w:t>253.9423</w:t>
      </w:r>
      <w:r>
        <w:tab/>
        <w:t>2.025e0</w:t>
      </w:r>
    </w:p>
    <w:p w:rsidR="00D44D00" w:rsidRDefault="00D44D00" w:rsidP="00D44D00">
      <w:r>
        <w:t>253.9740</w:t>
      </w:r>
      <w:r>
        <w:tab/>
        <w:t>2.025e0</w:t>
      </w:r>
    </w:p>
    <w:p w:rsidR="00D44D00" w:rsidRDefault="00D44D00" w:rsidP="00D44D00">
      <w:r>
        <w:t>253.9873</w:t>
      </w:r>
      <w:r>
        <w:tab/>
        <w:t>1.013e0</w:t>
      </w:r>
    </w:p>
    <w:p w:rsidR="00D44D00" w:rsidRDefault="00D44D00" w:rsidP="00D44D00">
      <w:r>
        <w:t>254.0127</w:t>
      </w:r>
      <w:r>
        <w:tab/>
        <w:t>4.051e0</w:t>
      </w:r>
    </w:p>
    <w:p w:rsidR="00D44D00" w:rsidRDefault="00D44D00" w:rsidP="00D44D00">
      <w:r>
        <w:t>254.0235</w:t>
      </w:r>
      <w:r>
        <w:tab/>
        <w:t>7.089e0</w:t>
      </w:r>
    </w:p>
    <w:p w:rsidR="00D44D00" w:rsidRDefault="00D44D00" w:rsidP="00D44D00">
      <w:r>
        <w:t>254.0412</w:t>
      </w:r>
      <w:r>
        <w:tab/>
        <w:t>9.114e0</w:t>
      </w:r>
    </w:p>
    <w:p w:rsidR="00D44D00" w:rsidRDefault="00D44D00" w:rsidP="00D44D00">
      <w:r>
        <w:t>254.0457</w:t>
      </w:r>
      <w:r>
        <w:tab/>
        <w:t>6.745e0</w:t>
      </w:r>
    </w:p>
    <w:p w:rsidR="00D44D00" w:rsidRDefault="00D44D00" w:rsidP="00D44D00">
      <w:r>
        <w:t>254.0493</w:t>
      </w:r>
      <w:r>
        <w:tab/>
        <w:t>6.076e0</w:t>
      </w:r>
    </w:p>
    <w:p w:rsidR="00D44D00" w:rsidRDefault="00D44D00" w:rsidP="00D44D00">
      <w:r>
        <w:t>254.0544</w:t>
      </w:r>
      <w:r>
        <w:tab/>
        <w:t>6.076e0</w:t>
      </w:r>
    </w:p>
    <w:p w:rsidR="00D44D00" w:rsidRDefault="00D44D00" w:rsidP="00D44D00">
      <w:r>
        <w:t>254.0923</w:t>
      </w:r>
      <w:r>
        <w:tab/>
        <w:t>1.013e0</w:t>
      </w:r>
    </w:p>
    <w:p w:rsidR="00D44D00" w:rsidRDefault="00D44D00" w:rsidP="00D44D00">
      <w:r>
        <w:t>254.0987</w:t>
      </w:r>
      <w:r>
        <w:tab/>
        <w:t>3.038e0</w:t>
      </w:r>
    </w:p>
    <w:p w:rsidR="00D44D00" w:rsidRDefault="00D44D00" w:rsidP="00D44D00">
      <w:r>
        <w:t>254.1076</w:t>
      </w:r>
      <w:r>
        <w:tab/>
        <w:t>3.038e0</w:t>
      </w:r>
    </w:p>
    <w:p w:rsidR="00D44D00" w:rsidRDefault="00D44D00" w:rsidP="00D44D00">
      <w:r>
        <w:t>254.1202</w:t>
      </w:r>
      <w:r>
        <w:tab/>
        <w:t>4.051e0</w:t>
      </w:r>
    </w:p>
    <w:p w:rsidR="00D44D00" w:rsidRDefault="00D44D00" w:rsidP="00D44D00">
      <w:r>
        <w:t>254.1261</w:t>
      </w:r>
      <w:r>
        <w:tab/>
        <w:t>2.025e0</w:t>
      </w:r>
    </w:p>
    <w:p w:rsidR="00D44D00" w:rsidRDefault="00D44D00" w:rsidP="00D44D00">
      <w:r>
        <w:t>254.1888</w:t>
      </w:r>
      <w:r>
        <w:tab/>
        <w:t>6.151e1</w:t>
      </w:r>
    </w:p>
    <w:p w:rsidR="00D44D00" w:rsidRDefault="00D44D00" w:rsidP="00D44D00">
      <w:r>
        <w:t>254.1903</w:t>
      </w:r>
      <w:r>
        <w:tab/>
        <w:t>6.309e1</w:t>
      </w:r>
    </w:p>
    <w:p w:rsidR="00D44D00" w:rsidRDefault="00D44D00" w:rsidP="00D44D00">
      <w:r>
        <w:lastRenderedPageBreak/>
        <w:t>254.1918</w:t>
      </w:r>
      <w:r>
        <w:tab/>
        <w:t>1.484e2</w:t>
      </w:r>
    </w:p>
    <w:p w:rsidR="00D44D00" w:rsidRDefault="00D44D00" w:rsidP="00D44D00">
      <w:r>
        <w:t>254.2452</w:t>
      </w:r>
      <w:r>
        <w:tab/>
        <w:t>1.013e0</w:t>
      </w:r>
    </w:p>
    <w:p w:rsidR="00D44D00" w:rsidRDefault="00D44D00" w:rsidP="00D44D00">
      <w:r>
        <w:t>254.2514</w:t>
      </w:r>
      <w:r>
        <w:tab/>
        <w:t>3.038e0</w:t>
      </w:r>
    </w:p>
    <w:p w:rsidR="00D44D00" w:rsidRDefault="00D44D00" w:rsidP="00D44D00">
      <w:r>
        <w:t>254.2843</w:t>
      </w:r>
      <w:r>
        <w:tab/>
        <w:t>3.038e0</w:t>
      </w:r>
    </w:p>
    <w:p w:rsidR="00D44D00" w:rsidRDefault="00D44D00" w:rsidP="00D44D00">
      <w:r>
        <w:t>254.2932</w:t>
      </w:r>
      <w:r>
        <w:tab/>
        <w:t>2.025e0</w:t>
      </w:r>
    </w:p>
    <w:p w:rsidR="00D44D00" w:rsidRDefault="00D44D00" w:rsidP="00D44D00">
      <w:r>
        <w:t>254.3046</w:t>
      </w:r>
      <w:r>
        <w:tab/>
        <w:t>4.051e0</w:t>
      </w:r>
    </w:p>
    <w:p w:rsidR="00D44D00" w:rsidRDefault="00D44D00" w:rsidP="00D44D00">
      <w:r>
        <w:t>254.3215</w:t>
      </w:r>
      <w:r>
        <w:tab/>
        <w:t>2.025e0</w:t>
      </w:r>
    </w:p>
    <w:p w:rsidR="00D44D00" w:rsidRDefault="00D44D00" w:rsidP="00D44D00">
      <w:r>
        <w:t>254.3368</w:t>
      </w:r>
      <w:r>
        <w:tab/>
        <w:t>2.025e0</w:t>
      </w:r>
    </w:p>
    <w:p w:rsidR="00D44D00" w:rsidRDefault="00D44D00" w:rsidP="00D44D00">
      <w:r>
        <w:t>254.3634</w:t>
      </w:r>
      <w:r>
        <w:tab/>
        <w:t>3.038e0</w:t>
      </w:r>
    </w:p>
    <w:p w:rsidR="00D44D00" w:rsidRDefault="00D44D00" w:rsidP="00D44D00">
      <w:r>
        <w:t>254.3742</w:t>
      </w:r>
      <w:r>
        <w:tab/>
        <w:t>2.025e0</w:t>
      </w:r>
    </w:p>
    <w:p w:rsidR="00D44D00" w:rsidRDefault="00D44D00" w:rsidP="00D44D00">
      <w:r>
        <w:t>254.3760</w:t>
      </w:r>
      <w:r>
        <w:tab/>
        <w:t>1.013e0</w:t>
      </w:r>
    </w:p>
    <w:p w:rsidR="00D44D00" w:rsidRDefault="00D44D00" w:rsidP="00D44D00">
      <w:r>
        <w:t>254.3983</w:t>
      </w:r>
      <w:r>
        <w:tab/>
        <w:t>1.013e0</w:t>
      </w:r>
    </w:p>
    <w:p w:rsidR="00D44D00" w:rsidRDefault="00D44D00" w:rsidP="00D44D00">
      <w:r>
        <w:t>254.4018</w:t>
      </w:r>
      <w:r>
        <w:tab/>
        <w:t>2.025e0</w:t>
      </w:r>
    </w:p>
    <w:p w:rsidR="00D44D00" w:rsidRDefault="00D44D00" w:rsidP="00D44D00">
      <w:r>
        <w:t>254.4076</w:t>
      </w:r>
      <w:r>
        <w:tab/>
        <w:t>2.844e0</w:t>
      </w:r>
    </w:p>
    <w:p w:rsidR="00D44D00" w:rsidRDefault="00D44D00" w:rsidP="00D44D00">
      <w:r>
        <w:t>254.4426</w:t>
      </w:r>
      <w:r>
        <w:tab/>
        <w:t>2.025e0</w:t>
      </w:r>
    </w:p>
    <w:p w:rsidR="00D44D00" w:rsidRDefault="00D44D00" w:rsidP="00D44D00">
      <w:r>
        <w:t>254.4447</w:t>
      </w:r>
      <w:r>
        <w:tab/>
        <w:t>2.025e0</w:t>
      </w:r>
    </w:p>
    <w:p w:rsidR="00D44D00" w:rsidRDefault="00D44D00" w:rsidP="00D44D00">
      <w:r>
        <w:t>254.4763</w:t>
      </w:r>
      <w:r>
        <w:tab/>
        <w:t>2.025e0</w:t>
      </w:r>
    </w:p>
    <w:p w:rsidR="00D44D00" w:rsidRDefault="00D44D00" w:rsidP="00D44D00">
      <w:r>
        <w:t>254.4858</w:t>
      </w:r>
      <w:r>
        <w:tab/>
        <w:t>3.038e0</w:t>
      </w:r>
    </w:p>
    <w:p w:rsidR="00D44D00" w:rsidRDefault="00D44D00" w:rsidP="00D44D00">
      <w:r>
        <w:t>254.4871</w:t>
      </w:r>
      <w:r>
        <w:tab/>
        <w:t>1.013e0</w:t>
      </w:r>
    </w:p>
    <w:p w:rsidR="00D44D00" w:rsidRDefault="00D44D00" w:rsidP="00D44D00">
      <w:r>
        <w:lastRenderedPageBreak/>
        <w:t>254.5006</w:t>
      </w:r>
      <w:r>
        <w:tab/>
        <w:t>3.038e0</w:t>
      </w:r>
    </w:p>
    <w:p w:rsidR="00D44D00" w:rsidRDefault="00D44D00" w:rsidP="00D44D00">
      <w:r>
        <w:t>254.5173</w:t>
      </w:r>
      <w:r>
        <w:tab/>
        <w:t>1.013e0</w:t>
      </w:r>
    </w:p>
    <w:p w:rsidR="00D44D00" w:rsidRDefault="00D44D00" w:rsidP="00D44D00">
      <w:r>
        <w:t>254.5304</w:t>
      </w:r>
      <w:r>
        <w:tab/>
        <w:t>5.063e0</w:t>
      </w:r>
    </w:p>
    <w:p w:rsidR="00D44D00" w:rsidRDefault="00D44D00" w:rsidP="00D44D00">
      <w:r>
        <w:t>254.5331</w:t>
      </w:r>
      <w:r>
        <w:tab/>
        <w:t>1.013e0</w:t>
      </w:r>
    </w:p>
    <w:p w:rsidR="00D44D00" w:rsidRDefault="00D44D00" w:rsidP="00D44D00">
      <w:r>
        <w:t>254.5490</w:t>
      </w:r>
      <w:r>
        <w:tab/>
        <w:t>2.025e0</w:t>
      </w:r>
    </w:p>
    <w:p w:rsidR="00D44D00" w:rsidRDefault="00D44D00" w:rsidP="00D44D00">
      <w:r>
        <w:t>254.5615</w:t>
      </w:r>
      <w:r>
        <w:tab/>
        <w:t>5.063e0</w:t>
      </w:r>
    </w:p>
    <w:p w:rsidR="00D44D00" w:rsidRDefault="00D44D00" w:rsidP="00D44D00">
      <w:r>
        <w:t>254.6022</w:t>
      </w:r>
      <w:r>
        <w:tab/>
        <w:t>2.025e0</w:t>
      </w:r>
    </w:p>
    <w:p w:rsidR="00D44D00" w:rsidRDefault="00D44D00" w:rsidP="00D44D00">
      <w:r>
        <w:t>254.6217</w:t>
      </w:r>
      <w:r>
        <w:tab/>
        <w:t>2.025e0</w:t>
      </w:r>
    </w:p>
    <w:p w:rsidR="00D44D00" w:rsidRDefault="00D44D00" w:rsidP="00D44D00">
      <w:r>
        <w:t>254.6273</w:t>
      </w:r>
      <w:r>
        <w:tab/>
        <w:t>5.063e0</w:t>
      </w:r>
    </w:p>
    <w:p w:rsidR="00D44D00" w:rsidRDefault="00D44D00" w:rsidP="00D44D00">
      <w:r>
        <w:t>254.6304</w:t>
      </w:r>
      <w:r>
        <w:tab/>
        <w:t>1.013e0</w:t>
      </w:r>
    </w:p>
    <w:p w:rsidR="00D44D00" w:rsidRDefault="00D44D00" w:rsidP="00D44D00">
      <w:r>
        <w:t>254.6534</w:t>
      </w:r>
      <w:r>
        <w:tab/>
        <w:t>4.051e0</w:t>
      </w:r>
    </w:p>
    <w:p w:rsidR="00D44D00" w:rsidRDefault="00D44D00" w:rsidP="00D44D00">
      <w:r>
        <w:t>254.6565</w:t>
      </w:r>
      <w:r>
        <w:tab/>
        <w:t>2.025e0</w:t>
      </w:r>
    </w:p>
    <w:p w:rsidR="00D44D00" w:rsidRDefault="00D44D00" w:rsidP="00D44D00">
      <w:r>
        <w:t>254.6581</w:t>
      </w:r>
      <w:r>
        <w:tab/>
        <w:t>2.025e0</w:t>
      </w:r>
    </w:p>
    <w:p w:rsidR="00D44D00" w:rsidRDefault="00D44D00" w:rsidP="00D44D00">
      <w:r>
        <w:t>254.6682</w:t>
      </w:r>
      <w:r>
        <w:tab/>
        <w:t>6.076e0</w:t>
      </w:r>
    </w:p>
    <w:p w:rsidR="00D44D00" w:rsidRDefault="00D44D00" w:rsidP="00D44D00">
      <w:r>
        <w:t>254.7014</w:t>
      </w:r>
      <w:r>
        <w:tab/>
        <w:t>5.063e0</w:t>
      </w:r>
    </w:p>
    <w:p w:rsidR="00D44D00" w:rsidRDefault="00D44D00" w:rsidP="00D44D00">
      <w:r>
        <w:t>254.7031</w:t>
      </w:r>
      <w:r>
        <w:tab/>
        <w:t>5.063e0</w:t>
      </w:r>
    </w:p>
    <w:p w:rsidR="00D44D00" w:rsidRDefault="00D44D00" w:rsidP="00D44D00">
      <w:r>
        <w:t>254.7065</w:t>
      </w:r>
      <w:r>
        <w:tab/>
        <w:t>2.025e0</w:t>
      </w:r>
    </w:p>
    <w:p w:rsidR="00D44D00" w:rsidRDefault="00D44D00" w:rsidP="00D44D00">
      <w:r>
        <w:t>254.7383</w:t>
      </w:r>
      <w:r>
        <w:tab/>
        <w:t>3.038e0</w:t>
      </w:r>
    </w:p>
    <w:p w:rsidR="00D44D00" w:rsidRDefault="00D44D00" w:rsidP="00D44D00">
      <w:r>
        <w:t>254.7473</w:t>
      </w:r>
      <w:r>
        <w:tab/>
        <w:t>4.051e0</w:t>
      </w:r>
    </w:p>
    <w:p w:rsidR="00D44D00" w:rsidRDefault="00D44D00" w:rsidP="00D44D00">
      <w:r>
        <w:lastRenderedPageBreak/>
        <w:t>254.7581</w:t>
      </w:r>
      <w:r>
        <w:tab/>
        <w:t>2.025e0</w:t>
      </w:r>
    </w:p>
    <w:p w:rsidR="00D44D00" w:rsidRDefault="00D44D00" w:rsidP="00D44D00">
      <w:r>
        <w:t>254.7887</w:t>
      </w:r>
      <w:r>
        <w:tab/>
        <w:t>3.038e0</w:t>
      </w:r>
    </w:p>
    <w:p w:rsidR="00D44D00" w:rsidRDefault="00D44D00" w:rsidP="00D44D00">
      <w:r>
        <w:t>254.7929</w:t>
      </w:r>
      <w:r>
        <w:tab/>
        <w:t>6.076e0</w:t>
      </w:r>
    </w:p>
    <w:p w:rsidR="00D44D00" w:rsidRDefault="00D44D00" w:rsidP="00D44D00">
      <w:r>
        <w:t>254.8059</w:t>
      </w:r>
      <w:r>
        <w:tab/>
        <w:t>5.063e0</w:t>
      </w:r>
    </w:p>
    <w:p w:rsidR="00D44D00" w:rsidRDefault="00D44D00" w:rsidP="00D44D00">
      <w:r>
        <w:t>254.8200</w:t>
      </w:r>
      <w:r>
        <w:tab/>
        <w:t>7.089e0</w:t>
      </w:r>
    </w:p>
    <w:p w:rsidR="00D44D00" w:rsidRDefault="00D44D00" w:rsidP="00D44D00">
      <w:r>
        <w:t>254.8468</w:t>
      </w:r>
      <w:r>
        <w:tab/>
        <w:t>5.666e0</w:t>
      </w:r>
    </w:p>
    <w:p w:rsidR="00D44D00" w:rsidRDefault="00D44D00" w:rsidP="00D44D00">
      <w:r>
        <w:t>254.8624</w:t>
      </w:r>
      <w:r>
        <w:tab/>
        <w:t>4.051e0</w:t>
      </w:r>
    </w:p>
    <w:p w:rsidR="00D44D00" w:rsidRDefault="00D44D00" w:rsidP="00D44D00">
      <w:r>
        <w:t>254.8858</w:t>
      </w:r>
      <w:r>
        <w:tab/>
        <w:t>1.013e0</w:t>
      </w:r>
    </w:p>
    <w:p w:rsidR="00D44D00" w:rsidRDefault="00D44D00" w:rsidP="00D44D00">
      <w:r>
        <w:t>254.8907</w:t>
      </w:r>
      <w:r>
        <w:tab/>
        <w:t>3.038e0</w:t>
      </w:r>
    </w:p>
    <w:p w:rsidR="00D44D00" w:rsidRDefault="00D44D00" w:rsidP="00D44D00">
      <w:r>
        <w:t>254.9027</w:t>
      </w:r>
      <w:r>
        <w:tab/>
        <w:t>3.877e0</w:t>
      </w:r>
    </w:p>
    <w:p w:rsidR="00D44D00" w:rsidRDefault="00D44D00" w:rsidP="00D44D00">
      <w:r>
        <w:t>254.9142</w:t>
      </w:r>
      <w:r>
        <w:tab/>
        <w:t>1.013e0</w:t>
      </w:r>
    </w:p>
    <w:p w:rsidR="00D44D00" w:rsidRDefault="00D44D00" w:rsidP="00D44D00">
      <w:r>
        <w:t>254.9440</w:t>
      </w:r>
      <w:r>
        <w:tab/>
        <w:t>4.066e0</w:t>
      </w:r>
    </w:p>
    <w:p w:rsidR="00D44D00" w:rsidRDefault="00D44D00" w:rsidP="00D44D00">
      <w:r>
        <w:t>254.9475</w:t>
      </w:r>
      <w:r>
        <w:tab/>
        <w:t>9.114e0</w:t>
      </w:r>
    </w:p>
    <w:p w:rsidR="00D44D00" w:rsidRDefault="00D44D00" w:rsidP="00D44D00">
      <w:r>
        <w:t>254.9574</w:t>
      </w:r>
      <w:r>
        <w:tab/>
        <w:t>3.038e0</w:t>
      </w:r>
    </w:p>
    <w:p w:rsidR="00D44D00" w:rsidRDefault="00D44D00" w:rsidP="00D44D00">
      <w:r>
        <w:t>254.9604</w:t>
      </w:r>
      <w:r>
        <w:tab/>
        <w:t>6.076e0</w:t>
      </w:r>
    </w:p>
    <w:p w:rsidR="00D44D00" w:rsidRDefault="00D44D00" w:rsidP="00D44D00">
      <w:r>
        <w:t>255.0481</w:t>
      </w:r>
      <w:r>
        <w:tab/>
        <w:t>1.822e3</w:t>
      </w:r>
    </w:p>
    <w:p w:rsidR="00D44D00" w:rsidRDefault="00D44D00" w:rsidP="00D44D00">
      <w:r>
        <w:t>255.0496</w:t>
      </w:r>
      <w:r>
        <w:tab/>
        <w:t>1.847e3</w:t>
      </w:r>
    </w:p>
    <w:p w:rsidR="00D44D00" w:rsidRDefault="00D44D00" w:rsidP="00D44D00">
      <w:r>
        <w:t>255.0509</w:t>
      </w:r>
      <w:r>
        <w:tab/>
        <w:t>7.558e2</w:t>
      </w:r>
    </w:p>
    <w:p w:rsidR="00D44D00" w:rsidRDefault="00D44D00" w:rsidP="00D44D00">
      <w:r>
        <w:t>255.1297</w:t>
      </w:r>
      <w:r>
        <w:tab/>
        <w:t>4.753e0</w:t>
      </w:r>
    </w:p>
    <w:p w:rsidR="00D44D00" w:rsidRDefault="00D44D00" w:rsidP="00D44D00">
      <w:r>
        <w:lastRenderedPageBreak/>
        <w:t>255.1939</w:t>
      </w:r>
      <w:r>
        <w:tab/>
        <w:t>6.400e2</w:t>
      </w:r>
    </w:p>
    <w:p w:rsidR="00D44D00" w:rsidRDefault="00D44D00" w:rsidP="00D44D00">
      <w:r>
        <w:t>255.1953</w:t>
      </w:r>
      <w:r>
        <w:tab/>
        <w:t>1.802e2</w:t>
      </w:r>
    </w:p>
    <w:p w:rsidR="00D44D00" w:rsidRDefault="00D44D00" w:rsidP="00D44D00">
      <w:r>
        <w:t>255.2386</w:t>
      </w:r>
      <w:r>
        <w:tab/>
        <w:t>2.689e1</w:t>
      </w:r>
    </w:p>
    <w:p w:rsidR="00D44D00" w:rsidRDefault="00D44D00" w:rsidP="00D44D00">
      <w:r>
        <w:t>255.2559</w:t>
      </w:r>
      <w:r>
        <w:tab/>
        <w:t>5.063e0</w:t>
      </w:r>
    </w:p>
    <w:p w:rsidR="00D44D00" w:rsidRDefault="00D44D00" w:rsidP="00D44D00">
      <w:r>
        <w:t>255.2797</w:t>
      </w:r>
      <w:r>
        <w:tab/>
        <w:t>6.076e0</w:t>
      </w:r>
    </w:p>
    <w:p w:rsidR="00D44D00" w:rsidRDefault="00D44D00" w:rsidP="00D44D00">
      <w:r>
        <w:t>255.2835</w:t>
      </w:r>
      <w:r>
        <w:tab/>
        <w:t>1.013e0</w:t>
      </w:r>
    </w:p>
    <w:p w:rsidR="00D44D00" w:rsidRDefault="00D44D00" w:rsidP="00D44D00">
      <w:r>
        <w:t>255.2888</w:t>
      </w:r>
      <w:r>
        <w:tab/>
        <w:t>3.038e0</w:t>
      </w:r>
    </w:p>
    <w:p w:rsidR="00D44D00" w:rsidRDefault="00D44D00" w:rsidP="00D44D00">
      <w:r>
        <w:t>255.3167</w:t>
      </w:r>
      <w:r>
        <w:tab/>
        <w:t>1.418e1</w:t>
      </w:r>
    </w:p>
    <w:p w:rsidR="00D44D00" w:rsidRDefault="00D44D00" w:rsidP="00D44D00">
      <w:r>
        <w:t>255.3182</w:t>
      </w:r>
      <w:r>
        <w:tab/>
        <w:t>4.081e0</w:t>
      </w:r>
    </w:p>
    <w:p w:rsidR="00D44D00" w:rsidRDefault="00D44D00" w:rsidP="00D44D00">
      <w:r>
        <w:t>255.3224</w:t>
      </w:r>
      <w:r>
        <w:tab/>
        <w:t>7.354e0</w:t>
      </w:r>
    </w:p>
    <w:p w:rsidR="00D44D00" w:rsidRDefault="00D44D00" w:rsidP="00D44D00">
      <w:r>
        <w:t>255.3252</w:t>
      </w:r>
      <w:r>
        <w:tab/>
        <w:t>2.025e0</w:t>
      </w:r>
    </w:p>
    <w:p w:rsidR="00D44D00" w:rsidRDefault="00D44D00" w:rsidP="00D44D00">
      <w:r>
        <w:t>255.3560</w:t>
      </w:r>
      <w:r>
        <w:tab/>
        <w:t>2.878e0</w:t>
      </w:r>
    </w:p>
    <w:p w:rsidR="00D44D00" w:rsidRDefault="00D44D00" w:rsidP="00D44D00">
      <w:r>
        <w:t>255.3607</w:t>
      </w:r>
      <w:r>
        <w:tab/>
        <w:t>4.051e0</w:t>
      </w:r>
    </w:p>
    <w:p w:rsidR="00D44D00" w:rsidRDefault="00D44D00" w:rsidP="00D44D00">
      <w:r>
        <w:t>255.3745</w:t>
      </w:r>
      <w:r>
        <w:tab/>
        <w:t>1.114e1</w:t>
      </w:r>
    </w:p>
    <w:p w:rsidR="00D44D00" w:rsidRDefault="00D44D00" w:rsidP="00D44D00">
      <w:r>
        <w:t>255.3845</w:t>
      </w:r>
      <w:r>
        <w:tab/>
        <w:t>4.051e0</w:t>
      </w:r>
    </w:p>
    <w:p w:rsidR="00D44D00" w:rsidRDefault="00D44D00" w:rsidP="00D44D00">
      <w:r>
        <w:t>255.4024</w:t>
      </w:r>
      <w:r>
        <w:tab/>
        <w:t>5.182e0</w:t>
      </w:r>
    </w:p>
    <w:p w:rsidR="00D44D00" w:rsidRDefault="00D44D00" w:rsidP="00D44D00">
      <w:r>
        <w:t>255.4186</w:t>
      </w:r>
      <w:r>
        <w:tab/>
        <w:t>4.993e0</w:t>
      </w:r>
    </w:p>
    <w:p w:rsidR="00D44D00" w:rsidRDefault="00D44D00" w:rsidP="00D44D00">
      <w:r>
        <w:t>255.4318</w:t>
      </w:r>
      <w:r>
        <w:tab/>
        <w:t>6.076e0</w:t>
      </w:r>
    </w:p>
    <w:p w:rsidR="00D44D00" w:rsidRDefault="00D44D00" w:rsidP="00D44D00">
      <w:r>
        <w:t>255.4346</w:t>
      </w:r>
      <w:r>
        <w:tab/>
        <w:t>8.101e0</w:t>
      </w:r>
    </w:p>
    <w:p w:rsidR="00D44D00" w:rsidRDefault="00D44D00" w:rsidP="00D44D00">
      <w:r>
        <w:lastRenderedPageBreak/>
        <w:t>255.4539</w:t>
      </w:r>
      <w:r>
        <w:tab/>
        <w:t>4.450e0</w:t>
      </w:r>
    </w:p>
    <w:p w:rsidR="00D44D00" w:rsidRDefault="00D44D00" w:rsidP="00D44D00">
      <w:r>
        <w:t>255.4606</w:t>
      </w:r>
      <w:r>
        <w:tab/>
        <w:t>3.227e0</w:t>
      </w:r>
    </w:p>
    <w:p w:rsidR="00D44D00" w:rsidRDefault="00D44D00" w:rsidP="00D44D00">
      <w:r>
        <w:t>255.4798</w:t>
      </w:r>
      <w:r>
        <w:tab/>
        <w:t>8.924e0</w:t>
      </w:r>
    </w:p>
    <w:p w:rsidR="00D44D00" w:rsidRDefault="00D44D00" w:rsidP="00D44D00">
      <w:r>
        <w:t>255.4899</w:t>
      </w:r>
      <w:r>
        <w:tab/>
        <w:t>5.063e0</w:t>
      </w:r>
    </w:p>
    <w:p w:rsidR="00D44D00" w:rsidRDefault="00D44D00" w:rsidP="00D44D00">
      <w:r>
        <w:t>255.5145</w:t>
      </w:r>
      <w:r>
        <w:tab/>
        <w:t>6.076e0</w:t>
      </w:r>
    </w:p>
    <w:p w:rsidR="00D44D00" w:rsidRDefault="00D44D00" w:rsidP="00D44D00">
      <w:r>
        <w:t>255.5182</w:t>
      </w:r>
      <w:r>
        <w:tab/>
        <w:t>1.003e1</w:t>
      </w:r>
    </w:p>
    <w:p w:rsidR="00D44D00" w:rsidRDefault="00D44D00" w:rsidP="00D44D00">
      <w:r>
        <w:t>255.5251</w:t>
      </w:r>
      <w:r>
        <w:tab/>
        <w:t>1.580e0</w:t>
      </w:r>
    </w:p>
    <w:p w:rsidR="00D44D00" w:rsidRDefault="00D44D00" w:rsidP="00D44D00">
      <w:r>
        <w:t>255.5304</w:t>
      </w:r>
      <w:r>
        <w:tab/>
        <w:t>7.089e0</w:t>
      </w:r>
    </w:p>
    <w:p w:rsidR="00D44D00" w:rsidRDefault="00D44D00" w:rsidP="00D44D00">
      <w:r>
        <w:t>255.5455</w:t>
      </w:r>
      <w:r>
        <w:tab/>
        <w:t>5.063e0</w:t>
      </w:r>
    </w:p>
    <w:p w:rsidR="00D44D00" w:rsidRDefault="00D44D00" w:rsidP="00D44D00">
      <w:r>
        <w:t>255.5571</w:t>
      </w:r>
      <w:r>
        <w:tab/>
        <w:t>1.132e1</w:t>
      </w:r>
    </w:p>
    <w:p w:rsidR="00D44D00" w:rsidRDefault="00D44D00" w:rsidP="00D44D00">
      <w:r>
        <w:t>255.5648</w:t>
      </w:r>
      <w:r>
        <w:tab/>
        <w:t>3.038e0</w:t>
      </w:r>
    </w:p>
    <w:p w:rsidR="00D44D00" w:rsidRDefault="00D44D00" w:rsidP="00D44D00">
      <w:r>
        <w:t>255.5735</w:t>
      </w:r>
      <w:r>
        <w:tab/>
        <w:t>4.051e0</w:t>
      </w:r>
    </w:p>
    <w:p w:rsidR="00D44D00" w:rsidRDefault="00D44D00" w:rsidP="00D44D00">
      <w:r>
        <w:t>255.5971</w:t>
      </w:r>
      <w:r>
        <w:tab/>
        <w:t>5.063e0</w:t>
      </w:r>
    </w:p>
    <w:p w:rsidR="00D44D00" w:rsidRDefault="00D44D00" w:rsidP="00D44D00">
      <w:r>
        <w:t>255.6026</w:t>
      </w:r>
      <w:r>
        <w:tab/>
        <w:t>1.013e0</w:t>
      </w:r>
    </w:p>
    <w:p w:rsidR="00D44D00" w:rsidRDefault="00D44D00" w:rsidP="00D44D00">
      <w:r>
        <w:t>255.6159</w:t>
      </w:r>
      <w:r>
        <w:tab/>
        <w:t>8.570e0</w:t>
      </w:r>
    </w:p>
    <w:p w:rsidR="00D44D00" w:rsidRDefault="00D44D00" w:rsidP="00D44D00">
      <w:r>
        <w:t>255.6219</w:t>
      </w:r>
      <w:r>
        <w:tab/>
        <w:t>7.675e0</w:t>
      </w:r>
    </w:p>
    <w:p w:rsidR="00D44D00" w:rsidRDefault="00D44D00" w:rsidP="00D44D00">
      <w:r>
        <w:t>255.6369</w:t>
      </w:r>
      <w:r>
        <w:tab/>
        <w:t>1.013e0</w:t>
      </w:r>
    </w:p>
    <w:p w:rsidR="00D44D00" w:rsidRDefault="00D44D00" w:rsidP="00D44D00">
      <w:r>
        <w:t>255.6490</w:t>
      </w:r>
      <w:r>
        <w:tab/>
        <w:t>5.063e0</w:t>
      </w:r>
    </w:p>
    <w:p w:rsidR="00D44D00" w:rsidRDefault="00D44D00" w:rsidP="00D44D00">
      <w:r>
        <w:t>255.6555</w:t>
      </w:r>
      <w:r>
        <w:tab/>
        <w:t>9.395e0</w:t>
      </w:r>
    </w:p>
    <w:p w:rsidR="00D44D00" w:rsidRDefault="00D44D00" w:rsidP="00D44D00">
      <w:r>
        <w:lastRenderedPageBreak/>
        <w:t>255.6604</w:t>
      </w:r>
      <w:r>
        <w:tab/>
        <w:t>3.437e0</w:t>
      </w:r>
    </w:p>
    <w:p w:rsidR="00D44D00" w:rsidRDefault="00D44D00" w:rsidP="00D44D00">
      <w:r>
        <w:t>255.6684</w:t>
      </w:r>
      <w:r>
        <w:tab/>
        <w:t>3.038e0</w:t>
      </w:r>
    </w:p>
    <w:p w:rsidR="00D44D00" w:rsidRDefault="00D44D00" w:rsidP="00D44D00">
      <w:r>
        <w:t>255.6869</w:t>
      </w:r>
      <w:r>
        <w:tab/>
        <w:t>5.063e0</w:t>
      </w:r>
    </w:p>
    <w:p w:rsidR="00D44D00" w:rsidRDefault="00D44D00" w:rsidP="00D44D00">
      <w:r>
        <w:t>255.6901</w:t>
      </w:r>
      <w:r>
        <w:tab/>
        <w:t>8.195e0</w:t>
      </w:r>
    </w:p>
    <w:p w:rsidR="00D44D00" w:rsidRDefault="00D44D00" w:rsidP="00D44D00">
      <w:r>
        <w:t>255.7019</w:t>
      </w:r>
      <w:r>
        <w:tab/>
        <w:t>3.485e0</w:t>
      </w:r>
    </w:p>
    <w:p w:rsidR="00D44D00" w:rsidRDefault="00D44D00" w:rsidP="00D44D00">
      <w:r>
        <w:t>255.7055</w:t>
      </w:r>
      <w:r>
        <w:tab/>
        <w:t>2.025e0</w:t>
      </w:r>
    </w:p>
    <w:p w:rsidR="00D44D00" w:rsidRDefault="00D44D00" w:rsidP="00D44D00">
      <w:r>
        <w:t>255.7147</w:t>
      </w:r>
      <w:r>
        <w:tab/>
        <w:t>6.076e0</w:t>
      </w:r>
    </w:p>
    <w:p w:rsidR="00D44D00" w:rsidRDefault="00D44D00" w:rsidP="00D44D00">
      <w:r>
        <w:t>255.7280</w:t>
      </w:r>
      <w:r>
        <w:tab/>
        <w:t>1.295e1</w:t>
      </w:r>
    </w:p>
    <w:p w:rsidR="00D44D00" w:rsidRDefault="00D44D00" w:rsidP="00D44D00">
      <w:r>
        <w:t>255.7427</w:t>
      </w:r>
      <w:r>
        <w:tab/>
        <w:t>5.063e0</w:t>
      </w:r>
    </w:p>
    <w:p w:rsidR="00D44D00" w:rsidRDefault="00D44D00" w:rsidP="00D44D00">
      <w:r>
        <w:t>255.7522</w:t>
      </w:r>
      <w:r>
        <w:tab/>
        <w:t>2.025e0</w:t>
      </w:r>
    </w:p>
    <w:p w:rsidR="00D44D00" w:rsidRDefault="00D44D00" w:rsidP="00D44D00">
      <w:r>
        <w:t>255.7605</w:t>
      </w:r>
      <w:r>
        <w:tab/>
        <w:t>1.013e0</w:t>
      </w:r>
    </w:p>
    <w:p w:rsidR="00D44D00" w:rsidRDefault="00D44D00" w:rsidP="00D44D00">
      <w:r>
        <w:t>255.7784</w:t>
      </w:r>
      <w:r>
        <w:tab/>
        <w:t>3.038e0</w:t>
      </w:r>
    </w:p>
    <w:p w:rsidR="00D44D00" w:rsidRDefault="00D44D00" w:rsidP="00D44D00">
      <w:r>
        <w:t>255.7847</w:t>
      </w:r>
      <w:r>
        <w:tab/>
        <w:t>3.896e0</w:t>
      </w:r>
    </w:p>
    <w:p w:rsidR="00D44D00" w:rsidRDefault="00D44D00" w:rsidP="00D44D00">
      <w:r>
        <w:t>255.7857</w:t>
      </w:r>
      <w:r>
        <w:tab/>
        <w:t>6.076e0</w:t>
      </w:r>
    </w:p>
    <w:p w:rsidR="00D44D00" w:rsidRDefault="00D44D00" w:rsidP="00D44D00">
      <w:r>
        <w:t>255.7983</w:t>
      </w:r>
      <w:r>
        <w:tab/>
        <w:t>7.089e0</w:t>
      </w:r>
    </w:p>
    <w:p w:rsidR="00D44D00" w:rsidRDefault="00D44D00" w:rsidP="00D44D00">
      <w:r>
        <w:t>255.8277</w:t>
      </w:r>
      <w:r>
        <w:tab/>
        <w:t>6.076e0</w:t>
      </w:r>
    </w:p>
    <w:p w:rsidR="00D44D00" w:rsidRDefault="00D44D00" w:rsidP="00D44D00">
      <w:r>
        <w:t>255.8316</w:t>
      </w:r>
      <w:r>
        <w:tab/>
        <w:t>7.089e0</w:t>
      </w:r>
    </w:p>
    <w:p w:rsidR="00D44D00" w:rsidRDefault="00D44D00" w:rsidP="00D44D00">
      <w:r>
        <w:t>255.8330</w:t>
      </w:r>
      <w:r>
        <w:tab/>
        <w:t>2.025e0</w:t>
      </w:r>
    </w:p>
    <w:p w:rsidR="00D44D00" w:rsidRDefault="00D44D00" w:rsidP="00D44D00">
      <w:r>
        <w:t>255.8412</w:t>
      </w:r>
      <w:r>
        <w:tab/>
        <w:t>2.025e0</w:t>
      </w:r>
    </w:p>
    <w:p w:rsidR="00D44D00" w:rsidRDefault="00D44D00" w:rsidP="00D44D00">
      <w:r>
        <w:lastRenderedPageBreak/>
        <w:t>255.8740</w:t>
      </w:r>
      <w:r>
        <w:tab/>
        <w:t>3.038e0</w:t>
      </w:r>
    </w:p>
    <w:p w:rsidR="00D44D00" w:rsidRDefault="00D44D00" w:rsidP="00D44D00">
      <w:r>
        <w:t>255.8895</w:t>
      </w:r>
      <w:r>
        <w:tab/>
        <w:t>5.063e0</w:t>
      </w:r>
    </w:p>
    <w:p w:rsidR="00D44D00" w:rsidRDefault="00D44D00" w:rsidP="00D44D00">
      <w:r>
        <w:t>255.8954</w:t>
      </w:r>
      <w:r>
        <w:tab/>
        <w:t>1.013e0</w:t>
      </w:r>
    </w:p>
    <w:p w:rsidR="00D44D00" w:rsidRDefault="00D44D00" w:rsidP="00D44D00">
      <w:r>
        <w:t>255.8993</w:t>
      </w:r>
      <w:r>
        <w:tab/>
        <w:t>9.114e0</w:t>
      </w:r>
    </w:p>
    <w:p w:rsidR="00D44D00" w:rsidRDefault="00D44D00" w:rsidP="00D44D00">
      <w:r>
        <w:t>255.9110</w:t>
      </w:r>
      <w:r>
        <w:tab/>
        <w:t>4.642e0</w:t>
      </w:r>
    </w:p>
    <w:p w:rsidR="00D44D00" w:rsidRDefault="00D44D00" w:rsidP="00D44D00">
      <w:r>
        <w:t>255.9153</w:t>
      </w:r>
      <w:r>
        <w:tab/>
        <w:t>3.038e0</w:t>
      </w:r>
    </w:p>
    <w:p w:rsidR="00D44D00" w:rsidRDefault="00D44D00" w:rsidP="00D44D00">
      <w:r>
        <w:t>255.9394</w:t>
      </w:r>
      <w:r>
        <w:tab/>
        <w:t>2.455e0</w:t>
      </w:r>
    </w:p>
    <w:p w:rsidR="00D44D00" w:rsidRDefault="00D44D00" w:rsidP="00D44D00">
      <w:r>
        <w:t>255.9498</w:t>
      </w:r>
      <w:r>
        <w:tab/>
        <w:t>7.089e0</w:t>
      </w:r>
    </w:p>
    <w:p w:rsidR="00D44D00" w:rsidRDefault="00D44D00" w:rsidP="00D44D00">
      <w:r>
        <w:t>255.9562</w:t>
      </w:r>
      <w:r>
        <w:tab/>
        <w:t>1.013e0</w:t>
      </w:r>
    </w:p>
    <w:p w:rsidR="00D44D00" w:rsidRDefault="00D44D00" w:rsidP="00D44D00">
      <w:r>
        <w:t>255.9711</w:t>
      </w:r>
      <w:r>
        <w:tab/>
        <w:t>3.867e0</w:t>
      </w:r>
    </w:p>
    <w:p w:rsidR="00D44D00" w:rsidRDefault="00D44D00" w:rsidP="00D44D00">
      <w:r>
        <w:t>256.0535</w:t>
      </w:r>
      <w:r>
        <w:tab/>
        <w:t>3.683e2</w:t>
      </w:r>
    </w:p>
    <w:p w:rsidR="00D44D00" w:rsidRDefault="00D44D00" w:rsidP="00D44D00">
      <w:r>
        <w:t>256.0549</w:t>
      </w:r>
      <w:r>
        <w:tab/>
        <w:t>9.917e1</w:t>
      </w:r>
    </w:p>
    <w:p w:rsidR="00D44D00" w:rsidRDefault="00D44D00" w:rsidP="00D44D00">
      <w:r>
        <w:t>256.0561</w:t>
      </w:r>
      <w:r>
        <w:tab/>
        <w:t>3.488e2</w:t>
      </w:r>
    </w:p>
    <w:p w:rsidR="00D44D00" w:rsidRDefault="00D44D00" w:rsidP="00D44D00">
      <w:r>
        <w:t>256.1393</w:t>
      </w:r>
      <w:r>
        <w:tab/>
        <w:t>4.051e0</w:t>
      </w:r>
    </w:p>
    <w:p w:rsidR="00D44D00" w:rsidRDefault="00D44D00" w:rsidP="00D44D00">
      <w:r>
        <w:t>256.1424</w:t>
      </w:r>
      <w:r>
        <w:tab/>
        <w:t>1.013e0</w:t>
      </w:r>
    </w:p>
    <w:p w:rsidR="00D44D00" w:rsidRDefault="00D44D00" w:rsidP="00D44D00">
      <w:r>
        <w:t>256.1964</w:t>
      </w:r>
      <w:r>
        <w:tab/>
        <w:t>1.360e2</w:t>
      </w:r>
    </w:p>
    <w:p w:rsidR="00D44D00" w:rsidRDefault="00D44D00" w:rsidP="00D44D00">
      <w:r>
        <w:t>256.2004</w:t>
      </w:r>
      <w:r>
        <w:tab/>
        <w:t>3.038e1</w:t>
      </w:r>
    </w:p>
    <w:p w:rsidR="00D44D00" w:rsidRDefault="00D44D00" w:rsidP="00D44D00">
      <w:r>
        <w:t>256.2432</w:t>
      </w:r>
      <w:r>
        <w:tab/>
        <w:t>4.993e0</w:t>
      </w:r>
    </w:p>
    <w:p w:rsidR="00D44D00" w:rsidRDefault="00D44D00" w:rsidP="00D44D00">
      <w:r>
        <w:t>256.2481</w:t>
      </w:r>
      <w:r>
        <w:tab/>
        <w:t>3.038e0</w:t>
      </w:r>
    </w:p>
    <w:p w:rsidR="00D44D00" w:rsidRDefault="00D44D00" w:rsidP="00D44D00">
      <w:r>
        <w:lastRenderedPageBreak/>
        <w:t>256.2556</w:t>
      </w:r>
      <w:r>
        <w:tab/>
        <w:t>5.063e0</w:t>
      </w:r>
    </w:p>
    <w:p w:rsidR="00D44D00" w:rsidRDefault="00D44D00" w:rsidP="00D44D00">
      <w:r>
        <w:t>256.2642</w:t>
      </w:r>
      <w:r>
        <w:tab/>
        <w:t>2.025e0</w:t>
      </w:r>
    </w:p>
    <w:p w:rsidR="00D44D00" w:rsidRDefault="00D44D00" w:rsidP="00D44D00">
      <w:r>
        <w:t>256.2961</w:t>
      </w:r>
      <w:r>
        <w:tab/>
        <w:t>3.104e0</w:t>
      </w:r>
    </w:p>
    <w:p w:rsidR="00D44D00" w:rsidRDefault="00D44D00" w:rsidP="00D44D00">
      <w:r>
        <w:t>256.3015</w:t>
      </w:r>
      <w:r>
        <w:tab/>
        <w:t>7.089e0</w:t>
      </w:r>
    </w:p>
    <w:p w:rsidR="00D44D00" w:rsidRDefault="00D44D00" w:rsidP="00D44D00">
      <w:r>
        <w:t>256.3033</w:t>
      </w:r>
      <w:r>
        <w:tab/>
        <w:t>3.038e0</w:t>
      </w:r>
    </w:p>
    <w:p w:rsidR="00D44D00" w:rsidRDefault="00D44D00" w:rsidP="00D44D00">
      <w:r>
        <w:t>256.3259</w:t>
      </w:r>
      <w:r>
        <w:tab/>
        <w:t>1.013e0</w:t>
      </w:r>
    </w:p>
    <w:p w:rsidR="00D44D00" w:rsidRDefault="00D44D00" w:rsidP="00D44D00">
      <w:r>
        <w:t>256.3299</w:t>
      </w:r>
      <w:r>
        <w:tab/>
        <w:t>2.025e0</w:t>
      </w:r>
    </w:p>
    <w:p w:rsidR="00D44D00" w:rsidRDefault="00D44D00" w:rsidP="00D44D00">
      <w:r>
        <w:t>256.3381</w:t>
      </w:r>
      <w:r>
        <w:tab/>
        <w:t>1.013e0</w:t>
      </w:r>
    </w:p>
    <w:p w:rsidR="00D44D00" w:rsidRDefault="00D44D00" w:rsidP="00D44D00">
      <w:r>
        <w:t>256.3452</w:t>
      </w:r>
      <w:r>
        <w:tab/>
        <w:t>1.316e1</w:t>
      </w:r>
    </w:p>
    <w:p w:rsidR="00D44D00" w:rsidRDefault="00D44D00" w:rsidP="00D44D00">
      <w:r>
        <w:t>256.3630</w:t>
      </w:r>
      <w:r>
        <w:tab/>
        <w:t>3.038e0</w:t>
      </w:r>
    </w:p>
    <w:p w:rsidR="00D44D00" w:rsidRDefault="00D44D00" w:rsidP="00D44D00">
      <w:r>
        <w:t>256.3715</w:t>
      </w:r>
      <w:r>
        <w:tab/>
        <w:t>4.051e0</w:t>
      </w:r>
    </w:p>
    <w:p w:rsidR="00D44D00" w:rsidRDefault="00D44D00" w:rsidP="00D44D00">
      <w:r>
        <w:t>256.3930</w:t>
      </w:r>
      <w:r>
        <w:tab/>
        <w:t>5.604e0</w:t>
      </w:r>
    </w:p>
    <w:p w:rsidR="00D44D00" w:rsidRDefault="00D44D00" w:rsidP="00D44D00">
      <w:r>
        <w:t>256.4342</w:t>
      </w:r>
      <w:r>
        <w:tab/>
        <w:t>4.051e0</w:t>
      </w:r>
    </w:p>
    <w:p w:rsidR="00D44D00" w:rsidRDefault="00D44D00" w:rsidP="00D44D00">
      <w:r>
        <w:t>256.4375</w:t>
      </w:r>
      <w:r>
        <w:tab/>
        <w:t>6.076e0</w:t>
      </w:r>
    </w:p>
    <w:p w:rsidR="00D44D00" w:rsidRDefault="00D44D00" w:rsidP="00D44D00">
      <w:r>
        <w:t>256.4388</w:t>
      </w:r>
      <w:r>
        <w:tab/>
        <w:t>4.051e0</w:t>
      </w:r>
    </w:p>
    <w:p w:rsidR="00D44D00" w:rsidRDefault="00D44D00" w:rsidP="00D44D00">
      <w:r>
        <w:t>256.4825</w:t>
      </w:r>
      <w:r>
        <w:tab/>
        <w:t>5.063e0</w:t>
      </w:r>
    </w:p>
    <w:p w:rsidR="00D44D00" w:rsidRDefault="00D44D00" w:rsidP="00D44D00">
      <w:r>
        <w:t>256.4899</w:t>
      </w:r>
      <w:r>
        <w:tab/>
        <w:t>3.038e0</w:t>
      </w:r>
    </w:p>
    <w:p w:rsidR="00D44D00" w:rsidRDefault="00D44D00" w:rsidP="00D44D00">
      <w:r>
        <w:t>256.5205</w:t>
      </w:r>
      <w:r>
        <w:tab/>
        <w:t>3.038e0</w:t>
      </w:r>
    </w:p>
    <w:p w:rsidR="00D44D00" w:rsidRDefault="00D44D00" w:rsidP="00D44D00">
      <w:r>
        <w:t>256.5219</w:t>
      </w:r>
      <w:r>
        <w:tab/>
        <w:t>7.930e0</w:t>
      </w:r>
    </w:p>
    <w:p w:rsidR="00D44D00" w:rsidRDefault="00D44D00" w:rsidP="00D44D00">
      <w:r>
        <w:lastRenderedPageBreak/>
        <w:t>256.5445</w:t>
      </w:r>
      <w:r>
        <w:tab/>
        <w:t>3.038e0</w:t>
      </w:r>
    </w:p>
    <w:p w:rsidR="00D44D00" w:rsidRDefault="00D44D00" w:rsidP="00D44D00">
      <w:r>
        <w:t>256.5571</w:t>
      </w:r>
      <w:r>
        <w:tab/>
        <w:t>2.025e0</w:t>
      </w:r>
    </w:p>
    <w:p w:rsidR="00D44D00" w:rsidRDefault="00D44D00" w:rsidP="00D44D00">
      <w:r>
        <w:t>256.5664</w:t>
      </w:r>
      <w:r>
        <w:tab/>
        <w:t>6.247e0</w:t>
      </w:r>
    </w:p>
    <w:p w:rsidR="00D44D00" w:rsidRDefault="00D44D00" w:rsidP="00D44D00">
      <w:r>
        <w:t>256.5725</w:t>
      </w:r>
      <w:r>
        <w:tab/>
        <w:t>1.013e0</w:t>
      </w:r>
    </w:p>
    <w:p w:rsidR="00D44D00" w:rsidRDefault="00D44D00" w:rsidP="00D44D00">
      <w:r>
        <w:t>256.5921</w:t>
      </w:r>
      <w:r>
        <w:tab/>
        <w:t>2.025e0</w:t>
      </w:r>
    </w:p>
    <w:p w:rsidR="00D44D00" w:rsidRDefault="00D44D00" w:rsidP="00D44D00">
      <w:r>
        <w:t>256.6029</w:t>
      </w:r>
      <w:r>
        <w:tab/>
        <w:t>3.038e0</w:t>
      </w:r>
    </w:p>
    <w:p w:rsidR="00D44D00" w:rsidRDefault="00D44D00" w:rsidP="00D44D00">
      <w:r>
        <w:t>256.6090</w:t>
      </w:r>
      <w:r>
        <w:tab/>
        <w:t>4.051e0</w:t>
      </w:r>
    </w:p>
    <w:p w:rsidR="00D44D00" w:rsidRDefault="00D44D00" w:rsidP="00D44D00">
      <w:r>
        <w:t>256.6175</w:t>
      </w:r>
      <w:r>
        <w:tab/>
        <w:t>3.038e0</w:t>
      </w:r>
    </w:p>
    <w:p w:rsidR="00D44D00" w:rsidRDefault="00D44D00" w:rsidP="00D44D00">
      <w:r>
        <w:t>256.6301</w:t>
      </w:r>
      <w:r>
        <w:tab/>
        <w:t>4.051e0</w:t>
      </w:r>
    </w:p>
    <w:p w:rsidR="00D44D00" w:rsidRDefault="00D44D00" w:rsidP="00D44D00">
      <w:r>
        <w:t>256.6434</w:t>
      </w:r>
      <w:r>
        <w:tab/>
        <w:t>2.025e0</w:t>
      </w:r>
    </w:p>
    <w:p w:rsidR="00D44D00" w:rsidRDefault="00D44D00" w:rsidP="00D44D00">
      <w:r>
        <w:t>256.6493</w:t>
      </w:r>
      <w:r>
        <w:tab/>
        <w:t>6.076e0</w:t>
      </w:r>
    </w:p>
    <w:p w:rsidR="00D44D00" w:rsidRDefault="00D44D00" w:rsidP="00D44D00">
      <w:r>
        <w:t>256.6700</w:t>
      </w:r>
      <w:r>
        <w:tab/>
        <w:t>9.608e0</w:t>
      </w:r>
    </w:p>
    <w:p w:rsidR="00D44D00" w:rsidRDefault="00D44D00" w:rsidP="00D44D00">
      <w:r>
        <w:t>256.6859</w:t>
      </w:r>
      <w:r>
        <w:tab/>
        <w:t>2.025e0</w:t>
      </w:r>
    </w:p>
    <w:p w:rsidR="00D44D00" w:rsidRDefault="00D44D00" w:rsidP="00D44D00">
      <w:r>
        <w:t>256.6941</w:t>
      </w:r>
      <w:r>
        <w:tab/>
        <w:t>2.025e0</w:t>
      </w:r>
    </w:p>
    <w:p w:rsidR="00D44D00" w:rsidRDefault="00D44D00" w:rsidP="00D44D00">
      <w:r>
        <w:t>256.6997</w:t>
      </w:r>
      <w:r>
        <w:tab/>
        <w:t>2.025e0</w:t>
      </w:r>
    </w:p>
    <w:p w:rsidR="00D44D00" w:rsidRDefault="00D44D00" w:rsidP="00D44D00">
      <w:r>
        <w:t>256.7130</w:t>
      </w:r>
      <w:r>
        <w:tab/>
        <w:t>1.065e1</w:t>
      </w:r>
    </w:p>
    <w:p w:rsidR="00D44D00" w:rsidRDefault="00D44D00" w:rsidP="00D44D00">
      <w:r>
        <w:t>256.7383</w:t>
      </w:r>
      <w:r>
        <w:tab/>
        <w:t>1.013e0</w:t>
      </w:r>
    </w:p>
    <w:p w:rsidR="00D44D00" w:rsidRDefault="00D44D00" w:rsidP="00D44D00">
      <w:r>
        <w:t>256.7629</w:t>
      </w:r>
      <w:r>
        <w:tab/>
        <w:t>6.507e0</w:t>
      </w:r>
    </w:p>
    <w:p w:rsidR="00D44D00" w:rsidRDefault="00D44D00" w:rsidP="00D44D00">
      <w:r>
        <w:t>256.7766</w:t>
      </w:r>
      <w:r>
        <w:tab/>
        <w:t>5.063e0</w:t>
      </w:r>
    </w:p>
    <w:p w:rsidR="00D44D00" w:rsidRDefault="00D44D00" w:rsidP="00D44D00">
      <w:r>
        <w:lastRenderedPageBreak/>
        <w:t>256.7785</w:t>
      </w:r>
      <w:r>
        <w:tab/>
        <w:t>6.945e0</w:t>
      </w:r>
    </w:p>
    <w:p w:rsidR="00D44D00" w:rsidRDefault="00D44D00" w:rsidP="00D44D00">
      <w:r>
        <w:t>256.7998</w:t>
      </w:r>
      <w:r>
        <w:tab/>
        <w:t>2.025e0</w:t>
      </w:r>
    </w:p>
    <w:p w:rsidR="00D44D00" w:rsidRDefault="00D44D00" w:rsidP="00D44D00">
      <w:r>
        <w:t>256.8049</w:t>
      </w:r>
      <w:r>
        <w:tab/>
        <w:t>4.051e0</w:t>
      </w:r>
    </w:p>
    <w:p w:rsidR="00D44D00" w:rsidRDefault="00D44D00" w:rsidP="00D44D00">
      <w:r>
        <w:t>256.8201</w:t>
      </w:r>
      <w:r>
        <w:tab/>
        <w:t>4.051e0</w:t>
      </w:r>
    </w:p>
    <w:p w:rsidR="00D44D00" w:rsidRDefault="00D44D00" w:rsidP="00D44D00">
      <w:r>
        <w:t>256.8336</w:t>
      </w:r>
      <w:r>
        <w:tab/>
        <w:t>6.076e0</w:t>
      </w:r>
    </w:p>
    <w:p w:rsidR="00D44D00" w:rsidRDefault="00D44D00" w:rsidP="00D44D00">
      <w:r>
        <w:t>256.8409</w:t>
      </w:r>
      <w:r>
        <w:tab/>
        <w:t>3.038e0</w:t>
      </w:r>
    </w:p>
    <w:p w:rsidR="00D44D00" w:rsidRDefault="00D44D00" w:rsidP="00D44D00">
      <w:r>
        <w:t>256.8596</w:t>
      </w:r>
      <w:r>
        <w:tab/>
        <w:t>5.163e0</w:t>
      </w:r>
    </w:p>
    <w:p w:rsidR="00D44D00" w:rsidRDefault="00D44D00" w:rsidP="00D44D00">
      <w:r>
        <w:t>256.8683</w:t>
      </w:r>
      <w:r>
        <w:tab/>
        <w:t>2.025e0</w:t>
      </w:r>
    </w:p>
    <w:p w:rsidR="00D44D00" w:rsidRDefault="00D44D00" w:rsidP="00D44D00">
      <w:r>
        <w:t>256.8713</w:t>
      </w:r>
      <w:r>
        <w:tab/>
        <w:t>5.063e0</w:t>
      </w:r>
    </w:p>
    <w:p w:rsidR="00D44D00" w:rsidRDefault="00D44D00" w:rsidP="00D44D00">
      <w:r>
        <w:t>256.8729</w:t>
      </w:r>
      <w:r>
        <w:tab/>
        <w:t>2.025e0</w:t>
      </w:r>
    </w:p>
    <w:p w:rsidR="00D44D00" w:rsidRDefault="00D44D00" w:rsidP="00D44D00">
      <w:r>
        <w:t>256.8943</w:t>
      </w:r>
      <w:r>
        <w:tab/>
        <w:t>4.051e0</w:t>
      </w:r>
    </w:p>
    <w:p w:rsidR="00D44D00" w:rsidRDefault="00D44D00" w:rsidP="00D44D00">
      <w:r>
        <w:t>256.8985</w:t>
      </w:r>
      <w:r>
        <w:tab/>
        <w:t>3.038e0</w:t>
      </w:r>
    </w:p>
    <w:p w:rsidR="00D44D00" w:rsidRDefault="00D44D00" w:rsidP="00D44D00">
      <w:r>
        <w:t>256.9064</w:t>
      </w:r>
      <w:r>
        <w:tab/>
        <w:t>4.051e0</w:t>
      </w:r>
    </w:p>
    <w:p w:rsidR="00D44D00" w:rsidRDefault="00D44D00" w:rsidP="00D44D00">
      <w:r>
        <w:t>256.9132</w:t>
      </w:r>
      <w:r>
        <w:tab/>
        <w:t>1.013e0</w:t>
      </w:r>
    </w:p>
    <w:p w:rsidR="00D44D00" w:rsidRDefault="00D44D00" w:rsidP="00D44D00">
      <w:r>
        <w:t>256.9408</w:t>
      </w:r>
      <w:r>
        <w:tab/>
        <w:t>5.063e0</w:t>
      </w:r>
    </w:p>
    <w:p w:rsidR="00D44D00" w:rsidRDefault="00D44D00" w:rsidP="00D44D00">
      <w:r>
        <w:t>256.9479</w:t>
      </w:r>
      <w:r>
        <w:tab/>
        <w:t>7.089e0</w:t>
      </w:r>
    </w:p>
    <w:p w:rsidR="00D44D00" w:rsidRDefault="00D44D00" w:rsidP="00D44D00">
      <w:r>
        <w:t>256.9509</w:t>
      </w:r>
      <w:r>
        <w:tab/>
        <w:t>5.063e0</w:t>
      </w:r>
    </w:p>
    <w:p w:rsidR="00D44D00" w:rsidRDefault="00D44D00" w:rsidP="00D44D00">
      <w:r>
        <w:t>257.0478</w:t>
      </w:r>
      <w:r>
        <w:tab/>
        <w:t>4.518e3</w:t>
      </w:r>
    </w:p>
    <w:p w:rsidR="00D44D00" w:rsidRDefault="00D44D00" w:rsidP="00D44D00">
      <w:r>
        <w:t>257.1340</w:t>
      </w:r>
      <w:r>
        <w:tab/>
        <w:t>3.038e0</w:t>
      </w:r>
    </w:p>
    <w:p w:rsidR="00D44D00" w:rsidRDefault="00D44D00" w:rsidP="00D44D00">
      <w:r>
        <w:lastRenderedPageBreak/>
        <w:t>257.1462</w:t>
      </w:r>
      <w:r>
        <w:tab/>
        <w:t>4.051e0</w:t>
      </w:r>
    </w:p>
    <w:p w:rsidR="00D44D00" w:rsidRDefault="00D44D00" w:rsidP="00D44D00">
      <w:r>
        <w:t>257.1555</w:t>
      </w:r>
      <w:r>
        <w:tab/>
        <w:t>1.558e1</w:t>
      </w:r>
    </w:p>
    <w:p w:rsidR="00D44D00" w:rsidRDefault="00D44D00" w:rsidP="00D44D00">
      <w:r>
        <w:t>257.1658</w:t>
      </w:r>
      <w:r>
        <w:tab/>
        <w:t>5.206e0</w:t>
      </w:r>
    </w:p>
    <w:p w:rsidR="00D44D00" w:rsidRDefault="00D44D00" w:rsidP="00D44D00">
      <w:r>
        <w:t>257.1675</w:t>
      </w:r>
      <w:r>
        <w:tab/>
        <w:t>1.328e1</w:t>
      </w:r>
    </w:p>
    <w:p w:rsidR="00D44D00" w:rsidRDefault="00D44D00" w:rsidP="00D44D00">
      <w:r>
        <w:t>257.1859</w:t>
      </w:r>
      <w:r>
        <w:tab/>
        <w:t>8.391e0</w:t>
      </w:r>
    </w:p>
    <w:p w:rsidR="00D44D00" w:rsidRDefault="00D44D00" w:rsidP="00D44D00">
      <w:r>
        <w:t>257.1994</w:t>
      </w:r>
      <w:r>
        <w:tab/>
        <w:t>7.714e0</w:t>
      </w:r>
    </w:p>
    <w:p w:rsidR="00D44D00" w:rsidRDefault="00D44D00" w:rsidP="00D44D00">
      <w:r>
        <w:t>257.2019</w:t>
      </w:r>
      <w:r>
        <w:tab/>
        <w:t>9.257e0</w:t>
      </w:r>
    </w:p>
    <w:p w:rsidR="00D44D00" w:rsidRDefault="00D44D00" w:rsidP="00D44D00">
      <w:r>
        <w:t>257.2110</w:t>
      </w:r>
      <w:r>
        <w:tab/>
        <w:t>1.842e1</w:t>
      </w:r>
    </w:p>
    <w:p w:rsidR="00D44D00" w:rsidRDefault="00D44D00" w:rsidP="00D44D00">
      <w:r>
        <w:t>257.2255</w:t>
      </w:r>
      <w:r>
        <w:tab/>
        <w:t>8.052e0</w:t>
      </w:r>
    </w:p>
    <w:p w:rsidR="00D44D00" w:rsidRDefault="00D44D00" w:rsidP="00D44D00">
      <w:r>
        <w:t>257.2318</w:t>
      </w:r>
      <w:r>
        <w:tab/>
        <w:t>8.582e0</w:t>
      </w:r>
    </w:p>
    <w:p w:rsidR="00D44D00" w:rsidRDefault="00D44D00" w:rsidP="00D44D00">
      <w:r>
        <w:t>257.2379</w:t>
      </w:r>
      <w:r>
        <w:tab/>
        <w:t>3.718e1</w:t>
      </w:r>
    </w:p>
    <w:p w:rsidR="00D44D00" w:rsidRDefault="00D44D00" w:rsidP="00D44D00">
      <w:r>
        <w:t>257.2503</w:t>
      </w:r>
      <w:r>
        <w:tab/>
        <w:t>5.956e0</w:t>
      </w:r>
    </w:p>
    <w:p w:rsidR="00D44D00" w:rsidRDefault="00D44D00" w:rsidP="00D44D00">
      <w:r>
        <w:t>257.2610</w:t>
      </w:r>
      <w:r>
        <w:tab/>
        <w:t>1.370e1</w:t>
      </w:r>
    </w:p>
    <w:p w:rsidR="00D44D00" w:rsidRDefault="00D44D00" w:rsidP="00D44D00">
      <w:r>
        <w:t>257.2652</w:t>
      </w:r>
      <w:r>
        <w:tab/>
        <w:t>7.740e0</w:t>
      </w:r>
    </w:p>
    <w:p w:rsidR="00D44D00" w:rsidRDefault="00D44D00" w:rsidP="00D44D00">
      <w:r>
        <w:t>257.2842</w:t>
      </w:r>
      <w:r>
        <w:tab/>
        <w:t>3.592e0</w:t>
      </w:r>
    </w:p>
    <w:p w:rsidR="00D44D00" w:rsidRDefault="00D44D00" w:rsidP="00D44D00">
      <w:r>
        <w:t>257.2872</w:t>
      </w:r>
      <w:r>
        <w:tab/>
        <w:t>7.089e0</w:t>
      </w:r>
    </w:p>
    <w:p w:rsidR="00D44D00" w:rsidRDefault="00D44D00" w:rsidP="00D44D00">
      <w:r>
        <w:t>257.3006</w:t>
      </w:r>
      <w:r>
        <w:tab/>
        <w:t>2.025e0</w:t>
      </w:r>
    </w:p>
    <w:p w:rsidR="00D44D00" w:rsidRDefault="00D44D00" w:rsidP="00D44D00">
      <w:r>
        <w:t>257.3115</w:t>
      </w:r>
      <w:r>
        <w:tab/>
        <w:t>3.497e0</w:t>
      </w:r>
    </w:p>
    <w:p w:rsidR="00D44D00" w:rsidRDefault="00D44D00" w:rsidP="00D44D00">
      <w:r>
        <w:t>257.3141</w:t>
      </w:r>
      <w:r>
        <w:tab/>
        <w:t>3.038e0</w:t>
      </w:r>
    </w:p>
    <w:p w:rsidR="00D44D00" w:rsidRDefault="00D44D00" w:rsidP="00D44D00">
      <w:r>
        <w:lastRenderedPageBreak/>
        <w:t>257.3229</w:t>
      </w:r>
      <w:r>
        <w:tab/>
        <w:t>4.051e0</w:t>
      </w:r>
    </w:p>
    <w:p w:rsidR="00D44D00" w:rsidRDefault="00D44D00" w:rsidP="00D44D00">
      <w:r>
        <w:t>257.3355</w:t>
      </w:r>
      <w:r>
        <w:tab/>
        <w:t>4.051e0</w:t>
      </w:r>
    </w:p>
    <w:p w:rsidR="00D44D00" w:rsidRDefault="00D44D00" w:rsidP="00D44D00">
      <w:r>
        <w:t>257.3440</w:t>
      </w:r>
      <w:r>
        <w:tab/>
        <w:t>3.038e0</w:t>
      </w:r>
    </w:p>
    <w:p w:rsidR="00D44D00" w:rsidRDefault="00D44D00" w:rsidP="00D44D00">
      <w:r>
        <w:t>257.3493</w:t>
      </w:r>
      <w:r>
        <w:tab/>
        <w:t>3.038e0</w:t>
      </w:r>
    </w:p>
    <w:p w:rsidR="00D44D00" w:rsidRDefault="00D44D00" w:rsidP="00D44D00">
      <w:r>
        <w:t>257.3675</w:t>
      </w:r>
      <w:r>
        <w:tab/>
        <w:t>6.076e0</w:t>
      </w:r>
    </w:p>
    <w:p w:rsidR="00D44D00" w:rsidRDefault="00D44D00" w:rsidP="00D44D00">
      <w:r>
        <w:t>257.3756</w:t>
      </w:r>
      <w:r>
        <w:tab/>
        <w:t>2.025e0</w:t>
      </w:r>
    </w:p>
    <w:p w:rsidR="00D44D00" w:rsidRDefault="00D44D00" w:rsidP="00D44D00">
      <w:r>
        <w:t>257.3818</w:t>
      </w:r>
      <w:r>
        <w:tab/>
        <w:t>1.131e1</w:t>
      </w:r>
    </w:p>
    <w:p w:rsidR="00D44D00" w:rsidRDefault="00D44D00" w:rsidP="00D44D00">
      <w:r>
        <w:t>257.3907</w:t>
      </w:r>
      <w:r>
        <w:tab/>
        <w:t>2.025e0</w:t>
      </w:r>
    </w:p>
    <w:p w:rsidR="00D44D00" w:rsidRDefault="00D44D00" w:rsidP="00D44D00">
      <w:r>
        <w:t>257.4148</w:t>
      </w:r>
      <w:r>
        <w:tab/>
        <w:t>2.747e0</w:t>
      </w:r>
    </w:p>
    <w:p w:rsidR="00D44D00" w:rsidRDefault="00D44D00" w:rsidP="00D44D00">
      <w:r>
        <w:t>257.4246</w:t>
      </w:r>
      <w:r>
        <w:tab/>
        <w:t>7.089e0</w:t>
      </w:r>
    </w:p>
    <w:p w:rsidR="00D44D00" w:rsidRDefault="00D44D00" w:rsidP="00D44D00">
      <w:r>
        <w:t>257.4290</w:t>
      </w:r>
      <w:r>
        <w:tab/>
        <w:t>2.025e0</w:t>
      </w:r>
    </w:p>
    <w:p w:rsidR="00D44D00" w:rsidRDefault="00D44D00" w:rsidP="00D44D00">
      <w:r>
        <w:t>257.4583</w:t>
      </w:r>
      <w:r>
        <w:tab/>
        <w:t>5.063e0</w:t>
      </w:r>
    </w:p>
    <w:p w:rsidR="00D44D00" w:rsidRDefault="00D44D00" w:rsidP="00D44D00">
      <w:r>
        <w:t>257.4648</w:t>
      </w:r>
      <w:r>
        <w:tab/>
        <w:t>6.076e0</w:t>
      </w:r>
    </w:p>
    <w:p w:rsidR="00D44D00" w:rsidRDefault="00D44D00" w:rsidP="00D44D00">
      <w:r>
        <w:t>257.4764</w:t>
      </w:r>
      <w:r>
        <w:tab/>
        <w:t>5.063e0</w:t>
      </w:r>
    </w:p>
    <w:p w:rsidR="00D44D00" w:rsidRDefault="00D44D00" w:rsidP="00D44D00">
      <w:r>
        <w:t>257.5023</w:t>
      </w:r>
      <w:r>
        <w:tab/>
        <w:t>4.051e0</w:t>
      </w:r>
    </w:p>
    <w:p w:rsidR="00D44D00" w:rsidRDefault="00D44D00" w:rsidP="00D44D00">
      <w:r>
        <w:t>257.5177</w:t>
      </w:r>
      <w:r>
        <w:tab/>
        <w:t>2.421e0</w:t>
      </w:r>
    </w:p>
    <w:p w:rsidR="00D44D00" w:rsidRDefault="00D44D00" w:rsidP="00D44D00">
      <w:r>
        <w:t>257.5262</w:t>
      </w:r>
      <w:r>
        <w:tab/>
        <w:t>1.215e1</w:t>
      </w:r>
    </w:p>
    <w:p w:rsidR="00D44D00" w:rsidRDefault="00D44D00" w:rsidP="00D44D00">
      <w:r>
        <w:t>257.5565</w:t>
      </w:r>
      <w:r>
        <w:tab/>
        <w:t>4.051e0</w:t>
      </w:r>
    </w:p>
    <w:p w:rsidR="00D44D00" w:rsidRDefault="00D44D00" w:rsidP="00D44D00">
      <w:r>
        <w:t>257.5628</w:t>
      </w:r>
      <w:r>
        <w:tab/>
        <w:t>5.318e0</w:t>
      </w:r>
    </w:p>
    <w:p w:rsidR="00D44D00" w:rsidRDefault="00D44D00" w:rsidP="00D44D00">
      <w:r>
        <w:lastRenderedPageBreak/>
        <w:t>257.5657</w:t>
      </w:r>
      <w:r>
        <w:tab/>
        <w:t>8.235e0</w:t>
      </w:r>
    </w:p>
    <w:p w:rsidR="00D44D00" w:rsidRDefault="00D44D00" w:rsidP="00D44D00">
      <w:r>
        <w:t>257.5740</w:t>
      </w:r>
      <w:r>
        <w:tab/>
        <w:t>2.025e0</w:t>
      </w:r>
    </w:p>
    <w:p w:rsidR="00D44D00" w:rsidRDefault="00D44D00" w:rsidP="00D44D00">
      <w:r>
        <w:t>257.5799</w:t>
      </w:r>
      <w:r>
        <w:tab/>
        <w:t>2.025e0</w:t>
      </w:r>
    </w:p>
    <w:p w:rsidR="00D44D00" w:rsidRDefault="00D44D00" w:rsidP="00D44D00">
      <w:r>
        <w:t>257.6149</w:t>
      </w:r>
      <w:r>
        <w:tab/>
        <w:t>4.051e0</w:t>
      </w:r>
    </w:p>
    <w:p w:rsidR="00D44D00" w:rsidRDefault="00D44D00" w:rsidP="00D44D00">
      <w:r>
        <w:t>257.6208</w:t>
      </w:r>
      <w:r>
        <w:tab/>
        <w:t>1.114e1</w:t>
      </w:r>
    </w:p>
    <w:p w:rsidR="00D44D00" w:rsidRDefault="00D44D00" w:rsidP="00D44D00">
      <w:r>
        <w:t>257.6353</w:t>
      </w:r>
      <w:r>
        <w:tab/>
        <w:t>6.540e0</w:t>
      </w:r>
    </w:p>
    <w:p w:rsidR="00D44D00" w:rsidRDefault="00D44D00" w:rsidP="00D44D00">
      <w:r>
        <w:t>257.6377</w:t>
      </w:r>
      <w:r>
        <w:tab/>
        <w:t>3.038e0</w:t>
      </w:r>
    </w:p>
    <w:p w:rsidR="00D44D00" w:rsidRDefault="00D44D00" w:rsidP="00D44D00">
      <w:r>
        <w:t>257.6517</w:t>
      </w:r>
      <w:r>
        <w:tab/>
        <w:t>8.101e0</w:t>
      </w:r>
    </w:p>
    <w:p w:rsidR="00D44D00" w:rsidRDefault="00D44D00" w:rsidP="00D44D00">
      <w:r>
        <w:t>257.6550</w:t>
      </w:r>
      <w:r>
        <w:tab/>
        <w:t>2.025e0</w:t>
      </w:r>
    </w:p>
    <w:p w:rsidR="00D44D00" w:rsidRDefault="00D44D00" w:rsidP="00D44D00">
      <w:r>
        <w:t>257.6658</w:t>
      </w:r>
      <w:r>
        <w:tab/>
        <w:t>3.038e0</w:t>
      </w:r>
    </w:p>
    <w:p w:rsidR="00D44D00" w:rsidRDefault="00D44D00" w:rsidP="00D44D00">
      <w:r>
        <w:t>257.6786</w:t>
      </w:r>
      <w:r>
        <w:tab/>
        <w:t>3.038e0</w:t>
      </w:r>
    </w:p>
    <w:p w:rsidR="00D44D00" w:rsidRDefault="00D44D00" w:rsidP="00D44D00">
      <w:r>
        <w:t>257.6909</w:t>
      </w:r>
      <w:r>
        <w:tab/>
        <w:t>9.258e0</w:t>
      </w:r>
    </w:p>
    <w:p w:rsidR="00D44D00" w:rsidRDefault="00D44D00" w:rsidP="00D44D00">
      <w:r>
        <w:t>257.7061</w:t>
      </w:r>
      <w:r>
        <w:tab/>
        <w:t>4.051e0</w:t>
      </w:r>
    </w:p>
    <w:p w:rsidR="00D44D00" w:rsidRDefault="00D44D00" w:rsidP="00D44D00">
      <w:r>
        <w:t>257.7171</w:t>
      </w:r>
      <w:r>
        <w:tab/>
        <w:t>3.457e0</w:t>
      </w:r>
    </w:p>
    <w:p w:rsidR="00D44D00" w:rsidRDefault="00D44D00" w:rsidP="00D44D00">
      <w:r>
        <w:t>257.7234</w:t>
      </w:r>
      <w:r>
        <w:tab/>
        <w:t>3.038e0</w:t>
      </w:r>
    </w:p>
    <w:p w:rsidR="00D44D00" w:rsidRDefault="00D44D00" w:rsidP="00D44D00">
      <w:r>
        <w:t>257.7383</w:t>
      </w:r>
      <w:r>
        <w:tab/>
        <w:t>3.038e0</w:t>
      </w:r>
    </w:p>
    <w:p w:rsidR="00D44D00" w:rsidRDefault="00D44D00" w:rsidP="00D44D00">
      <w:r>
        <w:t>257.7517</w:t>
      </w:r>
      <w:r>
        <w:tab/>
        <w:t>7.046e0</w:t>
      </w:r>
    </w:p>
    <w:p w:rsidR="00D44D00" w:rsidRDefault="00D44D00" w:rsidP="00D44D00">
      <w:r>
        <w:t>257.7572</w:t>
      </w:r>
      <w:r>
        <w:tab/>
        <w:t>5.063e0</w:t>
      </w:r>
    </w:p>
    <w:p w:rsidR="00D44D00" w:rsidRDefault="00D44D00" w:rsidP="00D44D00">
      <w:r>
        <w:t>257.7596</w:t>
      </w:r>
      <w:r>
        <w:tab/>
        <w:t>3.038e0</w:t>
      </w:r>
    </w:p>
    <w:p w:rsidR="00D44D00" w:rsidRDefault="00D44D00" w:rsidP="00D44D00">
      <w:r>
        <w:lastRenderedPageBreak/>
        <w:t>257.8168</w:t>
      </w:r>
      <w:r>
        <w:tab/>
        <w:t>4.872e0</w:t>
      </w:r>
    </w:p>
    <w:p w:rsidR="00D44D00" w:rsidRDefault="00D44D00" w:rsidP="00D44D00">
      <w:r>
        <w:t>257.8198</w:t>
      </w:r>
      <w:r>
        <w:tab/>
        <w:t>1.346e1</w:t>
      </w:r>
    </w:p>
    <w:p w:rsidR="00D44D00" w:rsidRDefault="00D44D00" w:rsidP="00D44D00">
      <w:r>
        <w:t>257.8456</w:t>
      </w:r>
      <w:r>
        <w:tab/>
        <w:t>4.051e0</w:t>
      </w:r>
    </w:p>
    <w:p w:rsidR="00D44D00" w:rsidRDefault="00D44D00" w:rsidP="00D44D00">
      <w:r>
        <w:t>257.8515</w:t>
      </w:r>
      <w:r>
        <w:tab/>
        <w:t>2.025e0</w:t>
      </w:r>
    </w:p>
    <w:p w:rsidR="00D44D00" w:rsidRDefault="00D44D00" w:rsidP="00D44D00">
      <w:r>
        <w:t>257.8674</w:t>
      </w:r>
      <w:r>
        <w:tab/>
        <w:t>7.048e0</w:t>
      </w:r>
    </w:p>
    <w:p w:rsidR="00D44D00" w:rsidRDefault="00D44D00" w:rsidP="00D44D00">
      <w:r>
        <w:t>257.8778</w:t>
      </w:r>
      <w:r>
        <w:tab/>
        <w:t>3.413e0</w:t>
      </w:r>
    </w:p>
    <w:p w:rsidR="00D44D00" w:rsidRDefault="00D44D00" w:rsidP="00D44D00">
      <w:r>
        <w:t>257.8871</w:t>
      </w:r>
      <w:r>
        <w:tab/>
        <w:t>3.038e0</w:t>
      </w:r>
    </w:p>
    <w:p w:rsidR="00D44D00" w:rsidRDefault="00D44D00" w:rsidP="00D44D00">
      <w:r>
        <w:t>257.8900</w:t>
      </w:r>
      <w:r>
        <w:tab/>
        <w:t>1.013e0</w:t>
      </w:r>
    </w:p>
    <w:p w:rsidR="00D44D00" w:rsidRDefault="00D44D00" w:rsidP="00D44D00">
      <w:r>
        <w:t>257.9022</w:t>
      </w:r>
      <w:r>
        <w:tab/>
        <w:t>2.025e0</w:t>
      </w:r>
    </w:p>
    <w:p w:rsidR="00D44D00" w:rsidRDefault="00D44D00" w:rsidP="00D44D00">
      <w:r>
        <w:t>257.9130</w:t>
      </w:r>
      <w:r>
        <w:tab/>
        <w:t>5.063e0</w:t>
      </w:r>
    </w:p>
    <w:p w:rsidR="00D44D00" w:rsidRDefault="00D44D00" w:rsidP="00D44D00">
      <w:r>
        <w:t>257.9465</w:t>
      </w:r>
      <w:r>
        <w:tab/>
        <w:t>3.038e0</w:t>
      </w:r>
    </w:p>
    <w:p w:rsidR="00D44D00" w:rsidRDefault="00D44D00" w:rsidP="00D44D00">
      <w:r>
        <w:t>257.9632</w:t>
      </w:r>
      <w:r>
        <w:tab/>
        <w:t>1.013e0</w:t>
      </w:r>
    </w:p>
    <w:p w:rsidR="00D44D00" w:rsidRDefault="00D44D00" w:rsidP="00D44D00">
      <w:r>
        <w:t>257.9796</w:t>
      </w:r>
      <w:r>
        <w:tab/>
        <w:t>9.114e0</w:t>
      </w:r>
    </w:p>
    <w:p w:rsidR="00D44D00" w:rsidRDefault="00D44D00" w:rsidP="00D44D00">
      <w:r>
        <w:t>257.9832</w:t>
      </w:r>
      <w:r>
        <w:tab/>
        <w:t>2.025e0</w:t>
      </w:r>
    </w:p>
    <w:p w:rsidR="00D44D00" w:rsidRDefault="00D44D00" w:rsidP="00D44D00">
      <w:r>
        <w:t>258.0500</w:t>
      </w:r>
      <w:r>
        <w:tab/>
        <w:t>1.100e2</w:t>
      </w:r>
    </w:p>
    <w:p w:rsidR="00D44D00" w:rsidRDefault="00D44D00" w:rsidP="00D44D00">
      <w:r>
        <w:t>258.0530</w:t>
      </w:r>
      <w:r>
        <w:tab/>
        <w:t>5.497e2</w:t>
      </w:r>
    </w:p>
    <w:p w:rsidR="00D44D00" w:rsidRDefault="00D44D00" w:rsidP="00D44D00">
      <w:r>
        <w:t>258.0551</w:t>
      </w:r>
      <w:r>
        <w:tab/>
        <w:t>2.416e2</w:t>
      </w:r>
    </w:p>
    <w:p w:rsidR="00D44D00" w:rsidRDefault="00D44D00" w:rsidP="00D44D00">
      <w:r>
        <w:t>258.1234</w:t>
      </w:r>
      <w:r>
        <w:tab/>
        <w:t>7.190e0</w:t>
      </w:r>
    </w:p>
    <w:p w:rsidR="00D44D00" w:rsidRDefault="00D44D00" w:rsidP="00D44D00">
      <w:r>
        <w:t>258.1315</w:t>
      </w:r>
      <w:r>
        <w:tab/>
        <w:t>7.068e0</w:t>
      </w:r>
    </w:p>
    <w:p w:rsidR="00D44D00" w:rsidRDefault="00D44D00" w:rsidP="00D44D00">
      <w:r>
        <w:lastRenderedPageBreak/>
        <w:t>258.1370</w:t>
      </w:r>
      <w:r>
        <w:tab/>
        <w:t>2.025e0</w:t>
      </w:r>
    </w:p>
    <w:p w:rsidR="00D44D00" w:rsidRDefault="00D44D00" w:rsidP="00D44D00">
      <w:r>
        <w:t>258.1414</w:t>
      </w:r>
      <w:r>
        <w:tab/>
        <w:t>6.076e0</w:t>
      </w:r>
    </w:p>
    <w:p w:rsidR="00D44D00" w:rsidRDefault="00D44D00" w:rsidP="00D44D00">
      <w:r>
        <w:t>258.1549</w:t>
      </w:r>
      <w:r>
        <w:tab/>
        <w:t>2.025e0</w:t>
      </w:r>
    </w:p>
    <w:p w:rsidR="00D44D00" w:rsidRDefault="00D44D00" w:rsidP="00D44D00">
      <w:r>
        <w:t>258.1718</w:t>
      </w:r>
      <w:r>
        <w:tab/>
        <w:t>2.025e0</w:t>
      </w:r>
    </w:p>
    <w:p w:rsidR="00D44D00" w:rsidRDefault="00D44D00" w:rsidP="00D44D00">
      <w:r>
        <w:t>258.1787</w:t>
      </w:r>
      <w:r>
        <w:tab/>
        <w:t>4.051e0</w:t>
      </w:r>
    </w:p>
    <w:p w:rsidR="00D44D00" w:rsidRDefault="00D44D00" w:rsidP="00D44D00">
      <w:r>
        <w:t>258.1931</w:t>
      </w:r>
      <w:r>
        <w:tab/>
        <w:t>2.025e0</w:t>
      </w:r>
    </w:p>
    <w:p w:rsidR="00D44D00" w:rsidRDefault="00D44D00" w:rsidP="00D44D00">
      <w:r>
        <w:t>258.1995</w:t>
      </w:r>
      <w:r>
        <w:tab/>
        <w:t>2.025e0</w:t>
      </w:r>
    </w:p>
    <w:p w:rsidR="00D44D00" w:rsidRDefault="00D44D00" w:rsidP="00D44D00">
      <w:r>
        <w:t>258.2191</w:t>
      </w:r>
      <w:r>
        <w:tab/>
        <w:t>4.051e0</w:t>
      </w:r>
    </w:p>
    <w:p w:rsidR="00D44D00" w:rsidRDefault="00D44D00" w:rsidP="00D44D00">
      <w:r>
        <w:t>258.2552</w:t>
      </w:r>
      <w:r>
        <w:tab/>
        <w:t>2.761e0</w:t>
      </w:r>
    </w:p>
    <w:p w:rsidR="00D44D00" w:rsidRDefault="00D44D00" w:rsidP="00D44D00">
      <w:r>
        <w:t>258.2566</w:t>
      </w:r>
      <w:r>
        <w:tab/>
        <w:t>1.013e0</w:t>
      </w:r>
    </w:p>
    <w:p w:rsidR="00D44D00" w:rsidRDefault="00D44D00" w:rsidP="00D44D00">
      <w:r>
        <w:t>258.2683</w:t>
      </w:r>
      <w:r>
        <w:tab/>
        <w:t>1.013e1</w:t>
      </w:r>
    </w:p>
    <w:p w:rsidR="00D44D00" w:rsidRDefault="00D44D00" w:rsidP="00D44D00">
      <w:r>
        <w:t>258.2832</w:t>
      </w:r>
      <w:r>
        <w:tab/>
        <w:t>1.013e0</w:t>
      </w:r>
    </w:p>
    <w:p w:rsidR="00D44D00" w:rsidRDefault="00D44D00" w:rsidP="00D44D00">
      <w:r>
        <w:t>258.2914</w:t>
      </w:r>
      <w:r>
        <w:tab/>
        <w:t>1.013e0</w:t>
      </w:r>
    </w:p>
    <w:p w:rsidR="00D44D00" w:rsidRDefault="00D44D00" w:rsidP="00D44D00">
      <w:r>
        <w:t>258.3206</w:t>
      </w:r>
      <w:r>
        <w:tab/>
        <w:t>4.051e0</w:t>
      </w:r>
    </w:p>
    <w:p w:rsidR="00D44D00" w:rsidRDefault="00D44D00" w:rsidP="00D44D00">
      <w:r>
        <w:t>258.3358</w:t>
      </w:r>
      <w:r>
        <w:tab/>
        <w:t>2.025e0</w:t>
      </w:r>
    </w:p>
    <w:p w:rsidR="00D44D00" w:rsidRDefault="00D44D00" w:rsidP="00D44D00">
      <w:r>
        <w:t>258.3460</w:t>
      </w:r>
      <w:r>
        <w:tab/>
        <w:t>2.025e0</w:t>
      </w:r>
    </w:p>
    <w:p w:rsidR="00D44D00" w:rsidRDefault="00D44D00" w:rsidP="00D44D00">
      <w:r>
        <w:t>258.3547</w:t>
      </w:r>
      <w:r>
        <w:tab/>
        <w:t>2.025e0</w:t>
      </w:r>
    </w:p>
    <w:p w:rsidR="00D44D00" w:rsidRDefault="00D44D00" w:rsidP="00D44D00">
      <w:r>
        <w:t>258.3624</w:t>
      </w:r>
      <w:r>
        <w:tab/>
        <w:t>3.038e0</w:t>
      </w:r>
    </w:p>
    <w:p w:rsidR="00D44D00" w:rsidRDefault="00D44D00" w:rsidP="00D44D00">
      <w:r>
        <w:t>258.4149</w:t>
      </w:r>
      <w:r>
        <w:tab/>
        <w:t>3.038e0</w:t>
      </w:r>
    </w:p>
    <w:p w:rsidR="00D44D00" w:rsidRDefault="00D44D00" w:rsidP="00D44D00">
      <w:r>
        <w:lastRenderedPageBreak/>
        <w:t>258.4234</w:t>
      </w:r>
      <w:r>
        <w:tab/>
        <w:t>2.025e0</w:t>
      </w:r>
    </w:p>
    <w:p w:rsidR="00D44D00" w:rsidRDefault="00D44D00" w:rsidP="00D44D00">
      <w:r>
        <w:t>258.4303</w:t>
      </w:r>
      <w:r>
        <w:tab/>
        <w:t>2.025e0</w:t>
      </w:r>
    </w:p>
    <w:p w:rsidR="00D44D00" w:rsidRDefault="00D44D00" w:rsidP="00D44D00">
      <w:r>
        <w:t>258.4365</w:t>
      </w:r>
      <w:r>
        <w:tab/>
        <w:t>2.025e0</w:t>
      </w:r>
    </w:p>
    <w:p w:rsidR="00D44D00" w:rsidRDefault="00D44D00" w:rsidP="00D44D00">
      <w:r>
        <w:t>258.4388</w:t>
      </w:r>
      <w:r>
        <w:tab/>
        <w:t>4.051e0</w:t>
      </w:r>
    </w:p>
    <w:p w:rsidR="00D44D00" w:rsidRDefault="00D44D00" w:rsidP="00D44D00">
      <w:r>
        <w:t>258.4708</w:t>
      </w:r>
      <w:r>
        <w:tab/>
        <w:t>2.025e0</w:t>
      </w:r>
    </w:p>
    <w:p w:rsidR="00D44D00" w:rsidRDefault="00D44D00" w:rsidP="00D44D00">
      <w:r>
        <w:t>258.4837</w:t>
      </w:r>
      <w:r>
        <w:tab/>
        <w:t>1.013e0</w:t>
      </w:r>
    </w:p>
    <w:p w:rsidR="00D44D00" w:rsidRDefault="00D44D00" w:rsidP="00D44D00">
      <w:r>
        <w:t>258.5040</w:t>
      </w:r>
      <w:r>
        <w:tab/>
        <w:t>1.013e0</w:t>
      </w:r>
    </w:p>
    <w:p w:rsidR="00D44D00" w:rsidRDefault="00D44D00" w:rsidP="00D44D00">
      <w:r>
        <w:t>258.5337</w:t>
      </w:r>
      <w:r>
        <w:tab/>
        <w:t>8.109e0</w:t>
      </w:r>
    </w:p>
    <w:p w:rsidR="00D44D00" w:rsidRDefault="00D44D00" w:rsidP="00D44D00">
      <w:r>
        <w:t>258.5441</w:t>
      </w:r>
      <w:r>
        <w:tab/>
        <w:t>5.063e0</w:t>
      </w:r>
    </w:p>
    <w:p w:rsidR="00D44D00" w:rsidRDefault="00D44D00" w:rsidP="00D44D00">
      <w:r>
        <w:t>258.5471</w:t>
      </w:r>
      <w:r>
        <w:tab/>
        <w:t>1.013e0</w:t>
      </w:r>
    </w:p>
    <w:p w:rsidR="00D44D00" w:rsidRDefault="00D44D00" w:rsidP="00D44D00">
      <w:r>
        <w:t>258.5855</w:t>
      </w:r>
      <w:r>
        <w:tab/>
        <w:t>1.013e0</w:t>
      </w:r>
    </w:p>
    <w:p w:rsidR="00D44D00" w:rsidRDefault="00D44D00" w:rsidP="00D44D00">
      <w:r>
        <w:t>258.5881</w:t>
      </w:r>
      <w:r>
        <w:tab/>
        <w:t>2.025e0</w:t>
      </w:r>
    </w:p>
    <w:p w:rsidR="00D44D00" w:rsidRDefault="00D44D00" w:rsidP="00D44D00">
      <w:r>
        <w:t>258.5906</w:t>
      </w:r>
      <w:r>
        <w:tab/>
        <w:t>1.013e0</w:t>
      </w:r>
    </w:p>
    <w:p w:rsidR="00D44D00" w:rsidRDefault="00D44D00" w:rsidP="00D44D00">
      <w:r>
        <w:t>258.6022</w:t>
      </w:r>
      <w:r>
        <w:tab/>
        <w:t>3.038e0</w:t>
      </w:r>
    </w:p>
    <w:p w:rsidR="00D44D00" w:rsidRDefault="00D44D00" w:rsidP="00D44D00">
      <w:r>
        <w:t>258.6393</w:t>
      </w:r>
      <w:r>
        <w:tab/>
        <w:t>5.063e0</w:t>
      </w:r>
    </w:p>
    <w:p w:rsidR="00D44D00" w:rsidRDefault="00D44D00" w:rsidP="00D44D00">
      <w:r>
        <w:t>258.6439</w:t>
      </w:r>
      <w:r>
        <w:tab/>
        <w:t>2.025e0</w:t>
      </w:r>
    </w:p>
    <w:p w:rsidR="00D44D00" w:rsidRDefault="00D44D00" w:rsidP="00D44D00">
      <w:r>
        <w:t>258.6468</w:t>
      </w:r>
      <w:r>
        <w:tab/>
        <w:t>3.038e0</w:t>
      </w:r>
    </w:p>
    <w:p w:rsidR="00D44D00" w:rsidRDefault="00D44D00" w:rsidP="00D44D00">
      <w:r>
        <w:t>258.6631</w:t>
      </w:r>
      <w:r>
        <w:tab/>
        <w:t>3.038e0</w:t>
      </w:r>
    </w:p>
    <w:p w:rsidR="00D44D00" w:rsidRDefault="00D44D00" w:rsidP="00D44D00">
      <w:r>
        <w:t>258.6791</w:t>
      </w:r>
      <w:r>
        <w:tab/>
        <w:t>3.038e0</w:t>
      </w:r>
    </w:p>
    <w:p w:rsidR="00D44D00" w:rsidRDefault="00D44D00" w:rsidP="00D44D00">
      <w:r>
        <w:lastRenderedPageBreak/>
        <w:t>258.6947</w:t>
      </w:r>
      <w:r>
        <w:tab/>
        <w:t>2.025e0</w:t>
      </w:r>
    </w:p>
    <w:p w:rsidR="00D44D00" w:rsidRDefault="00D44D00" w:rsidP="00D44D00">
      <w:r>
        <w:t>258.7100</w:t>
      </w:r>
      <w:r>
        <w:tab/>
        <w:t>2.025e0</w:t>
      </w:r>
    </w:p>
    <w:p w:rsidR="00D44D00" w:rsidRDefault="00D44D00" w:rsidP="00D44D00">
      <w:r>
        <w:t>258.7190</w:t>
      </w:r>
      <w:r>
        <w:tab/>
        <w:t>1.013e0</w:t>
      </w:r>
    </w:p>
    <w:p w:rsidR="00D44D00" w:rsidRDefault="00D44D00" w:rsidP="00D44D00">
      <w:r>
        <w:t>258.7502</w:t>
      </w:r>
      <w:r>
        <w:tab/>
        <w:t>2.025e0</w:t>
      </w:r>
    </w:p>
    <w:p w:rsidR="00D44D00" w:rsidRDefault="00D44D00" w:rsidP="00D44D00">
      <w:r>
        <w:t>258.7571</w:t>
      </w:r>
      <w:r>
        <w:tab/>
        <w:t>4.051e0</w:t>
      </w:r>
    </w:p>
    <w:p w:rsidR="00D44D00" w:rsidRDefault="00D44D00" w:rsidP="00D44D00">
      <w:r>
        <w:t>258.7833</w:t>
      </w:r>
      <w:r>
        <w:tab/>
        <w:t>3.357e0</w:t>
      </w:r>
    </w:p>
    <w:p w:rsidR="00D44D00" w:rsidRDefault="00D44D00" w:rsidP="00D44D00">
      <w:r>
        <w:t>258.7868</w:t>
      </w:r>
      <w:r>
        <w:tab/>
        <w:t>1.013e0</w:t>
      </w:r>
    </w:p>
    <w:p w:rsidR="00D44D00" w:rsidRDefault="00D44D00" w:rsidP="00D44D00">
      <w:r>
        <w:t>258.8080</w:t>
      </w:r>
      <w:r>
        <w:tab/>
        <w:t>2.025e0</w:t>
      </w:r>
    </w:p>
    <w:p w:rsidR="00D44D00" w:rsidRDefault="00D44D00" w:rsidP="00D44D00">
      <w:r>
        <w:t>258.8214</w:t>
      </w:r>
      <w:r>
        <w:tab/>
        <w:t>2.025e0</w:t>
      </w:r>
    </w:p>
    <w:p w:rsidR="00D44D00" w:rsidRDefault="00D44D00" w:rsidP="00D44D00">
      <w:r>
        <w:t>258.8425</w:t>
      </w:r>
      <w:r>
        <w:tab/>
        <w:t>1.013e0</w:t>
      </w:r>
    </w:p>
    <w:p w:rsidR="00D44D00" w:rsidRDefault="00D44D00" w:rsidP="00D44D00">
      <w:r>
        <w:t>258.8544</w:t>
      </w:r>
      <w:r>
        <w:tab/>
        <w:t>1.013e0</w:t>
      </w:r>
    </w:p>
    <w:p w:rsidR="00D44D00" w:rsidRDefault="00D44D00" w:rsidP="00D44D00">
      <w:r>
        <w:t>258.8585</w:t>
      </w:r>
      <w:r>
        <w:tab/>
        <w:t>2.624e0</w:t>
      </w:r>
    </w:p>
    <w:p w:rsidR="00D44D00" w:rsidRDefault="00D44D00" w:rsidP="00D44D00">
      <w:r>
        <w:t>258.8619</w:t>
      </w:r>
      <w:r>
        <w:tab/>
        <w:t>3.038e0</w:t>
      </w:r>
    </w:p>
    <w:p w:rsidR="00D44D00" w:rsidRDefault="00D44D00" w:rsidP="00D44D00">
      <w:r>
        <w:t>258.8894</w:t>
      </w:r>
      <w:r>
        <w:tab/>
        <w:t>1.013e0</w:t>
      </w:r>
    </w:p>
    <w:p w:rsidR="00D44D00" w:rsidRDefault="00D44D00" w:rsidP="00D44D00">
      <w:r>
        <w:t>258.9291</w:t>
      </w:r>
      <w:r>
        <w:tab/>
        <w:t>6.076e0</w:t>
      </w:r>
    </w:p>
    <w:p w:rsidR="00D44D00" w:rsidRDefault="00D44D00" w:rsidP="00D44D00">
      <w:r>
        <w:t>258.9316</w:t>
      </w:r>
      <w:r>
        <w:tab/>
        <w:t>1.013e0</w:t>
      </w:r>
    </w:p>
    <w:p w:rsidR="00D44D00" w:rsidRDefault="00D44D00" w:rsidP="00D44D00">
      <w:r>
        <w:t>258.9466</w:t>
      </w:r>
      <w:r>
        <w:tab/>
        <w:t>4.051e0</w:t>
      </w:r>
    </w:p>
    <w:p w:rsidR="00D44D00" w:rsidRDefault="00D44D00" w:rsidP="00D44D00">
      <w:r>
        <w:t>258.9750</w:t>
      </w:r>
      <w:r>
        <w:tab/>
        <w:t>2.025e0</w:t>
      </w:r>
    </w:p>
    <w:p w:rsidR="00D44D00" w:rsidRDefault="00D44D00" w:rsidP="00D44D00">
      <w:r>
        <w:t>258.9762</w:t>
      </w:r>
      <w:r>
        <w:tab/>
        <w:t>3.038e0</w:t>
      </w:r>
    </w:p>
    <w:p w:rsidR="00D44D00" w:rsidRDefault="00D44D00" w:rsidP="00D44D00">
      <w:r>
        <w:lastRenderedPageBreak/>
        <w:t>259.0257</w:t>
      </w:r>
      <w:r>
        <w:tab/>
        <w:t>4.051e0</w:t>
      </w:r>
    </w:p>
    <w:p w:rsidR="00D44D00" w:rsidRDefault="00D44D00" w:rsidP="00D44D00">
      <w:r>
        <w:t>259.0561</w:t>
      </w:r>
      <w:r>
        <w:tab/>
        <w:t>2.076e1</w:t>
      </w:r>
    </w:p>
    <w:p w:rsidR="00D44D00" w:rsidRDefault="00D44D00" w:rsidP="00D44D00">
      <w:r>
        <w:t>259.0612</w:t>
      </w:r>
      <w:r>
        <w:tab/>
        <w:t>2.490e1</w:t>
      </w:r>
    </w:p>
    <w:p w:rsidR="00D44D00" w:rsidRDefault="00D44D00" w:rsidP="00D44D00">
      <w:r>
        <w:t>259.0632</w:t>
      </w:r>
      <w:r>
        <w:tab/>
        <w:t>1.463e1</w:t>
      </w:r>
    </w:p>
    <w:p w:rsidR="00D44D00" w:rsidRDefault="00D44D00" w:rsidP="00D44D00">
      <w:r>
        <w:t>259.1158</w:t>
      </w:r>
      <w:r>
        <w:tab/>
        <w:t>2.025e0</w:t>
      </w:r>
    </w:p>
    <w:p w:rsidR="00D44D00" w:rsidRDefault="00D44D00" w:rsidP="00D44D00">
      <w:r>
        <w:t>259.1346</w:t>
      </w:r>
      <w:r>
        <w:tab/>
        <w:t>5.063e0</w:t>
      </w:r>
    </w:p>
    <w:p w:rsidR="00D44D00" w:rsidRDefault="00D44D00" w:rsidP="00D44D00">
      <w:r>
        <w:t>259.1476</w:t>
      </w:r>
      <w:r>
        <w:tab/>
        <w:t>2.025e0</w:t>
      </w:r>
    </w:p>
    <w:p w:rsidR="00D44D00" w:rsidRDefault="00D44D00" w:rsidP="00D44D00">
      <w:r>
        <w:t>259.1602</w:t>
      </w:r>
      <w:r>
        <w:tab/>
        <w:t>3.038e0</w:t>
      </w:r>
    </w:p>
    <w:p w:rsidR="00D44D00" w:rsidRDefault="00D44D00" w:rsidP="00D44D00">
      <w:r>
        <w:t>259.1671</w:t>
      </w:r>
      <w:r>
        <w:tab/>
        <w:t>2.025e0</w:t>
      </w:r>
    </w:p>
    <w:p w:rsidR="00D44D00" w:rsidRDefault="00D44D00" w:rsidP="00D44D00">
      <w:r>
        <w:t>259.1707</w:t>
      </w:r>
      <w:r>
        <w:tab/>
        <w:t>1.013e0</w:t>
      </w:r>
    </w:p>
    <w:p w:rsidR="00D44D00" w:rsidRDefault="00D44D00" w:rsidP="00D44D00">
      <w:r>
        <w:t>259.2021</w:t>
      </w:r>
      <w:r>
        <w:tab/>
        <w:t>6.904e0</w:t>
      </w:r>
    </w:p>
    <w:p w:rsidR="00D44D00" w:rsidRDefault="00D44D00" w:rsidP="00D44D00">
      <w:r>
        <w:t>259.2275</w:t>
      </w:r>
      <w:r>
        <w:tab/>
        <w:t>9.091e0</w:t>
      </w:r>
    </w:p>
    <w:p w:rsidR="00D44D00" w:rsidRDefault="00D44D00" w:rsidP="00D44D00">
      <w:r>
        <w:t>259.2393</w:t>
      </w:r>
      <w:r>
        <w:tab/>
        <w:t>4.902e0</w:t>
      </w:r>
    </w:p>
    <w:p w:rsidR="00D44D00" w:rsidRDefault="00D44D00" w:rsidP="00D44D00">
      <w:r>
        <w:t>259.2446</w:t>
      </w:r>
      <w:r>
        <w:tab/>
        <w:t>2.025e0</w:t>
      </w:r>
    </w:p>
    <w:p w:rsidR="00D44D00" w:rsidRDefault="00D44D00" w:rsidP="00D44D00">
      <w:r>
        <w:t>259.2829</w:t>
      </w:r>
      <w:r>
        <w:tab/>
        <w:t>7.089e0</w:t>
      </w:r>
    </w:p>
    <w:p w:rsidR="00D44D00" w:rsidRDefault="00D44D00" w:rsidP="00D44D00">
      <w:r>
        <w:t>259.2866</w:t>
      </w:r>
      <w:r>
        <w:tab/>
        <w:t>1.013e0</w:t>
      </w:r>
    </w:p>
    <w:p w:rsidR="00D44D00" w:rsidRDefault="00D44D00" w:rsidP="00D44D00">
      <w:r>
        <w:t>259.3023</w:t>
      </w:r>
      <w:r>
        <w:tab/>
        <w:t>2.025e0</w:t>
      </w:r>
    </w:p>
    <w:p w:rsidR="00D44D00" w:rsidRDefault="00D44D00" w:rsidP="00D44D00">
      <w:r>
        <w:t>259.3234</w:t>
      </w:r>
      <w:r>
        <w:tab/>
        <w:t>2.025e0</w:t>
      </w:r>
    </w:p>
    <w:p w:rsidR="00D44D00" w:rsidRDefault="00D44D00" w:rsidP="00D44D00">
      <w:r>
        <w:t>259.3477</w:t>
      </w:r>
      <w:r>
        <w:tab/>
        <w:t>2.025e0</w:t>
      </w:r>
    </w:p>
    <w:p w:rsidR="00D44D00" w:rsidRDefault="00D44D00" w:rsidP="00D44D00">
      <w:r>
        <w:lastRenderedPageBreak/>
        <w:t>259.3521</w:t>
      </w:r>
      <w:r>
        <w:tab/>
        <w:t>2.025e0</w:t>
      </w:r>
    </w:p>
    <w:p w:rsidR="00D44D00" w:rsidRDefault="00D44D00" w:rsidP="00D44D00">
      <w:r>
        <w:t>259.3637</w:t>
      </w:r>
      <w:r>
        <w:tab/>
        <w:t>1.013e0</w:t>
      </w:r>
    </w:p>
    <w:p w:rsidR="00D44D00" w:rsidRDefault="00D44D00" w:rsidP="00D44D00">
      <w:r>
        <w:t>259.3859</w:t>
      </w:r>
      <w:r>
        <w:tab/>
        <w:t>2.025e0</w:t>
      </w:r>
    </w:p>
    <w:p w:rsidR="00D44D00" w:rsidRDefault="00D44D00" w:rsidP="00D44D00">
      <w:r>
        <w:t>259.4098</w:t>
      </w:r>
      <w:r>
        <w:tab/>
        <w:t>2.025e0</w:t>
      </w:r>
    </w:p>
    <w:p w:rsidR="00D44D00" w:rsidRDefault="00D44D00" w:rsidP="00D44D00">
      <w:r>
        <w:t>259.4157</w:t>
      </w:r>
      <w:r>
        <w:tab/>
        <w:t>2.025e0</w:t>
      </w:r>
    </w:p>
    <w:p w:rsidR="00D44D00" w:rsidRDefault="00D44D00" w:rsidP="00D44D00">
      <w:r>
        <w:t>259.4254</w:t>
      </w:r>
      <w:r>
        <w:tab/>
        <w:t>1.013e0</w:t>
      </w:r>
    </w:p>
    <w:p w:rsidR="00D44D00" w:rsidRDefault="00D44D00" w:rsidP="00D44D00">
      <w:r>
        <w:t>259.4543</w:t>
      </w:r>
      <w:r>
        <w:tab/>
        <w:t>2.025e0</w:t>
      </w:r>
    </w:p>
    <w:p w:rsidR="00D44D00" w:rsidRDefault="00D44D00" w:rsidP="00D44D00">
      <w:r>
        <w:t>259.4695</w:t>
      </w:r>
      <w:r>
        <w:tab/>
        <w:t>2.025e0</w:t>
      </w:r>
    </w:p>
    <w:p w:rsidR="00D44D00" w:rsidRDefault="00D44D00" w:rsidP="00D44D00">
      <w:r>
        <w:t>259.5218</w:t>
      </w:r>
      <w:r>
        <w:tab/>
        <w:t>3.038e0</w:t>
      </w:r>
    </w:p>
    <w:p w:rsidR="00D44D00" w:rsidRDefault="00D44D00" w:rsidP="00D44D00">
      <w:r>
        <w:t>259.5264</w:t>
      </w:r>
      <w:r>
        <w:tab/>
        <w:t>1.013e0</w:t>
      </w:r>
    </w:p>
    <w:p w:rsidR="00D44D00" w:rsidRDefault="00D44D00" w:rsidP="00D44D00">
      <w:r>
        <w:t>259.5357</w:t>
      </w:r>
      <w:r>
        <w:tab/>
        <w:t>1.013e0</w:t>
      </w:r>
    </w:p>
    <w:p w:rsidR="00D44D00" w:rsidRDefault="00D44D00" w:rsidP="00D44D00">
      <w:r>
        <w:t>259.5739</w:t>
      </w:r>
      <w:r>
        <w:tab/>
        <w:t>2.025e0</w:t>
      </w:r>
    </w:p>
    <w:p w:rsidR="00D44D00" w:rsidRDefault="00D44D00" w:rsidP="00D44D00">
      <w:r>
        <w:t>259.5836</w:t>
      </w:r>
      <w:r>
        <w:tab/>
        <w:t>1.013e0</w:t>
      </w:r>
    </w:p>
    <w:p w:rsidR="00D44D00" w:rsidRDefault="00D44D00" w:rsidP="00D44D00">
      <w:r>
        <w:t>259.5896</w:t>
      </w:r>
      <w:r>
        <w:tab/>
        <w:t>2.025e0</w:t>
      </w:r>
    </w:p>
    <w:p w:rsidR="00D44D00" w:rsidRDefault="00D44D00" w:rsidP="00D44D00">
      <w:r>
        <w:t>259.5952</w:t>
      </w:r>
      <w:r>
        <w:tab/>
        <w:t>1.013e0</w:t>
      </w:r>
    </w:p>
    <w:p w:rsidR="00D44D00" w:rsidRDefault="00D44D00" w:rsidP="00D44D00">
      <w:r>
        <w:t>259.6033</w:t>
      </w:r>
      <w:r>
        <w:tab/>
        <w:t>1.013e0</w:t>
      </w:r>
    </w:p>
    <w:p w:rsidR="00D44D00" w:rsidRDefault="00D44D00" w:rsidP="00D44D00">
      <w:r>
        <w:t>259.6298</w:t>
      </w:r>
      <w:r>
        <w:tab/>
        <w:t>1.013e0</w:t>
      </w:r>
    </w:p>
    <w:p w:rsidR="00D44D00" w:rsidRDefault="00D44D00" w:rsidP="00D44D00">
      <w:r>
        <w:t>259.6348</w:t>
      </w:r>
      <w:r>
        <w:tab/>
        <w:t>3.038e0</w:t>
      </w:r>
    </w:p>
    <w:p w:rsidR="00D44D00" w:rsidRDefault="00D44D00" w:rsidP="00D44D00">
      <w:r>
        <w:t>259.6360</w:t>
      </w:r>
      <w:r>
        <w:tab/>
        <w:t>2.025e0</w:t>
      </w:r>
    </w:p>
    <w:p w:rsidR="00D44D00" w:rsidRDefault="00D44D00" w:rsidP="00D44D00">
      <w:r>
        <w:lastRenderedPageBreak/>
        <w:t>259.6687</w:t>
      </w:r>
      <w:r>
        <w:tab/>
        <w:t>2.025e0</w:t>
      </w:r>
    </w:p>
    <w:p w:rsidR="00D44D00" w:rsidRDefault="00D44D00" w:rsidP="00D44D00">
      <w:r>
        <w:t>259.6721</w:t>
      </w:r>
      <w:r>
        <w:tab/>
        <w:t>3.038e0</w:t>
      </w:r>
    </w:p>
    <w:p w:rsidR="00D44D00" w:rsidRDefault="00D44D00" w:rsidP="00D44D00">
      <w:r>
        <w:t>259.7033</w:t>
      </w:r>
      <w:r>
        <w:tab/>
        <w:t>1.013e0</w:t>
      </w:r>
    </w:p>
    <w:p w:rsidR="00D44D00" w:rsidRDefault="00D44D00" w:rsidP="00D44D00">
      <w:r>
        <w:t>259.7050</w:t>
      </w:r>
      <w:r>
        <w:tab/>
        <w:t>2.025e0</w:t>
      </w:r>
    </w:p>
    <w:p w:rsidR="00D44D00" w:rsidRDefault="00D44D00" w:rsidP="00D44D00">
      <w:r>
        <w:t>259.7197</w:t>
      </w:r>
      <w:r>
        <w:tab/>
        <w:t>3.038e0</w:t>
      </w:r>
    </w:p>
    <w:p w:rsidR="00D44D00" w:rsidRDefault="00D44D00" w:rsidP="00D44D00">
      <w:r>
        <w:t>259.7388</w:t>
      </w:r>
      <w:r>
        <w:tab/>
        <w:t>2.025e0</w:t>
      </w:r>
    </w:p>
    <w:p w:rsidR="00D44D00" w:rsidRDefault="00D44D00" w:rsidP="00D44D00">
      <w:r>
        <w:t>259.7476</w:t>
      </w:r>
      <w:r>
        <w:tab/>
        <w:t>2.025e0</w:t>
      </w:r>
    </w:p>
    <w:p w:rsidR="00D44D00" w:rsidRDefault="00D44D00" w:rsidP="00D44D00">
      <w:r>
        <w:t>259.7620</w:t>
      </w:r>
      <w:r>
        <w:tab/>
        <w:t>1.013e0</w:t>
      </w:r>
    </w:p>
    <w:p w:rsidR="00D44D00" w:rsidRDefault="00D44D00" w:rsidP="00D44D00">
      <w:r>
        <w:t>259.7802</w:t>
      </w:r>
      <w:r>
        <w:tab/>
        <w:t>1.013e0</w:t>
      </w:r>
    </w:p>
    <w:p w:rsidR="00D44D00" w:rsidRDefault="00D44D00" w:rsidP="00D44D00">
      <w:r>
        <w:t>259.7940</w:t>
      </w:r>
      <w:r>
        <w:tab/>
        <w:t>2.025e0</w:t>
      </w:r>
    </w:p>
    <w:p w:rsidR="00D44D00" w:rsidRDefault="00D44D00" w:rsidP="00D44D00">
      <w:r>
        <w:t>259.8087</w:t>
      </w:r>
      <w:r>
        <w:tab/>
        <w:t>3.038e0</w:t>
      </w:r>
    </w:p>
    <w:p w:rsidR="00D44D00" w:rsidRDefault="00D44D00" w:rsidP="00D44D00">
      <w:r>
        <w:t>259.8307</w:t>
      </w:r>
      <w:r>
        <w:tab/>
        <w:t>1.013e0</w:t>
      </w:r>
    </w:p>
    <w:p w:rsidR="00D44D00" w:rsidRDefault="00D44D00" w:rsidP="00D44D00">
      <w:r>
        <w:t>259.8390</w:t>
      </w:r>
      <w:r>
        <w:tab/>
        <w:t>1.013e0</w:t>
      </w:r>
    </w:p>
    <w:p w:rsidR="00D44D00" w:rsidRDefault="00D44D00" w:rsidP="00D44D00">
      <w:r>
        <w:t>259.8421</w:t>
      </w:r>
      <w:r>
        <w:tab/>
        <w:t>3.038e0</w:t>
      </w:r>
    </w:p>
    <w:p w:rsidR="00D44D00" w:rsidRDefault="00D44D00" w:rsidP="00D44D00">
      <w:r>
        <w:t>259.8887</w:t>
      </w:r>
      <w:r>
        <w:tab/>
        <w:t>5.063e0</w:t>
      </w:r>
    </w:p>
    <w:p w:rsidR="00D44D00" w:rsidRDefault="00D44D00" w:rsidP="00D44D00">
      <w:r>
        <w:t>259.9021</w:t>
      </w:r>
      <w:r>
        <w:tab/>
        <w:t>3.038e0</w:t>
      </w:r>
    </w:p>
    <w:p w:rsidR="00D44D00" w:rsidRDefault="00D44D00" w:rsidP="00D44D00">
      <w:r>
        <w:t>259.9233</w:t>
      </w:r>
      <w:r>
        <w:tab/>
        <w:t>2.025e0</w:t>
      </w:r>
    </w:p>
    <w:p w:rsidR="00D44D00" w:rsidRDefault="00D44D00" w:rsidP="00D44D00">
      <w:r>
        <w:t>259.9301</w:t>
      </w:r>
      <w:r>
        <w:tab/>
        <w:t>1.013e0</w:t>
      </w:r>
    </w:p>
    <w:p w:rsidR="00D44D00" w:rsidRDefault="00D44D00" w:rsidP="00D44D00">
      <w:r>
        <w:t>259.9353</w:t>
      </w:r>
      <w:r>
        <w:tab/>
        <w:t>3.038e0</w:t>
      </w:r>
    </w:p>
    <w:p w:rsidR="00D44D00" w:rsidRDefault="00D44D00" w:rsidP="00D44D00">
      <w:r>
        <w:lastRenderedPageBreak/>
        <w:t>259.9641</w:t>
      </w:r>
      <w:r>
        <w:tab/>
        <w:t>1.013e0</w:t>
      </w:r>
    </w:p>
    <w:p w:rsidR="00D44D00" w:rsidRDefault="00D44D00" w:rsidP="00D44D00">
      <w:r>
        <w:t>259.9686</w:t>
      </w:r>
      <w:r>
        <w:tab/>
        <w:t>1.013e0</w:t>
      </w:r>
    </w:p>
    <w:p w:rsidR="00D44D00" w:rsidRDefault="00D44D00" w:rsidP="00D44D00">
      <w:r>
        <w:t>259.9975</w:t>
      </w:r>
      <w:r>
        <w:tab/>
        <w:t>1.013e0</w:t>
      </w:r>
    </w:p>
    <w:p w:rsidR="00D44D00" w:rsidRDefault="00D44D00" w:rsidP="00D44D00">
      <w:r>
        <w:t>260.0397</w:t>
      </w:r>
      <w:r>
        <w:tab/>
        <w:t>5.063e0</w:t>
      </w:r>
    </w:p>
    <w:p w:rsidR="00D44D00" w:rsidRDefault="00D44D00" w:rsidP="00D44D00">
      <w:r>
        <w:t>260.0484</w:t>
      </w:r>
      <w:r>
        <w:tab/>
        <w:t>2.685e1</w:t>
      </w:r>
    </w:p>
    <w:p w:rsidR="00D44D00" w:rsidRDefault="00D44D00" w:rsidP="00D44D00">
      <w:r>
        <w:t>260.0501</w:t>
      </w:r>
      <w:r>
        <w:tab/>
        <w:t>3.921e1</w:t>
      </w:r>
    </w:p>
    <w:p w:rsidR="00D44D00" w:rsidRDefault="00D44D00" w:rsidP="00D44D00">
      <w:r>
        <w:t>260.0541</w:t>
      </w:r>
      <w:r>
        <w:tab/>
        <w:t>1.248e1</w:t>
      </w:r>
    </w:p>
    <w:p w:rsidR="00D44D00" w:rsidRDefault="00D44D00" w:rsidP="00D44D00">
      <w:r>
        <w:t>260.0601</w:t>
      </w:r>
      <w:r>
        <w:tab/>
        <w:t>1.105e1</w:t>
      </w:r>
    </w:p>
    <w:p w:rsidR="00D44D00" w:rsidRDefault="00D44D00" w:rsidP="00D44D00">
      <w:r>
        <w:t>260.0968</w:t>
      </w:r>
      <w:r>
        <w:tab/>
        <w:t>1.013e0</w:t>
      </w:r>
    </w:p>
    <w:p w:rsidR="00D44D00" w:rsidRDefault="00D44D00" w:rsidP="00D44D00">
      <w:r>
        <w:t>260.1091</w:t>
      </w:r>
      <w:r>
        <w:tab/>
        <w:t>1.013e0</w:t>
      </w:r>
    </w:p>
    <w:p w:rsidR="00D44D00" w:rsidRDefault="00D44D00" w:rsidP="00D44D00">
      <w:r>
        <w:t>260.1315</w:t>
      </w:r>
      <w:r>
        <w:tab/>
        <w:t>1.013e0</w:t>
      </w:r>
    </w:p>
    <w:p w:rsidR="00D44D00" w:rsidRDefault="00D44D00" w:rsidP="00D44D00">
      <w:r>
        <w:t>260.1501</w:t>
      </w:r>
      <w:r>
        <w:tab/>
        <w:t>2.025e0</w:t>
      </w:r>
    </w:p>
    <w:p w:rsidR="00D44D00" w:rsidRDefault="00D44D00" w:rsidP="00D44D00">
      <w:r>
        <w:t>260.1605</w:t>
      </w:r>
      <w:r>
        <w:tab/>
        <w:t>2.025e0</w:t>
      </w:r>
    </w:p>
    <w:p w:rsidR="00D44D00" w:rsidRDefault="00D44D00" w:rsidP="00D44D00">
      <w:r>
        <w:t>260.1837</w:t>
      </w:r>
      <w:r>
        <w:tab/>
        <w:t>3.038e0</w:t>
      </w:r>
    </w:p>
    <w:p w:rsidR="00D44D00" w:rsidRDefault="00D44D00" w:rsidP="00D44D00">
      <w:r>
        <w:t>260.1977</w:t>
      </w:r>
      <w:r>
        <w:tab/>
        <w:t>2.025e0</w:t>
      </w:r>
    </w:p>
    <w:p w:rsidR="00D44D00" w:rsidRDefault="00D44D00" w:rsidP="00D44D00">
      <w:r>
        <w:t>260.2046</w:t>
      </w:r>
      <w:r>
        <w:tab/>
        <w:t>2.025e0</w:t>
      </w:r>
    </w:p>
    <w:p w:rsidR="00D44D00" w:rsidRDefault="00D44D00" w:rsidP="00D44D00">
      <w:r>
        <w:t>260.2287</w:t>
      </w:r>
      <w:r>
        <w:tab/>
        <w:t>1.013e0</w:t>
      </w:r>
    </w:p>
    <w:p w:rsidR="00D44D00" w:rsidRDefault="00D44D00" w:rsidP="00D44D00">
      <w:r>
        <w:t>260.2383</w:t>
      </w:r>
      <w:r>
        <w:tab/>
        <w:t>1.013e0</w:t>
      </w:r>
    </w:p>
    <w:p w:rsidR="00D44D00" w:rsidRDefault="00D44D00" w:rsidP="00D44D00">
      <w:r>
        <w:t>260.2477</w:t>
      </w:r>
      <w:r>
        <w:tab/>
        <w:t>1.013e0</w:t>
      </w:r>
    </w:p>
    <w:p w:rsidR="00D44D00" w:rsidRDefault="00D44D00" w:rsidP="00D44D00">
      <w:r>
        <w:lastRenderedPageBreak/>
        <w:t>260.2768</w:t>
      </w:r>
      <w:r>
        <w:tab/>
        <w:t>2.025e0</w:t>
      </w:r>
    </w:p>
    <w:p w:rsidR="00D44D00" w:rsidRDefault="00D44D00" w:rsidP="00D44D00">
      <w:r>
        <w:t>260.2942</w:t>
      </w:r>
      <w:r>
        <w:tab/>
        <w:t>1.013e0</w:t>
      </w:r>
    </w:p>
    <w:p w:rsidR="00D44D00" w:rsidRDefault="00D44D00" w:rsidP="00D44D00">
      <w:r>
        <w:t>260.3019</w:t>
      </w:r>
      <w:r>
        <w:tab/>
        <w:t>1.013e0</w:t>
      </w:r>
    </w:p>
    <w:p w:rsidR="00D44D00" w:rsidRDefault="00D44D00" w:rsidP="00D44D00">
      <w:r>
        <w:t>260.3061</w:t>
      </w:r>
      <w:r>
        <w:tab/>
        <w:t>1.013e0</w:t>
      </w:r>
    </w:p>
    <w:p w:rsidR="00D44D00" w:rsidRDefault="00D44D00" w:rsidP="00D44D00">
      <w:r>
        <w:t>260.3285</w:t>
      </w:r>
      <w:r>
        <w:tab/>
        <w:t>1.013e0</w:t>
      </w:r>
    </w:p>
    <w:p w:rsidR="00D44D00" w:rsidRDefault="00D44D00" w:rsidP="00D44D00">
      <w:r>
        <w:t>260.3329</w:t>
      </w:r>
      <w:r>
        <w:tab/>
        <w:t>2.025e0</w:t>
      </w:r>
    </w:p>
    <w:p w:rsidR="00D44D00" w:rsidRDefault="00D44D00" w:rsidP="00D44D00">
      <w:r>
        <w:t>260.3447</w:t>
      </w:r>
      <w:r>
        <w:tab/>
        <w:t>1.013e0</w:t>
      </w:r>
    </w:p>
    <w:p w:rsidR="00D44D00" w:rsidRDefault="00D44D00" w:rsidP="00D44D00">
      <w:r>
        <w:t>260.3755</w:t>
      </w:r>
      <w:r>
        <w:tab/>
        <w:t>2.025e0</w:t>
      </w:r>
    </w:p>
    <w:p w:rsidR="00D44D00" w:rsidRDefault="00D44D00" w:rsidP="00D44D00">
      <w:r>
        <w:t>260.4057</w:t>
      </w:r>
      <w:r>
        <w:tab/>
        <w:t>1.013e0</w:t>
      </w:r>
    </w:p>
    <w:p w:rsidR="00D44D00" w:rsidRDefault="00D44D00" w:rsidP="00D44D00">
      <w:r>
        <w:t>260.4266</w:t>
      </w:r>
      <w:r>
        <w:tab/>
        <w:t>1.013e0</w:t>
      </w:r>
    </w:p>
    <w:p w:rsidR="00D44D00" w:rsidRDefault="00D44D00" w:rsidP="00D44D00">
      <w:r>
        <w:t>260.4328</w:t>
      </w:r>
      <w:r>
        <w:tab/>
        <w:t>3.038e0</w:t>
      </w:r>
    </w:p>
    <w:p w:rsidR="00D44D00" w:rsidRDefault="00D44D00" w:rsidP="00D44D00">
      <w:r>
        <w:t>260.4602</w:t>
      </w:r>
      <w:r>
        <w:tab/>
        <w:t>1.013e0</w:t>
      </w:r>
    </w:p>
    <w:p w:rsidR="00D44D00" w:rsidRDefault="00D44D00" w:rsidP="00D44D00">
      <w:r>
        <w:t>260.4698</w:t>
      </w:r>
      <w:r>
        <w:tab/>
        <w:t>2.025e0</w:t>
      </w:r>
    </w:p>
    <w:p w:rsidR="00D44D00" w:rsidRDefault="00D44D00" w:rsidP="00D44D00">
      <w:r>
        <w:t>260.4742</w:t>
      </w:r>
      <w:r>
        <w:tab/>
        <w:t>2.025e0</w:t>
      </w:r>
    </w:p>
    <w:p w:rsidR="00D44D00" w:rsidRDefault="00D44D00" w:rsidP="00D44D00">
      <w:r>
        <w:t>260.4913</w:t>
      </w:r>
      <w:r>
        <w:tab/>
        <w:t>1.013e0</w:t>
      </w:r>
    </w:p>
    <w:p w:rsidR="00D44D00" w:rsidRDefault="00D44D00" w:rsidP="00D44D00">
      <w:r>
        <w:t>260.4950</w:t>
      </w:r>
      <w:r>
        <w:tab/>
        <w:t>1.013e0</w:t>
      </w:r>
    </w:p>
    <w:p w:rsidR="00D44D00" w:rsidRDefault="00D44D00" w:rsidP="00D44D00">
      <w:r>
        <w:t>260.5034</w:t>
      </w:r>
      <w:r>
        <w:tab/>
        <w:t>1.013e0</w:t>
      </w:r>
    </w:p>
    <w:p w:rsidR="00D44D00" w:rsidRDefault="00D44D00" w:rsidP="00D44D00">
      <w:r>
        <w:t>260.5398</w:t>
      </w:r>
      <w:r>
        <w:tab/>
        <w:t>2.025e0</w:t>
      </w:r>
    </w:p>
    <w:p w:rsidR="00D44D00" w:rsidRDefault="00D44D00" w:rsidP="00D44D00">
      <w:r>
        <w:t>260.5420</w:t>
      </w:r>
      <w:r>
        <w:tab/>
        <w:t>2.025e0</w:t>
      </w:r>
    </w:p>
    <w:p w:rsidR="00D44D00" w:rsidRDefault="00D44D00" w:rsidP="00D44D00">
      <w:r>
        <w:lastRenderedPageBreak/>
        <w:t>260.5961</w:t>
      </w:r>
      <w:r>
        <w:tab/>
        <w:t>3.038e0</w:t>
      </w:r>
    </w:p>
    <w:p w:rsidR="00D44D00" w:rsidRDefault="00D44D00" w:rsidP="00D44D00">
      <w:r>
        <w:t>260.6013</w:t>
      </w:r>
      <w:r>
        <w:tab/>
        <w:t>2.025e0</w:t>
      </w:r>
    </w:p>
    <w:p w:rsidR="00D44D00" w:rsidRDefault="00D44D00" w:rsidP="00D44D00">
      <w:r>
        <w:t>260.6292</w:t>
      </w:r>
      <w:r>
        <w:tab/>
        <w:t>1.013e0</w:t>
      </w:r>
    </w:p>
    <w:p w:rsidR="00D44D00" w:rsidRDefault="00D44D00" w:rsidP="00D44D00">
      <w:r>
        <w:t>260.6478</w:t>
      </w:r>
      <w:r>
        <w:tab/>
        <w:t>2.025e0</w:t>
      </w:r>
    </w:p>
    <w:p w:rsidR="00D44D00" w:rsidRDefault="00D44D00" w:rsidP="00D44D00">
      <w:r>
        <w:t>260.6638</w:t>
      </w:r>
      <w:r>
        <w:tab/>
        <w:t>3.038e0</w:t>
      </w:r>
    </w:p>
    <w:p w:rsidR="00D44D00" w:rsidRDefault="00D44D00" w:rsidP="00D44D00">
      <w:r>
        <w:t>260.6765</w:t>
      </w:r>
      <w:r>
        <w:tab/>
        <w:t>1.013e0</w:t>
      </w:r>
    </w:p>
    <w:p w:rsidR="00D44D00" w:rsidRDefault="00D44D00" w:rsidP="00D44D00">
      <w:r>
        <w:t>260.6801</w:t>
      </w:r>
      <w:r>
        <w:tab/>
        <w:t>1.013e0</w:t>
      </w:r>
    </w:p>
    <w:p w:rsidR="00D44D00" w:rsidRDefault="00D44D00" w:rsidP="00D44D00">
      <w:r>
        <w:t>260.7055</w:t>
      </w:r>
      <w:r>
        <w:tab/>
        <w:t>2.025e0</w:t>
      </w:r>
    </w:p>
    <w:p w:rsidR="00D44D00" w:rsidRDefault="00D44D00" w:rsidP="00D44D00">
      <w:r>
        <w:t>260.7112</w:t>
      </w:r>
      <w:r>
        <w:tab/>
        <w:t>3.253e0</w:t>
      </w:r>
    </w:p>
    <w:p w:rsidR="00D44D00" w:rsidRDefault="00D44D00" w:rsidP="00D44D00">
      <w:r>
        <w:t>260.7227</w:t>
      </w:r>
      <w:r>
        <w:tab/>
        <w:t>1.013e0</w:t>
      </w:r>
    </w:p>
    <w:p w:rsidR="00D44D00" w:rsidRDefault="00D44D00" w:rsidP="00D44D00">
      <w:r>
        <w:t>260.7495</w:t>
      </w:r>
      <w:r>
        <w:tab/>
        <w:t>2.025e0</w:t>
      </w:r>
    </w:p>
    <w:p w:rsidR="00D44D00" w:rsidRDefault="00D44D00" w:rsidP="00D44D00">
      <w:r>
        <w:t>260.7617</w:t>
      </w:r>
      <w:r>
        <w:tab/>
        <w:t>1.013e0</w:t>
      </w:r>
    </w:p>
    <w:p w:rsidR="00D44D00" w:rsidRDefault="00D44D00" w:rsidP="00D44D00">
      <w:r>
        <w:t>260.7657</w:t>
      </w:r>
      <w:r>
        <w:tab/>
        <w:t>1.013e0</w:t>
      </w:r>
    </w:p>
    <w:p w:rsidR="00D44D00" w:rsidRDefault="00D44D00" w:rsidP="00D44D00">
      <w:r>
        <w:t>260.7693</w:t>
      </w:r>
      <w:r>
        <w:tab/>
        <w:t>1.013e0</w:t>
      </w:r>
    </w:p>
    <w:p w:rsidR="00D44D00" w:rsidRDefault="00D44D00" w:rsidP="00D44D00">
      <w:r>
        <w:t>260.7924</w:t>
      </w:r>
      <w:r>
        <w:tab/>
        <w:t>1.013e0</w:t>
      </w:r>
    </w:p>
    <w:p w:rsidR="00D44D00" w:rsidRDefault="00D44D00" w:rsidP="00D44D00">
      <w:r>
        <w:t>260.8190</w:t>
      </w:r>
      <w:r>
        <w:tab/>
        <w:t>4.585e0</w:t>
      </w:r>
    </w:p>
    <w:p w:rsidR="00D44D00" w:rsidRDefault="00D44D00" w:rsidP="00D44D00">
      <w:r>
        <w:t>260.8310</w:t>
      </w:r>
      <w:r>
        <w:tab/>
        <w:t>1.013e0</w:t>
      </w:r>
    </w:p>
    <w:p w:rsidR="00D44D00" w:rsidRDefault="00D44D00" w:rsidP="00D44D00">
      <w:r>
        <w:t>260.8465</w:t>
      </w:r>
      <w:r>
        <w:tab/>
        <w:t>1.013e0</w:t>
      </w:r>
    </w:p>
    <w:p w:rsidR="00D44D00" w:rsidRDefault="00D44D00" w:rsidP="00D44D00">
      <w:r>
        <w:t>260.8696</w:t>
      </w:r>
      <w:r>
        <w:tab/>
        <w:t>1.013e0</w:t>
      </w:r>
    </w:p>
    <w:p w:rsidR="00D44D00" w:rsidRDefault="00D44D00" w:rsidP="00D44D00">
      <w:r>
        <w:lastRenderedPageBreak/>
        <w:t>260.8795</w:t>
      </w:r>
      <w:r>
        <w:tab/>
        <w:t>2.025e0</w:t>
      </w:r>
    </w:p>
    <w:p w:rsidR="00D44D00" w:rsidRDefault="00D44D00" w:rsidP="00D44D00">
      <w:r>
        <w:t>260.8813</w:t>
      </w:r>
      <w:r>
        <w:tab/>
        <w:t>1.013e0</w:t>
      </w:r>
    </w:p>
    <w:p w:rsidR="00D44D00" w:rsidRDefault="00D44D00" w:rsidP="00D44D00">
      <w:r>
        <w:t>260.8947</w:t>
      </w:r>
      <w:r>
        <w:tab/>
        <w:t>1.013e0</w:t>
      </w:r>
    </w:p>
    <w:p w:rsidR="00D44D00" w:rsidRDefault="00D44D00" w:rsidP="00D44D00">
      <w:r>
        <w:t>260.9079</w:t>
      </w:r>
      <w:r>
        <w:tab/>
        <w:t>1.013e0</w:t>
      </w:r>
    </w:p>
    <w:p w:rsidR="00D44D00" w:rsidRDefault="00D44D00" w:rsidP="00D44D00">
      <w:r>
        <w:t>260.9119</w:t>
      </w:r>
      <w:r>
        <w:tab/>
        <w:t>1.013e0</w:t>
      </w:r>
    </w:p>
    <w:p w:rsidR="00D44D00" w:rsidRDefault="00D44D00" w:rsidP="00D44D00">
      <w:r>
        <w:t>260.9472</w:t>
      </w:r>
      <w:r>
        <w:tab/>
        <w:t>3.038e0</w:t>
      </w:r>
    </w:p>
    <w:p w:rsidR="00D44D00" w:rsidRDefault="00D44D00" w:rsidP="00D44D00">
      <w:r>
        <w:t>260.9505</w:t>
      </w:r>
      <w:r>
        <w:tab/>
        <w:t>1.013e0</w:t>
      </w:r>
    </w:p>
    <w:p w:rsidR="00D44D00" w:rsidRDefault="00D44D00" w:rsidP="00D44D00">
      <w:r>
        <w:t>260.9671</w:t>
      </w:r>
      <w:r>
        <w:tab/>
        <w:t>1.013e0</w:t>
      </w:r>
    </w:p>
    <w:p w:rsidR="00D44D00" w:rsidRDefault="00D44D00" w:rsidP="00D44D00">
      <w:r>
        <w:t>260.9804</w:t>
      </w:r>
      <w:r>
        <w:tab/>
        <w:t>2.025e0</w:t>
      </w:r>
    </w:p>
    <w:p w:rsidR="00D44D00" w:rsidRDefault="00D44D00" w:rsidP="00D44D00">
      <w:r>
        <w:t>260.9973</w:t>
      </w:r>
      <w:r>
        <w:tab/>
        <w:t>3.038e0</w:t>
      </w:r>
    </w:p>
    <w:p w:rsidR="00D44D00" w:rsidRDefault="00D44D00" w:rsidP="00D44D00">
      <w:r>
        <w:t>261.0129</w:t>
      </w:r>
      <w:r>
        <w:tab/>
        <w:t>2.025e0</w:t>
      </w:r>
    </w:p>
    <w:p w:rsidR="00D44D00" w:rsidRDefault="00D44D00" w:rsidP="00D44D00">
      <w:r>
        <w:t>261.0377</w:t>
      </w:r>
      <w:r>
        <w:tab/>
        <w:t>2.025e0</w:t>
      </w:r>
    </w:p>
    <w:p w:rsidR="00D44D00" w:rsidRDefault="00D44D00" w:rsidP="00D44D00">
      <w:r>
        <w:t>261.0656</w:t>
      </w:r>
      <w:r>
        <w:tab/>
        <w:t>4.297e0</w:t>
      </w:r>
    </w:p>
    <w:p w:rsidR="00D44D00" w:rsidRDefault="00D44D00" w:rsidP="00D44D00">
      <w:r>
        <w:t>261.0784</w:t>
      </w:r>
      <w:r>
        <w:tab/>
        <w:t>1.013e0</w:t>
      </w:r>
    </w:p>
    <w:p w:rsidR="00D44D00" w:rsidRDefault="00D44D00" w:rsidP="00D44D00">
      <w:r>
        <w:t>261.1268</w:t>
      </w:r>
      <w:r>
        <w:tab/>
        <w:t>4.051e0</w:t>
      </w:r>
    </w:p>
    <w:p w:rsidR="00D44D00" w:rsidRDefault="00D44D00" w:rsidP="00D44D00">
      <w:r>
        <w:t>261.1280</w:t>
      </w:r>
      <w:r>
        <w:tab/>
        <w:t>4.051e0</w:t>
      </w:r>
    </w:p>
    <w:p w:rsidR="00D44D00" w:rsidRDefault="00D44D00" w:rsidP="00D44D00">
      <w:r>
        <w:t>261.1352</w:t>
      </w:r>
      <w:r>
        <w:tab/>
        <w:t>6.427e0</w:t>
      </w:r>
    </w:p>
    <w:p w:rsidR="00D44D00" w:rsidRDefault="00D44D00" w:rsidP="00D44D00">
      <w:r>
        <w:t>261.1371</w:t>
      </w:r>
      <w:r>
        <w:tab/>
        <w:t>6.076e0</w:t>
      </w:r>
    </w:p>
    <w:p w:rsidR="00D44D00" w:rsidRDefault="00D44D00" w:rsidP="00D44D00">
      <w:r>
        <w:t>261.1784</w:t>
      </w:r>
      <w:r>
        <w:tab/>
        <w:t>1.013e0</w:t>
      </w:r>
    </w:p>
    <w:p w:rsidR="00D44D00" w:rsidRDefault="00D44D00" w:rsidP="00D44D00">
      <w:r>
        <w:lastRenderedPageBreak/>
        <w:t>261.1987</w:t>
      </w:r>
      <w:r>
        <w:tab/>
        <w:t>1.013e0</w:t>
      </w:r>
    </w:p>
    <w:p w:rsidR="00D44D00" w:rsidRDefault="00D44D00" w:rsidP="00D44D00">
      <w:r>
        <w:t>261.2161</w:t>
      </w:r>
      <w:r>
        <w:tab/>
        <w:t>2.025e0</w:t>
      </w:r>
    </w:p>
    <w:p w:rsidR="00D44D00" w:rsidRDefault="00D44D00" w:rsidP="00D44D00">
      <w:r>
        <w:t>261.2254</w:t>
      </w:r>
      <w:r>
        <w:tab/>
        <w:t>1.013e0</w:t>
      </w:r>
    </w:p>
    <w:p w:rsidR="00D44D00" w:rsidRDefault="00D44D00" w:rsidP="00D44D00">
      <w:r>
        <w:t>261.2422</w:t>
      </w:r>
      <w:r>
        <w:tab/>
        <w:t>1.013e0</w:t>
      </w:r>
    </w:p>
    <w:p w:rsidR="00D44D00" w:rsidRDefault="00D44D00" w:rsidP="00D44D00">
      <w:r>
        <w:t>261.2520</w:t>
      </w:r>
      <w:r>
        <w:tab/>
        <w:t>2.025e0</w:t>
      </w:r>
    </w:p>
    <w:p w:rsidR="00D44D00" w:rsidRDefault="00D44D00" w:rsidP="00D44D00">
      <w:r>
        <w:t>261.3190</w:t>
      </w:r>
      <w:r>
        <w:tab/>
        <w:t>3.038e0</w:t>
      </w:r>
    </w:p>
    <w:p w:rsidR="00D44D00" w:rsidRDefault="00D44D00" w:rsidP="00D44D00">
      <w:r>
        <w:t>261.3246</w:t>
      </w:r>
      <w:r>
        <w:tab/>
        <w:t>2.025e0</w:t>
      </w:r>
    </w:p>
    <w:p w:rsidR="00D44D00" w:rsidRDefault="00D44D00" w:rsidP="00D44D00">
      <w:r>
        <w:t>261.3582</w:t>
      </w:r>
      <w:r>
        <w:tab/>
        <w:t>1.013e0</w:t>
      </w:r>
    </w:p>
    <w:p w:rsidR="00D44D00" w:rsidRDefault="00D44D00" w:rsidP="00D44D00">
      <w:r>
        <w:t>261.3650</w:t>
      </w:r>
      <w:r>
        <w:tab/>
        <w:t>2.025e0</w:t>
      </w:r>
    </w:p>
    <w:p w:rsidR="00D44D00" w:rsidRDefault="00D44D00" w:rsidP="00D44D00">
      <w:r>
        <w:t>261.3800</w:t>
      </w:r>
      <w:r>
        <w:tab/>
        <w:t>1.013e0</w:t>
      </w:r>
    </w:p>
    <w:p w:rsidR="00D44D00" w:rsidRDefault="00D44D00" w:rsidP="00D44D00">
      <w:r>
        <w:t>261.4021</w:t>
      </w:r>
      <w:r>
        <w:tab/>
        <w:t>1.013e0</w:t>
      </w:r>
    </w:p>
    <w:p w:rsidR="00D44D00" w:rsidRDefault="00D44D00" w:rsidP="00D44D00">
      <w:r>
        <w:t>261.4312</w:t>
      </w:r>
      <w:r>
        <w:tab/>
        <w:t>1.013e0</w:t>
      </w:r>
    </w:p>
    <w:p w:rsidR="00D44D00" w:rsidRDefault="00D44D00" w:rsidP="00D44D00">
      <w:r>
        <w:t>261.4573</w:t>
      </w:r>
      <w:r>
        <w:tab/>
        <w:t>1.013e0</w:t>
      </w:r>
    </w:p>
    <w:p w:rsidR="00D44D00" w:rsidRDefault="00D44D00" w:rsidP="00D44D00">
      <w:r>
        <w:t>261.4794</w:t>
      </w:r>
      <w:r>
        <w:tab/>
        <w:t>2.025e0</w:t>
      </w:r>
    </w:p>
    <w:p w:rsidR="00D44D00" w:rsidRDefault="00D44D00" w:rsidP="00D44D00">
      <w:r>
        <w:t>261.4841</w:t>
      </w:r>
      <w:r>
        <w:tab/>
        <w:t>1.013e0</w:t>
      </w:r>
    </w:p>
    <w:p w:rsidR="00D44D00" w:rsidRDefault="00D44D00" w:rsidP="00D44D00">
      <w:r>
        <w:t>261.4876</w:t>
      </w:r>
      <w:r>
        <w:tab/>
        <w:t>1.013e0</w:t>
      </w:r>
    </w:p>
    <w:p w:rsidR="00D44D00" w:rsidRDefault="00D44D00" w:rsidP="00D44D00">
      <w:r>
        <w:t>261.5225</w:t>
      </w:r>
      <w:r>
        <w:tab/>
        <w:t>1.013e0</w:t>
      </w:r>
    </w:p>
    <w:p w:rsidR="00D44D00" w:rsidRDefault="00D44D00" w:rsidP="00D44D00">
      <w:r>
        <w:t>261.5303</w:t>
      </w:r>
      <w:r>
        <w:tab/>
        <w:t>1.013e0</w:t>
      </w:r>
    </w:p>
    <w:p w:rsidR="00D44D00" w:rsidRDefault="00D44D00" w:rsidP="00D44D00">
      <w:r>
        <w:t>261.5316</w:t>
      </w:r>
      <w:r>
        <w:tab/>
        <w:t>5.063e0</w:t>
      </w:r>
    </w:p>
    <w:p w:rsidR="00D44D00" w:rsidRDefault="00D44D00" w:rsidP="00D44D00">
      <w:r>
        <w:lastRenderedPageBreak/>
        <w:t>261.5416</w:t>
      </w:r>
      <w:r>
        <w:tab/>
        <w:t>3.038e0</w:t>
      </w:r>
    </w:p>
    <w:p w:rsidR="00D44D00" w:rsidRDefault="00D44D00" w:rsidP="00D44D00">
      <w:r>
        <w:t>261.5690</w:t>
      </w:r>
      <w:r>
        <w:tab/>
        <w:t>1.013e0</w:t>
      </w:r>
    </w:p>
    <w:p w:rsidR="00D44D00" w:rsidRDefault="00D44D00" w:rsidP="00D44D00">
      <w:r>
        <w:t>261.5885</w:t>
      </w:r>
      <w:r>
        <w:tab/>
        <w:t>2.025e0</w:t>
      </w:r>
    </w:p>
    <w:p w:rsidR="00D44D00" w:rsidRDefault="00D44D00" w:rsidP="00D44D00">
      <w:r>
        <w:t>261.5908</w:t>
      </w:r>
      <w:r>
        <w:tab/>
        <w:t>1.013e0</w:t>
      </w:r>
    </w:p>
    <w:p w:rsidR="00D44D00" w:rsidRDefault="00D44D00" w:rsidP="00D44D00">
      <w:r>
        <w:t>261.6004</w:t>
      </w:r>
      <w:r>
        <w:tab/>
        <w:t>3.038e0</w:t>
      </w:r>
    </w:p>
    <w:p w:rsidR="00D44D00" w:rsidRDefault="00D44D00" w:rsidP="00D44D00">
      <w:r>
        <w:t>261.6247</w:t>
      </w:r>
      <w:r>
        <w:tab/>
        <w:t>1.013e0</w:t>
      </w:r>
    </w:p>
    <w:p w:rsidR="00D44D00" w:rsidRDefault="00D44D00" w:rsidP="00D44D00">
      <w:r>
        <w:t>261.6503</w:t>
      </w:r>
      <w:r>
        <w:tab/>
        <w:t>2.025e0</w:t>
      </w:r>
    </w:p>
    <w:p w:rsidR="00D44D00" w:rsidRDefault="00D44D00" w:rsidP="00D44D00">
      <w:r>
        <w:t>261.6545</w:t>
      </w:r>
      <w:r>
        <w:tab/>
        <w:t>3.038e0</w:t>
      </w:r>
    </w:p>
    <w:p w:rsidR="00D44D00" w:rsidRDefault="00D44D00" w:rsidP="00D44D00">
      <w:r>
        <w:t>261.6683</w:t>
      </w:r>
      <w:r>
        <w:tab/>
        <w:t>1.013e0</w:t>
      </w:r>
    </w:p>
    <w:p w:rsidR="00D44D00" w:rsidRDefault="00D44D00" w:rsidP="00D44D00">
      <w:r>
        <w:t>261.6812</w:t>
      </w:r>
      <w:r>
        <w:tab/>
        <w:t>2.025e0</w:t>
      </w:r>
    </w:p>
    <w:p w:rsidR="00D44D00" w:rsidRDefault="00D44D00" w:rsidP="00D44D00">
      <w:r>
        <w:t>261.7070</w:t>
      </w:r>
      <w:r>
        <w:tab/>
        <w:t>1.013e0</w:t>
      </w:r>
    </w:p>
    <w:p w:rsidR="00D44D00" w:rsidRDefault="00D44D00" w:rsidP="00D44D00">
      <w:r>
        <w:t>261.7319</w:t>
      </w:r>
      <w:r>
        <w:tab/>
        <w:t>3.038e0</w:t>
      </w:r>
    </w:p>
    <w:p w:rsidR="00D44D00" w:rsidRDefault="00D44D00" w:rsidP="00D44D00">
      <w:r>
        <w:t>261.7506</w:t>
      </w:r>
      <w:r>
        <w:tab/>
        <w:t>1.013e0</w:t>
      </w:r>
    </w:p>
    <w:p w:rsidR="00D44D00" w:rsidRDefault="00D44D00" w:rsidP="00D44D00">
      <w:r>
        <w:t>261.7583</w:t>
      </w:r>
      <w:r>
        <w:tab/>
        <w:t>1.013e0</w:t>
      </w:r>
    </w:p>
    <w:p w:rsidR="00D44D00" w:rsidRDefault="00D44D00" w:rsidP="00D44D00">
      <w:r>
        <w:t>261.7667</w:t>
      </w:r>
      <w:r>
        <w:tab/>
        <w:t>1.013e0</w:t>
      </w:r>
    </w:p>
    <w:p w:rsidR="00D44D00" w:rsidRDefault="00D44D00" w:rsidP="00D44D00">
      <w:r>
        <w:t>261.7973</w:t>
      </w:r>
      <w:r>
        <w:tab/>
        <w:t>1.013e0</w:t>
      </w:r>
    </w:p>
    <w:p w:rsidR="00D44D00" w:rsidRDefault="00D44D00" w:rsidP="00D44D00">
      <w:r>
        <w:t>261.8826</w:t>
      </w:r>
      <w:r>
        <w:tab/>
        <w:t>2.025e0</w:t>
      </w:r>
    </w:p>
    <w:p w:rsidR="00D44D00" w:rsidRDefault="00D44D00" w:rsidP="00D44D00">
      <w:r>
        <w:t>261.9298</w:t>
      </w:r>
      <w:r>
        <w:tab/>
        <w:t>1.013e0</w:t>
      </w:r>
    </w:p>
    <w:p w:rsidR="00D44D00" w:rsidRDefault="00D44D00" w:rsidP="00D44D00">
      <w:r>
        <w:t>261.9392</w:t>
      </w:r>
      <w:r>
        <w:tab/>
        <w:t>1.013e0</w:t>
      </w:r>
    </w:p>
    <w:p w:rsidR="00D44D00" w:rsidRDefault="00D44D00" w:rsidP="00D44D00">
      <w:r>
        <w:lastRenderedPageBreak/>
        <w:t>261.9823</w:t>
      </w:r>
      <w:r>
        <w:tab/>
        <w:t>3.038e0</w:t>
      </w:r>
    </w:p>
    <w:p w:rsidR="00D44D00" w:rsidRDefault="00D44D00" w:rsidP="00D44D00">
      <w:r>
        <w:t>261.9944</w:t>
      </w:r>
      <w:r>
        <w:tab/>
        <w:t>1.013e0</w:t>
      </w:r>
    </w:p>
    <w:p w:rsidR="00D44D00" w:rsidRDefault="00D44D00" w:rsidP="00D44D00">
      <w:r>
        <w:t>261.9987</w:t>
      </w:r>
      <w:r>
        <w:tab/>
        <w:t>1.013e0</w:t>
      </w:r>
    </w:p>
    <w:p w:rsidR="00D44D00" w:rsidRDefault="00D44D00" w:rsidP="00D44D00">
      <w:r>
        <w:t>262.0318</w:t>
      </w:r>
      <w:r>
        <w:tab/>
        <w:t>2.791e0</w:t>
      </w:r>
    </w:p>
    <w:p w:rsidR="00D44D00" w:rsidRDefault="00D44D00" w:rsidP="00D44D00">
      <w:r>
        <w:t>262.1239</w:t>
      </w:r>
      <w:r>
        <w:tab/>
        <w:t>3.038e0</w:t>
      </w:r>
    </w:p>
    <w:p w:rsidR="00D44D00" w:rsidRDefault="00D44D00" w:rsidP="00D44D00">
      <w:r>
        <w:t>262.1298</w:t>
      </w:r>
      <w:r>
        <w:tab/>
        <w:t>2.025e0</w:t>
      </w:r>
    </w:p>
    <w:p w:rsidR="00D44D00" w:rsidRDefault="00D44D00" w:rsidP="00D44D00">
      <w:r>
        <w:t>262.1375</w:t>
      </w:r>
      <w:r>
        <w:tab/>
        <w:t>1.013e0</w:t>
      </w:r>
    </w:p>
    <w:p w:rsidR="00D44D00" w:rsidRDefault="00D44D00" w:rsidP="00D44D00">
      <w:r>
        <w:t>262.1663</w:t>
      </w:r>
      <w:r>
        <w:tab/>
        <w:t>4.950e0</w:t>
      </w:r>
    </w:p>
    <w:p w:rsidR="00D44D00" w:rsidRDefault="00D44D00" w:rsidP="00D44D00">
      <w:r>
        <w:t>262.1694</w:t>
      </w:r>
      <w:r>
        <w:tab/>
        <w:t>4.051e0</w:t>
      </w:r>
    </w:p>
    <w:p w:rsidR="00D44D00" w:rsidRDefault="00D44D00" w:rsidP="00D44D00">
      <w:r>
        <w:t>262.1799</w:t>
      </w:r>
      <w:r>
        <w:tab/>
        <w:t>2.025e0</w:t>
      </w:r>
    </w:p>
    <w:p w:rsidR="00D44D00" w:rsidRDefault="00D44D00" w:rsidP="00D44D00">
      <w:r>
        <w:t>262.1841</w:t>
      </w:r>
      <w:r>
        <w:tab/>
        <w:t>4.051e0</w:t>
      </w:r>
    </w:p>
    <w:p w:rsidR="00D44D00" w:rsidRDefault="00D44D00" w:rsidP="00D44D00">
      <w:r>
        <w:t>262.1943</w:t>
      </w:r>
      <w:r>
        <w:tab/>
        <w:t>2.025e0</w:t>
      </w:r>
    </w:p>
    <w:p w:rsidR="00D44D00" w:rsidRDefault="00D44D00" w:rsidP="00D44D00">
      <w:r>
        <w:t>262.2135</w:t>
      </w:r>
      <w:r>
        <w:tab/>
        <w:t>2.025e0</w:t>
      </w:r>
    </w:p>
    <w:p w:rsidR="00D44D00" w:rsidRDefault="00D44D00" w:rsidP="00D44D00">
      <w:r>
        <w:t>262.2188</w:t>
      </w:r>
      <w:r>
        <w:tab/>
        <w:t>1.013e0</w:t>
      </w:r>
    </w:p>
    <w:p w:rsidR="00D44D00" w:rsidRDefault="00D44D00" w:rsidP="00D44D00">
      <w:r>
        <w:t>262.2446</w:t>
      </w:r>
      <w:r>
        <w:tab/>
        <w:t>1.013e0</w:t>
      </w:r>
    </w:p>
    <w:p w:rsidR="00D44D00" w:rsidRDefault="00D44D00" w:rsidP="00D44D00">
      <w:r>
        <w:t>262.2575</w:t>
      </w:r>
      <w:r>
        <w:tab/>
        <w:t>1.013e0</w:t>
      </w:r>
    </w:p>
    <w:p w:rsidR="00D44D00" w:rsidRDefault="00D44D00" w:rsidP="00D44D00">
      <w:r>
        <w:t>262.3000</w:t>
      </w:r>
      <w:r>
        <w:tab/>
        <w:t>1.013e0</w:t>
      </w:r>
    </w:p>
    <w:p w:rsidR="00D44D00" w:rsidRDefault="00D44D00" w:rsidP="00D44D00">
      <w:r>
        <w:t>262.3043</w:t>
      </w:r>
      <w:r>
        <w:tab/>
        <w:t>1.013e0</w:t>
      </w:r>
    </w:p>
    <w:p w:rsidR="00D44D00" w:rsidRDefault="00D44D00" w:rsidP="00D44D00">
      <w:r>
        <w:t>262.3078</w:t>
      </w:r>
      <w:r>
        <w:tab/>
        <w:t>1.013e0</w:t>
      </w:r>
    </w:p>
    <w:p w:rsidR="00D44D00" w:rsidRDefault="00D44D00" w:rsidP="00D44D00">
      <w:r>
        <w:lastRenderedPageBreak/>
        <w:t>262.3306</w:t>
      </w:r>
      <w:r>
        <w:tab/>
        <w:t>1.013e0</w:t>
      </w:r>
    </w:p>
    <w:p w:rsidR="00D44D00" w:rsidRDefault="00D44D00" w:rsidP="00D44D00">
      <w:r>
        <w:t>262.3565</w:t>
      </w:r>
      <w:r>
        <w:tab/>
        <w:t>1.013e0</w:t>
      </w:r>
    </w:p>
    <w:p w:rsidR="00D44D00" w:rsidRDefault="00D44D00" w:rsidP="00D44D00">
      <w:r>
        <w:t>262.4245</w:t>
      </w:r>
      <w:r>
        <w:tab/>
        <w:t>2.025e0</w:t>
      </w:r>
    </w:p>
    <w:p w:rsidR="00D44D00" w:rsidRDefault="00D44D00" w:rsidP="00D44D00">
      <w:r>
        <w:t>262.4569</w:t>
      </w:r>
      <w:r>
        <w:tab/>
        <w:t>2.025e0</w:t>
      </w:r>
    </w:p>
    <w:p w:rsidR="00D44D00" w:rsidRDefault="00D44D00" w:rsidP="00D44D00">
      <w:r>
        <w:t>262.4935</w:t>
      </w:r>
      <w:r>
        <w:tab/>
        <w:t>1.013e0</w:t>
      </w:r>
    </w:p>
    <w:p w:rsidR="00D44D00" w:rsidRDefault="00D44D00" w:rsidP="00D44D00">
      <w:r>
        <w:t>262.5406</w:t>
      </w:r>
      <w:r>
        <w:tab/>
        <w:t>1.013e0</w:t>
      </w:r>
    </w:p>
    <w:p w:rsidR="00D44D00" w:rsidRDefault="00D44D00" w:rsidP="00D44D00">
      <w:r>
        <w:t>262.5672</w:t>
      </w:r>
      <w:r>
        <w:tab/>
        <w:t>1.013e0</w:t>
      </w:r>
    </w:p>
    <w:p w:rsidR="00D44D00" w:rsidRDefault="00D44D00" w:rsidP="00D44D00">
      <w:r>
        <w:t>262.5795</w:t>
      </w:r>
      <w:r>
        <w:tab/>
        <w:t>1.013e0</w:t>
      </w:r>
    </w:p>
    <w:p w:rsidR="00D44D00" w:rsidRDefault="00D44D00" w:rsidP="00D44D00">
      <w:r>
        <w:t>262.5892</w:t>
      </w:r>
      <w:r>
        <w:tab/>
        <w:t>2.025e0</w:t>
      </w:r>
    </w:p>
    <w:p w:rsidR="00D44D00" w:rsidRDefault="00D44D00" w:rsidP="00D44D00">
      <w:r>
        <w:t>262.5940</w:t>
      </w:r>
      <w:r>
        <w:tab/>
        <w:t>1.013e0</w:t>
      </w:r>
    </w:p>
    <w:p w:rsidR="00D44D00" w:rsidRDefault="00D44D00" w:rsidP="00D44D00">
      <w:r>
        <w:t>262.6039</w:t>
      </w:r>
      <w:r>
        <w:tab/>
        <w:t>2.025e0</w:t>
      </w:r>
    </w:p>
    <w:p w:rsidR="00D44D00" w:rsidRDefault="00D44D00" w:rsidP="00D44D00">
      <w:r>
        <w:t>262.6621</w:t>
      </w:r>
      <w:r>
        <w:tab/>
        <w:t>1.013e0</w:t>
      </w:r>
    </w:p>
    <w:p w:rsidR="00D44D00" w:rsidRDefault="00D44D00" w:rsidP="00D44D00">
      <w:r>
        <w:t>262.7871</w:t>
      </w:r>
      <w:r>
        <w:tab/>
        <w:t>1.013e0</w:t>
      </w:r>
    </w:p>
    <w:p w:rsidR="00D44D00" w:rsidRDefault="00D44D00" w:rsidP="00D44D00">
      <w:r>
        <w:t>262.7995</w:t>
      </w:r>
      <w:r>
        <w:tab/>
        <w:t>1.013e0</w:t>
      </w:r>
    </w:p>
    <w:p w:rsidR="00D44D00" w:rsidRDefault="00D44D00" w:rsidP="00D44D00">
      <w:r>
        <w:t>262.8302</w:t>
      </w:r>
      <w:r>
        <w:tab/>
        <w:t>1.013e0</w:t>
      </w:r>
    </w:p>
    <w:p w:rsidR="00D44D00" w:rsidRDefault="00D44D00" w:rsidP="00D44D00">
      <w:r>
        <w:t>262.8604</w:t>
      </w:r>
      <w:r>
        <w:tab/>
        <w:t>2.025e0</w:t>
      </w:r>
    </w:p>
    <w:p w:rsidR="00D44D00" w:rsidRDefault="00D44D00" w:rsidP="00D44D00">
      <w:r>
        <w:t>262.9223</w:t>
      </w:r>
      <w:r>
        <w:tab/>
        <w:t>2.025e0</w:t>
      </w:r>
    </w:p>
    <w:p w:rsidR="00D44D00" w:rsidRDefault="00D44D00" w:rsidP="00D44D00">
      <w:r>
        <w:t>262.9500</w:t>
      </w:r>
      <w:r>
        <w:tab/>
        <w:t>1.013e0</w:t>
      </w:r>
    </w:p>
    <w:p w:rsidR="00D44D00" w:rsidRDefault="00D44D00" w:rsidP="00D44D00">
      <w:r>
        <w:t>262.9848</w:t>
      </w:r>
      <w:r>
        <w:tab/>
        <w:t>1.013e0</w:t>
      </w:r>
    </w:p>
    <w:p w:rsidR="00D44D00" w:rsidRDefault="00D44D00" w:rsidP="00D44D00">
      <w:r>
        <w:lastRenderedPageBreak/>
        <w:t>263.0071</w:t>
      </w:r>
      <w:r>
        <w:tab/>
        <w:t>1.013e0</w:t>
      </w:r>
    </w:p>
    <w:p w:rsidR="00D44D00" w:rsidRDefault="00D44D00" w:rsidP="00D44D00">
      <w:r>
        <w:t>263.0155</w:t>
      </w:r>
      <w:r>
        <w:tab/>
        <w:t>1.013e0</w:t>
      </w:r>
    </w:p>
    <w:p w:rsidR="00D44D00" w:rsidRDefault="00D44D00" w:rsidP="00D44D00">
      <w:r>
        <w:t>263.0179</w:t>
      </w:r>
      <w:r>
        <w:tab/>
        <w:t>2.025e0</w:t>
      </w:r>
    </w:p>
    <w:p w:rsidR="00D44D00" w:rsidRDefault="00D44D00" w:rsidP="00D44D00">
      <w:r>
        <w:t>263.1093</w:t>
      </w:r>
      <w:r>
        <w:tab/>
        <w:t>1.013e0</w:t>
      </w:r>
    </w:p>
    <w:p w:rsidR="00D44D00" w:rsidRDefault="00D44D00" w:rsidP="00D44D00">
      <w:r>
        <w:t>263.1145</w:t>
      </w:r>
      <w:r>
        <w:tab/>
        <w:t>1.013e0</w:t>
      </w:r>
    </w:p>
    <w:p w:rsidR="00D44D00" w:rsidRDefault="00D44D00" w:rsidP="00D44D00">
      <w:r>
        <w:t>263.1184</w:t>
      </w:r>
      <w:r>
        <w:tab/>
        <w:t>2.025e0</w:t>
      </w:r>
    </w:p>
    <w:p w:rsidR="00D44D00" w:rsidRDefault="00D44D00" w:rsidP="00D44D00">
      <w:r>
        <w:t>263.1639</w:t>
      </w:r>
      <w:r>
        <w:tab/>
        <w:t>4.051e0</w:t>
      </w:r>
    </w:p>
    <w:p w:rsidR="00D44D00" w:rsidRDefault="00D44D00" w:rsidP="00D44D00">
      <w:r>
        <w:t>263.1871</w:t>
      </w:r>
      <w:r>
        <w:tab/>
        <w:t>1.013e0</w:t>
      </w:r>
    </w:p>
    <w:p w:rsidR="00D44D00" w:rsidRDefault="00D44D00" w:rsidP="00D44D00">
      <w:r>
        <w:t>263.2054</w:t>
      </w:r>
      <w:r>
        <w:tab/>
        <w:t>1.013e0</w:t>
      </w:r>
    </w:p>
    <w:p w:rsidR="00D44D00" w:rsidRDefault="00D44D00" w:rsidP="00D44D00">
      <w:r>
        <w:t>263.2134</w:t>
      </w:r>
      <w:r>
        <w:tab/>
        <w:t>3.038e0</w:t>
      </w:r>
    </w:p>
    <w:p w:rsidR="00D44D00" w:rsidRDefault="00D44D00" w:rsidP="00D44D00">
      <w:r>
        <w:t>263.2285</w:t>
      </w:r>
      <w:r>
        <w:tab/>
        <w:t>2.025e0</w:t>
      </w:r>
    </w:p>
    <w:p w:rsidR="00D44D00" w:rsidRDefault="00D44D00" w:rsidP="00D44D00">
      <w:r>
        <w:t>263.2399</w:t>
      </w:r>
      <w:r>
        <w:tab/>
        <w:t>1.013e0</w:t>
      </w:r>
    </w:p>
    <w:p w:rsidR="00D44D00" w:rsidRDefault="00D44D00" w:rsidP="00D44D00">
      <w:r>
        <w:t>263.2991</w:t>
      </w:r>
      <w:r>
        <w:tab/>
        <w:t>1.013e0</w:t>
      </w:r>
    </w:p>
    <w:p w:rsidR="00D44D00" w:rsidRDefault="00D44D00" w:rsidP="00D44D00">
      <w:r>
        <w:t>263.3253</w:t>
      </w:r>
      <w:r>
        <w:tab/>
        <w:t>2.025e0</w:t>
      </w:r>
    </w:p>
    <w:p w:rsidR="00D44D00" w:rsidRDefault="00D44D00" w:rsidP="00D44D00">
      <w:r>
        <w:t>263.3432</w:t>
      </w:r>
      <w:r>
        <w:tab/>
        <w:t>1.013e0</w:t>
      </w:r>
    </w:p>
    <w:p w:rsidR="00D44D00" w:rsidRDefault="00D44D00" w:rsidP="00D44D00">
      <w:r>
        <w:t>263.3947</w:t>
      </w:r>
      <w:r>
        <w:tab/>
        <w:t>2.025e0</w:t>
      </w:r>
    </w:p>
    <w:p w:rsidR="00D44D00" w:rsidRDefault="00D44D00" w:rsidP="00D44D00">
      <w:r>
        <w:t>263.4380</w:t>
      </w:r>
      <w:r>
        <w:tab/>
        <w:t>1.013e0</w:t>
      </w:r>
    </w:p>
    <w:p w:rsidR="00D44D00" w:rsidRDefault="00D44D00" w:rsidP="00D44D00">
      <w:r>
        <w:t>263.4500</w:t>
      </w:r>
      <w:r>
        <w:tab/>
        <w:t>1.013e0</w:t>
      </w:r>
    </w:p>
    <w:p w:rsidR="00D44D00" w:rsidRDefault="00D44D00" w:rsidP="00D44D00">
      <w:r>
        <w:t>263.4550</w:t>
      </w:r>
      <w:r>
        <w:tab/>
        <w:t>2.025e0</w:t>
      </w:r>
    </w:p>
    <w:p w:rsidR="00D44D00" w:rsidRDefault="00D44D00" w:rsidP="00D44D00">
      <w:r>
        <w:lastRenderedPageBreak/>
        <w:t>263.4575</w:t>
      </w:r>
      <w:r>
        <w:tab/>
        <w:t>3.038e0</w:t>
      </w:r>
    </w:p>
    <w:p w:rsidR="00D44D00" w:rsidRDefault="00D44D00" w:rsidP="00D44D00">
      <w:r>
        <w:t>263.4687</w:t>
      </w:r>
      <w:r>
        <w:tab/>
        <w:t>1.013e0</w:t>
      </w:r>
    </w:p>
    <w:p w:rsidR="00D44D00" w:rsidRDefault="00D44D00" w:rsidP="00D44D00">
      <w:r>
        <w:t>263.5151</w:t>
      </w:r>
      <w:r>
        <w:tab/>
        <w:t>1.013e0</w:t>
      </w:r>
    </w:p>
    <w:p w:rsidR="00D44D00" w:rsidRDefault="00D44D00" w:rsidP="00D44D00">
      <w:r>
        <w:t>263.5231</w:t>
      </w:r>
      <w:r>
        <w:tab/>
        <w:t>1.013e0</w:t>
      </w:r>
    </w:p>
    <w:p w:rsidR="00D44D00" w:rsidRDefault="00D44D00" w:rsidP="00D44D00">
      <w:r>
        <w:t>263.5498</w:t>
      </w:r>
      <w:r>
        <w:tab/>
        <w:t>1.013e0</w:t>
      </w:r>
    </w:p>
    <w:p w:rsidR="00D44D00" w:rsidRDefault="00D44D00" w:rsidP="00D44D00">
      <w:r>
        <w:t>263.5669</w:t>
      </w:r>
      <w:r>
        <w:tab/>
        <w:t>1.013e0</w:t>
      </w:r>
    </w:p>
    <w:p w:rsidR="00D44D00" w:rsidRDefault="00D44D00" w:rsidP="00D44D00">
      <w:r>
        <w:t>263.6317</w:t>
      </w:r>
      <w:r>
        <w:tab/>
        <w:t>1.013e0</w:t>
      </w:r>
    </w:p>
    <w:p w:rsidR="00D44D00" w:rsidRDefault="00D44D00" w:rsidP="00D44D00">
      <w:r>
        <w:t>263.6352</w:t>
      </w:r>
      <w:r>
        <w:tab/>
        <w:t>2.025e0</w:t>
      </w:r>
    </w:p>
    <w:p w:rsidR="00D44D00" w:rsidRDefault="00D44D00" w:rsidP="00D44D00">
      <w:r>
        <w:t>263.7032</w:t>
      </w:r>
      <w:r>
        <w:tab/>
        <w:t>2.025e0</w:t>
      </w:r>
    </w:p>
    <w:p w:rsidR="00D44D00" w:rsidRDefault="00D44D00" w:rsidP="00D44D00">
      <w:r>
        <w:t>263.7573</w:t>
      </w:r>
      <w:r>
        <w:tab/>
        <w:t>1.013e0</w:t>
      </w:r>
    </w:p>
    <w:p w:rsidR="00D44D00" w:rsidRDefault="00D44D00" w:rsidP="00D44D00">
      <w:r>
        <w:t>263.7786</w:t>
      </w:r>
      <w:r>
        <w:tab/>
        <w:t>2.025e0</w:t>
      </w:r>
    </w:p>
    <w:p w:rsidR="00D44D00" w:rsidRDefault="00D44D00" w:rsidP="00D44D00">
      <w:r>
        <w:t>263.7827</w:t>
      </w:r>
      <w:r>
        <w:tab/>
        <w:t>1.013e0</w:t>
      </w:r>
    </w:p>
    <w:p w:rsidR="00D44D00" w:rsidRDefault="00D44D00" w:rsidP="00D44D00">
      <w:r>
        <w:t>263.8091</w:t>
      </w:r>
      <w:r>
        <w:tab/>
        <w:t>1.013e0</w:t>
      </w:r>
    </w:p>
    <w:p w:rsidR="00D44D00" w:rsidRDefault="00D44D00" w:rsidP="00D44D00">
      <w:r>
        <w:t>263.8570</w:t>
      </w:r>
      <w:r>
        <w:tab/>
        <w:t>2.025e0</w:t>
      </w:r>
    </w:p>
    <w:p w:rsidR="00D44D00" w:rsidRDefault="00D44D00" w:rsidP="00D44D00">
      <w:r>
        <w:t>263.8694</w:t>
      </w:r>
      <w:r>
        <w:tab/>
        <w:t>1.013e0</w:t>
      </w:r>
    </w:p>
    <w:p w:rsidR="00D44D00" w:rsidRDefault="00D44D00" w:rsidP="00D44D00">
      <w:r>
        <w:t>263.8788</w:t>
      </w:r>
      <w:r>
        <w:tab/>
        <w:t>1.013e0</w:t>
      </w:r>
    </w:p>
    <w:p w:rsidR="00D44D00" w:rsidRDefault="00D44D00" w:rsidP="00D44D00">
      <w:r>
        <w:t>263.8950</w:t>
      </w:r>
      <w:r>
        <w:tab/>
        <w:t>1.013e0</w:t>
      </w:r>
    </w:p>
    <w:p w:rsidR="00D44D00" w:rsidRDefault="00D44D00" w:rsidP="00D44D00">
      <w:r>
        <w:t>263.9209</w:t>
      </w:r>
      <w:r>
        <w:tab/>
        <w:t>2.025e0</w:t>
      </w:r>
    </w:p>
    <w:p w:rsidR="00D44D00" w:rsidRDefault="00D44D00" w:rsidP="00D44D00">
      <w:r>
        <w:t>263.9645</w:t>
      </w:r>
      <w:r>
        <w:tab/>
        <w:t>1.013e0</w:t>
      </w:r>
    </w:p>
    <w:p w:rsidR="00D44D00" w:rsidRDefault="00D44D00" w:rsidP="00D44D00">
      <w:r>
        <w:lastRenderedPageBreak/>
        <w:t>263.9951</w:t>
      </w:r>
      <w:r>
        <w:tab/>
        <w:t>2.025e0</w:t>
      </w:r>
    </w:p>
    <w:p w:rsidR="00D44D00" w:rsidRDefault="00D44D00" w:rsidP="00D44D00">
      <w:r>
        <w:t>264.0033</w:t>
      </w:r>
      <w:r>
        <w:tab/>
        <w:t>1.013e0</w:t>
      </w:r>
    </w:p>
    <w:p w:rsidR="00D44D00" w:rsidRDefault="00D44D00" w:rsidP="00D44D00">
      <w:r>
        <w:t>264.0255</w:t>
      </w:r>
      <w:r>
        <w:tab/>
        <w:t>1.013e0</w:t>
      </w:r>
    </w:p>
    <w:p w:rsidR="00D44D00" w:rsidRDefault="00D44D00" w:rsidP="00D44D00">
      <w:r>
        <w:t>264.1193</w:t>
      </w:r>
      <w:r>
        <w:tab/>
        <w:t>1.013e0</w:t>
      </w:r>
    </w:p>
    <w:p w:rsidR="00D44D00" w:rsidRDefault="00D44D00" w:rsidP="00D44D00">
      <w:r>
        <w:t>264.1375</w:t>
      </w:r>
      <w:r>
        <w:tab/>
        <w:t>1.013e0</w:t>
      </w:r>
    </w:p>
    <w:p w:rsidR="00D44D00" w:rsidRDefault="00D44D00" w:rsidP="00D44D00">
      <w:r>
        <w:t>264.1503</w:t>
      </w:r>
      <w:r>
        <w:tab/>
        <w:t>1.013e0</w:t>
      </w:r>
    </w:p>
    <w:p w:rsidR="00D44D00" w:rsidRDefault="00D44D00" w:rsidP="00D44D00">
      <w:r>
        <w:t>264.1667</w:t>
      </w:r>
      <w:r>
        <w:tab/>
        <w:t>1.013e0</w:t>
      </w:r>
    </w:p>
    <w:p w:rsidR="00D44D00" w:rsidRDefault="00D44D00" w:rsidP="00D44D00">
      <w:r>
        <w:t>264.1716</w:t>
      </w:r>
      <w:r>
        <w:tab/>
        <w:t>1.013e0</w:t>
      </w:r>
    </w:p>
    <w:p w:rsidR="00D44D00" w:rsidRDefault="00D44D00" w:rsidP="00D44D00">
      <w:r>
        <w:t>264.1967</w:t>
      </w:r>
      <w:r>
        <w:tab/>
        <w:t>1.013e0</w:t>
      </w:r>
    </w:p>
    <w:p w:rsidR="00D44D00" w:rsidRDefault="00D44D00" w:rsidP="00D44D00">
      <w:r>
        <w:t>264.2013</w:t>
      </w:r>
      <w:r>
        <w:tab/>
        <w:t>1.013e0</w:t>
      </w:r>
    </w:p>
    <w:p w:rsidR="00D44D00" w:rsidRDefault="00D44D00" w:rsidP="00D44D00">
      <w:r>
        <w:t>264.2498</w:t>
      </w:r>
      <w:r>
        <w:tab/>
        <w:t>1.013e0</w:t>
      </w:r>
    </w:p>
    <w:p w:rsidR="00D44D00" w:rsidRDefault="00D44D00" w:rsidP="00D44D00">
      <w:r>
        <w:t>264.2745</w:t>
      </w:r>
      <w:r>
        <w:tab/>
        <w:t>1.013e0</w:t>
      </w:r>
    </w:p>
    <w:p w:rsidR="00D44D00" w:rsidRDefault="00D44D00" w:rsidP="00D44D00">
      <w:r>
        <w:t>264.2971</w:t>
      </w:r>
      <w:r>
        <w:tab/>
        <w:t>1.013e0</w:t>
      </w:r>
    </w:p>
    <w:p w:rsidR="00D44D00" w:rsidRDefault="00D44D00" w:rsidP="00D44D00">
      <w:r>
        <w:t>264.3011</w:t>
      </w:r>
      <w:r>
        <w:tab/>
        <w:t>1.013e0</w:t>
      </w:r>
    </w:p>
    <w:p w:rsidR="00D44D00" w:rsidRDefault="00D44D00" w:rsidP="00D44D00">
      <w:r>
        <w:t>264.3282</w:t>
      </w:r>
      <w:r>
        <w:tab/>
        <w:t>1.013e0</w:t>
      </w:r>
    </w:p>
    <w:p w:rsidR="00D44D00" w:rsidRDefault="00D44D00" w:rsidP="00D44D00">
      <w:r>
        <w:t>264.3440</w:t>
      </w:r>
      <w:r>
        <w:tab/>
        <w:t>1.013e0</w:t>
      </w:r>
    </w:p>
    <w:p w:rsidR="00D44D00" w:rsidRDefault="00D44D00" w:rsidP="00D44D00">
      <w:r>
        <w:t>264.3531</w:t>
      </w:r>
      <w:r>
        <w:tab/>
        <w:t>2.025e0</w:t>
      </w:r>
    </w:p>
    <w:p w:rsidR="00D44D00" w:rsidRDefault="00D44D00" w:rsidP="00D44D00">
      <w:r>
        <w:t>264.3747</w:t>
      </w:r>
      <w:r>
        <w:tab/>
        <w:t>1.013e0</w:t>
      </w:r>
    </w:p>
    <w:p w:rsidR="00D44D00" w:rsidRDefault="00D44D00" w:rsidP="00D44D00">
      <w:r>
        <w:t>264.3869</w:t>
      </w:r>
      <w:r>
        <w:tab/>
        <w:t>1.013e0</w:t>
      </w:r>
    </w:p>
    <w:p w:rsidR="00D44D00" w:rsidRDefault="00D44D00" w:rsidP="00D44D00">
      <w:r>
        <w:lastRenderedPageBreak/>
        <w:t>264.3965</w:t>
      </w:r>
      <w:r>
        <w:tab/>
        <w:t>2.025e0</w:t>
      </w:r>
    </w:p>
    <w:p w:rsidR="00D44D00" w:rsidRDefault="00D44D00" w:rsidP="00D44D00">
      <w:r>
        <w:t>264.4095</w:t>
      </w:r>
      <w:r>
        <w:tab/>
        <w:t>1.013e0</w:t>
      </w:r>
    </w:p>
    <w:p w:rsidR="00D44D00" w:rsidRDefault="00D44D00" w:rsidP="00D44D00">
      <w:r>
        <w:t>264.4308</w:t>
      </w:r>
      <w:r>
        <w:tab/>
        <w:t>1.013e0</w:t>
      </w:r>
    </w:p>
    <w:p w:rsidR="00D44D00" w:rsidRDefault="00D44D00" w:rsidP="00D44D00">
      <w:r>
        <w:t>264.4354</w:t>
      </w:r>
      <w:r>
        <w:tab/>
        <w:t>1.013e0</w:t>
      </w:r>
    </w:p>
    <w:p w:rsidR="00D44D00" w:rsidRDefault="00D44D00" w:rsidP="00D44D00">
      <w:r>
        <w:t>264.4796</w:t>
      </w:r>
      <w:r>
        <w:tab/>
        <w:t>2.025e0</w:t>
      </w:r>
    </w:p>
    <w:p w:rsidR="00D44D00" w:rsidRDefault="00D44D00" w:rsidP="00D44D00">
      <w:r>
        <w:t>264.4814</w:t>
      </w:r>
      <w:r>
        <w:tab/>
        <w:t>2.025e0</w:t>
      </w:r>
    </w:p>
    <w:p w:rsidR="00D44D00" w:rsidRDefault="00D44D00" w:rsidP="00D44D00">
      <w:r>
        <w:t>264.4951</w:t>
      </w:r>
      <w:r>
        <w:tab/>
        <w:t>1.013e0</w:t>
      </w:r>
    </w:p>
    <w:p w:rsidR="00D44D00" w:rsidRDefault="00D44D00" w:rsidP="00D44D00">
      <w:r>
        <w:t>264.5262</w:t>
      </w:r>
      <w:r>
        <w:tab/>
        <w:t>2.025e0</w:t>
      </w:r>
    </w:p>
    <w:p w:rsidR="00D44D00" w:rsidRDefault="00D44D00" w:rsidP="00D44D00">
      <w:r>
        <w:t>264.5689</w:t>
      </w:r>
      <w:r>
        <w:tab/>
        <w:t>2.025e0</w:t>
      </w:r>
    </w:p>
    <w:p w:rsidR="00D44D00" w:rsidRDefault="00D44D00" w:rsidP="00D44D00">
      <w:r>
        <w:t>264.5789</w:t>
      </w:r>
      <w:r>
        <w:tab/>
        <w:t>2.025e0</w:t>
      </w:r>
    </w:p>
    <w:p w:rsidR="00D44D00" w:rsidRDefault="00D44D00" w:rsidP="00D44D00">
      <w:r>
        <w:t>264.5909</w:t>
      </w:r>
      <w:r>
        <w:tab/>
        <w:t>2.025e0</w:t>
      </w:r>
    </w:p>
    <w:p w:rsidR="00D44D00" w:rsidRDefault="00D44D00" w:rsidP="00D44D00">
      <w:r>
        <w:t>264.5994</w:t>
      </w:r>
      <w:r>
        <w:tab/>
        <w:t>1.013e0</w:t>
      </w:r>
    </w:p>
    <w:p w:rsidR="00D44D00" w:rsidRDefault="00D44D00" w:rsidP="00D44D00">
      <w:r>
        <w:t>264.6260</w:t>
      </w:r>
      <w:r>
        <w:tab/>
        <w:t>1.013e0</w:t>
      </w:r>
    </w:p>
    <w:p w:rsidR="00D44D00" w:rsidRDefault="00D44D00" w:rsidP="00D44D00">
      <w:r>
        <w:t>264.6694</w:t>
      </w:r>
      <w:r>
        <w:tab/>
        <w:t>1.013e0</w:t>
      </w:r>
    </w:p>
    <w:p w:rsidR="00D44D00" w:rsidRDefault="00D44D00" w:rsidP="00D44D00">
      <w:r>
        <w:t>264.7549</w:t>
      </w:r>
      <w:r>
        <w:tab/>
        <w:t>2.025e0</w:t>
      </w:r>
    </w:p>
    <w:p w:rsidR="00D44D00" w:rsidRDefault="00D44D00" w:rsidP="00D44D00">
      <w:r>
        <w:t>264.8021</w:t>
      </w:r>
      <w:r>
        <w:tab/>
        <w:t>1.013e0</w:t>
      </w:r>
    </w:p>
    <w:p w:rsidR="00D44D00" w:rsidRDefault="00D44D00" w:rsidP="00D44D00">
      <w:r>
        <w:t>264.8634</w:t>
      </w:r>
      <w:r>
        <w:tab/>
        <w:t>1.013e0</w:t>
      </w:r>
    </w:p>
    <w:p w:rsidR="00D44D00" w:rsidRDefault="00D44D00" w:rsidP="00D44D00">
      <w:r>
        <w:t>264.8671</w:t>
      </w:r>
      <w:r>
        <w:tab/>
        <w:t>1.013e0</w:t>
      </w:r>
    </w:p>
    <w:p w:rsidR="00D44D00" w:rsidRDefault="00D44D00" w:rsidP="00D44D00">
      <w:r>
        <w:t>264.8856</w:t>
      </w:r>
      <w:r>
        <w:tab/>
        <w:t>1.013e0</w:t>
      </w:r>
    </w:p>
    <w:p w:rsidR="00D44D00" w:rsidRDefault="00D44D00" w:rsidP="00D44D00">
      <w:r>
        <w:lastRenderedPageBreak/>
        <w:t>264.9062</w:t>
      </w:r>
      <w:r>
        <w:tab/>
        <w:t>1.013e0</w:t>
      </w:r>
    </w:p>
    <w:p w:rsidR="00D44D00" w:rsidRDefault="00D44D00" w:rsidP="00D44D00">
      <w:r>
        <w:t>264.9097</w:t>
      </w:r>
      <w:r>
        <w:tab/>
        <w:t>1.013e0</w:t>
      </w:r>
    </w:p>
    <w:p w:rsidR="00D44D00" w:rsidRDefault="00D44D00" w:rsidP="00D44D00">
      <w:r>
        <w:t>264.9471</w:t>
      </w:r>
      <w:r>
        <w:tab/>
        <w:t>2.025e0</w:t>
      </w:r>
    </w:p>
    <w:p w:rsidR="00D44D00" w:rsidRDefault="00D44D00" w:rsidP="00D44D00">
      <w:r>
        <w:t>264.9489</w:t>
      </w:r>
      <w:r>
        <w:tab/>
        <w:t>1.013e0</w:t>
      </w:r>
    </w:p>
    <w:p w:rsidR="00D44D00" w:rsidRDefault="00D44D00" w:rsidP="00D44D00">
      <w:r>
        <w:t>264.9678</w:t>
      </w:r>
      <w:r>
        <w:tab/>
        <w:t>2.025e0</w:t>
      </w:r>
    </w:p>
    <w:p w:rsidR="00D44D00" w:rsidRDefault="00D44D00" w:rsidP="00D44D00">
      <w:r>
        <w:t>265.0018</w:t>
      </w:r>
      <w:r>
        <w:tab/>
        <w:t>2.025e0</w:t>
      </w:r>
    </w:p>
    <w:p w:rsidR="00D44D00" w:rsidRDefault="00D44D00" w:rsidP="00D44D00">
      <w:r>
        <w:t>265.0255</w:t>
      </w:r>
      <w:r>
        <w:tab/>
        <w:t>2.707e0</w:t>
      </w:r>
    </w:p>
    <w:p w:rsidR="00D44D00" w:rsidRDefault="00D44D00" w:rsidP="00D44D00">
      <w:r>
        <w:t>265.0475</w:t>
      </w:r>
      <w:r>
        <w:tab/>
        <w:t>2.823e0</w:t>
      </w:r>
    </w:p>
    <w:p w:rsidR="00D44D00" w:rsidRDefault="00D44D00" w:rsidP="00D44D00">
      <w:r>
        <w:t>265.0844</w:t>
      </w:r>
      <w:r>
        <w:tab/>
        <w:t>1.104e0</w:t>
      </w:r>
    </w:p>
    <w:p w:rsidR="00D44D00" w:rsidRDefault="00D44D00" w:rsidP="00D44D00">
      <w:r>
        <w:t>265.1230</w:t>
      </w:r>
      <w:r>
        <w:tab/>
        <w:t>1.013e0</w:t>
      </w:r>
    </w:p>
    <w:p w:rsidR="00D44D00" w:rsidRDefault="00D44D00" w:rsidP="00D44D00">
      <w:r>
        <w:t>265.1349</w:t>
      </w:r>
      <w:r>
        <w:tab/>
        <w:t>1.013e0</w:t>
      </w:r>
    </w:p>
    <w:p w:rsidR="00D44D00" w:rsidRDefault="00D44D00" w:rsidP="00D44D00">
      <w:r>
        <w:t>265.1659</w:t>
      </w:r>
      <w:r>
        <w:tab/>
        <w:t>1.013e0</w:t>
      </w:r>
    </w:p>
    <w:p w:rsidR="00D44D00" w:rsidRDefault="00D44D00" w:rsidP="00D44D00">
      <w:r>
        <w:t>265.1679</w:t>
      </w:r>
      <w:r>
        <w:tab/>
        <w:t>2.025e0</w:t>
      </w:r>
    </w:p>
    <w:p w:rsidR="00D44D00" w:rsidRDefault="00D44D00" w:rsidP="00D44D00">
      <w:r>
        <w:t>265.2007</w:t>
      </w:r>
      <w:r>
        <w:tab/>
        <w:t>1.013e0</w:t>
      </w:r>
    </w:p>
    <w:p w:rsidR="00D44D00" w:rsidRDefault="00D44D00" w:rsidP="00D44D00">
      <w:r>
        <w:t>265.2133</w:t>
      </w:r>
      <w:r>
        <w:tab/>
        <w:t>1.013e0</w:t>
      </w:r>
    </w:p>
    <w:p w:rsidR="00D44D00" w:rsidRDefault="00D44D00" w:rsidP="00D44D00">
      <w:r>
        <w:t>265.2311</w:t>
      </w:r>
      <w:r>
        <w:tab/>
        <w:t>1.013e0</w:t>
      </w:r>
    </w:p>
    <w:p w:rsidR="00D44D00" w:rsidRDefault="00D44D00" w:rsidP="00D44D00">
      <w:r>
        <w:t>265.2524</w:t>
      </w:r>
      <w:r>
        <w:tab/>
        <w:t>1.013e0</w:t>
      </w:r>
    </w:p>
    <w:p w:rsidR="00D44D00" w:rsidRDefault="00D44D00" w:rsidP="00D44D00">
      <w:r>
        <w:t>265.2723</w:t>
      </w:r>
      <w:r>
        <w:tab/>
        <w:t>2.025e0</w:t>
      </w:r>
    </w:p>
    <w:p w:rsidR="00D44D00" w:rsidRDefault="00D44D00" w:rsidP="00D44D00">
      <w:r>
        <w:t>265.2917</w:t>
      </w:r>
      <w:r>
        <w:tab/>
        <w:t>1.013e0</w:t>
      </w:r>
    </w:p>
    <w:p w:rsidR="00D44D00" w:rsidRDefault="00D44D00" w:rsidP="00D44D00">
      <w:r>
        <w:lastRenderedPageBreak/>
        <w:t>265.3091</w:t>
      </w:r>
      <w:r>
        <w:tab/>
        <w:t>2.025e0</w:t>
      </w:r>
    </w:p>
    <w:p w:rsidR="00D44D00" w:rsidRDefault="00D44D00" w:rsidP="00D44D00">
      <w:r>
        <w:t>265.3128</w:t>
      </w:r>
      <w:r>
        <w:tab/>
        <w:t>1.013e0</w:t>
      </w:r>
    </w:p>
    <w:p w:rsidR="00D44D00" w:rsidRDefault="00D44D00" w:rsidP="00D44D00">
      <w:r>
        <w:t>265.3480</w:t>
      </w:r>
      <w:r>
        <w:tab/>
        <w:t>1.013e0</w:t>
      </w:r>
    </w:p>
    <w:p w:rsidR="00D44D00" w:rsidRDefault="00D44D00" w:rsidP="00D44D00">
      <w:r>
        <w:t>265.3576</w:t>
      </w:r>
      <w:r>
        <w:tab/>
        <w:t>2.025e0</w:t>
      </w:r>
    </w:p>
    <w:p w:rsidR="00D44D00" w:rsidRDefault="00D44D00" w:rsidP="00D44D00">
      <w:r>
        <w:t>265.3904</w:t>
      </w:r>
      <w:r>
        <w:tab/>
        <w:t>1.013e0</w:t>
      </w:r>
    </w:p>
    <w:p w:rsidR="00D44D00" w:rsidRDefault="00D44D00" w:rsidP="00D44D00">
      <w:r>
        <w:t>265.4132</w:t>
      </w:r>
      <w:r>
        <w:tab/>
        <w:t>2.025e0</w:t>
      </w:r>
    </w:p>
    <w:p w:rsidR="00D44D00" w:rsidRDefault="00D44D00" w:rsidP="00D44D00">
      <w:r>
        <w:t>265.4322</w:t>
      </w:r>
      <w:r>
        <w:tab/>
        <w:t>2.025e0</w:t>
      </w:r>
    </w:p>
    <w:p w:rsidR="00D44D00" w:rsidRDefault="00D44D00" w:rsidP="00D44D00">
      <w:r>
        <w:t>265.4730</w:t>
      </w:r>
      <w:r>
        <w:tab/>
        <w:t>1.013e0</w:t>
      </w:r>
    </w:p>
    <w:p w:rsidR="00D44D00" w:rsidRDefault="00D44D00" w:rsidP="00D44D00">
      <w:r>
        <w:t>265.5257</w:t>
      </w:r>
      <w:r>
        <w:tab/>
        <w:t>1.013e0</w:t>
      </w:r>
    </w:p>
    <w:p w:rsidR="00D44D00" w:rsidRDefault="00D44D00" w:rsidP="00D44D00">
      <w:r>
        <w:t>265.5300</w:t>
      </w:r>
      <w:r>
        <w:tab/>
        <w:t>1.013e0</w:t>
      </w:r>
    </w:p>
    <w:p w:rsidR="00D44D00" w:rsidRDefault="00D44D00" w:rsidP="00D44D00">
      <w:r>
        <w:t>265.5812</w:t>
      </w:r>
      <w:r>
        <w:tab/>
        <w:t>1.013e0</w:t>
      </w:r>
    </w:p>
    <w:p w:rsidR="00D44D00" w:rsidRDefault="00D44D00" w:rsidP="00D44D00">
      <w:r>
        <w:t>265.6078</w:t>
      </w:r>
      <w:r>
        <w:tab/>
        <w:t>1.013e0</w:t>
      </w:r>
    </w:p>
    <w:p w:rsidR="00D44D00" w:rsidRDefault="00D44D00" w:rsidP="00D44D00">
      <w:r>
        <w:t>265.6117</w:t>
      </w:r>
      <w:r>
        <w:tab/>
        <w:t>1.013e0</w:t>
      </w:r>
    </w:p>
    <w:p w:rsidR="00D44D00" w:rsidRDefault="00D44D00" w:rsidP="00D44D00">
      <w:r>
        <w:t>265.6346</w:t>
      </w:r>
      <w:r>
        <w:tab/>
        <w:t>1.013e0</w:t>
      </w:r>
    </w:p>
    <w:p w:rsidR="00D44D00" w:rsidRDefault="00D44D00" w:rsidP="00D44D00">
      <w:r>
        <w:t>265.6422</w:t>
      </w:r>
      <w:r>
        <w:tab/>
        <w:t>1.013e0</w:t>
      </w:r>
    </w:p>
    <w:p w:rsidR="00D44D00" w:rsidRDefault="00D44D00" w:rsidP="00D44D00">
      <w:r>
        <w:t>265.7039</w:t>
      </w:r>
      <w:r>
        <w:tab/>
        <w:t>1.013e0</w:t>
      </w:r>
    </w:p>
    <w:p w:rsidR="00D44D00" w:rsidRDefault="00D44D00" w:rsidP="00D44D00">
      <w:r>
        <w:t>265.7322</w:t>
      </w:r>
      <w:r>
        <w:tab/>
        <w:t>3.038e0</w:t>
      </w:r>
    </w:p>
    <w:p w:rsidR="00D44D00" w:rsidRDefault="00D44D00" w:rsidP="00D44D00">
      <w:r>
        <w:t>265.7467</w:t>
      </w:r>
      <w:r>
        <w:tab/>
        <w:t>1.013e0</w:t>
      </w:r>
    </w:p>
    <w:p w:rsidR="00D44D00" w:rsidRDefault="00D44D00" w:rsidP="00D44D00">
      <w:r>
        <w:t>265.7820</w:t>
      </w:r>
      <w:r>
        <w:tab/>
        <w:t>1.013e0</w:t>
      </w:r>
    </w:p>
    <w:p w:rsidR="00D44D00" w:rsidRDefault="00D44D00" w:rsidP="00D44D00">
      <w:r>
        <w:lastRenderedPageBreak/>
        <w:t>265.8225</w:t>
      </w:r>
      <w:r>
        <w:tab/>
        <w:t>2.025e0</w:t>
      </w:r>
    </w:p>
    <w:p w:rsidR="00D44D00" w:rsidRDefault="00D44D00" w:rsidP="00D44D00">
      <w:r>
        <w:t>265.8366</w:t>
      </w:r>
      <w:r>
        <w:tab/>
        <w:t>1.013e0</w:t>
      </w:r>
    </w:p>
    <w:p w:rsidR="00D44D00" w:rsidRDefault="00D44D00" w:rsidP="00D44D00">
      <w:r>
        <w:t>265.8712</w:t>
      </w:r>
      <w:r>
        <w:tab/>
        <w:t>1.013e0</w:t>
      </w:r>
    </w:p>
    <w:p w:rsidR="00D44D00" w:rsidRDefault="00D44D00" w:rsidP="00D44D00">
      <w:r>
        <w:t>265.8904</w:t>
      </w:r>
      <w:r>
        <w:tab/>
        <w:t>1.013e0</w:t>
      </w:r>
    </w:p>
    <w:p w:rsidR="00D44D00" w:rsidRDefault="00D44D00" w:rsidP="00D44D00">
      <w:r>
        <w:t>265.9453</w:t>
      </w:r>
      <w:r>
        <w:tab/>
        <w:t>1.013e0</w:t>
      </w:r>
    </w:p>
    <w:p w:rsidR="00D44D00" w:rsidRDefault="00D44D00" w:rsidP="00D44D00">
      <w:r>
        <w:t>265.9489</w:t>
      </w:r>
      <w:r>
        <w:tab/>
        <w:t>1.013e0</w:t>
      </w:r>
    </w:p>
    <w:p w:rsidR="00D44D00" w:rsidRDefault="00D44D00" w:rsidP="00D44D00">
      <w:r>
        <w:t>265.9886</w:t>
      </w:r>
      <w:r>
        <w:tab/>
        <w:t>1.013e0</w:t>
      </w:r>
    </w:p>
    <w:p w:rsidR="00D44D00" w:rsidRDefault="00D44D00" w:rsidP="00D44D00">
      <w:r>
        <w:t>266.0191</w:t>
      </w:r>
      <w:r>
        <w:tab/>
        <w:t>2.202e0</w:t>
      </w:r>
    </w:p>
    <w:p w:rsidR="00D44D00" w:rsidRDefault="00D44D00" w:rsidP="00D44D00">
      <w:r>
        <w:t>266.0209</w:t>
      </w:r>
      <w:r>
        <w:tab/>
        <w:t>2.025e0</w:t>
      </w:r>
    </w:p>
    <w:p w:rsidR="00D44D00" w:rsidRDefault="00D44D00" w:rsidP="00D44D00">
      <w:r>
        <w:t>266.0697</w:t>
      </w:r>
      <w:r>
        <w:tab/>
        <w:t>2.285e0</w:t>
      </w:r>
    </w:p>
    <w:p w:rsidR="00D44D00" w:rsidRDefault="00D44D00" w:rsidP="00D44D00">
      <w:r>
        <w:t>266.0935</w:t>
      </w:r>
      <w:r>
        <w:tab/>
        <w:t>1.611e0</w:t>
      </w:r>
    </w:p>
    <w:p w:rsidR="00D44D00" w:rsidRDefault="00D44D00" w:rsidP="00D44D00">
      <w:r>
        <w:t>266.1016</w:t>
      </w:r>
      <w:r>
        <w:tab/>
        <w:t>1.013e0</w:t>
      </w:r>
    </w:p>
    <w:p w:rsidR="00D44D00" w:rsidRDefault="00D44D00" w:rsidP="00D44D00">
      <w:r>
        <w:t>266.1317</w:t>
      </w:r>
      <w:r>
        <w:tab/>
        <w:t>2.025e0</w:t>
      </w:r>
    </w:p>
    <w:p w:rsidR="00D44D00" w:rsidRDefault="00D44D00" w:rsidP="00D44D00">
      <w:r>
        <w:t>266.1540</w:t>
      </w:r>
      <w:r>
        <w:tab/>
        <w:t>1.013e0</w:t>
      </w:r>
    </w:p>
    <w:p w:rsidR="00D44D00" w:rsidRDefault="00D44D00" w:rsidP="00D44D00">
      <w:r>
        <w:t>266.1670</w:t>
      </w:r>
      <w:r>
        <w:tab/>
        <w:t>4.051e0</w:t>
      </w:r>
    </w:p>
    <w:p w:rsidR="00D44D00" w:rsidRDefault="00D44D00" w:rsidP="00D44D00">
      <w:r>
        <w:t>266.2030</w:t>
      </w:r>
      <w:r>
        <w:tab/>
        <w:t>2.648e0</w:t>
      </w:r>
    </w:p>
    <w:p w:rsidR="00D44D00" w:rsidRDefault="00D44D00" w:rsidP="00D44D00">
      <w:r>
        <w:t>266.2104</w:t>
      </w:r>
      <w:r>
        <w:tab/>
        <w:t>5.063e0</w:t>
      </w:r>
    </w:p>
    <w:p w:rsidR="00D44D00" w:rsidRDefault="00D44D00" w:rsidP="00D44D00">
      <w:r>
        <w:t>266.2302</w:t>
      </w:r>
      <w:r>
        <w:tab/>
        <w:t>2.025e0</w:t>
      </w:r>
    </w:p>
    <w:p w:rsidR="00D44D00" w:rsidRDefault="00D44D00" w:rsidP="00D44D00">
      <w:r>
        <w:t>266.2397</w:t>
      </w:r>
      <w:r>
        <w:tab/>
        <w:t>1.013e0</w:t>
      </w:r>
    </w:p>
    <w:p w:rsidR="00D44D00" w:rsidRDefault="00D44D00" w:rsidP="00D44D00">
      <w:r>
        <w:lastRenderedPageBreak/>
        <w:t>266.2535</w:t>
      </w:r>
      <w:r>
        <w:tab/>
        <w:t>2.025e0</w:t>
      </w:r>
    </w:p>
    <w:p w:rsidR="00D44D00" w:rsidRDefault="00D44D00" w:rsidP="00D44D00">
      <w:r>
        <w:t>266.2750</w:t>
      </w:r>
      <w:r>
        <w:tab/>
        <w:t>1.013e0</w:t>
      </w:r>
    </w:p>
    <w:p w:rsidR="00D44D00" w:rsidRDefault="00D44D00" w:rsidP="00D44D00">
      <w:r>
        <w:t>266.2880</w:t>
      </w:r>
      <w:r>
        <w:tab/>
        <w:t>1.013e0</w:t>
      </w:r>
    </w:p>
    <w:p w:rsidR="00D44D00" w:rsidRDefault="00D44D00" w:rsidP="00D44D00">
      <w:r>
        <w:t>266.2972</w:t>
      </w:r>
      <w:r>
        <w:tab/>
        <w:t>2.025e0</w:t>
      </w:r>
    </w:p>
    <w:p w:rsidR="00D44D00" w:rsidRDefault="00D44D00" w:rsidP="00D44D00">
      <w:r>
        <w:t>266.3792</w:t>
      </w:r>
      <w:r>
        <w:tab/>
        <w:t>1.013e0</w:t>
      </w:r>
    </w:p>
    <w:p w:rsidR="00D44D00" w:rsidRDefault="00D44D00" w:rsidP="00D44D00">
      <w:r>
        <w:t>266.3812</w:t>
      </w:r>
      <w:r>
        <w:tab/>
        <w:t>2.025e0</w:t>
      </w:r>
    </w:p>
    <w:p w:rsidR="00D44D00" w:rsidRDefault="00D44D00" w:rsidP="00D44D00">
      <w:r>
        <w:t>266.4309</w:t>
      </w:r>
      <w:r>
        <w:tab/>
        <w:t>1.013e0</w:t>
      </w:r>
    </w:p>
    <w:p w:rsidR="00D44D00" w:rsidRDefault="00D44D00" w:rsidP="00D44D00">
      <w:r>
        <w:t>266.4407</w:t>
      </w:r>
      <w:r>
        <w:tab/>
        <w:t>1.013e0</w:t>
      </w:r>
    </w:p>
    <w:p w:rsidR="00D44D00" w:rsidRDefault="00D44D00" w:rsidP="00D44D00">
      <w:r>
        <w:t>266.4478</w:t>
      </w:r>
      <w:r>
        <w:tab/>
        <w:t>3.039e0</w:t>
      </w:r>
    </w:p>
    <w:p w:rsidR="00D44D00" w:rsidRDefault="00D44D00" w:rsidP="00D44D00">
      <w:r>
        <w:t>266.4570</w:t>
      </w:r>
      <w:r>
        <w:tab/>
        <w:t>1.013e0</w:t>
      </w:r>
    </w:p>
    <w:p w:rsidR="00D44D00" w:rsidRDefault="00D44D00" w:rsidP="00D44D00">
      <w:r>
        <w:t>266.4752</w:t>
      </w:r>
      <w:r>
        <w:tab/>
        <w:t>1.013e0</w:t>
      </w:r>
    </w:p>
    <w:p w:rsidR="00D44D00" w:rsidRDefault="00D44D00" w:rsidP="00D44D00">
      <w:r>
        <w:t>266.4962</w:t>
      </w:r>
      <w:r>
        <w:tab/>
        <w:t>1.013e0</w:t>
      </w:r>
    </w:p>
    <w:p w:rsidR="00D44D00" w:rsidRDefault="00D44D00" w:rsidP="00D44D00">
      <w:r>
        <w:t>266.5191</w:t>
      </w:r>
      <w:r>
        <w:tab/>
        <w:t>1.013e0</w:t>
      </w:r>
    </w:p>
    <w:p w:rsidR="00D44D00" w:rsidRDefault="00D44D00" w:rsidP="00D44D00">
      <w:r>
        <w:t>266.5389</w:t>
      </w:r>
      <w:r>
        <w:tab/>
        <w:t>2.025e0</w:t>
      </w:r>
    </w:p>
    <w:p w:rsidR="00D44D00" w:rsidRDefault="00D44D00" w:rsidP="00D44D00">
      <w:r>
        <w:t>266.5618</w:t>
      </w:r>
      <w:r>
        <w:tab/>
        <w:t>1.013e0</w:t>
      </w:r>
    </w:p>
    <w:p w:rsidR="00D44D00" w:rsidRDefault="00D44D00" w:rsidP="00D44D00">
      <w:r>
        <w:t>266.5782</w:t>
      </w:r>
      <w:r>
        <w:tab/>
        <w:t>1.013e0</w:t>
      </w:r>
    </w:p>
    <w:p w:rsidR="00D44D00" w:rsidRDefault="00D44D00" w:rsidP="00D44D00">
      <w:r>
        <w:t>266.5834</w:t>
      </w:r>
      <w:r>
        <w:tab/>
        <w:t>1.013e0</w:t>
      </w:r>
    </w:p>
    <w:p w:rsidR="00D44D00" w:rsidRDefault="00D44D00" w:rsidP="00D44D00">
      <w:r>
        <w:t>266.6004</w:t>
      </w:r>
      <w:r>
        <w:tab/>
        <w:t>1.013e0</w:t>
      </w:r>
    </w:p>
    <w:p w:rsidR="00D44D00" w:rsidRDefault="00D44D00" w:rsidP="00D44D00">
      <w:r>
        <w:t>266.6433</w:t>
      </w:r>
      <w:r>
        <w:tab/>
        <w:t>1.013e0</w:t>
      </w:r>
    </w:p>
    <w:p w:rsidR="00D44D00" w:rsidRDefault="00D44D00" w:rsidP="00D44D00">
      <w:r>
        <w:lastRenderedPageBreak/>
        <w:t>266.6913</w:t>
      </w:r>
      <w:r>
        <w:tab/>
        <w:t>1.013e0</w:t>
      </w:r>
    </w:p>
    <w:p w:rsidR="00D44D00" w:rsidRDefault="00D44D00" w:rsidP="00D44D00">
      <w:r>
        <w:t>266.7015</w:t>
      </w:r>
      <w:r>
        <w:tab/>
        <w:t>1.013e0</w:t>
      </w:r>
    </w:p>
    <w:p w:rsidR="00D44D00" w:rsidRDefault="00D44D00" w:rsidP="00D44D00">
      <w:r>
        <w:t>266.7436</w:t>
      </w:r>
      <w:r>
        <w:tab/>
        <w:t>2.025e0</w:t>
      </w:r>
    </w:p>
    <w:p w:rsidR="00D44D00" w:rsidRDefault="00D44D00" w:rsidP="00D44D00">
      <w:r>
        <w:t>266.7603</w:t>
      </w:r>
      <w:r>
        <w:tab/>
        <w:t>1.013e0</w:t>
      </w:r>
    </w:p>
    <w:p w:rsidR="00D44D00" w:rsidRDefault="00D44D00" w:rsidP="00D44D00">
      <w:r>
        <w:t>266.8000</w:t>
      </w:r>
      <w:r>
        <w:tab/>
        <w:t>1.013e0</w:t>
      </w:r>
    </w:p>
    <w:p w:rsidR="00D44D00" w:rsidRDefault="00D44D00" w:rsidP="00D44D00">
      <w:r>
        <w:t>266.8345</w:t>
      </w:r>
      <w:r>
        <w:tab/>
        <w:t>1.013e0</w:t>
      </w:r>
    </w:p>
    <w:p w:rsidR="00D44D00" w:rsidRDefault="00D44D00" w:rsidP="00D44D00">
      <w:r>
        <w:t>266.8443</w:t>
      </w:r>
      <w:r>
        <w:tab/>
        <w:t>1.013e0</w:t>
      </w:r>
    </w:p>
    <w:p w:rsidR="00D44D00" w:rsidRDefault="00D44D00" w:rsidP="00D44D00">
      <w:r>
        <w:t>266.8875</w:t>
      </w:r>
      <w:r>
        <w:tab/>
        <w:t>1.013e0</w:t>
      </w:r>
    </w:p>
    <w:p w:rsidR="00D44D00" w:rsidRDefault="00D44D00" w:rsidP="00D44D00">
      <w:r>
        <w:t>266.9044</w:t>
      </w:r>
      <w:r>
        <w:tab/>
        <w:t>2.025e0</w:t>
      </w:r>
    </w:p>
    <w:p w:rsidR="00D44D00" w:rsidRDefault="00D44D00" w:rsidP="00D44D00">
      <w:r>
        <w:t>266.9080</w:t>
      </w:r>
      <w:r>
        <w:tab/>
        <w:t>1.013e0</w:t>
      </w:r>
    </w:p>
    <w:p w:rsidR="00D44D00" w:rsidRDefault="00D44D00" w:rsidP="00D44D00">
      <w:r>
        <w:t>266.9266</w:t>
      </w:r>
      <w:r>
        <w:tab/>
        <w:t>1.013e0</w:t>
      </w:r>
    </w:p>
    <w:p w:rsidR="00D44D00" w:rsidRDefault="00D44D00" w:rsidP="00D44D00">
      <w:r>
        <w:t>266.9615</w:t>
      </w:r>
      <w:r>
        <w:tab/>
        <w:t>1.013e0</w:t>
      </w:r>
    </w:p>
    <w:p w:rsidR="00D44D00" w:rsidRDefault="00D44D00" w:rsidP="00D44D00">
      <w:r>
        <w:t>266.9655</w:t>
      </w:r>
      <w:r>
        <w:tab/>
        <w:t>1.013e0</w:t>
      </w:r>
    </w:p>
    <w:p w:rsidR="00D44D00" w:rsidRDefault="00D44D00" w:rsidP="00D44D00">
      <w:r>
        <w:t>266.9893</w:t>
      </w:r>
      <w:r>
        <w:tab/>
        <w:t>2.025e0</w:t>
      </w:r>
    </w:p>
    <w:p w:rsidR="00D44D00" w:rsidRDefault="00D44D00" w:rsidP="00D44D00">
      <w:r>
        <w:t>266.9918</w:t>
      </w:r>
      <w:r>
        <w:tab/>
        <w:t>1.013e0</w:t>
      </w:r>
    </w:p>
    <w:p w:rsidR="00D44D00" w:rsidRDefault="00D44D00" w:rsidP="00D44D00">
      <w:r>
        <w:t>267.0237</w:t>
      </w:r>
      <w:r>
        <w:tab/>
        <w:t>2.025e0</w:t>
      </w:r>
    </w:p>
    <w:p w:rsidR="00D44D00" w:rsidRDefault="00D44D00" w:rsidP="00D44D00">
      <w:r>
        <w:t>267.0335</w:t>
      </w:r>
      <w:r>
        <w:tab/>
        <w:t>1.309e1</w:t>
      </w:r>
    </w:p>
    <w:p w:rsidR="00D44D00" w:rsidRDefault="00D44D00" w:rsidP="00D44D00">
      <w:r>
        <w:t>267.0374</w:t>
      </w:r>
      <w:r>
        <w:tab/>
        <w:t>2.896e1</w:t>
      </w:r>
    </w:p>
    <w:p w:rsidR="00D44D00" w:rsidRDefault="00D44D00" w:rsidP="00D44D00">
      <w:r>
        <w:t>267.0431</w:t>
      </w:r>
      <w:r>
        <w:tab/>
        <w:t>6.076e0</w:t>
      </w:r>
    </w:p>
    <w:p w:rsidR="00D44D00" w:rsidRDefault="00D44D00" w:rsidP="00D44D00">
      <w:r>
        <w:lastRenderedPageBreak/>
        <w:t>267.0516</w:t>
      </w:r>
      <w:r>
        <w:tab/>
        <w:t>4.943e0</w:t>
      </w:r>
    </w:p>
    <w:p w:rsidR="00D44D00" w:rsidRDefault="00D44D00" w:rsidP="00D44D00">
      <w:r>
        <w:t>267.0561</w:t>
      </w:r>
      <w:r>
        <w:tab/>
        <w:t>1.182e1</w:t>
      </w:r>
    </w:p>
    <w:p w:rsidR="00D44D00" w:rsidRDefault="00D44D00" w:rsidP="00D44D00">
      <w:r>
        <w:t>267.0683</w:t>
      </w:r>
      <w:r>
        <w:tab/>
        <w:t>4.051e0</w:t>
      </w:r>
    </w:p>
    <w:p w:rsidR="00D44D00" w:rsidRDefault="00D44D00" w:rsidP="00D44D00">
      <w:r>
        <w:t>267.0949</w:t>
      </w:r>
      <w:r>
        <w:tab/>
        <w:t>2.660e0</w:t>
      </w:r>
    </w:p>
    <w:p w:rsidR="00D44D00" w:rsidRDefault="00D44D00" w:rsidP="00D44D00">
      <w:r>
        <w:t>267.1042</w:t>
      </w:r>
      <w:r>
        <w:tab/>
        <w:t>2.025e0</w:t>
      </w:r>
    </w:p>
    <w:p w:rsidR="00D44D00" w:rsidRDefault="00D44D00" w:rsidP="00D44D00">
      <w:r>
        <w:t>267.1052</w:t>
      </w:r>
      <w:r>
        <w:tab/>
        <w:t>1.013e0</w:t>
      </w:r>
    </w:p>
    <w:p w:rsidR="00D44D00" w:rsidRDefault="00D44D00" w:rsidP="00D44D00">
      <w:r>
        <w:t>267.1211</w:t>
      </w:r>
      <w:r>
        <w:tab/>
        <w:t>2.025e0</w:t>
      </w:r>
    </w:p>
    <w:p w:rsidR="00D44D00" w:rsidRDefault="00D44D00" w:rsidP="00D44D00">
      <w:r>
        <w:t>267.1405</w:t>
      </w:r>
      <w:r>
        <w:tab/>
        <w:t>3.038e0</w:t>
      </w:r>
    </w:p>
    <w:p w:rsidR="00D44D00" w:rsidRDefault="00D44D00" w:rsidP="00D44D00">
      <w:r>
        <w:t>267.1497</w:t>
      </w:r>
      <w:r>
        <w:tab/>
        <w:t>5.934e0</w:t>
      </w:r>
    </w:p>
    <w:p w:rsidR="00D44D00" w:rsidRDefault="00D44D00" w:rsidP="00D44D00">
      <w:r>
        <w:t>267.1648</w:t>
      </w:r>
      <w:r>
        <w:tab/>
        <w:t>3.038e0</w:t>
      </w:r>
    </w:p>
    <w:p w:rsidR="00D44D00" w:rsidRDefault="00D44D00" w:rsidP="00D44D00">
      <w:r>
        <w:t>267.1791</w:t>
      </w:r>
      <w:r>
        <w:tab/>
        <w:t>4.051e0</w:t>
      </w:r>
    </w:p>
    <w:p w:rsidR="00D44D00" w:rsidRDefault="00D44D00" w:rsidP="00D44D00">
      <w:r>
        <w:t>267.2298</w:t>
      </w:r>
      <w:r>
        <w:tab/>
        <w:t>1.013e0</w:t>
      </w:r>
    </w:p>
    <w:p w:rsidR="00D44D00" w:rsidRDefault="00D44D00" w:rsidP="00D44D00">
      <w:r>
        <w:t>267.2519</w:t>
      </w:r>
      <w:r>
        <w:tab/>
        <w:t>3.038e0</w:t>
      </w:r>
    </w:p>
    <w:p w:rsidR="00D44D00" w:rsidRDefault="00D44D00" w:rsidP="00D44D00">
      <w:r>
        <w:t>267.2607</w:t>
      </w:r>
      <w:r>
        <w:tab/>
        <w:t>2.025e0</w:t>
      </w:r>
    </w:p>
    <w:p w:rsidR="00D44D00" w:rsidRDefault="00D44D00" w:rsidP="00D44D00">
      <w:r>
        <w:t>267.3263</w:t>
      </w:r>
      <w:r>
        <w:tab/>
        <w:t>2.025e0</w:t>
      </w:r>
    </w:p>
    <w:p w:rsidR="00D44D00" w:rsidRDefault="00D44D00" w:rsidP="00D44D00">
      <w:r>
        <w:t>267.3886</w:t>
      </w:r>
      <w:r>
        <w:tab/>
        <w:t>2.025e0</w:t>
      </w:r>
    </w:p>
    <w:p w:rsidR="00D44D00" w:rsidRDefault="00D44D00" w:rsidP="00D44D00">
      <w:r>
        <w:t>267.3925</w:t>
      </w:r>
      <w:r>
        <w:tab/>
        <w:t>2.025e0</w:t>
      </w:r>
    </w:p>
    <w:p w:rsidR="00D44D00" w:rsidRDefault="00D44D00" w:rsidP="00D44D00">
      <w:r>
        <w:t>267.4120</w:t>
      </w:r>
      <w:r>
        <w:tab/>
        <w:t>1.013e0</w:t>
      </w:r>
    </w:p>
    <w:p w:rsidR="00D44D00" w:rsidRDefault="00D44D00" w:rsidP="00D44D00">
      <w:r>
        <w:t>267.5126</w:t>
      </w:r>
      <w:r>
        <w:tab/>
        <w:t>1.013e0</w:t>
      </w:r>
    </w:p>
    <w:p w:rsidR="00D44D00" w:rsidRDefault="00D44D00" w:rsidP="00D44D00">
      <w:r>
        <w:lastRenderedPageBreak/>
        <w:t>267.5426</w:t>
      </w:r>
      <w:r>
        <w:tab/>
        <w:t>5.063e0</w:t>
      </w:r>
    </w:p>
    <w:p w:rsidR="00D44D00" w:rsidRDefault="00D44D00" w:rsidP="00D44D00">
      <w:r>
        <w:t>267.5472</w:t>
      </w:r>
      <w:r>
        <w:tab/>
        <w:t>1.013e1</w:t>
      </w:r>
    </w:p>
    <w:p w:rsidR="00D44D00" w:rsidRDefault="00D44D00" w:rsidP="00D44D00">
      <w:r>
        <w:t>267.5498</w:t>
      </w:r>
      <w:r>
        <w:tab/>
        <w:t>6.993e0</w:t>
      </w:r>
    </w:p>
    <w:p w:rsidR="00D44D00" w:rsidRDefault="00D44D00" w:rsidP="00D44D00">
      <w:r>
        <w:t>267.5690</w:t>
      </w:r>
      <w:r>
        <w:tab/>
        <w:t>2.025e0</w:t>
      </w:r>
    </w:p>
    <w:p w:rsidR="00D44D00" w:rsidRDefault="00D44D00" w:rsidP="00D44D00">
      <w:r>
        <w:t>267.5789</w:t>
      </w:r>
      <w:r>
        <w:tab/>
        <w:t>3.134e0</w:t>
      </w:r>
    </w:p>
    <w:p w:rsidR="00D44D00" w:rsidRDefault="00D44D00" w:rsidP="00D44D00">
      <w:r>
        <w:t>267.6257</w:t>
      </w:r>
      <w:r>
        <w:tab/>
        <w:t>1.013e0</w:t>
      </w:r>
    </w:p>
    <w:p w:rsidR="00D44D00" w:rsidRDefault="00D44D00" w:rsidP="00D44D00">
      <w:r>
        <w:t>267.6418</w:t>
      </w:r>
      <w:r>
        <w:tab/>
        <w:t>3.038e0</w:t>
      </w:r>
    </w:p>
    <w:p w:rsidR="00D44D00" w:rsidRDefault="00D44D00" w:rsidP="00D44D00">
      <w:r>
        <w:t>267.6429</w:t>
      </w:r>
      <w:r>
        <w:tab/>
        <w:t>1.013e0</w:t>
      </w:r>
    </w:p>
    <w:p w:rsidR="00D44D00" w:rsidRDefault="00D44D00" w:rsidP="00D44D00">
      <w:r>
        <w:t>267.6482</w:t>
      </w:r>
      <w:r>
        <w:tab/>
        <w:t>1.013e0</w:t>
      </w:r>
    </w:p>
    <w:p w:rsidR="00D44D00" w:rsidRDefault="00D44D00" w:rsidP="00D44D00">
      <w:r>
        <w:t>267.7032</w:t>
      </w:r>
      <w:r>
        <w:tab/>
        <w:t>1.013e0</w:t>
      </w:r>
    </w:p>
    <w:p w:rsidR="00D44D00" w:rsidRDefault="00D44D00" w:rsidP="00D44D00">
      <w:r>
        <w:t>267.7170</w:t>
      </w:r>
      <w:r>
        <w:tab/>
        <w:t>1.013e0</w:t>
      </w:r>
    </w:p>
    <w:p w:rsidR="00D44D00" w:rsidRDefault="00D44D00" w:rsidP="00D44D00">
      <w:r>
        <w:t>267.7616</w:t>
      </w:r>
      <w:r>
        <w:tab/>
        <w:t>3.038e0</w:t>
      </w:r>
    </w:p>
    <w:p w:rsidR="00D44D00" w:rsidRDefault="00D44D00" w:rsidP="00D44D00">
      <w:r>
        <w:t>267.7650</w:t>
      </w:r>
      <w:r>
        <w:tab/>
        <w:t>1.013e0</w:t>
      </w:r>
    </w:p>
    <w:p w:rsidR="00D44D00" w:rsidRDefault="00D44D00" w:rsidP="00D44D00">
      <w:r>
        <w:t>267.8039</w:t>
      </w:r>
      <w:r>
        <w:tab/>
        <w:t>2.025e0</w:t>
      </w:r>
    </w:p>
    <w:p w:rsidR="00D44D00" w:rsidRDefault="00D44D00" w:rsidP="00D44D00">
      <w:r>
        <w:t>267.8063</w:t>
      </w:r>
      <w:r>
        <w:tab/>
        <w:t>2.025e0</w:t>
      </w:r>
    </w:p>
    <w:p w:rsidR="00D44D00" w:rsidRDefault="00D44D00" w:rsidP="00D44D00">
      <w:r>
        <w:t>267.8432</w:t>
      </w:r>
      <w:r>
        <w:tab/>
        <w:t>1.013e0</w:t>
      </w:r>
    </w:p>
    <w:p w:rsidR="00D44D00" w:rsidRDefault="00D44D00" w:rsidP="00D44D00">
      <w:r>
        <w:t>267.8511</w:t>
      </w:r>
      <w:r>
        <w:tab/>
        <w:t>1.013e0</w:t>
      </w:r>
    </w:p>
    <w:p w:rsidR="00D44D00" w:rsidRDefault="00D44D00" w:rsidP="00D44D00">
      <w:r>
        <w:t>267.8655</w:t>
      </w:r>
      <w:r>
        <w:tab/>
        <w:t>1.013e0</w:t>
      </w:r>
    </w:p>
    <w:p w:rsidR="00D44D00" w:rsidRDefault="00D44D00" w:rsidP="00D44D00">
      <w:r>
        <w:t>267.8822</w:t>
      </w:r>
      <w:r>
        <w:tab/>
        <w:t>2.025e0</w:t>
      </w:r>
    </w:p>
    <w:p w:rsidR="00D44D00" w:rsidRDefault="00D44D00" w:rsidP="00D44D00">
      <w:r>
        <w:lastRenderedPageBreak/>
        <w:t>267.9051</w:t>
      </w:r>
      <w:r>
        <w:tab/>
        <w:t>1.013e0</w:t>
      </w:r>
    </w:p>
    <w:p w:rsidR="00D44D00" w:rsidRDefault="00D44D00" w:rsidP="00D44D00">
      <w:r>
        <w:t>267.9344</w:t>
      </w:r>
      <w:r>
        <w:tab/>
        <w:t>1.013e0</w:t>
      </w:r>
    </w:p>
    <w:p w:rsidR="00D44D00" w:rsidRDefault="00D44D00" w:rsidP="00D44D00">
      <w:r>
        <w:t>267.9415</w:t>
      </w:r>
      <w:r>
        <w:tab/>
        <w:t>2.025e0</w:t>
      </w:r>
    </w:p>
    <w:p w:rsidR="00D44D00" w:rsidRDefault="00D44D00" w:rsidP="00D44D00">
      <w:r>
        <w:t>267.9475</w:t>
      </w:r>
      <w:r>
        <w:tab/>
        <w:t>3.038e0</w:t>
      </w:r>
    </w:p>
    <w:p w:rsidR="00D44D00" w:rsidRDefault="00D44D00" w:rsidP="00D44D00">
      <w:r>
        <w:t>268.0208</w:t>
      </w:r>
      <w:r>
        <w:tab/>
        <w:t>3.869e0</w:t>
      </w:r>
    </w:p>
    <w:p w:rsidR="00D44D00" w:rsidRDefault="00D44D00" w:rsidP="00D44D00">
      <w:r>
        <w:t>268.0274</w:t>
      </w:r>
      <w:r>
        <w:tab/>
        <w:t>2.025e0</w:t>
      </w:r>
    </w:p>
    <w:p w:rsidR="00D44D00" w:rsidRDefault="00D44D00" w:rsidP="00D44D00">
      <w:r>
        <w:t>268.0367</w:t>
      </w:r>
      <w:r>
        <w:tab/>
        <w:t>2.281e0</w:t>
      </w:r>
    </w:p>
    <w:p w:rsidR="00D44D00" w:rsidRDefault="00D44D00" w:rsidP="00D44D00">
      <w:r>
        <w:t>268.0473</w:t>
      </w:r>
      <w:r>
        <w:tab/>
        <w:t>2.025e0</w:t>
      </w:r>
    </w:p>
    <w:p w:rsidR="00D44D00" w:rsidRDefault="00D44D00" w:rsidP="00D44D00">
      <w:r>
        <w:t>268.0566</w:t>
      </w:r>
      <w:r>
        <w:tab/>
        <w:t>1.532e0</w:t>
      </w:r>
    </w:p>
    <w:p w:rsidR="00D44D00" w:rsidRDefault="00D44D00" w:rsidP="00D44D00">
      <w:r>
        <w:t>268.0585</w:t>
      </w:r>
      <w:r>
        <w:tab/>
        <w:t>2.846e0</w:t>
      </w:r>
    </w:p>
    <w:p w:rsidR="00D44D00" w:rsidRDefault="00D44D00" w:rsidP="00D44D00">
      <w:r>
        <w:t>268.0645</w:t>
      </w:r>
      <w:r>
        <w:tab/>
        <w:t>1.013e0</w:t>
      </w:r>
    </w:p>
    <w:p w:rsidR="00D44D00" w:rsidRDefault="00D44D00" w:rsidP="00D44D00">
      <w:r>
        <w:t>268.1125</w:t>
      </w:r>
      <w:r>
        <w:tab/>
        <w:t>2.025e0</w:t>
      </w:r>
    </w:p>
    <w:p w:rsidR="00D44D00" w:rsidRDefault="00D44D00" w:rsidP="00D44D00">
      <w:r>
        <w:t>268.1266</w:t>
      </w:r>
      <w:r>
        <w:tab/>
        <w:t>1.013e0</w:t>
      </w:r>
    </w:p>
    <w:p w:rsidR="00D44D00" w:rsidRDefault="00D44D00" w:rsidP="00D44D00">
      <w:r>
        <w:t>268.1343</w:t>
      </w:r>
      <w:r>
        <w:tab/>
        <w:t>1.013e0</w:t>
      </w:r>
    </w:p>
    <w:p w:rsidR="00D44D00" w:rsidRDefault="00D44D00" w:rsidP="00D44D00">
      <w:r>
        <w:t>268.1476</w:t>
      </w:r>
      <w:r>
        <w:tab/>
        <w:t>2.025e0</w:t>
      </w:r>
    </w:p>
    <w:p w:rsidR="00D44D00" w:rsidRDefault="00D44D00" w:rsidP="00D44D00">
      <w:r>
        <w:t>268.1672</w:t>
      </w:r>
      <w:r>
        <w:tab/>
        <w:t>2.025e0</w:t>
      </w:r>
    </w:p>
    <w:p w:rsidR="00D44D00" w:rsidRDefault="00D44D00" w:rsidP="00D44D00">
      <w:r>
        <w:t>268.1743</w:t>
      </w:r>
      <w:r>
        <w:tab/>
        <w:t>4.051e0</w:t>
      </w:r>
    </w:p>
    <w:p w:rsidR="00D44D00" w:rsidRDefault="00D44D00" w:rsidP="00D44D00">
      <w:r>
        <w:t>268.1758</w:t>
      </w:r>
      <w:r>
        <w:tab/>
        <w:t>2.025e0</w:t>
      </w:r>
    </w:p>
    <w:p w:rsidR="00D44D00" w:rsidRDefault="00D44D00" w:rsidP="00D44D00">
      <w:r>
        <w:t>268.2012</w:t>
      </w:r>
      <w:r>
        <w:tab/>
        <w:t>3.038e0</w:t>
      </w:r>
    </w:p>
    <w:p w:rsidR="00D44D00" w:rsidRDefault="00D44D00" w:rsidP="00D44D00">
      <w:r>
        <w:lastRenderedPageBreak/>
        <w:t>268.2050</w:t>
      </w:r>
      <w:r>
        <w:tab/>
        <w:t>3.038e0</w:t>
      </w:r>
    </w:p>
    <w:p w:rsidR="00D44D00" w:rsidRDefault="00D44D00" w:rsidP="00D44D00">
      <w:r>
        <w:t>268.2104</w:t>
      </w:r>
      <w:r>
        <w:tab/>
        <w:t>2.025e0</w:t>
      </w:r>
    </w:p>
    <w:p w:rsidR="00D44D00" w:rsidRDefault="00D44D00" w:rsidP="00D44D00">
      <w:r>
        <w:t>268.2393</w:t>
      </w:r>
      <w:r>
        <w:tab/>
        <w:t>1.013e0</w:t>
      </w:r>
    </w:p>
    <w:p w:rsidR="00D44D00" w:rsidRDefault="00D44D00" w:rsidP="00D44D00">
      <w:r>
        <w:t>268.2513</w:t>
      </w:r>
      <w:r>
        <w:tab/>
        <w:t>1.013e0</w:t>
      </w:r>
    </w:p>
    <w:p w:rsidR="00D44D00" w:rsidRDefault="00D44D00" w:rsidP="00D44D00">
      <w:r>
        <w:t>268.2558</w:t>
      </w:r>
      <w:r>
        <w:tab/>
        <w:t>2.025e0</w:t>
      </w:r>
    </w:p>
    <w:p w:rsidR="00D44D00" w:rsidRDefault="00D44D00" w:rsidP="00D44D00">
      <w:r>
        <w:t>268.2780</w:t>
      </w:r>
      <w:r>
        <w:tab/>
        <w:t>1.013e0</w:t>
      </w:r>
    </w:p>
    <w:p w:rsidR="00D44D00" w:rsidRDefault="00D44D00" w:rsidP="00D44D00">
      <w:r>
        <w:t>268.2824</w:t>
      </w:r>
      <w:r>
        <w:tab/>
        <w:t>1.013e0</w:t>
      </w:r>
    </w:p>
    <w:p w:rsidR="00D44D00" w:rsidRDefault="00D44D00" w:rsidP="00D44D00">
      <w:r>
        <w:t>268.3089</w:t>
      </w:r>
      <w:r>
        <w:tab/>
        <w:t>1.013e0</w:t>
      </w:r>
    </w:p>
    <w:p w:rsidR="00D44D00" w:rsidRDefault="00D44D00" w:rsidP="00D44D00">
      <w:r>
        <w:t>268.3133</w:t>
      </w:r>
      <w:r>
        <w:tab/>
        <w:t>1.013e0</w:t>
      </w:r>
    </w:p>
    <w:p w:rsidR="00D44D00" w:rsidRDefault="00D44D00" w:rsidP="00D44D00">
      <w:r>
        <w:t>268.3788</w:t>
      </w:r>
      <w:r>
        <w:tab/>
        <w:t>2.025e0</w:t>
      </w:r>
    </w:p>
    <w:p w:rsidR="00D44D00" w:rsidRDefault="00D44D00" w:rsidP="00D44D00">
      <w:r>
        <w:t>268.3997</w:t>
      </w:r>
      <w:r>
        <w:tab/>
        <w:t>1.013e0</w:t>
      </w:r>
    </w:p>
    <w:p w:rsidR="00D44D00" w:rsidRDefault="00D44D00" w:rsidP="00D44D00">
      <w:r>
        <w:t>268.4340</w:t>
      </w:r>
      <w:r>
        <w:tab/>
        <w:t>1.013e0</w:t>
      </w:r>
    </w:p>
    <w:p w:rsidR="00D44D00" w:rsidRDefault="00D44D00" w:rsidP="00D44D00">
      <w:r>
        <w:t>268.4570</w:t>
      </w:r>
      <w:r>
        <w:tab/>
        <w:t>1.013e0</w:t>
      </w:r>
    </w:p>
    <w:p w:rsidR="00D44D00" w:rsidRDefault="00D44D00" w:rsidP="00D44D00">
      <w:r>
        <w:t>268.4736</w:t>
      </w:r>
      <w:r>
        <w:tab/>
        <w:t>1.013e0</w:t>
      </w:r>
    </w:p>
    <w:p w:rsidR="00D44D00" w:rsidRDefault="00D44D00" w:rsidP="00D44D00">
      <w:r>
        <w:t>268.4785</w:t>
      </w:r>
      <w:r>
        <w:tab/>
        <w:t>1.013e0</w:t>
      </w:r>
    </w:p>
    <w:p w:rsidR="00D44D00" w:rsidRDefault="00D44D00" w:rsidP="00D44D00">
      <w:r>
        <w:t>268.4960</w:t>
      </w:r>
      <w:r>
        <w:tab/>
        <w:t>1.013e0</w:t>
      </w:r>
    </w:p>
    <w:p w:rsidR="00D44D00" w:rsidRDefault="00D44D00" w:rsidP="00D44D00">
      <w:r>
        <w:t>268.5132</w:t>
      </w:r>
      <w:r>
        <w:tab/>
        <w:t>1.013e0</w:t>
      </w:r>
    </w:p>
    <w:p w:rsidR="00D44D00" w:rsidRDefault="00D44D00" w:rsidP="00D44D00">
      <w:r>
        <w:t>268.5430</w:t>
      </w:r>
      <w:r>
        <w:tab/>
        <w:t>1.316e1</w:t>
      </w:r>
    </w:p>
    <w:p w:rsidR="00D44D00" w:rsidRDefault="00D44D00" w:rsidP="00D44D00">
      <w:r>
        <w:t>268.5457</w:t>
      </w:r>
      <w:r>
        <w:tab/>
        <w:t>3.646e1</w:t>
      </w:r>
    </w:p>
    <w:p w:rsidR="00D44D00" w:rsidRDefault="00D44D00" w:rsidP="00D44D00">
      <w:r>
        <w:lastRenderedPageBreak/>
        <w:t>268.5499</w:t>
      </w:r>
      <w:r>
        <w:tab/>
        <w:t>2.025e0</w:t>
      </w:r>
    </w:p>
    <w:p w:rsidR="00D44D00" w:rsidRDefault="00D44D00" w:rsidP="00D44D00">
      <w:r>
        <w:t>268.6123</w:t>
      </w:r>
      <w:r>
        <w:tab/>
        <w:t>1.013e0</w:t>
      </w:r>
    </w:p>
    <w:p w:rsidR="00D44D00" w:rsidRDefault="00D44D00" w:rsidP="00D44D00">
      <w:r>
        <w:t>268.6176</w:t>
      </w:r>
      <w:r>
        <w:tab/>
        <w:t>1.013e0</w:t>
      </w:r>
    </w:p>
    <w:p w:rsidR="00D44D00" w:rsidRDefault="00D44D00" w:rsidP="00D44D00">
      <w:r>
        <w:t>268.6398</w:t>
      </w:r>
      <w:r>
        <w:tab/>
        <w:t>1.013e0</w:t>
      </w:r>
    </w:p>
    <w:p w:rsidR="00D44D00" w:rsidRDefault="00D44D00" w:rsidP="00D44D00">
      <w:r>
        <w:t>268.6473</w:t>
      </w:r>
      <w:r>
        <w:tab/>
        <w:t>1.013e0</w:t>
      </w:r>
    </w:p>
    <w:p w:rsidR="00D44D00" w:rsidRDefault="00D44D00" w:rsidP="00D44D00">
      <w:r>
        <w:t>268.6522</w:t>
      </w:r>
      <w:r>
        <w:tab/>
        <w:t>1.013e0</w:t>
      </w:r>
    </w:p>
    <w:p w:rsidR="00D44D00" w:rsidRDefault="00D44D00" w:rsidP="00D44D00">
      <w:r>
        <w:t>268.6747</w:t>
      </w:r>
      <w:r>
        <w:tab/>
        <w:t>1.013e0</w:t>
      </w:r>
    </w:p>
    <w:p w:rsidR="00D44D00" w:rsidRDefault="00D44D00" w:rsidP="00D44D00">
      <w:r>
        <w:t>268.7173</w:t>
      </w:r>
      <w:r>
        <w:tab/>
        <w:t>1.013e0</w:t>
      </w:r>
    </w:p>
    <w:p w:rsidR="00D44D00" w:rsidRDefault="00D44D00" w:rsidP="00D44D00">
      <w:r>
        <w:t>268.7266</w:t>
      </w:r>
      <w:r>
        <w:tab/>
        <w:t>1.013e0</w:t>
      </w:r>
    </w:p>
    <w:p w:rsidR="00D44D00" w:rsidRDefault="00D44D00" w:rsidP="00D44D00">
      <w:r>
        <w:t>268.7711</w:t>
      </w:r>
      <w:r>
        <w:tab/>
        <w:t>1.013e0</w:t>
      </w:r>
    </w:p>
    <w:p w:rsidR="00D44D00" w:rsidRDefault="00D44D00" w:rsidP="00D44D00">
      <w:r>
        <w:t>268.7832</w:t>
      </w:r>
      <w:r>
        <w:tab/>
        <w:t>2.025e0</w:t>
      </w:r>
    </w:p>
    <w:p w:rsidR="00D44D00" w:rsidRDefault="00D44D00" w:rsidP="00D44D00">
      <w:r>
        <w:t>268.8055</w:t>
      </w:r>
      <w:r>
        <w:tab/>
        <w:t>1.013e0</w:t>
      </w:r>
    </w:p>
    <w:p w:rsidR="00D44D00" w:rsidRDefault="00D44D00" w:rsidP="00D44D00">
      <w:r>
        <w:t>268.8265</w:t>
      </w:r>
      <w:r>
        <w:tab/>
        <w:t>1.013e0</w:t>
      </w:r>
    </w:p>
    <w:p w:rsidR="00D44D00" w:rsidRDefault="00D44D00" w:rsidP="00D44D00">
      <w:r>
        <w:t>268.8426</w:t>
      </w:r>
      <w:r>
        <w:tab/>
        <w:t>2.025e0</w:t>
      </w:r>
    </w:p>
    <w:p w:rsidR="00D44D00" w:rsidRDefault="00D44D00" w:rsidP="00D44D00">
      <w:r>
        <w:t>268.8845</w:t>
      </w:r>
      <w:r>
        <w:tab/>
        <w:t>1.013e0</w:t>
      </w:r>
    </w:p>
    <w:p w:rsidR="00D44D00" w:rsidRDefault="00D44D00" w:rsidP="00D44D00">
      <w:r>
        <w:t>268.9234</w:t>
      </w:r>
      <w:r>
        <w:tab/>
        <w:t>1.013e0</w:t>
      </w:r>
    </w:p>
    <w:p w:rsidR="00D44D00" w:rsidRDefault="00D44D00" w:rsidP="00D44D00">
      <w:r>
        <w:t>268.9622</w:t>
      </w:r>
      <w:r>
        <w:tab/>
        <w:t>3.038e0</w:t>
      </w:r>
    </w:p>
    <w:p w:rsidR="00D44D00" w:rsidRDefault="00D44D00" w:rsidP="00D44D00">
      <w:r>
        <w:t>268.9741</w:t>
      </w:r>
      <w:r>
        <w:tab/>
        <w:t>1.013e0</w:t>
      </w:r>
    </w:p>
    <w:p w:rsidR="00D44D00" w:rsidRDefault="00D44D00" w:rsidP="00D44D00">
      <w:r>
        <w:t>269.0010</w:t>
      </w:r>
      <w:r>
        <w:tab/>
        <w:t>1.013e0</w:t>
      </w:r>
    </w:p>
    <w:p w:rsidR="00D44D00" w:rsidRDefault="00D44D00" w:rsidP="00D44D00">
      <w:r>
        <w:lastRenderedPageBreak/>
        <w:t>269.0228</w:t>
      </w:r>
      <w:r>
        <w:tab/>
        <w:t>2.025e0</w:t>
      </w:r>
    </w:p>
    <w:p w:rsidR="00D44D00" w:rsidRDefault="00D44D00" w:rsidP="00D44D00">
      <w:r>
        <w:t>269.0342</w:t>
      </w:r>
      <w:r>
        <w:tab/>
        <w:t>7.089e0</w:t>
      </w:r>
    </w:p>
    <w:p w:rsidR="00D44D00" w:rsidRDefault="00D44D00" w:rsidP="00D44D00">
      <w:r>
        <w:t>269.0625</w:t>
      </w:r>
      <w:r>
        <w:tab/>
        <w:t>7.504e1</w:t>
      </w:r>
    </w:p>
    <w:p w:rsidR="00D44D00" w:rsidRDefault="00D44D00" w:rsidP="00D44D00">
      <w:r>
        <w:t>269.0659</w:t>
      </w:r>
      <w:r>
        <w:tab/>
        <w:t>1.208e2</w:t>
      </w:r>
    </w:p>
    <w:p w:rsidR="00D44D00" w:rsidRDefault="00D44D00" w:rsidP="00D44D00">
      <w:r>
        <w:t>269.0678</w:t>
      </w:r>
      <w:r>
        <w:tab/>
        <w:t>2.889e1</w:t>
      </w:r>
    </w:p>
    <w:p w:rsidR="00D44D00" w:rsidRDefault="00D44D00" w:rsidP="00D44D00">
      <w:r>
        <w:t>269.0743</w:t>
      </w:r>
      <w:r>
        <w:tab/>
        <w:t>2.071e1</w:t>
      </w:r>
    </w:p>
    <w:p w:rsidR="00D44D00" w:rsidRDefault="00D44D00" w:rsidP="00D44D00">
      <w:r>
        <w:t>269.1371</w:t>
      </w:r>
      <w:r>
        <w:tab/>
        <w:t>2.025e0</w:t>
      </w:r>
    </w:p>
    <w:p w:rsidR="00D44D00" w:rsidRDefault="00D44D00" w:rsidP="00D44D00">
      <w:r>
        <w:t>269.1582</w:t>
      </w:r>
      <w:r>
        <w:tab/>
        <w:t>2.025e0</w:t>
      </w:r>
    </w:p>
    <w:p w:rsidR="00D44D00" w:rsidRDefault="00D44D00" w:rsidP="00D44D00">
      <w:r>
        <w:t>269.1688</w:t>
      </w:r>
      <w:r>
        <w:tab/>
        <w:t>3.038e0</w:t>
      </w:r>
    </w:p>
    <w:p w:rsidR="00D44D00" w:rsidRDefault="00D44D00" w:rsidP="00D44D00">
      <w:r>
        <w:t>269.1790</w:t>
      </w:r>
      <w:r>
        <w:tab/>
        <w:t>4.051e0</w:t>
      </w:r>
    </w:p>
    <w:p w:rsidR="00D44D00" w:rsidRDefault="00D44D00" w:rsidP="00D44D00">
      <w:r>
        <w:t>269.1875</w:t>
      </w:r>
      <w:r>
        <w:tab/>
        <w:t>5.063e0</w:t>
      </w:r>
    </w:p>
    <w:p w:rsidR="00D44D00" w:rsidRDefault="00D44D00" w:rsidP="00D44D00">
      <w:r>
        <w:t>269.1902</w:t>
      </w:r>
      <w:r>
        <w:tab/>
        <w:t>2.025e0</w:t>
      </w:r>
    </w:p>
    <w:p w:rsidR="00D44D00" w:rsidRDefault="00D44D00" w:rsidP="00D44D00">
      <w:r>
        <w:t>269.2052</w:t>
      </w:r>
      <w:r>
        <w:tab/>
        <w:t>2.025e0</w:t>
      </w:r>
    </w:p>
    <w:p w:rsidR="00D44D00" w:rsidRDefault="00D44D00" w:rsidP="00D44D00">
      <w:r>
        <w:t>269.2461</w:t>
      </w:r>
      <w:r>
        <w:tab/>
        <w:t>1.013e0</w:t>
      </w:r>
    </w:p>
    <w:p w:rsidR="00D44D00" w:rsidRDefault="00D44D00" w:rsidP="00D44D00">
      <w:r>
        <w:t>269.2578</w:t>
      </w:r>
      <w:r>
        <w:tab/>
        <w:t>1.013e0</w:t>
      </w:r>
    </w:p>
    <w:p w:rsidR="00D44D00" w:rsidRDefault="00D44D00" w:rsidP="00D44D00">
      <w:r>
        <w:t>269.2636</w:t>
      </w:r>
      <w:r>
        <w:tab/>
        <w:t>5.063e0</w:t>
      </w:r>
    </w:p>
    <w:p w:rsidR="00D44D00" w:rsidRDefault="00D44D00" w:rsidP="00D44D00">
      <w:r>
        <w:t>269.2676</w:t>
      </w:r>
      <w:r>
        <w:tab/>
        <w:t>2.025e0</w:t>
      </w:r>
    </w:p>
    <w:p w:rsidR="00D44D00" w:rsidRDefault="00D44D00" w:rsidP="00D44D00">
      <w:r>
        <w:t>269.3019</w:t>
      </w:r>
      <w:r>
        <w:tab/>
        <w:t>1.013e0</w:t>
      </w:r>
    </w:p>
    <w:p w:rsidR="00D44D00" w:rsidRDefault="00D44D00" w:rsidP="00D44D00">
      <w:r>
        <w:t>269.3077</w:t>
      </w:r>
      <w:r>
        <w:tab/>
        <w:t>3.038e0</w:t>
      </w:r>
    </w:p>
    <w:p w:rsidR="00D44D00" w:rsidRDefault="00D44D00" w:rsidP="00D44D00">
      <w:r>
        <w:lastRenderedPageBreak/>
        <w:t>269.3319</w:t>
      </w:r>
      <w:r>
        <w:tab/>
        <w:t>1.013e0</w:t>
      </w:r>
    </w:p>
    <w:p w:rsidR="00D44D00" w:rsidRDefault="00D44D00" w:rsidP="00D44D00">
      <w:r>
        <w:t>269.3567</w:t>
      </w:r>
      <w:r>
        <w:tab/>
        <w:t>2.025e0</w:t>
      </w:r>
    </w:p>
    <w:p w:rsidR="00D44D00" w:rsidRDefault="00D44D00" w:rsidP="00D44D00">
      <w:r>
        <w:t>269.3985</w:t>
      </w:r>
      <w:r>
        <w:tab/>
        <w:t>2.025e0</w:t>
      </w:r>
    </w:p>
    <w:p w:rsidR="00D44D00" w:rsidRDefault="00D44D00" w:rsidP="00D44D00">
      <w:r>
        <w:t>269.4247</w:t>
      </w:r>
      <w:r>
        <w:tab/>
        <w:t>2.025e0</w:t>
      </w:r>
    </w:p>
    <w:p w:rsidR="00D44D00" w:rsidRDefault="00D44D00" w:rsidP="00D44D00">
      <w:r>
        <w:t>269.4410</w:t>
      </w:r>
      <w:r>
        <w:tab/>
        <w:t>1.013e0</w:t>
      </w:r>
    </w:p>
    <w:p w:rsidR="00D44D00" w:rsidRDefault="00D44D00" w:rsidP="00D44D00">
      <w:r>
        <w:t>269.5395</w:t>
      </w:r>
      <w:r>
        <w:tab/>
        <w:t>4.051e0</w:t>
      </w:r>
    </w:p>
    <w:p w:rsidR="00D44D00" w:rsidRDefault="00D44D00" w:rsidP="00D44D00">
      <w:r>
        <w:t>269.5445</w:t>
      </w:r>
      <w:r>
        <w:tab/>
        <w:t>1.759e1</w:t>
      </w:r>
    </w:p>
    <w:p w:rsidR="00D44D00" w:rsidRDefault="00D44D00" w:rsidP="00D44D00">
      <w:r>
        <w:t>269.5486</w:t>
      </w:r>
      <w:r>
        <w:tab/>
        <w:t>8.101e0</w:t>
      </w:r>
    </w:p>
    <w:p w:rsidR="00D44D00" w:rsidRDefault="00D44D00" w:rsidP="00D44D00">
      <w:r>
        <w:t>269.5649</w:t>
      </w:r>
      <w:r>
        <w:tab/>
        <w:t>7.372e0</w:t>
      </w:r>
    </w:p>
    <w:p w:rsidR="00D44D00" w:rsidRDefault="00D44D00" w:rsidP="00D44D00">
      <w:r>
        <w:t>269.5946</w:t>
      </w:r>
      <w:r>
        <w:tab/>
        <w:t>1.013e0</w:t>
      </w:r>
    </w:p>
    <w:p w:rsidR="00D44D00" w:rsidRDefault="00D44D00" w:rsidP="00D44D00">
      <w:r>
        <w:t>269.6119</w:t>
      </w:r>
      <w:r>
        <w:tab/>
        <w:t>1.013e0</w:t>
      </w:r>
    </w:p>
    <w:p w:rsidR="00D44D00" w:rsidRDefault="00D44D00" w:rsidP="00D44D00">
      <w:r>
        <w:t>269.6344</w:t>
      </w:r>
      <w:r>
        <w:tab/>
        <w:t>1.013e0</w:t>
      </w:r>
    </w:p>
    <w:p w:rsidR="00D44D00" w:rsidRDefault="00D44D00" w:rsidP="00D44D00">
      <w:r>
        <w:t>269.6596</w:t>
      </w:r>
      <w:r>
        <w:tab/>
        <w:t>1.013e0</w:t>
      </w:r>
    </w:p>
    <w:p w:rsidR="00D44D00" w:rsidRDefault="00D44D00" w:rsidP="00D44D00">
      <w:r>
        <w:t>269.6644</w:t>
      </w:r>
      <w:r>
        <w:tab/>
        <w:t>2.025e0</w:t>
      </w:r>
    </w:p>
    <w:p w:rsidR="00D44D00" w:rsidRDefault="00D44D00" w:rsidP="00D44D00">
      <w:r>
        <w:t>269.6941</w:t>
      </w:r>
      <w:r>
        <w:tab/>
        <w:t>1.013e0</w:t>
      </w:r>
    </w:p>
    <w:p w:rsidR="00D44D00" w:rsidRDefault="00D44D00" w:rsidP="00D44D00">
      <w:r>
        <w:t>269.7043</w:t>
      </w:r>
      <w:r>
        <w:tab/>
        <w:t>1.013e0</w:t>
      </w:r>
    </w:p>
    <w:p w:rsidR="00D44D00" w:rsidRDefault="00D44D00" w:rsidP="00D44D00">
      <w:r>
        <w:t>269.7289</w:t>
      </w:r>
      <w:r>
        <w:tab/>
        <w:t>1.013e0</w:t>
      </w:r>
    </w:p>
    <w:p w:rsidR="00D44D00" w:rsidRDefault="00D44D00" w:rsidP="00D44D00">
      <w:r>
        <w:t>269.7343</w:t>
      </w:r>
      <w:r>
        <w:tab/>
        <w:t>2.025e0</w:t>
      </w:r>
    </w:p>
    <w:p w:rsidR="00D44D00" w:rsidRDefault="00D44D00" w:rsidP="00D44D00">
      <w:r>
        <w:t>269.7596</w:t>
      </w:r>
      <w:r>
        <w:tab/>
        <w:t>2.025e0</w:t>
      </w:r>
    </w:p>
    <w:p w:rsidR="00D44D00" w:rsidRDefault="00D44D00" w:rsidP="00D44D00">
      <w:r>
        <w:lastRenderedPageBreak/>
        <w:t>269.7988</w:t>
      </w:r>
      <w:r>
        <w:tab/>
        <w:t>1.013e0</w:t>
      </w:r>
    </w:p>
    <w:p w:rsidR="00D44D00" w:rsidRDefault="00D44D00" w:rsidP="00D44D00">
      <w:r>
        <w:t>269.8137</w:t>
      </w:r>
      <w:r>
        <w:tab/>
        <w:t>1.013e0</w:t>
      </w:r>
    </w:p>
    <w:p w:rsidR="00D44D00" w:rsidRDefault="00D44D00" w:rsidP="00D44D00">
      <w:r>
        <w:t>269.8312</w:t>
      </w:r>
      <w:r>
        <w:tab/>
        <w:t>2.025e0</w:t>
      </w:r>
    </w:p>
    <w:p w:rsidR="00D44D00" w:rsidRDefault="00D44D00" w:rsidP="00D44D00">
      <w:r>
        <w:t>269.8730</w:t>
      </w:r>
      <w:r>
        <w:tab/>
        <w:t>1.013e0</w:t>
      </w:r>
    </w:p>
    <w:p w:rsidR="00D44D00" w:rsidRDefault="00D44D00" w:rsidP="00D44D00">
      <w:r>
        <w:t>269.8918</w:t>
      </w:r>
      <w:r>
        <w:tab/>
        <w:t>1.013e0</w:t>
      </w:r>
    </w:p>
    <w:p w:rsidR="00D44D00" w:rsidRDefault="00D44D00" w:rsidP="00D44D00">
      <w:r>
        <w:t>269.9082</w:t>
      </w:r>
      <w:r>
        <w:tab/>
        <w:t>1.013e0</w:t>
      </w:r>
    </w:p>
    <w:p w:rsidR="00D44D00" w:rsidRDefault="00D44D00" w:rsidP="00D44D00">
      <w:r>
        <w:t>269.9308</w:t>
      </w:r>
      <w:r>
        <w:tab/>
        <w:t>2.025e0</w:t>
      </w:r>
    </w:p>
    <w:p w:rsidR="00D44D00" w:rsidRDefault="00D44D00" w:rsidP="00D44D00">
      <w:r>
        <w:t>269.9477</w:t>
      </w:r>
      <w:r>
        <w:tab/>
        <w:t>1.013e0</w:t>
      </w:r>
    </w:p>
    <w:p w:rsidR="00D44D00" w:rsidRDefault="00D44D00" w:rsidP="00D44D00">
      <w:r>
        <w:t>269.9658</w:t>
      </w:r>
      <w:r>
        <w:tab/>
        <w:t>1.013e0</w:t>
      </w:r>
    </w:p>
    <w:p w:rsidR="00D44D00" w:rsidRDefault="00D44D00" w:rsidP="00D44D00">
      <w:r>
        <w:t>269.9878</w:t>
      </w:r>
      <w:r>
        <w:tab/>
        <w:t>1.013e0</w:t>
      </w:r>
    </w:p>
    <w:p w:rsidR="00D44D00" w:rsidRDefault="00D44D00" w:rsidP="00D44D00">
      <w:r>
        <w:t>270.0310</w:t>
      </w:r>
      <w:r>
        <w:tab/>
        <w:t>3.038e0</w:t>
      </w:r>
    </w:p>
    <w:p w:rsidR="00D44D00" w:rsidRDefault="00D44D00" w:rsidP="00D44D00">
      <w:r>
        <w:t>270.0417</w:t>
      </w:r>
      <w:r>
        <w:tab/>
        <w:t>1.013e1</w:t>
      </w:r>
    </w:p>
    <w:p w:rsidR="00D44D00" w:rsidRDefault="00D44D00" w:rsidP="00D44D00">
      <w:r>
        <w:t>270.0580</w:t>
      </w:r>
      <w:r>
        <w:tab/>
        <w:t>4.985e1</w:t>
      </w:r>
    </w:p>
    <w:p w:rsidR="00D44D00" w:rsidRDefault="00D44D00" w:rsidP="00D44D00">
      <w:r>
        <w:t>270.0681</w:t>
      </w:r>
      <w:r>
        <w:tab/>
        <w:t>6.076e0</w:t>
      </w:r>
    </w:p>
    <w:p w:rsidR="00D44D00" w:rsidRDefault="00D44D00" w:rsidP="00D44D00">
      <w:r>
        <w:t>270.0703</w:t>
      </w:r>
      <w:r>
        <w:tab/>
        <w:t>1.316e1</w:t>
      </w:r>
    </w:p>
    <w:p w:rsidR="00D44D00" w:rsidRDefault="00D44D00" w:rsidP="00D44D00">
      <w:r>
        <w:t>270.1219</w:t>
      </w:r>
      <w:r>
        <w:tab/>
        <w:t>2.025e0</w:t>
      </w:r>
    </w:p>
    <w:p w:rsidR="00D44D00" w:rsidRDefault="00D44D00" w:rsidP="00D44D00">
      <w:r>
        <w:t>270.1695</w:t>
      </w:r>
      <w:r>
        <w:tab/>
        <w:t>3.038e0</w:t>
      </w:r>
    </w:p>
    <w:p w:rsidR="00D44D00" w:rsidRDefault="00D44D00" w:rsidP="00D44D00">
      <w:r>
        <w:t>270.1818</w:t>
      </w:r>
      <w:r>
        <w:tab/>
        <w:t>2.025e0</w:t>
      </w:r>
    </w:p>
    <w:p w:rsidR="00D44D00" w:rsidRDefault="00D44D00" w:rsidP="00D44D00">
      <w:r>
        <w:t>270.1862</w:t>
      </w:r>
      <w:r>
        <w:tab/>
        <w:t>7.089e0</w:t>
      </w:r>
    </w:p>
    <w:p w:rsidR="00D44D00" w:rsidRDefault="00D44D00" w:rsidP="00D44D00">
      <w:r>
        <w:lastRenderedPageBreak/>
        <w:t>270.1944</w:t>
      </w:r>
      <w:r>
        <w:tab/>
        <w:t>6.076e0</w:t>
      </w:r>
    </w:p>
    <w:p w:rsidR="00D44D00" w:rsidRDefault="00D44D00" w:rsidP="00D44D00">
      <w:r>
        <w:t>270.2207</w:t>
      </w:r>
      <w:r>
        <w:tab/>
        <w:t>2.025e0</w:t>
      </w:r>
    </w:p>
    <w:p w:rsidR="00D44D00" w:rsidRDefault="00D44D00" w:rsidP="00D44D00">
      <w:r>
        <w:t>270.2314</w:t>
      </w:r>
      <w:r>
        <w:tab/>
        <w:t>1.013e0</w:t>
      </w:r>
    </w:p>
    <w:p w:rsidR="00D44D00" w:rsidRDefault="00D44D00" w:rsidP="00D44D00">
      <w:r>
        <w:t>270.2494</w:t>
      </w:r>
      <w:r>
        <w:tab/>
        <w:t>1.013e0</w:t>
      </w:r>
    </w:p>
    <w:p w:rsidR="00D44D00" w:rsidRDefault="00D44D00" w:rsidP="00D44D00">
      <w:r>
        <w:t>270.2538</w:t>
      </w:r>
      <w:r>
        <w:tab/>
        <w:t>1.013e0</w:t>
      </w:r>
    </w:p>
    <w:p w:rsidR="00D44D00" w:rsidRDefault="00D44D00" w:rsidP="00D44D00">
      <w:r>
        <w:t>270.2716</w:t>
      </w:r>
      <w:r>
        <w:tab/>
        <w:t>1.013e0</w:t>
      </w:r>
    </w:p>
    <w:p w:rsidR="00D44D00" w:rsidRDefault="00D44D00" w:rsidP="00D44D00">
      <w:r>
        <w:t>270.2753</w:t>
      </w:r>
      <w:r>
        <w:tab/>
        <w:t>2.025e0</w:t>
      </w:r>
    </w:p>
    <w:p w:rsidR="00D44D00" w:rsidRDefault="00D44D00" w:rsidP="00D44D00">
      <w:r>
        <w:t>270.2809</w:t>
      </w:r>
      <w:r>
        <w:tab/>
        <w:t>1.013e0</w:t>
      </w:r>
    </w:p>
    <w:p w:rsidR="00D44D00" w:rsidRDefault="00D44D00" w:rsidP="00D44D00">
      <w:r>
        <w:t>270.3114</w:t>
      </w:r>
      <w:r>
        <w:tab/>
        <w:t>1.013e0</w:t>
      </w:r>
    </w:p>
    <w:p w:rsidR="00D44D00" w:rsidRDefault="00D44D00" w:rsidP="00D44D00">
      <w:r>
        <w:t>270.3156</w:t>
      </w:r>
      <w:r>
        <w:tab/>
        <w:t>1.013e0</w:t>
      </w:r>
    </w:p>
    <w:p w:rsidR="00D44D00" w:rsidRDefault="00D44D00" w:rsidP="00D44D00">
      <w:r>
        <w:t>270.3198</w:t>
      </w:r>
      <w:r>
        <w:tab/>
        <w:t>2.025e0</w:t>
      </w:r>
    </w:p>
    <w:p w:rsidR="00D44D00" w:rsidRDefault="00D44D00" w:rsidP="00D44D00">
      <w:r>
        <w:t>270.3708</w:t>
      </w:r>
      <w:r>
        <w:tab/>
        <w:t>1.013e0</w:t>
      </w:r>
    </w:p>
    <w:p w:rsidR="00D44D00" w:rsidRDefault="00D44D00" w:rsidP="00D44D00">
      <w:r>
        <w:t>270.3720</w:t>
      </w:r>
      <w:r>
        <w:tab/>
        <w:t>2.025e0</w:t>
      </w:r>
    </w:p>
    <w:p w:rsidR="00D44D00" w:rsidRDefault="00D44D00" w:rsidP="00D44D00">
      <w:r>
        <w:t>270.3762</w:t>
      </w:r>
      <w:r>
        <w:tab/>
        <w:t>1.013e0</w:t>
      </w:r>
    </w:p>
    <w:p w:rsidR="00D44D00" w:rsidRDefault="00D44D00" w:rsidP="00D44D00">
      <w:r>
        <w:t>270.4114</w:t>
      </w:r>
      <w:r>
        <w:tab/>
        <w:t>2.025e0</w:t>
      </w:r>
    </w:p>
    <w:p w:rsidR="00D44D00" w:rsidRDefault="00D44D00" w:rsidP="00D44D00">
      <w:r>
        <w:t>270.4595</w:t>
      </w:r>
      <w:r>
        <w:tab/>
        <w:t>1.013e0</w:t>
      </w:r>
    </w:p>
    <w:p w:rsidR="00D44D00" w:rsidRDefault="00D44D00" w:rsidP="00D44D00">
      <w:r>
        <w:t>270.4908</w:t>
      </w:r>
      <w:r>
        <w:tab/>
        <w:t>1.013e0</w:t>
      </w:r>
    </w:p>
    <w:p w:rsidR="00D44D00" w:rsidRDefault="00D44D00" w:rsidP="00D44D00">
      <w:r>
        <w:t>270.5253</w:t>
      </w:r>
      <w:r>
        <w:tab/>
        <w:t>1.013e0</w:t>
      </w:r>
    </w:p>
    <w:p w:rsidR="00D44D00" w:rsidRDefault="00D44D00" w:rsidP="00D44D00">
      <w:r>
        <w:t>270.5414</w:t>
      </w:r>
      <w:r>
        <w:tab/>
        <w:t>4.051e0</w:t>
      </w:r>
    </w:p>
    <w:p w:rsidR="00D44D00" w:rsidRDefault="00D44D00" w:rsidP="00D44D00">
      <w:r>
        <w:lastRenderedPageBreak/>
        <w:t>270.5513</w:t>
      </w:r>
      <w:r>
        <w:tab/>
        <w:t>2.025e0</w:t>
      </w:r>
    </w:p>
    <w:p w:rsidR="00D44D00" w:rsidRDefault="00D44D00" w:rsidP="00D44D00">
      <w:r>
        <w:t>270.5602</w:t>
      </w:r>
      <w:r>
        <w:tab/>
        <w:t>1.013e0</w:t>
      </w:r>
    </w:p>
    <w:p w:rsidR="00D44D00" w:rsidRDefault="00D44D00" w:rsidP="00D44D00">
      <w:r>
        <w:t>270.6129</w:t>
      </w:r>
      <w:r>
        <w:tab/>
        <w:t>2.025e0</w:t>
      </w:r>
    </w:p>
    <w:p w:rsidR="00D44D00" w:rsidRDefault="00D44D00" w:rsidP="00D44D00">
      <w:r>
        <w:t>270.6304</w:t>
      </w:r>
      <w:r>
        <w:tab/>
        <w:t>1.013e0</w:t>
      </w:r>
    </w:p>
    <w:p w:rsidR="00D44D00" w:rsidRDefault="00D44D00" w:rsidP="00D44D00">
      <w:r>
        <w:t>270.6389</w:t>
      </w:r>
      <w:r>
        <w:tab/>
        <w:t>1.094e0</w:t>
      </w:r>
    </w:p>
    <w:p w:rsidR="00D44D00" w:rsidRDefault="00D44D00" w:rsidP="00D44D00">
      <w:r>
        <w:t>270.7002</w:t>
      </w:r>
      <w:r>
        <w:tab/>
        <w:t>1.013e0</w:t>
      </w:r>
    </w:p>
    <w:p w:rsidR="00D44D00" w:rsidRDefault="00D44D00" w:rsidP="00D44D00">
      <w:r>
        <w:t>270.7090</w:t>
      </w:r>
      <w:r>
        <w:tab/>
        <w:t>1.013e0</w:t>
      </w:r>
    </w:p>
    <w:p w:rsidR="00D44D00" w:rsidRDefault="00D44D00" w:rsidP="00D44D00">
      <w:r>
        <w:t>270.7301</w:t>
      </w:r>
      <w:r>
        <w:tab/>
        <w:t>1.013e0</w:t>
      </w:r>
    </w:p>
    <w:p w:rsidR="00D44D00" w:rsidRDefault="00D44D00" w:rsidP="00D44D00">
      <w:r>
        <w:t>270.7827</w:t>
      </w:r>
      <w:r>
        <w:tab/>
        <w:t>1.013e0</w:t>
      </w:r>
    </w:p>
    <w:p w:rsidR="00D44D00" w:rsidRDefault="00D44D00" w:rsidP="00D44D00">
      <w:r>
        <w:t>270.7943</w:t>
      </w:r>
      <w:r>
        <w:tab/>
        <w:t>2.025e0</w:t>
      </w:r>
    </w:p>
    <w:p w:rsidR="00D44D00" w:rsidRDefault="00D44D00" w:rsidP="00D44D00">
      <w:r>
        <w:t>270.8201</w:t>
      </w:r>
      <w:r>
        <w:tab/>
        <w:t>2.025e0</w:t>
      </w:r>
    </w:p>
    <w:p w:rsidR="00D44D00" w:rsidRDefault="00D44D00" w:rsidP="00D44D00">
      <w:r>
        <w:t>270.8258</w:t>
      </w:r>
      <w:r>
        <w:tab/>
        <w:t>1.013e0</w:t>
      </w:r>
    </w:p>
    <w:p w:rsidR="00D44D00" w:rsidRDefault="00D44D00" w:rsidP="00D44D00">
      <w:r>
        <w:t>270.8488</w:t>
      </w:r>
      <w:r>
        <w:tab/>
        <w:t>1.013e0</w:t>
      </w:r>
    </w:p>
    <w:p w:rsidR="00D44D00" w:rsidRDefault="00D44D00" w:rsidP="00D44D00">
      <w:r>
        <w:t>270.8568</w:t>
      </w:r>
      <w:r>
        <w:tab/>
        <w:t>1.013e0</w:t>
      </w:r>
    </w:p>
    <w:p w:rsidR="00D44D00" w:rsidRDefault="00D44D00" w:rsidP="00D44D00">
      <w:r>
        <w:t>270.8612</w:t>
      </w:r>
      <w:r>
        <w:tab/>
        <w:t>1.013e0</w:t>
      </w:r>
    </w:p>
    <w:p w:rsidR="00D44D00" w:rsidRDefault="00D44D00" w:rsidP="00D44D00">
      <w:r>
        <w:t>270.8842</w:t>
      </w:r>
      <w:r>
        <w:tab/>
        <w:t>1.013e0</w:t>
      </w:r>
    </w:p>
    <w:p w:rsidR="00D44D00" w:rsidRDefault="00D44D00" w:rsidP="00D44D00">
      <w:r>
        <w:t>270.8940</w:t>
      </w:r>
      <w:r>
        <w:tab/>
        <w:t>4.051e0</w:t>
      </w:r>
    </w:p>
    <w:p w:rsidR="00D44D00" w:rsidRDefault="00D44D00" w:rsidP="00D44D00">
      <w:r>
        <w:t>270.9348</w:t>
      </w:r>
      <w:r>
        <w:tab/>
        <w:t>1.013e0</w:t>
      </w:r>
    </w:p>
    <w:p w:rsidR="00D44D00" w:rsidRDefault="00D44D00" w:rsidP="00D44D00">
      <w:r>
        <w:t>270.9543</w:t>
      </w:r>
      <w:r>
        <w:tab/>
        <w:t>1.013e0</w:t>
      </w:r>
    </w:p>
    <w:p w:rsidR="00D44D00" w:rsidRDefault="00D44D00" w:rsidP="00D44D00">
      <w:r>
        <w:lastRenderedPageBreak/>
        <w:t>270.9580</w:t>
      </w:r>
      <w:r>
        <w:tab/>
        <w:t>2.025e0</w:t>
      </w:r>
    </w:p>
    <w:p w:rsidR="00D44D00" w:rsidRDefault="00D44D00" w:rsidP="00D44D00">
      <w:r>
        <w:t>270.9796</w:t>
      </w:r>
      <w:r>
        <w:tab/>
        <w:t>1.013e0</w:t>
      </w:r>
    </w:p>
    <w:p w:rsidR="00D44D00" w:rsidRDefault="00D44D00" w:rsidP="00D44D00">
      <w:r>
        <w:t>271.0570</w:t>
      </w:r>
      <w:r>
        <w:tab/>
        <w:t>1.924e1</w:t>
      </w:r>
    </w:p>
    <w:p w:rsidR="00D44D00" w:rsidRDefault="00D44D00" w:rsidP="00D44D00">
      <w:r>
        <w:t>271.0674</w:t>
      </w:r>
      <w:r>
        <w:tab/>
        <w:t>1.921e2</w:t>
      </w:r>
    </w:p>
    <w:p w:rsidR="00D44D00" w:rsidRDefault="00D44D00" w:rsidP="00D44D00">
      <w:r>
        <w:t>271.1384</w:t>
      </w:r>
      <w:r>
        <w:tab/>
        <w:t>3.038e0</w:t>
      </w:r>
    </w:p>
    <w:p w:rsidR="00D44D00" w:rsidRDefault="00D44D00" w:rsidP="00D44D00">
      <w:r>
        <w:t>271.1474</w:t>
      </w:r>
      <w:r>
        <w:tab/>
        <w:t>3.038e0</w:t>
      </w:r>
    </w:p>
    <w:p w:rsidR="00D44D00" w:rsidRDefault="00D44D00" w:rsidP="00D44D00">
      <w:r>
        <w:t>271.1487</w:t>
      </w:r>
      <w:r>
        <w:tab/>
        <w:t>2.025e0</w:t>
      </w:r>
    </w:p>
    <w:p w:rsidR="00D44D00" w:rsidRDefault="00D44D00" w:rsidP="00D44D00">
      <w:r>
        <w:t>271.1777</w:t>
      </w:r>
      <w:r>
        <w:tab/>
        <w:t>5.188e0</w:t>
      </w:r>
    </w:p>
    <w:p w:rsidR="00D44D00" w:rsidRDefault="00D44D00" w:rsidP="00D44D00">
      <w:r>
        <w:t>271.1841</w:t>
      </w:r>
      <w:r>
        <w:tab/>
        <w:t>1.418e1</w:t>
      </w:r>
    </w:p>
    <w:p w:rsidR="00D44D00" w:rsidRDefault="00D44D00" w:rsidP="00D44D00">
      <w:r>
        <w:t>271.1881</w:t>
      </w:r>
      <w:r>
        <w:tab/>
        <w:t>9.114e0</w:t>
      </w:r>
    </w:p>
    <w:p w:rsidR="00D44D00" w:rsidRDefault="00D44D00" w:rsidP="00D44D00">
      <w:r>
        <w:t>271.2154</w:t>
      </w:r>
      <w:r>
        <w:tab/>
        <w:t>3.153e0</w:t>
      </w:r>
    </w:p>
    <w:p w:rsidR="00D44D00" w:rsidRDefault="00D44D00" w:rsidP="00D44D00">
      <w:r>
        <w:t>271.2379</w:t>
      </w:r>
      <w:r>
        <w:tab/>
        <w:t>2.025e0</w:t>
      </w:r>
    </w:p>
    <w:p w:rsidR="00D44D00" w:rsidRDefault="00D44D00" w:rsidP="00D44D00">
      <w:r>
        <w:t>271.2398</w:t>
      </w:r>
      <w:r>
        <w:tab/>
        <w:t>2.025e0</w:t>
      </w:r>
    </w:p>
    <w:p w:rsidR="00D44D00" w:rsidRDefault="00D44D00" w:rsidP="00D44D00">
      <w:r>
        <w:t>271.2612</w:t>
      </w:r>
      <w:r>
        <w:tab/>
        <w:t>3.038e0</w:t>
      </w:r>
    </w:p>
    <w:p w:rsidR="00D44D00" w:rsidRDefault="00D44D00" w:rsidP="00D44D00">
      <w:r>
        <w:t>271.2856</w:t>
      </w:r>
      <w:r>
        <w:tab/>
        <w:t>1.013e0</w:t>
      </w:r>
    </w:p>
    <w:p w:rsidR="00D44D00" w:rsidRDefault="00D44D00" w:rsidP="00D44D00">
      <w:r>
        <w:t>271.2891</w:t>
      </w:r>
      <w:r>
        <w:tab/>
        <w:t>1.013e0</w:t>
      </w:r>
    </w:p>
    <w:p w:rsidR="00D44D00" w:rsidRDefault="00D44D00" w:rsidP="00D44D00">
      <w:r>
        <w:t>271.3557</w:t>
      </w:r>
      <w:r>
        <w:tab/>
        <w:t>1.013e0</w:t>
      </w:r>
    </w:p>
    <w:p w:rsidR="00D44D00" w:rsidRDefault="00D44D00" w:rsidP="00D44D00">
      <w:r>
        <w:t>271.3593</w:t>
      </w:r>
      <w:r>
        <w:tab/>
        <w:t>1.013e0</w:t>
      </w:r>
    </w:p>
    <w:p w:rsidR="00D44D00" w:rsidRDefault="00D44D00" w:rsidP="00D44D00">
      <w:r>
        <w:t>271.3907</w:t>
      </w:r>
      <w:r>
        <w:tab/>
        <w:t>1.013e0</w:t>
      </w:r>
    </w:p>
    <w:p w:rsidR="00D44D00" w:rsidRDefault="00D44D00" w:rsidP="00D44D00">
      <w:r>
        <w:lastRenderedPageBreak/>
        <w:t>271.4255</w:t>
      </w:r>
      <w:r>
        <w:tab/>
        <w:t>1.013e0</w:t>
      </w:r>
    </w:p>
    <w:p w:rsidR="00D44D00" w:rsidRDefault="00D44D00" w:rsidP="00D44D00">
      <w:r>
        <w:t>271.4342</w:t>
      </w:r>
      <w:r>
        <w:tab/>
        <w:t>2.025e0</w:t>
      </w:r>
    </w:p>
    <w:p w:rsidR="00D44D00" w:rsidRDefault="00D44D00" w:rsidP="00D44D00">
      <w:r>
        <w:t>271.4648</w:t>
      </w:r>
      <w:r>
        <w:tab/>
        <w:t>1.013e0</w:t>
      </w:r>
    </w:p>
    <w:p w:rsidR="00D44D00" w:rsidRDefault="00D44D00" w:rsidP="00D44D00">
      <w:r>
        <w:t>271.4738</w:t>
      </w:r>
      <w:r>
        <w:tab/>
        <w:t>1.013e0</w:t>
      </w:r>
    </w:p>
    <w:p w:rsidR="00D44D00" w:rsidRDefault="00D44D00" w:rsidP="00D44D00">
      <w:r>
        <w:t>271.4875</w:t>
      </w:r>
      <w:r>
        <w:tab/>
        <w:t>1.013e0</w:t>
      </w:r>
    </w:p>
    <w:p w:rsidR="00D44D00" w:rsidRDefault="00D44D00" w:rsidP="00D44D00">
      <w:r>
        <w:t>271.4995</w:t>
      </w:r>
      <w:r>
        <w:tab/>
        <w:t>1.013e0</w:t>
      </w:r>
    </w:p>
    <w:p w:rsidR="00D44D00" w:rsidRDefault="00D44D00" w:rsidP="00D44D00">
      <w:r>
        <w:t>271.5142</w:t>
      </w:r>
      <w:r>
        <w:tab/>
        <w:t>2.025e0</w:t>
      </w:r>
    </w:p>
    <w:p w:rsidR="00D44D00" w:rsidRDefault="00D44D00" w:rsidP="00D44D00">
      <w:r>
        <w:t>271.5246</w:t>
      </w:r>
      <w:r>
        <w:tab/>
        <w:t>2.025e0</w:t>
      </w:r>
    </w:p>
    <w:p w:rsidR="00D44D00" w:rsidRDefault="00D44D00" w:rsidP="00D44D00">
      <w:r>
        <w:t>271.5439</w:t>
      </w:r>
      <w:r>
        <w:tab/>
        <w:t>1.013e0</w:t>
      </w:r>
    </w:p>
    <w:p w:rsidR="00D44D00" w:rsidRDefault="00D44D00" w:rsidP="00D44D00">
      <w:r>
        <w:t>271.5696</w:t>
      </w:r>
      <w:r>
        <w:tab/>
        <w:t>1.013e0</w:t>
      </w:r>
    </w:p>
    <w:p w:rsidR="00D44D00" w:rsidRDefault="00D44D00" w:rsidP="00D44D00">
      <w:r>
        <w:t>271.5966</w:t>
      </w:r>
      <w:r>
        <w:tab/>
        <w:t>1.013e0</w:t>
      </w:r>
    </w:p>
    <w:p w:rsidR="00D44D00" w:rsidRDefault="00D44D00" w:rsidP="00D44D00">
      <w:r>
        <w:t>271.6032</w:t>
      </w:r>
      <w:r>
        <w:tab/>
        <w:t>4.051e0</w:t>
      </w:r>
    </w:p>
    <w:p w:rsidR="00D44D00" w:rsidRDefault="00D44D00" w:rsidP="00D44D00">
      <w:r>
        <w:t>271.6281</w:t>
      </w:r>
      <w:r>
        <w:tab/>
        <w:t>1.013e0</w:t>
      </w:r>
    </w:p>
    <w:p w:rsidR="00D44D00" w:rsidRDefault="00D44D00" w:rsidP="00D44D00">
      <w:r>
        <w:t>271.6711</w:t>
      </w:r>
      <w:r>
        <w:tab/>
        <w:t>2.025e0</w:t>
      </w:r>
    </w:p>
    <w:p w:rsidR="00D44D00" w:rsidRDefault="00D44D00" w:rsidP="00D44D00">
      <w:r>
        <w:t>271.6748</w:t>
      </w:r>
      <w:r>
        <w:tab/>
        <w:t>1.013e0</w:t>
      </w:r>
    </w:p>
    <w:p w:rsidR="00D44D00" w:rsidRDefault="00D44D00" w:rsidP="00D44D00">
      <w:r>
        <w:t>271.7062</w:t>
      </w:r>
      <w:r>
        <w:tab/>
        <w:t>1.013e0</w:t>
      </w:r>
    </w:p>
    <w:p w:rsidR="00D44D00" w:rsidRDefault="00D44D00" w:rsidP="00D44D00">
      <w:r>
        <w:t>271.7225</w:t>
      </w:r>
      <w:r>
        <w:tab/>
        <w:t>3.038e0</w:t>
      </w:r>
    </w:p>
    <w:p w:rsidR="00D44D00" w:rsidRDefault="00D44D00" w:rsidP="00D44D00">
      <w:r>
        <w:t>271.7413</w:t>
      </w:r>
      <w:r>
        <w:tab/>
        <w:t>1.013e0</w:t>
      </w:r>
    </w:p>
    <w:p w:rsidR="00D44D00" w:rsidRDefault="00D44D00" w:rsidP="00D44D00">
      <w:r>
        <w:t>271.7453</w:t>
      </w:r>
      <w:r>
        <w:tab/>
        <w:t>1.013e0</w:t>
      </w:r>
    </w:p>
    <w:p w:rsidR="00D44D00" w:rsidRDefault="00D44D00" w:rsidP="00D44D00">
      <w:r>
        <w:lastRenderedPageBreak/>
        <w:t>271.7983</w:t>
      </w:r>
      <w:r>
        <w:tab/>
        <w:t>2.025e0</w:t>
      </w:r>
    </w:p>
    <w:p w:rsidR="00D44D00" w:rsidRDefault="00D44D00" w:rsidP="00D44D00">
      <w:r>
        <w:t>271.8209</w:t>
      </w:r>
      <w:r>
        <w:tab/>
        <w:t>4.051e0</w:t>
      </w:r>
    </w:p>
    <w:p w:rsidR="00D44D00" w:rsidRDefault="00D44D00" w:rsidP="00D44D00">
      <w:r>
        <w:t>271.8424</w:t>
      </w:r>
      <w:r>
        <w:tab/>
        <w:t>1.013e0</w:t>
      </w:r>
    </w:p>
    <w:p w:rsidR="00D44D00" w:rsidRDefault="00D44D00" w:rsidP="00D44D00">
      <w:r>
        <w:t>271.8465</w:t>
      </w:r>
      <w:r>
        <w:tab/>
        <w:t>1.013e0</w:t>
      </w:r>
    </w:p>
    <w:p w:rsidR="00D44D00" w:rsidRDefault="00D44D00" w:rsidP="00D44D00">
      <w:r>
        <w:t>271.8732</w:t>
      </w:r>
      <w:r>
        <w:tab/>
        <w:t>1.013e0</w:t>
      </w:r>
    </w:p>
    <w:p w:rsidR="00D44D00" w:rsidRDefault="00D44D00" w:rsidP="00D44D00">
      <w:r>
        <w:t>271.8991</w:t>
      </w:r>
      <w:r>
        <w:tab/>
        <w:t>1.013e0</w:t>
      </w:r>
    </w:p>
    <w:p w:rsidR="00D44D00" w:rsidRDefault="00D44D00" w:rsidP="00D44D00">
      <w:r>
        <w:t>271.9086</w:t>
      </w:r>
      <w:r>
        <w:tab/>
        <w:t>1.013e0</w:t>
      </w:r>
    </w:p>
    <w:p w:rsidR="00D44D00" w:rsidRDefault="00D44D00" w:rsidP="00D44D00">
      <w:r>
        <w:t>271.9827</w:t>
      </w:r>
      <w:r>
        <w:tab/>
        <w:t>1.013e0</w:t>
      </w:r>
    </w:p>
    <w:p w:rsidR="00D44D00" w:rsidRDefault="00D44D00" w:rsidP="00D44D00">
      <w:r>
        <w:t>272.0215</w:t>
      </w:r>
      <w:r>
        <w:tab/>
        <w:t>2.025e0</w:t>
      </w:r>
    </w:p>
    <w:p w:rsidR="00D44D00" w:rsidRDefault="00D44D00" w:rsidP="00D44D00">
      <w:r>
        <w:t>272.0491</w:t>
      </w:r>
      <w:r>
        <w:tab/>
        <w:t>4.757e0</w:t>
      </w:r>
    </w:p>
    <w:p w:rsidR="00D44D00" w:rsidRDefault="00D44D00" w:rsidP="00D44D00">
      <w:r>
        <w:t>272.0614</w:t>
      </w:r>
      <w:r>
        <w:tab/>
        <w:t>1.013e1</w:t>
      </w:r>
    </w:p>
    <w:p w:rsidR="00D44D00" w:rsidRDefault="00D44D00" w:rsidP="00D44D00">
      <w:r>
        <w:t>272.0626</w:t>
      </w:r>
      <w:r>
        <w:tab/>
        <w:t>2.029e1</w:t>
      </w:r>
    </w:p>
    <w:p w:rsidR="00D44D00" w:rsidRDefault="00D44D00" w:rsidP="00D44D00">
      <w:r>
        <w:t>272.0719</w:t>
      </w:r>
      <w:r>
        <w:tab/>
        <w:t>2.749e1</w:t>
      </w:r>
    </w:p>
    <w:p w:rsidR="00D44D00" w:rsidRDefault="00D44D00" w:rsidP="00D44D00">
      <w:r>
        <w:t>272.0729</w:t>
      </w:r>
      <w:r>
        <w:tab/>
        <w:t>6.076e0</w:t>
      </w:r>
    </w:p>
    <w:p w:rsidR="00D44D00" w:rsidRDefault="00D44D00" w:rsidP="00D44D00">
      <w:r>
        <w:t>272.1045</w:t>
      </w:r>
      <w:r>
        <w:tab/>
        <w:t>1.013e0</w:t>
      </w:r>
    </w:p>
    <w:p w:rsidR="00D44D00" w:rsidRDefault="00D44D00" w:rsidP="00D44D00">
      <w:r>
        <w:t>272.1207</w:t>
      </w:r>
      <w:r>
        <w:tab/>
        <w:t>2.025e0</w:t>
      </w:r>
    </w:p>
    <w:p w:rsidR="00D44D00" w:rsidRDefault="00D44D00" w:rsidP="00D44D00">
      <w:r>
        <w:t>272.1310</w:t>
      </w:r>
      <w:r>
        <w:tab/>
        <w:t>1.013e0</w:t>
      </w:r>
    </w:p>
    <w:p w:rsidR="00D44D00" w:rsidRDefault="00D44D00" w:rsidP="00D44D00">
      <w:r>
        <w:t>272.1535</w:t>
      </w:r>
      <w:r>
        <w:tab/>
        <w:t>2.749e0</w:t>
      </w:r>
    </w:p>
    <w:p w:rsidR="00D44D00" w:rsidRDefault="00D44D00" w:rsidP="00D44D00">
      <w:r>
        <w:t>272.1621</w:t>
      </w:r>
      <w:r>
        <w:tab/>
        <w:t>1.013e0</w:t>
      </w:r>
    </w:p>
    <w:p w:rsidR="00D44D00" w:rsidRDefault="00D44D00" w:rsidP="00D44D00">
      <w:r>
        <w:lastRenderedPageBreak/>
        <w:t>272.1888</w:t>
      </w:r>
      <w:r>
        <w:tab/>
        <w:t>1.013e0</w:t>
      </w:r>
    </w:p>
    <w:p w:rsidR="00D44D00" w:rsidRDefault="00D44D00" w:rsidP="00D44D00">
      <w:r>
        <w:t>272.1902</w:t>
      </w:r>
      <w:r>
        <w:tab/>
        <w:t>3.038e0</w:t>
      </w:r>
    </w:p>
    <w:p w:rsidR="00D44D00" w:rsidRDefault="00D44D00" w:rsidP="00D44D00">
      <w:r>
        <w:t>272.1927</w:t>
      </w:r>
      <w:r>
        <w:tab/>
        <w:t>2.025e0</w:t>
      </w:r>
    </w:p>
    <w:p w:rsidR="00D44D00" w:rsidRDefault="00D44D00" w:rsidP="00D44D00">
      <w:r>
        <w:t>272.2044</w:t>
      </w:r>
      <w:r>
        <w:tab/>
        <w:t>2.025e0</w:t>
      </w:r>
    </w:p>
    <w:p w:rsidR="00D44D00" w:rsidRDefault="00D44D00" w:rsidP="00D44D00">
      <w:r>
        <w:t>272.2239</w:t>
      </w:r>
      <w:r>
        <w:tab/>
        <w:t>2.025e0</w:t>
      </w:r>
    </w:p>
    <w:p w:rsidR="00D44D00" w:rsidRDefault="00D44D00" w:rsidP="00D44D00">
      <w:r>
        <w:t>272.2323</w:t>
      </w:r>
      <w:r>
        <w:tab/>
        <w:t>1.013e0</w:t>
      </w:r>
    </w:p>
    <w:p w:rsidR="00D44D00" w:rsidRDefault="00D44D00" w:rsidP="00D44D00">
      <w:r>
        <w:t>272.2352</w:t>
      </w:r>
      <w:r>
        <w:tab/>
        <w:t>4.051e0</w:t>
      </w:r>
    </w:p>
    <w:p w:rsidR="00D44D00" w:rsidRDefault="00D44D00" w:rsidP="00D44D00">
      <w:r>
        <w:t>272.2629</w:t>
      </w:r>
      <w:r>
        <w:tab/>
        <w:t>1.013e0</w:t>
      </w:r>
    </w:p>
    <w:p w:rsidR="00D44D00" w:rsidRDefault="00D44D00" w:rsidP="00D44D00">
      <w:r>
        <w:t>272.2673</w:t>
      </w:r>
      <w:r>
        <w:tab/>
        <w:t>1.013e0</w:t>
      </w:r>
    </w:p>
    <w:p w:rsidR="00D44D00" w:rsidRDefault="00D44D00" w:rsidP="00D44D00">
      <w:r>
        <w:t>272.2782</w:t>
      </w:r>
      <w:r>
        <w:tab/>
        <w:t>2.025e0</w:t>
      </w:r>
    </w:p>
    <w:p w:rsidR="00D44D00" w:rsidRDefault="00D44D00" w:rsidP="00D44D00">
      <w:r>
        <w:t>272.2980</w:t>
      </w:r>
      <w:r>
        <w:tab/>
        <w:t>1.013e0</w:t>
      </w:r>
    </w:p>
    <w:p w:rsidR="00D44D00" w:rsidRDefault="00D44D00" w:rsidP="00D44D00">
      <w:r>
        <w:t>272.3413</w:t>
      </w:r>
      <w:r>
        <w:tab/>
        <w:t>2.025e0</w:t>
      </w:r>
    </w:p>
    <w:p w:rsidR="00D44D00" w:rsidRDefault="00D44D00" w:rsidP="00D44D00">
      <w:r>
        <w:t>272.3722</w:t>
      </w:r>
      <w:r>
        <w:tab/>
        <w:t>1.013e0</w:t>
      </w:r>
    </w:p>
    <w:p w:rsidR="00D44D00" w:rsidRDefault="00D44D00" w:rsidP="00D44D00">
      <w:r>
        <w:t>272.3926</w:t>
      </w:r>
      <w:r>
        <w:tab/>
        <w:t>2.025e0</w:t>
      </w:r>
    </w:p>
    <w:p w:rsidR="00D44D00" w:rsidRDefault="00D44D00" w:rsidP="00D44D00">
      <w:r>
        <w:t>272.4303</w:t>
      </w:r>
      <w:r>
        <w:tab/>
        <w:t>1.013e0</w:t>
      </w:r>
    </w:p>
    <w:p w:rsidR="00D44D00" w:rsidRDefault="00D44D00" w:rsidP="00D44D00">
      <w:r>
        <w:t>272.4644</w:t>
      </w:r>
      <w:r>
        <w:tab/>
        <w:t>2.025e0</w:t>
      </w:r>
    </w:p>
    <w:p w:rsidR="00D44D00" w:rsidRDefault="00D44D00" w:rsidP="00D44D00">
      <w:r>
        <w:t>272.4734</w:t>
      </w:r>
      <w:r>
        <w:tab/>
        <w:t>2.025e0</w:t>
      </w:r>
    </w:p>
    <w:p w:rsidR="00D44D00" w:rsidRDefault="00D44D00" w:rsidP="00D44D00">
      <w:r>
        <w:t>272.5085</w:t>
      </w:r>
      <w:r>
        <w:tab/>
        <w:t>1.013e0</w:t>
      </w:r>
    </w:p>
    <w:p w:rsidR="00D44D00" w:rsidRDefault="00D44D00" w:rsidP="00D44D00">
      <w:r>
        <w:t>272.5520</w:t>
      </w:r>
      <w:r>
        <w:tab/>
        <w:t>1.013e0</w:t>
      </w:r>
    </w:p>
    <w:p w:rsidR="00D44D00" w:rsidRDefault="00D44D00" w:rsidP="00D44D00">
      <w:r>
        <w:lastRenderedPageBreak/>
        <w:t>272.6009</w:t>
      </w:r>
      <w:r>
        <w:tab/>
        <w:t>1.013e0</w:t>
      </w:r>
    </w:p>
    <w:p w:rsidR="00D44D00" w:rsidRDefault="00D44D00" w:rsidP="00D44D00">
      <w:r>
        <w:t>272.6310</w:t>
      </w:r>
      <w:r>
        <w:tab/>
        <w:t>1.013e0</w:t>
      </w:r>
    </w:p>
    <w:p w:rsidR="00D44D00" w:rsidRDefault="00D44D00" w:rsidP="00D44D00">
      <w:r>
        <w:t>272.6347</w:t>
      </w:r>
      <w:r>
        <w:tab/>
        <w:t>3.038e0</w:t>
      </w:r>
    </w:p>
    <w:p w:rsidR="00D44D00" w:rsidRDefault="00D44D00" w:rsidP="00D44D00">
      <w:r>
        <w:t>272.6414</w:t>
      </w:r>
      <w:r>
        <w:tab/>
        <w:t>1.013e0</w:t>
      </w:r>
    </w:p>
    <w:p w:rsidR="00D44D00" w:rsidRDefault="00D44D00" w:rsidP="00D44D00">
      <w:r>
        <w:t>272.6966</w:t>
      </w:r>
      <w:r>
        <w:tab/>
        <w:t>1.013e0</w:t>
      </w:r>
    </w:p>
    <w:p w:rsidR="00D44D00" w:rsidRDefault="00D44D00" w:rsidP="00D44D00">
      <w:r>
        <w:t>272.7151</w:t>
      </w:r>
      <w:r>
        <w:tab/>
        <w:t>1.013e0</w:t>
      </w:r>
    </w:p>
    <w:p w:rsidR="00D44D00" w:rsidRDefault="00D44D00" w:rsidP="00D44D00">
      <w:r>
        <w:t>272.7896</w:t>
      </w:r>
      <w:r>
        <w:tab/>
        <w:t>1.013e0</w:t>
      </w:r>
    </w:p>
    <w:p w:rsidR="00D44D00" w:rsidRDefault="00D44D00" w:rsidP="00D44D00">
      <w:r>
        <w:t>272.8120</w:t>
      </w:r>
      <w:r>
        <w:tab/>
        <w:t>1.013e0</w:t>
      </w:r>
    </w:p>
    <w:p w:rsidR="00D44D00" w:rsidRDefault="00D44D00" w:rsidP="00D44D00">
      <w:r>
        <w:t>272.8165</w:t>
      </w:r>
      <w:r>
        <w:tab/>
        <w:t>1.013e0</w:t>
      </w:r>
    </w:p>
    <w:p w:rsidR="00D44D00" w:rsidRDefault="00D44D00" w:rsidP="00D44D00">
      <w:r>
        <w:t>272.8247</w:t>
      </w:r>
      <w:r>
        <w:tab/>
        <w:t>1.013e0</w:t>
      </w:r>
    </w:p>
    <w:p w:rsidR="00D44D00" w:rsidRDefault="00D44D00" w:rsidP="00D44D00">
      <w:r>
        <w:t>272.8598</w:t>
      </w:r>
      <w:r>
        <w:tab/>
        <w:t>1.013e0</w:t>
      </w:r>
    </w:p>
    <w:p w:rsidR="00D44D00" w:rsidRDefault="00D44D00" w:rsidP="00D44D00">
      <w:r>
        <w:t>272.8946</w:t>
      </w:r>
      <w:r>
        <w:tab/>
        <w:t>1.013e0</w:t>
      </w:r>
    </w:p>
    <w:p w:rsidR="00D44D00" w:rsidRDefault="00D44D00" w:rsidP="00D44D00">
      <w:r>
        <w:t>272.8990</w:t>
      </w:r>
      <w:r>
        <w:tab/>
        <w:t>2.025e0</w:t>
      </w:r>
    </w:p>
    <w:p w:rsidR="00D44D00" w:rsidRDefault="00D44D00" w:rsidP="00D44D00">
      <w:r>
        <w:t>272.9028</w:t>
      </w:r>
      <w:r>
        <w:tab/>
        <w:t>1.013e0</w:t>
      </w:r>
    </w:p>
    <w:p w:rsidR="00D44D00" w:rsidRDefault="00D44D00" w:rsidP="00D44D00">
      <w:r>
        <w:t>272.9611</w:t>
      </w:r>
      <w:r>
        <w:tab/>
        <w:t>2.025e0</w:t>
      </w:r>
    </w:p>
    <w:p w:rsidR="00D44D00" w:rsidRDefault="00D44D00" w:rsidP="00D44D00">
      <w:r>
        <w:t>272.9917</w:t>
      </w:r>
      <w:r>
        <w:tab/>
        <w:t>3.038e0</w:t>
      </w:r>
    </w:p>
    <w:p w:rsidR="00D44D00" w:rsidRDefault="00D44D00" w:rsidP="00D44D00">
      <w:r>
        <w:t>273.0062</w:t>
      </w:r>
      <w:r>
        <w:tab/>
        <w:t>3.038e0</w:t>
      </w:r>
    </w:p>
    <w:p w:rsidR="00D44D00" w:rsidRDefault="00D44D00" w:rsidP="00D44D00">
      <w:r>
        <w:t>273.0196</w:t>
      </w:r>
      <w:r>
        <w:tab/>
        <w:t>1.410e0</w:t>
      </w:r>
    </w:p>
    <w:p w:rsidR="00D44D00" w:rsidRDefault="00D44D00" w:rsidP="00D44D00">
      <w:r>
        <w:t>273.0453</w:t>
      </w:r>
      <w:r>
        <w:tab/>
        <w:t>3.038e0</w:t>
      </w:r>
    </w:p>
    <w:p w:rsidR="00D44D00" w:rsidRDefault="00D44D00" w:rsidP="00D44D00">
      <w:r>
        <w:lastRenderedPageBreak/>
        <w:t>273.0465</w:t>
      </w:r>
      <w:r>
        <w:tab/>
        <w:t>5.063e0</w:t>
      </w:r>
    </w:p>
    <w:p w:rsidR="00D44D00" w:rsidRDefault="00D44D00" w:rsidP="00D44D00">
      <w:r>
        <w:t>273.0493</w:t>
      </w:r>
      <w:r>
        <w:tab/>
        <w:t>3.038e0</w:t>
      </w:r>
    </w:p>
    <w:p w:rsidR="00D44D00" w:rsidRDefault="00D44D00" w:rsidP="00D44D00">
      <w:r>
        <w:t>273.0515</w:t>
      </w:r>
      <w:r>
        <w:tab/>
        <w:t>6.708e0</w:t>
      </w:r>
    </w:p>
    <w:p w:rsidR="00D44D00" w:rsidRDefault="00D44D00" w:rsidP="00D44D00">
      <w:r>
        <w:t>273.0766</w:t>
      </w:r>
      <w:r>
        <w:tab/>
        <w:t>2.025e0</w:t>
      </w:r>
    </w:p>
    <w:p w:rsidR="00D44D00" w:rsidRDefault="00D44D00" w:rsidP="00D44D00">
      <w:r>
        <w:t>273.0786</w:t>
      </w:r>
      <w:r>
        <w:tab/>
        <w:t>3.643e0</w:t>
      </w:r>
    </w:p>
    <w:p w:rsidR="00D44D00" w:rsidRDefault="00D44D00" w:rsidP="00D44D00">
      <w:r>
        <w:t>273.0885</w:t>
      </w:r>
      <w:r>
        <w:tab/>
        <w:t>2.571e0</w:t>
      </w:r>
    </w:p>
    <w:p w:rsidR="00D44D00" w:rsidRDefault="00D44D00" w:rsidP="00D44D00">
      <w:r>
        <w:t>273.0901</w:t>
      </w:r>
      <w:r>
        <w:tab/>
        <w:t>2.025e0</w:t>
      </w:r>
    </w:p>
    <w:p w:rsidR="00D44D00" w:rsidRDefault="00D44D00" w:rsidP="00D44D00">
      <w:r>
        <w:t>273.1303</w:t>
      </w:r>
      <w:r>
        <w:tab/>
        <w:t>2.025e0</w:t>
      </w:r>
    </w:p>
    <w:p w:rsidR="00D44D00" w:rsidRDefault="00D44D00" w:rsidP="00D44D00">
      <w:r>
        <w:t>273.1341</w:t>
      </w:r>
      <w:r>
        <w:tab/>
        <w:t>2.025e0</w:t>
      </w:r>
    </w:p>
    <w:p w:rsidR="00D44D00" w:rsidRDefault="00D44D00" w:rsidP="00D44D00">
      <w:r>
        <w:t>273.1650</w:t>
      </w:r>
      <w:r>
        <w:tab/>
        <w:t>3.038e0</w:t>
      </w:r>
    </w:p>
    <w:p w:rsidR="00D44D00" w:rsidRDefault="00D44D00" w:rsidP="00D44D00">
      <w:r>
        <w:t>273.1835</w:t>
      </w:r>
      <w:r>
        <w:tab/>
        <w:t>1.013e0</w:t>
      </w:r>
    </w:p>
    <w:p w:rsidR="00D44D00" w:rsidRDefault="00D44D00" w:rsidP="00D44D00">
      <w:r>
        <w:t>273.1868</w:t>
      </w:r>
      <w:r>
        <w:tab/>
        <w:t>2.025e0</w:t>
      </w:r>
    </w:p>
    <w:p w:rsidR="00D44D00" w:rsidRDefault="00D44D00" w:rsidP="00D44D00">
      <w:r>
        <w:t>273.2025</w:t>
      </w:r>
      <w:r>
        <w:tab/>
        <w:t>1.013e0</w:t>
      </w:r>
    </w:p>
    <w:p w:rsidR="00D44D00" w:rsidRDefault="00D44D00" w:rsidP="00D44D00">
      <w:r>
        <w:t>273.2457</w:t>
      </w:r>
      <w:r>
        <w:tab/>
        <w:t>1.013e0</w:t>
      </w:r>
    </w:p>
    <w:p w:rsidR="00D44D00" w:rsidRDefault="00D44D00" w:rsidP="00D44D00">
      <w:r>
        <w:t>273.2689</w:t>
      </w:r>
      <w:r>
        <w:tab/>
        <w:t>1.013e0</w:t>
      </w:r>
    </w:p>
    <w:p w:rsidR="00D44D00" w:rsidRDefault="00D44D00" w:rsidP="00D44D00">
      <w:r>
        <w:t>273.2923</w:t>
      </w:r>
      <w:r>
        <w:tab/>
        <w:t>2.025e0</w:t>
      </w:r>
    </w:p>
    <w:p w:rsidR="00D44D00" w:rsidRDefault="00D44D00" w:rsidP="00D44D00">
      <w:r>
        <w:t>273.3202</w:t>
      </w:r>
      <w:r>
        <w:tab/>
        <w:t>1.013e0</w:t>
      </w:r>
    </w:p>
    <w:p w:rsidR="00D44D00" w:rsidRDefault="00D44D00" w:rsidP="00D44D00">
      <w:r>
        <w:t>273.3549</w:t>
      </w:r>
      <w:r>
        <w:tab/>
        <w:t>1.013e0</w:t>
      </w:r>
    </w:p>
    <w:p w:rsidR="00D44D00" w:rsidRDefault="00D44D00" w:rsidP="00D44D00">
      <w:r>
        <w:t>273.3821</w:t>
      </w:r>
      <w:r>
        <w:tab/>
        <w:t>1.013e0</w:t>
      </w:r>
    </w:p>
    <w:p w:rsidR="00D44D00" w:rsidRDefault="00D44D00" w:rsidP="00D44D00">
      <w:r>
        <w:lastRenderedPageBreak/>
        <w:t>273.4447</w:t>
      </w:r>
      <w:r>
        <w:tab/>
        <w:t>1.013e0</w:t>
      </w:r>
    </w:p>
    <w:p w:rsidR="00D44D00" w:rsidRDefault="00D44D00" w:rsidP="00D44D00">
      <w:r>
        <w:t>273.4706</w:t>
      </w:r>
      <w:r>
        <w:tab/>
        <w:t>1.013e0</w:t>
      </w:r>
    </w:p>
    <w:p w:rsidR="00D44D00" w:rsidRDefault="00D44D00" w:rsidP="00D44D00">
      <w:r>
        <w:t>273.5360</w:t>
      </w:r>
      <w:r>
        <w:tab/>
        <w:t>1.013e0</w:t>
      </w:r>
    </w:p>
    <w:p w:rsidR="00D44D00" w:rsidRDefault="00D44D00" w:rsidP="00D44D00">
      <w:r>
        <w:t>273.5408</w:t>
      </w:r>
      <w:r>
        <w:tab/>
        <w:t>2.025e0</w:t>
      </w:r>
    </w:p>
    <w:p w:rsidR="00D44D00" w:rsidRDefault="00D44D00" w:rsidP="00D44D00">
      <w:r>
        <w:t>273.5836</w:t>
      </w:r>
      <w:r>
        <w:tab/>
        <w:t>2.025e0</w:t>
      </w:r>
    </w:p>
    <w:p w:rsidR="00D44D00" w:rsidRDefault="00D44D00" w:rsidP="00D44D00">
      <w:r>
        <w:t>273.6243</w:t>
      </w:r>
      <w:r>
        <w:tab/>
        <w:t>1.013e0</w:t>
      </w:r>
    </w:p>
    <w:p w:rsidR="00D44D00" w:rsidRDefault="00D44D00" w:rsidP="00D44D00">
      <w:r>
        <w:t>273.6467</w:t>
      </w:r>
      <w:r>
        <w:tab/>
        <w:t>1.013e0</w:t>
      </w:r>
    </w:p>
    <w:p w:rsidR="00D44D00" w:rsidRDefault="00D44D00" w:rsidP="00D44D00">
      <w:r>
        <w:t>273.6591</w:t>
      </w:r>
      <w:r>
        <w:tab/>
        <w:t>2.025e0</w:t>
      </w:r>
    </w:p>
    <w:p w:rsidR="00D44D00" w:rsidRDefault="00D44D00" w:rsidP="00D44D00">
      <w:r>
        <w:t>273.6674</w:t>
      </w:r>
      <w:r>
        <w:tab/>
        <w:t>1.013e0</w:t>
      </w:r>
    </w:p>
    <w:p w:rsidR="00D44D00" w:rsidRDefault="00D44D00" w:rsidP="00D44D00">
      <w:r>
        <w:t>273.6862</w:t>
      </w:r>
      <w:r>
        <w:tab/>
        <w:t>1.013e0</w:t>
      </w:r>
    </w:p>
    <w:p w:rsidR="00D44D00" w:rsidRDefault="00D44D00" w:rsidP="00D44D00">
      <w:r>
        <w:t>273.7025</w:t>
      </w:r>
      <w:r>
        <w:tab/>
        <w:t>1.013e0</w:t>
      </w:r>
    </w:p>
    <w:p w:rsidR="00D44D00" w:rsidRDefault="00D44D00" w:rsidP="00D44D00">
      <w:r>
        <w:t>273.7398</w:t>
      </w:r>
      <w:r>
        <w:tab/>
        <w:t>2.025e0</w:t>
      </w:r>
    </w:p>
    <w:p w:rsidR="00D44D00" w:rsidRDefault="00D44D00" w:rsidP="00D44D00">
      <w:r>
        <w:t>273.8699</w:t>
      </w:r>
      <w:r>
        <w:tab/>
        <w:t>1.013e0</w:t>
      </w:r>
    </w:p>
    <w:p w:rsidR="00D44D00" w:rsidRDefault="00D44D00" w:rsidP="00D44D00">
      <w:r>
        <w:t>273.9405</w:t>
      </w:r>
      <w:r>
        <w:tab/>
        <w:t>1.013e0</w:t>
      </w:r>
    </w:p>
    <w:p w:rsidR="00D44D00" w:rsidRDefault="00D44D00" w:rsidP="00D44D00">
      <w:r>
        <w:t>273.9441</w:t>
      </w:r>
      <w:r>
        <w:tab/>
        <w:t>1.013e0</w:t>
      </w:r>
    </w:p>
    <w:p w:rsidR="00D44D00" w:rsidRDefault="00D44D00" w:rsidP="00D44D00">
      <w:r>
        <w:t>273.9984</w:t>
      </w:r>
      <w:r>
        <w:tab/>
        <w:t>1.013e0</w:t>
      </w:r>
    </w:p>
    <w:p w:rsidR="00D44D00" w:rsidRDefault="00D44D00" w:rsidP="00D44D00">
      <w:r>
        <w:t>274.0126</w:t>
      </w:r>
      <w:r>
        <w:tab/>
        <w:t>3.038e0</w:t>
      </w:r>
    </w:p>
    <w:p w:rsidR="00D44D00" w:rsidRDefault="00D44D00" w:rsidP="00D44D00">
      <w:r>
        <w:t>274.0192</w:t>
      </w:r>
      <w:r>
        <w:tab/>
        <w:t>2.025e0</w:t>
      </w:r>
    </w:p>
    <w:p w:rsidR="00D44D00" w:rsidRDefault="00D44D00" w:rsidP="00D44D00">
      <w:r>
        <w:t>274.0341</w:t>
      </w:r>
      <w:r>
        <w:tab/>
        <w:t>8.101e0</w:t>
      </w:r>
    </w:p>
    <w:p w:rsidR="00D44D00" w:rsidRDefault="00D44D00" w:rsidP="00D44D00">
      <w:r>
        <w:lastRenderedPageBreak/>
        <w:t>274.0635</w:t>
      </w:r>
      <w:r>
        <w:tab/>
        <w:t>9.716e0</w:t>
      </w:r>
    </w:p>
    <w:p w:rsidR="00D44D00" w:rsidRDefault="00D44D00" w:rsidP="00D44D00">
      <w:r>
        <w:t>274.0661</w:t>
      </w:r>
      <w:r>
        <w:tab/>
        <w:t>1.957e1</w:t>
      </w:r>
    </w:p>
    <w:p w:rsidR="00D44D00" w:rsidRDefault="00D44D00" w:rsidP="00D44D00">
      <w:r>
        <w:t>274.0786</w:t>
      </w:r>
      <w:r>
        <w:tab/>
        <w:t>2.025e0</w:t>
      </w:r>
    </w:p>
    <w:p w:rsidR="00D44D00" w:rsidRDefault="00D44D00" w:rsidP="00D44D00">
      <w:r>
        <w:t>274.1122</w:t>
      </w:r>
      <w:r>
        <w:tab/>
        <w:t>1.013e0</w:t>
      </w:r>
    </w:p>
    <w:p w:rsidR="00D44D00" w:rsidRDefault="00D44D00" w:rsidP="00D44D00">
      <w:r>
        <w:t>274.1305</w:t>
      </w:r>
      <w:r>
        <w:tab/>
        <w:t>1.013e0</w:t>
      </w:r>
    </w:p>
    <w:p w:rsidR="00D44D00" w:rsidRDefault="00D44D00" w:rsidP="00D44D00">
      <w:r>
        <w:t>274.1321</w:t>
      </w:r>
      <w:r>
        <w:tab/>
        <w:t>2.025e0</w:t>
      </w:r>
    </w:p>
    <w:p w:rsidR="00D44D00" w:rsidRDefault="00D44D00" w:rsidP="00D44D00">
      <w:r>
        <w:t>274.1470</w:t>
      </w:r>
      <w:r>
        <w:tab/>
        <w:t>1.013e0</w:t>
      </w:r>
    </w:p>
    <w:p w:rsidR="00D44D00" w:rsidRDefault="00D44D00" w:rsidP="00D44D00">
      <w:r>
        <w:t>274.1607</w:t>
      </w:r>
      <w:r>
        <w:tab/>
        <w:t>1.013e0</w:t>
      </w:r>
    </w:p>
    <w:p w:rsidR="00D44D00" w:rsidRDefault="00D44D00" w:rsidP="00D44D00">
      <w:r>
        <w:t>274.1654</w:t>
      </w:r>
      <w:r>
        <w:tab/>
        <w:t>1.013e0</w:t>
      </w:r>
    </w:p>
    <w:p w:rsidR="00D44D00" w:rsidRDefault="00D44D00" w:rsidP="00D44D00">
      <w:r>
        <w:t>274.1797</w:t>
      </w:r>
      <w:r>
        <w:tab/>
        <w:t>4.051e0</w:t>
      </w:r>
    </w:p>
    <w:p w:rsidR="00D44D00" w:rsidRDefault="00D44D00" w:rsidP="00D44D00">
      <w:r>
        <w:t>274.2524</w:t>
      </w:r>
      <w:r>
        <w:tab/>
        <w:t>1.013e0</w:t>
      </w:r>
    </w:p>
    <w:p w:rsidR="00D44D00" w:rsidRDefault="00D44D00" w:rsidP="00D44D00">
      <w:r>
        <w:t>274.3268</w:t>
      </w:r>
      <w:r>
        <w:tab/>
        <w:t>1.013e0</w:t>
      </w:r>
    </w:p>
    <w:p w:rsidR="00D44D00" w:rsidRDefault="00D44D00" w:rsidP="00D44D00">
      <w:r>
        <w:t>274.3501</w:t>
      </w:r>
      <w:r>
        <w:tab/>
        <w:t>1.013e0</w:t>
      </w:r>
    </w:p>
    <w:p w:rsidR="00D44D00" w:rsidRDefault="00D44D00" w:rsidP="00D44D00">
      <w:r>
        <w:t>274.3542</w:t>
      </w:r>
      <w:r>
        <w:tab/>
        <w:t>2.025e0</w:t>
      </w:r>
    </w:p>
    <w:p w:rsidR="00D44D00" w:rsidRDefault="00D44D00" w:rsidP="00D44D00">
      <w:r>
        <w:t>274.3723</w:t>
      </w:r>
      <w:r>
        <w:tab/>
        <w:t>1.013e0</w:t>
      </w:r>
    </w:p>
    <w:p w:rsidR="00D44D00" w:rsidRDefault="00D44D00" w:rsidP="00D44D00">
      <w:r>
        <w:t>274.4160</w:t>
      </w:r>
      <w:r>
        <w:tab/>
        <w:t>1.013e0</w:t>
      </w:r>
    </w:p>
    <w:p w:rsidR="00D44D00" w:rsidRDefault="00D44D00" w:rsidP="00D44D00">
      <w:r>
        <w:t>274.4352</w:t>
      </w:r>
      <w:r>
        <w:tab/>
        <w:t>3.038e0</w:t>
      </w:r>
    </w:p>
    <w:p w:rsidR="00D44D00" w:rsidRDefault="00D44D00" w:rsidP="00D44D00">
      <w:r>
        <w:t>274.4635</w:t>
      </w:r>
      <w:r>
        <w:tab/>
        <w:t>1.013e0</w:t>
      </w:r>
    </w:p>
    <w:p w:rsidR="00D44D00" w:rsidRDefault="00D44D00" w:rsidP="00D44D00">
      <w:r>
        <w:t>274.5296</w:t>
      </w:r>
      <w:r>
        <w:tab/>
        <w:t>1.013e0</w:t>
      </w:r>
    </w:p>
    <w:p w:rsidR="00D44D00" w:rsidRDefault="00D44D00" w:rsidP="00D44D00">
      <w:r>
        <w:lastRenderedPageBreak/>
        <w:t>274.5443</w:t>
      </w:r>
      <w:r>
        <w:tab/>
        <w:t>1.013e0</w:t>
      </w:r>
    </w:p>
    <w:p w:rsidR="00D44D00" w:rsidRDefault="00D44D00" w:rsidP="00D44D00">
      <w:r>
        <w:t>274.5551</w:t>
      </w:r>
      <w:r>
        <w:tab/>
        <w:t>4.051e0</w:t>
      </w:r>
    </w:p>
    <w:p w:rsidR="00D44D00" w:rsidRDefault="00D44D00" w:rsidP="00D44D00">
      <w:r>
        <w:t>274.5567</w:t>
      </w:r>
      <w:r>
        <w:tab/>
        <w:t>1.013e0</w:t>
      </w:r>
    </w:p>
    <w:p w:rsidR="00D44D00" w:rsidRDefault="00D44D00" w:rsidP="00D44D00">
      <w:r>
        <w:t>274.6314</w:t>
      </w:r>
      <w:r>
        <w:tab/>
        <w:t>1.013e0</w:t>
      </w:r>
    </w:p>
    <w:p w:rsidR="00D44D00" w:rsidRDefault="00D44D00" w:rsidP="00D44D00">
      <w:r>
        <w:t>274.6545</w:t>
      </w:r>
      <w:r>
        <w:tab/>
        <w:t>1.013e0</w:t>
      </w:r>
    </w:p>
    <w:p w:rsidR="00D44D00" w:rsidRDefault="00D44D00" w:rsidP="00D44D00">
      <w:r>
        <w:t>274.6895</w:t>
      </w:r>
      <w:r>
        <w:tab/>
        <w:t>2.025e0</w:t>
      </w:r>
    </w:p>
    <w:p w:rsidR="00D44D00" w:rsidRDefault="00D44D00" w:rsidP="00D44D00">
      <w:r>
        <w:t>274.7156</w:t>
      </w:r>
      <w:r>
        <w:tab/>
        <w:t>1.013e0</w:t>
      </w:r>
    </w:p>
    <w:p w:rsidR="00D44D00" w:rsidRDefault="00D44D00" w:rsidP="00D44D00">
      <w:r>
        <w:t>274.8067</w:t>
      </w:r>
      <w:r>
        <w:tab/>
        <w:t>1.013e0</w:t>
      </w:r>
    </w:p>
    <w:p w:rsidR="00D44D00" w:rsidRDefault="00D44D00" w:rsidP="00D44D00">
      <w:r>
        <w:t>274.8692</w:t>
      </w:r>
      <w:r>
        <w:tab/>
        <w:t>1.013e0</w:t>
      </w:r>
    </w:p>
    <w:p w:rsidR="00D44D00" w:rsidRDefault="00D44D00" w:rsidP="00D44D00">
      <w:r>
        <w:t>274.9276</w:t>
      </w:r>
      <w:r>
        <w:tab/>
        <w:t>1.013e0</w:t>
      </w:r>
    </w:p>
    <w:p w:rsidR="00D44D00" w:rsidRDefault="00D44D00" w:rsidP="00D44D00">
      <w:r>
        <w:t>274.9707</w:t>
      </w:r>
      <w:r>
        <w:tab/>
        <w:t>1.013e0</w:t>
      </w:r>
    </w:p>
    <w:p w:rsidR="00D44D00" w:rsidRDefault="00D44D00" w:rsidP="00D44D00">
      <w:r>
        <w:t>275.0112</w:t>
      </w:r>
      <w:r>
        <w:tab/>
        <w:t>5.063e0</w:t>
      </w:r>
    </w:p>
    <w:p w:rsidR="00D44D00" w:rsidRDefault="00D44D00" w:rsidP="00D44D00">
      <w:r>
        <w:t>275.0146</w:t>
      </w:r>
      <w:r>
        <w:tab/>
        <w:t>4.051e0</w:t>
      </w:r>
    </w:p>
    <w:p w:rsidR="00D44D00" w:rsidRDefault="00D44D00" w:rsidP="00D44D00">
      <w:r>
        <w:t>275.0288</w:t>
      </w:r>
      <w:r>
        <w:tab/>
        <w:t>1.006e1</w:t>
      </w:r>
    </w:p>
    <w:p w:rsidR="00D44D00" w:rsidRDefault="00D44D00" w:rsidP="00D44D00">
      <w:r>
        <w:t>275.0316</w:t>
      </w:r>
      <w:r>
        <w:tab/>
        <w:t>1.215e1</w:t>
      </w:r>
    </w:p>
    <w:p w:rsidR="00D44D00" w:rsidRDefault="00D44D00" w:rsidP="00D44D00">
      <w:r>
        <w:t>275.0548</w:t>
      </w:r>
      <w:r>
        <w:tab/>
        <w:t>8.119e0</w:t>
      </w:r>
    </w:p>
    <w:p w:rsidR="00D44D00" w:rsidRDefault="00D44D00" w:rsidP="00D44D00">
      <w:r>
        <w:t>275.0636</w:t>
      </w:r>
      <w:r>
        <w:tab/>
        <w:t>1.865e0</w:t>
      </w:r>
    </w:p>
    <w:p w:rsidR="00D44D00" w:rsidRDefault="00D44D00" w:rsidP="00D44D00">
      <w:r>
        <w:t>275.0808</w:t>
      </w:r>
      <w:r>
        <w:tab/>
        <w:t>3.038e0</w:t>
      </w:r>
    </w:p>
    <w:p w:rsidR="00D44D00" w:rsidRDefault="00D44D00" w:rsidP="00D44D00">
      <w:r>
        <w:t>275.1118</w:t>
      </w:r>
      <w:r>
        <w:tab/>
        <w:t>1.013e0</w:t>
      </w:r>
    </w:p>
    <w:p w:rsidR="00D44D00" w:rsidRDefault="00D44D00" w:rsidP="00D44D00">
      <w:r>
        <w:lastRenderedPageBreak/>
        <w:t>275.1346</w:t>
      </w:r>
      <w:r>
        <w:tab/>
        <w:t>1.013e0</w:t>
      </w:r>
    </w:p>
    <w:p w:rsidR="00D44D00" w:rsidRDefault="00D44D00" w:rsidP="00D44D00">
      <w:r>
        <w:t>275.1359</w:t>
      </w:r>
      <w:r>
        <w:tab/>
        <w:t>3.038e0</w:t>
      </w:r>
    </w:p>
    <w:p w:rsidR="00D44D00" w:rsidRDefault="00D44D00" w:rsidP="00D44D00">
      <w:r>
        <w:t>275.1449</w:t>
      </w:r>
      <w:r>
        <w:tab/>
        <w:t>2.025e0</w:t>
      </w:r>
    </w:p>
    <w:p w:rsidR="00D44D00" w:rsidRDefault="00D44D00" w:rsidP="00D44D00">
      <w:r>
        <w:t>275.1508</w:t>
      </w:r>
      <w:r>
        <w:tab/>
        <w:t>1.013e0</w:t>
      </w:r>
    </w:p>
    <w:p w:rsidR="00D44D00" w:rsidRDefault="00D44D00" w:rsidP="00D44D00">
      <w:r>
        <w:t>275.1697</w:t>
      </w:r>
      <w:r>
        <w:tab/>
        <w:t>1.013e0</w:t>
      </w:r>
    </w:p>
    <w:p w:rsidR="00D44D00" w:rsidRDefault="00D44D00" w:rsidP="00D44D00">
      <w:r>
        <w:t>275.2130</w:t>
      </w:r>
      <w:r>
        <w:tab/>
        <w:t>1.013e0</w:t>
      </w:r>
    </w:p>
    <w:p w:rsidR="00D44D00" w:rsidRDefault="00D44D00" w:rsidP="00D44D00">
      <w:r>
        <w:t>275.2713</w:t>
      </w:r>
      <w:r>
        <w:tab/>
        <w:t>1.013e0</w:t>
      </w:r>
    </w:p>
    <w:p w:rsidR="00D44D00" w:rsidRDefault="00D44D00" w:rsidP="00D44D00">
      <w:r>
        <w:t>275.2968</w:t>
      </w:r>
      <w:r>
        <w:tab/>
        <w:t>2.025e0</w:t>
      </w:r>
    </w:p>
    <w:p w:rsidR="00D44D00" w:rsidRDefault="00D44D00" w:rsidP="00D44D00">
      <w:r>
        <w:t>275.3107</w:t>
      </w:r>
      <w:r>
        <w:tab/>
        <w:t>2.025e0</w:t>
      </w:r>
    </w:p>
    <w:p w:rsidR="00D44D00" w:rsidRDefault="00D44D00" w:rsidP="00D44D00">
      <w:r>
        <w:t>275.5282</w:t>
      </w:r>
      <w:r>
        <w:tab/>
        <w:t>2.025e0</w:t>
      </w:r>
    </w:p>
    <w:p w:rsidR="00D44D00" w:rsidRDefault="00D44D00" w:rsidP="00D44D00">
      <w:r>
        <w:t>275.5490</w:t>
      </w:r>
      <w:r>
        <w:tab/>
        <w:t>1.013e0</w:t>
      </w:r>
    </w:p>
    <w:p w:rsidR="00D44D00" w:rsidRDefault="00D44D00" w:rsidP="00D44D00">
      <w:r>
        <w:t>275.5530</w:t>
      </w:r>
      <w:r>
        <w:tab/>
        <w:t>3.038e0</w:t>
      </w:r>
    </w:p>
    <w:p w:rsidR="00D44D00" w:rsidRDefault="00D44D00" w:rsidP="00D44D00">
      <w:r>
        <w:t>275.5757</w:t>
      </w:r>
      <w:r>
        <w:tab/>
        <w:t>1.013e0</w:t>
      </w:r>
    </w:p>
    <w:p w:rsidR="00D44D00" w:rsidRDefault="00D44D00" w:rsidP="00D44D00">
      <w:r>
        <w:t>275.5839</w:t>
      </w:r>
      <w:r>
        <w:tab/>
        <w:t>1.013e0</w:t>
      </w:r>
    </w:p>
    <w:p w:rsidR="00D44D00" w:rsidRDefault="00D44D00" w:rsidP="00D44D00">
      <w:r>
        <w:t>275.6061</w:t>
      </w:r>
      <w:r>
        <w:tab/>
        <w:t>1.013e0</w:t>
      </w:r>
    </w:p>
    <w:p w:rsidR="00D44D00" w:rsidRDefault="00D44D00" w:rsidP="00D44D00">
      <w:r>
        <w:t>275.6194</w:t>
      </w:r>
      <w:r>
        <w:tab/>
        <w:t>1.013e0</w:t>
      </w:r>
    </w:p>
    <w:p w:rsidR="00D44D00" w:rsidRDefault="00D44D00" w:rsidP="00D44D00">
      <w:r>
        <w:t>275.6723</w:t>
      </w:r>
      <w:r>
        <w:tab/>
        <w:t>1.013e0</w:t>
      </w:r>
    </w:p>
    <w:p w:rsidR="00D44D00" w:rsidRDefault="00D44D00" w:rsidP="00D44D00">
      <w:r>
        <w:t>275.6935</w:t>
      </w:r>
      <w:r>
        <w:tab/>
        <w:t>1.013e0</w:t>
      </w:r>
    </w:p>
    <w:p w:rsidR="00D44D00" w:rsidRDefault="00D44D00" w:rsidP="00D44D00">
      <w:r>
        <w:t>275.7380</w:t>
      </w:r>
      <w:r>
        <w:tab/>
        <w:t>2.025e0</w:t>
      </w:r>
    </w:p>
    <w:p w:rsidR="00D44D00" w:rsidRDefault="00D44D00" w:rsidP="00D44D00">
      <w:r>
        <w:lastRenderedPageBreak/>
        <w:t>275.7686</w:t>
      </w:r>
      <w:r>
        <w:tab/>
        <w:t>1.013e0</w:t>
      </w:r>
    </w:p>
    <w:p w:rsidR="00D44D00" w:rsidRDefault="00D44D00" w:rsidP="00D44D00">
      <w:r>
        <w:t>275.9358</w:t>
      </w:r>
      <w:r>
        <w:tab/>
        <w:t>1.013e0</w:t>
      </w:r>
    </w:p>
    <w:p w:rsidR="00D44D00" w:rsidRDefault="00D44D00" w:rsidP="00D44D00">
      <w:r>
        <w:t>275.9590</w:t>
      </w:r>
      <w:r>
        <w:tab/>
        <w:t>1.013e0</w:t>
      </w:r>
    </w:p>
    <w:p w:rsidR="00D44D00" w:rsidRDefault="00D44D00" w:rsidP="00D44D00">
      <w:r>
        <w:t>275.9674</w:t>
      </w:r>
      <w:r>
        <w:tab/>
        <w:t>1.013e0</w:t>
      </w:r>
    </w:p>
    <w:p w:rsidR="00D44D00" w:rsidRDefault="00D44D00" w:rsidP="00D44D00">
      <w:r>
        <w:t>275.9741</w:t>
      </w:r>
      <w:r>
        <w:tab/>
        <w:t>2.025e0</w:t>
      </w:r>
    </w:p>
    <w:p w:rsidR="00D44D00" w:rsidRDefault="00D44D00" w:rsidP="00D44D00">
      <w:r>
        <w:t>275.9924</w:t>
      </w:r>
      <w:r>
        <w:tab/>
        <w:t>6.076e0</w:t>
      </w:r>
    </w:p>
    <w:p w:rsidR="00D44D00" w:rsidRDefault="00D44D00" w:rsidP="00D44D00">
      <w:r>
        <w:t>275.9987</w:t>
      </w:r>
      <w:r>
        <w:tab/>
        <w:t>1.013e0</w:t>
      </w:r>
    </w:p>
    <w:p w:rsidR="00D44D00" w:rsidRDefault="00D44D00" w:rsidP="00D44D00">
      <w:r>
        <w:t>276.0252</w:t>
      </w:r>
      <w:r>
        <w:tab/>
        <w:t>3.840e0</w:t>
      </w:r>
    </w:p>
    <w:p w:rsidR="00D44D00" w:rsidRDefault="00D44D00" w:rsidP="00D44D00">
      <w:r>
        <w:t>276.0388</w:t>
      </w:r>
      <w:r>
        <w:tab/>
        <w:t>4.740e0</w:t>
      </w:r>
    </w:p>
    <w:p w:rsidR="00D44D00" w:rsidRDefault="00D44D00" w:rsidP="00D44D00">
      <w:r>
        <w:t>276.0440</w:t>
      </w:r>
      <w:r>
        <w:tab/>
        <w:t>2.472e0</w:t>
      </w:r>
    </w:p>
    <w:p w:rsidR="00D44D00" w:rsidRDefault="00D44D00" w:rsidP="00D44D00">
      <w:r>
        <w:t>276.0456</w:t>
      </w:r>
      <w:r>
        <w:tab/>
        <w:t>1.720e0</w:t>
      </w:r>
    </w:p>
    <w:p w:rsidR="00D44D00" w:rsidRDefault="00D44D00" w:rsidP="00D44D00">
      <w:r>
        <w:t>276.0607</w:t>
      </w:r>
      <w:r>
        <w:tab/>
        <w:t>2.025e0</w:t>
      </w:r>
    </w:p>
    <w:p w:rsidR="00D44D00" w:rsidRDefault="00D44D00" w:rsidP="00D44D00">
      <w:r>
        <w:t>276.1138</w:t>
      </w:r>
      <w:r>
        <w:tab/>
        <w:t>2.025e0</w:t>
      </w:r>
    </w:p>
    <w:p w:rsidR="00D44D00" w:rsidRDefault="00D44D00" w:rsidP="00D44D00">
      <w:r>
        <w:t>276.1186</w:t>
      </w:r>
      <w:r>
        <w:tab/>
        <w:t>1.013e0</w:t>
      </w:r>
    </w:p>
    <w:p w:rsidR="00D44D00" w:rsidRDefault="00D44D00" w:rsidP="00D44D00">
      <w:r>
        <w:t>276.1292</w:t>
      </w:r>
      <w:r>
        <w:tab/>
        <w:t>2.025e0</w:t>
      </w:r>
    </w:p>
    <w:p w:rsidR="00D44D00" w:rsidRDefault="00D44D00" w:rsidP="00D44D00">
      <w:r>
        <w:t>276.1331</w:t>
      </w:r>
      <w:r>
        <w:tab/>
        <w:t>2.025e0</w:t>
      </w:r>
    </w:p>
    <w:p w:rsidR="00D44D00" w:rsidRDefault="00D44D00" w:rsidP="00D44D00">
      <w:r>
        <w:t>276.1626</w:t>
      </w:r>
      <w:r>
        <w:tab/>
        <w:t>1.013e0</w:t>
      </w:r>
    </w:p>
    <w:p w:rsidR="00D44D00" w:rsidRDefault="00D44D00" w:rsidP="00D44D00">
      <w:r>
        <w:t>276.1976</w:t>
      </w:r>
      <w:r>
        <w:tab/>
        <w:t>2.025e0</w:t>
      </w:r>
    </w:p>
    <w:p w:rsidR="00D44D00" w:rsidRDefault="00D44D00" w:rsidP="00D44D00">
      <w:r>
        <w:t>276.2451</w:t>
      </w:r>
      <w:r>
        <w:tab/>
        <w:t>2.025e0</w:t>
      </w:r>
    </w:p>
    <w:p w:rsidR="00D44D00" w:rsidRDefault="00D44D00" w:rsidP="00D44D00">
      <w:r>
        <w:lastRenderedPageBreak/>
        <w:t>276.2502</w:t>
      </w:r>
      <w:r>
        <w:tab/>
        <w:t>1.013e0</w:t>
      </w:r>
    </w:p>
    <w:p w:rsidR="00D44D00" w:rsidRDefault="00D44D00" w:rsidP="00D44D00">
      <w:r>
        <w:t>276.3035</w:t>
      </w:r>
      <w:r>
        <w:tab/>
        <w:t>1.013e0</w:t>
      </w:r>
    </w:p>
    <w:p w:rsidR="00D44D00" w:rsidRDefault="00D44D00" w:rsidP="00D44D00">
      <w:r>
        <w:t>276.3347</w:t>
      </w:r>
      <w:r>
        <w:tab/>
        <w:t>1.013e0</w:t>
      </w:r>
    </w:p>
    <w:p w:rsidR="00D44D00" w:rsidRDefault="00D44D00" w:rsidP="00D44D00">
      <w:r>
        <w:t>276.3877</w:t>
      </w:r>
      <w:r>
        <w:tab/>
        <w:t>1.013e0</w:t>
      </w:r>
    </w:p>
    <w:p w:rsidR="00D44D00" w:rsidRDefault="00D44D00" w:rsidP="00D44D00">
      <w:r>
        <w:t>276.4088</w:t>
      </w:r>
      <w:r>
        <w:tab/>
        <w:t>1.013e0</w:t>
      </w:r>
    </w:p>
    <w:p w:rsidR="00D44D00" w:rsidRDefault="00D44D00" w:rsidP="00D44D00">
      <w:r>
        <w:t>276.5501</w:t>
      </w:r>
      <w:r>
        <w:tab/>
        <w:t>4.051e0</w:t>
      </w:r>
    </w:p>
    <w:p w:rsidR="00D44D00" w:rsidRDefault="00D44D00" w:rsidP="00D44D00">
      <w:r>
        <w:t>276.5732</w:t>
      </w:r>
      <w:r>
        <w:tab/>
        <w:t>1.013e0</w:t>
      </w:r>
    </w:p>
    <w:p w:rsidR="00D44D00" w:rsidRDefault="00D44D00" w:rsidP="00D44D00">
      <w:r>
        <w:t>276.5769</w:t>
      </w:r>
      <w:r>
        <w:tab/>
        <w:t>1.013e0</w:t>
      </w:r>
    </w:p>
    <w:p w:rsidR="00D44D00" w:rsidRDefault="00D44D00" w:rsidP="00D44D00">
      <w:r>
        <w:t>276.6044</w:t>
      </w:r>
      <w:r>
        <w:tab/>
        <w:t>1.013e0</w:t>
      </w:r>
    </w:p>
    <w:p w:rsidR="00D44D00" w:rsidRDefault="00D44D00" w:rsidP="00D44D00">
      <w:r>
        <w:t>276.6529</w:t>
      </w:r>
      <w:r>
        <w:tab/>
        <w:t>2.025e0</w:t>
      </w:r>
    </w:p>
    <w:p w:rsidR="00D44D00" w:rsidRDefault="00D44D00" w:rsidP="00D44D00">
      <w:r>
        <w:t>276.6670</w:t>
      </w:r>
      <w:r>
        <w:tab/>
        <w:t>1.013e0</w:t>
      </w:r>
    </w:p>
    <w:p w:rsidR="00D44D00" w:rsidRDefault="00D44D00" w:rsidP="00D44D00">
      <w:r>
        <w:t>276.6926</w:t>
      </w:r>
      <w:r>
        <w:tab/>
        <w:t>1.013e0</w:t>
      </w:r>
    </w:p>
    <w:p w:rsidR="00D44D00" w:rsidRDefault="00D44D00" w:rsidP="00D44D00">
      <w:r>
        <w:t>276.6973</w:t>
      </w:r>
      <w:r>
        <w:tab/>
        <w:t>1.013e0</w:t>
      </w:r>
    </w:p>
    <w:p w:rsidR="00D44D00" w:rsidRDefault="00D44D00" w:rsidP="00D44D00">
      <w:r>
        <w:t>276.7410</w:t>
      </w:r>
      <w:r>
        <w:tab/>
        <w:t>1.013e0</w:t>
      </w:r>
    </w:p>
    <w:p w:rsidR="00D44D00" w:rsidRDefault="00D44D00" w:rsidP="00D44D00">
      <w:r>
        <w:t>276.8038</w:t>
      </w:r>
      <w:r>
        <w:tab/>
        <w:t>1.013e0</w:t>
      </w:r>
    </w:p>
    <w:p w:rsidR="00D44D00" w:rsidRDefault="00D44D00" w:rsidP="00D44D00">
      <w:r>
        <w:t>276.8118</w:t>
      </w:r>
      <w:r>
        <w:tab/>
        <w:t>1.013e0</w:t>
      </w:r>
    </w:p>
    <w:p w:rsidR="00D44D00" w:rsidRDefault="00D44D00" w:rsidP="00D44D00">
      <w:r>
        <w:t>276.8155</w:t>
      </w:r>
      <w:r>
        <w:tab/>
        <w:t>1.013e0</w:t>
      </w:r>
    </w:p>
    <w:p w:rsidR="00D44D00" w:rsidRDefault="00D44D00" w:rsidP="00D44D00">
      <w:r>
        <w:t>276.8427</w:t>
      </w:r>
      <w:r>
        <w:tab/>
        <w:t>1.013e0</w:t>
      </w:r>
    </w:p>
    <w:p w:rsidR="00D44D00" w:rsidRDefault="00D44D00" w:rsidP="00D44D00">
      <w:r>
        <w:t>276.9011</w:t>
      </w:r>
      <w:r>
        <w:tab/>
        <w:t>1.013e0</w:t>
      </w:r>
    </w:p>
    <w:p w:rsidR="00D44D00" w:rsidRDefault="00D44D00" w:rsidP="00D44D00">
      <w:r>
        <w:lastRenderedPageBreak/>
        <w:t>276.9407</w:t>
      </w:r>
      <w:r>
        <w:tab/>
        <w:t>1.013e0</w:t>
      </w:r>
    </w:p>
    <w:p w:rsidR="00D44D00" w:rsidRDefault="00D44D00" w:rsidP="00D44D00">
      <w:r>
        <w:t>276.9423</w:t>
      </w:r>
      <w:r>
        <w:tab/>
        <w:t>4.051e0</w:t>
      </w:r>
    </w:p>
    <w:p w:rsidR="00D44D00" w:rsidRDefault="00D44D00" w:rsidP="00D44D00">
      <w:r>
        <w:t>276.9759</w:t>
      </w:r>
      <w:r>
        <w:tab/>
        <w:t>1.013e0</w:t>
      </w:r>
    </w:p>
    <w:p w:rsidR="00D44D00" w:rsidRDefault="00D44D00" w:rsidP="00D44D00">
      <w:r>
        <w:t>276.9859</w:t>
      </w:r>
      <w:r>
        <w:tab/>
        <w:t>3.038e0</w:t>
      </w:r>
    </w:p>
    <w:p w:rsidR="00D44D00" w:rsidRDefault="00D44D00" w:rsidP="00D44D00">
      <w:r>
        <w:t>277.0381</w:t>
      </w:r>
      <w:r>
        <w:tab/>
        <w:t>2.182e0</w:t>
      </w:r>
    </w:p>
    <w:p w:rsidR="00D44D00" w:rsidRDefault="00D44D00" w:rsidP="00D44D00">
      <w:r>
        <w:t>277.1044</w:t>
      </w:r>
      <w:r>
        <w:tab/>
        <w:t>1.068e0</w:t>
      </w:r>
    </w:p>
    <w:p w:rsidR="00D44D00" w:rsidRDefault="00D44D00" w:rsidP="00D44D00">
      <w:r>
        <w:t>277.1188</w:t>
      </w:r>
      <w:r>
        <w:tab/>
        <w:t>2.025e0</w:t>
      </w:r>
    </w:p>
    <w:p w:rsidR="00D44D00" w:rsidRDefault="00D44D00" w:rsidP="00D44D00">
      <w:r>
        <w:t>277.1459</w:t>
      </w:r>
      <w:r>
        <w:tab/>
        <w:t>2.025e0</w:t>
      </w:r>
    </w:p>
    <w:p w:rsidR="00D44D00" w:rsidRDefault="00D44D00" w:rsidP="00D44D00">
      <w:r>
        <w:t>277.1481</w:t>
      </w:r>
      <w:r>
        <w:tab/>
        <w:t>1.013e0</w:t>
      </w:r>
    </w:p>
    <w:p w:rsidR="00D44D00" w:rsidRDefault="00D44D00" w:rsidP="00D44D00">
      <w:r>
        <w:t>277.1606</w:t>
      </w:r>
      <w:r>
        <w:tab/>
        <w:t>1.013e0</w:t>
      </w:r>
    </w:p>
    <w:p w:rsidR="00D44D00" w:rsidRDefault="00D44D00" w:rsidP="00D44D00">
      <w:r>
        <w:t>277.1708</w:t>
      </w:r>
      <w:r>
        <w:tab/>
        <w:t>1.013e0</w:t>
      </w:r>
    </w:p>
    <w:p w:rsidR="00D44D00" w:rsidRDefault="00D44D00" w:rsidP="00D44D00">
      <w:r>
        <w:t>277.1871</w:t>
      </w:r>
      <w:r>
        <w:tab/>
        <w:t>2.155e0</w:t>
      </w:r>
    </w:p>
    <w:p w:rsidR="00D44D00" w:rsidRDefault="00D44D00" w:rsidP="00D44D00">
      <w:r>
        <w:t>277.1920</w:t>
      </w:r>
      <w:r>
        <w:tab/>
        <w:t>2.025e0</w:t>
      </w:r>
    </w:p>
    <w:p w:rsidR="00D44D00" w:rsidRDefault="00D44D00" w:rsidP="00D44D00">
      <w:r>
        <w:t>277.2035</w:t>
      </w:r>
      <w:r>
        <w:tab/>
        <w:t>2.025e0</w:t>
      </w:r>
    </w:p>
    <w:p w:rsidR="00D44D00" w:rsidRDefault="00D44D00" w:rsidP="00D44D00">
      <w:r>
        <w:t>277.2455</w:t>
      </w:r>
      <w:r>
        <w:tab/>
        <w:t>1.013e0</w:t>
      </w:r>
    </w:p>
    <w:p w:rsidR="00D44D00" w:rsidRDefault="00D44D00" w:rsidP="00D44D00">
      <w:r>
        <w:t>277.2495</w:t>
      </w:r>
      <w:r>
        <w:tab/>
        <w:t>1.013e0</w:t>
      </w:r>
    </w:p>
    <w:p w:rsidR="00D44D00" w:rsidRDefault="00D44D00" w:rsidP="00D44D00">
      <w:r>
        <w:t>277.2539</w:t>
      </w:r>
      <w:r>
        <w:tab/>
        <w:t>1.013e0</w:t>
      </w:r>
    </w:p>
    <w:p w:rsidR="00D44D00" w:rsidRDefault="00D44D00" w:rsidP="00D44D00">
      <w:r>
        <w:t>277.2927</w:t>
      </w:r>
      <w:r>
        <w:tab/>
        <w:t>1.013e0</w:t>
      </w:r>
    </w:p>
    <w:p w:rsidR="00D44D00" w:rsidRDefault="00D44D00" w:rsidP="00D44D00">
      <w:r>
        <w:t>277.2978</w:t>
      </w:r>
      <w:r>
        <w:tab/>
        <w:t>1.013e0</w:t>
      </w:r>
    </w:p>
    <w:p w:rsidR="00D44D00" w:rsidRDefault="00D44D00" w:rsidP="00D44D00">
      <w:r>
        <w:lastRenderedPageBreak/>
        <w:t>277.3240</w:t>
      </w:r>
      <w:r>
        <w:tab/>
        <w:t>1.013e0</w:t>
      </w:r>
    </w:p>
    <w:p w:rsidR="00D44D00" w:rsidRDefault="00D44D00" w:rsidP="00D44D00">
      <w:r>
        <w:t>277.3557</w:t>
      </w:r>
      <w:r>
        <w:tab/>
        <w:t>1.013e0</w:t>
      </w:r>
    </w:p>
    <w:p w:rsidR="00D44D00" w:rsidRDefault="00D44D00" w:rsidP="00D44D00">
      <w:r>
        <w:t>277.3742</w:t>
      </w:r>
      <w:r>
        <w:tab/>
        <w:t>1.013e0</w:t>
      </w:r>
    </w:p>
    <w:p w:rsidR="00D44D00" w:rsidRDefault="00D44D00" w:rsidP="00D44D00">
      <w:r>
        <w:t>277.3810</w:t>
      </w:r>
      <w:r>
        <w:tab/>
        <w:t>2.025e0</w:t>
      </w:r>
    </w:p>
    <w:p w:rsidR="00D44D00" w:rsidRDefault="00D44D00" w:rsidP="00D44D00">
      <w:r>
        <w:t>277.4102</w:t>
      </w:r>
      <w:r>
        <w:tab/>
        <w:t>1.013e0</w:t>
      </w:r>
    </w:p>
    <w:p w:rsidR="00D44D00" w:rsidRDefault="00D44D00" w:rsidP="00D44D00">
      <w:r>
        <w:t>277.4493</w:t>
      </w:r>
      <w:r>
        <w:tab/>
        <w:t>1.013e0</w:t>
      </w:r>
    </w:p>
    <w:p w:rsidR="00D44D00" w:rsidRDefault="00D44D00" w:rsidP="00D44D00">
      <w:r>
        <w:t>277.4802</w:t>
      </w:r>
      <w:r>
        <w:tab/>
        <w:t>1.013e0</w:t>
      </w:r>
    </w:p>
    <w:p w:rsidR="00D44D00" w:rsidRDefault="00D44D00" w:rsidP="00D44D00">
      <w:r>
        <w:t>277.4886</w:t>
      </w:r>
      <w:r>
        <w:tab/>
        <w:t>1.013e0</w:t>
      </w:r>
    </w:p>
    <w:p w:rsidR="00D44D00" w:rsidRDefault="00D44D00" w:rsidP="00D44D00">
      <w:r>
        <w:t>277.5353</w:t>
      </w:r>
      <w:r>
        <w:tab/>
        <w:t>2.025e0</w:t>
      </w:r>
    </w:p>
    <w:p w:rsidR="00D44D00" w:rsidRDefault="00D44D00" w:rsidP="00D44D00">
      <w:r>
        <w:t>277.5489</w:t>
      </w:r>
      <w:r>
        <w:tab/>
        <w:t>4.051e0</w:t>
      </w:r>
    </w:p>
    <w:p w:rsidR="00D44D00" w:rsidRDefault="00D44D00" w:rsidP="00D44D00">
      <w:r>
        <w:t>277.7008</w:t>
      </w:r>
      <w:r>
        <w:tab/>
        <w:t>1.013e0</w:t>
      </w:r>
    </w:p>
    <w:p w:rsidR="00D44D00" w:rsidRDefault="00D44D00" w:rsidP="00D44D00">
      <w:r>
        <w:t>277.7314</w:t>
      </w:r>
      <w:r>
        <w:tab/>
        <w:t>1.013e0</w:t>
      </w:r>
    </w:p>
    <w:p w:rsidR="00D44D00" w:rsidRDefault="00D44D00" w:rsidP="00D44D00">
      <w:r>
        <w:t>277.7583</w:t>
      </w:r>
      <w:r>
        <w:tab/>
        <w:t>1.013e0</w:t>
      </w:r>
    </w:p>
    <w:p w:rsidR="00D44D00" w:rsidRDefault="00D44D00" w:rsidP="00D44D00">
      <w:r>
        <w:t>277.8168</w:t>
      </w:r>
      <w:r>
        <w:tab/>
        <w:t>1.013e0</w:t>
      </w:r>
    </w:p>
    <w:p w:rsidR="00D44D00" w:rsidRDefault="00D44D00" w:rsidP="00D44D00">
      <w:r>
        <w:t>277.8288</w:t>
      </w:r>
      <w:r>
        <w:tab/>
        <w:t>1.013e0</w:t>
      </w:r>
    </w:p>
    <w:p w:rsidR="00D44D00" w:rsidRDefault="00D44D00" w:rsidP="00D44D00">
      <w:r>
        <w:t>277.8386</w:t>
      </w:r>
      <w:r>
        <w:tab/>
        <w:t>1.013e0</w:t>
      </w:r>
    </w:p>
    <w:p w:rsidR="00D44D00" w:rsidRDefault="00D44D00" w:rsidP="00D44D00">
      <w:r>
        <w:t>277.8524</w:t>
      </w:r>
      <w:r>
        <w:tab/>
        <w:t>1.013e0</w:t>
      </w:r>
    </w:p>
    <w:p w:rsidR="00D44D00" w:rsidRDefault="00D44D00" w:rsidP="00D44D00">
      <w:r>
        <w:t>277.9267</w:t>
      </w:r>
      <w:r>
        <w:tab/>
        <w:t>1.013e0</w:t>
      </w:r>
    </w:p>
    <w:p w:rsidR="00D44D00" w:rsidRDefault="00D44D00" w:rsidP="00D44D00">
      <w:r>
        <w:t>277.9355</w:t>
      </w:r>
      <w:r>
        <w:tab/>
        <w:t>1.013e0</w:t>
      </w:r>
    </w:p>
    <w:p w:rsidR="00D44D00" w:rsidRDefault="00D44D00" w:rsidP="00D44D00">
      <w:r>
        <w:lastRenderedPageBreak/>
        <w:t>277.9540</w:t>
      </w:r>
      <w:r>
        <w:tab/>
        <w:t>2.025e0</w:t>
      </w:r>
    </w:p>
    <w:p w:rsidR="00D44D00" w:rsidRDefault="00D44D00" w:rsidP="00D44D00">
      <w:r>
        <w:t>277.9671</w:t>
      </w:r>
      <w:r>
        <w:tab/>
        <w:t>3.038e0</w:t>
      </w:r>
    </w:p>
    <w:p w:rsidR="00D44D00" w:rsidRDefault="00D44D00" w:rsidP="00D44D00">
      <w:r>
        <w:t>277.9749</w:t>
      </w:r>
      <w:r>
        <w:tab/>
        <w:t>3.038e0</w:t>
      </w:r>
    </w:p>
    <w:p w:rsidR="00D44D00" w:rsidRDefault="00D44D00" w:rsidP="00D44D00">
      <w:r>
        <w:t>277.9894</w:t>
      </w:r>
      <w:r>
        <w:tab/>
        <w:t>1.013e0</w:t>
      </w:r>
    </w:p>
    <w:p w:rsidR="00D44D00" w:rsidRDefault="00D44D00" w:rsidP="00D44D00">
      <w:r>
        <w:t>278.0331</w:t>
      </w:r>
      <w:r>
        <w:tab/>
        <w:t>1.788e0</w:t>
      </w:r>
    </w:p>
    <w:p w:rsidR="00D44D00" w:rsidRDefault="00D44D00" w:rsidP="00D44D00">
      <w:r>
        <w:t>278.0413</w:t>
      </w:r>
      <w:r>
        <w:tab/>
        <w:t>3.697e0</w:t>
      </w:r>
    </w:p>
    <w:p w:rsidR="00D44D00" w:rsidRDefault="00D44D00" w:rsidP="00D44D00">
      <w:r>
        <w:t>278.0438</w:t>
      </w:r>
      <w:r>
        <w:tab/>
        <w:t>3.648e0</w:t>
      </w:r>
    </w:p>
    <w:p w:rsidR="00D44D00" w:rsidRDefault="00D44D00" w:rsidP="00D44D00">
      <w:r>
        <w:t>278.0713</w:t>
      </w:r>
      <w:r>
        <w:tab/>
        <w:t>1.141e0</w:t>
      </w:r>
    </w:p>
    <w:p w:rsidR="00D44D00" w:rsidRDefault="00D44D00" w:rsidP="00D44D00">
      <w:r>
        <w:t>278.1354</w:t>
      </w:r>
      <w:r>
        <w:tab/>
        <w:t>2.025e0</w:t>
      </w:r>
    </w:p>
    <w:p w:rsidR="00D44D00" w:rsidRDefault="00D44D00" w:rsidP="00D44D00">
      <w:r>
        <w:t>278.1682</w:t>
      </w:r>
      <w:r>
        <w:tab/>
        <w:t>5.063e0</w:t>
      </w:r>
    </w:p>
    <w:p w:rsidR="00D44D00" w:rsidRDefault="00D44D00" w:rsidP="00D44D00">
      <w:r>
        <w:t>278.1803</w:t>
      </w:r>
      <w:r>
        <w:tab/>
        <w:t>1.013e0</w:t>
      </w:r>
    </w:p>
    <w:p w:rsidR="00D44D00" w:rsidRDefault="00D44D00" w:rsidP="00D44D00">
      <w:r>
        <w:t>278.2073</w:t>
      </w:r>
      <w:r>
        <w:tab/>
        <w:t>3.038e0</w:t>
      </w:r>
    </w:p>
    <w:p w:rsidR="00D44D00" w:rsidRDefault="00D44D00" w:rsidP="00D44D00">
      <w:r>
        <w:t>278.2220</w:t>
      </w:r>
      <w:r>
        <w:tab/>
        <w:t>2.025e0</w:t>
      </w:r>
    </w:p>
    <w:p w:rsidR="00D44D00" w:rsidRDefault="00D44D00" w:rsidP="00D44D00">
      <w:r>
        <w:t>278.2675</w:t>
      </w:r>
      <w:r>
        <w:tab/>
        <w:t>1.013e0</w:t>
      </w:r>
    </w:p>
    <w:p w:rsidR="00D44D00" w:rsidRDefault="00D44D00" w:rsidP="00D44D00">
      <w:r>
        <w:t>278.3489</w:t>
      </w:r>
      <w:r>
        <w:tab/>
        <w:t>1.013e0</w:t>
      </w:r>
    </w:p>
    <w:p w:rsidR="00D44D00" w:rsidRDefault="00D44D00" w:rsidP="00D44D00">
      <w:r>
        <w:t>278.3848</w:t>
      </w:r>
      <w:r>
        <w:tab/>
        <w:t>1.013e0</w:t>
      </w:r>
    </w:p>
    <w:p w:rsidR="00D44D00" w:rsidRDefault="00D44D00" w:rsidP="00D44D00">
      <w:r>
        <w:t>278.4032</w:t>
      </w:r>
      <w:r>
        <w:tab/>
        <w:t>2.025e0</w:t>
      </w:r>
    </w:p>
    <w:p w:rsidR="00D44D00" w:rsidRDefault="00D44D00" w:rsidP="00D44D00">
      <w:r>
        <w:t>278.4052</w:t>
      </w:r>
      <w:r>
        <w:tab/>
        <w:t>1.013e0</w:t>
      </w:r>
    </w:p>
    <w:p w:rsidR="00D44D00" w:rsidRDefault="00D44D00" w:rsidP="00D44D00">
      <w:r>
        <w:t>278.4589</w:t>
      </w:r>
      <w:r>
        <w:tab/>
        <w:t>1.013e0</w:t>
      </w:r>
    </w:p>
    <w:p w:rsidR="00D44D00" w:rsidRDefault="00D44D00" w:rsidP="00D44D00">
      <w:r>
        <w:lastRenderedPageBreak/>
        <w:t>278.4818</w:t>
      </w:r>
      <w:r>
        <w:tab/>
        <w:t>1.013e0</w:t>
      </w:r>
    </w:p>
    <w:p w:rsidR="00D44D00" w:rsidRDefault="00D44D00" w:rsidP="00D44D00">
      <w:r>
        <w:t>278.4946</w:t>
      </w:r>
      <w:r>
        <w:tab/>
        <w:t>1.013e0</w:t>
      </w:r>
    </w:p>
    <w:p w:rsidR="00D44D00" w:rsidRDefault="00D44D00" w:rsidP="00D44D00">
      <w:r>
        <w:t>278.5365</w:t>
      </w:r>
      <w:r>
        <w:tab/>
        <w:t>2.025e0</w:t>
      </w:r>
    </w:p>
    <w:p w:rsidR="00D44D00" w:rsidRDefault="00D44D00" w:rsidP="00D44D00">
      <w:r>
        <w:t>278.5924</w:t>
      </w:r>
      <w:r>
        <w:tab/>
        <w:t>1.013e0</w:t>
      </w:r>
    </w:p>
    <w:p w:rsidR="00D44D00" w:rsidRDefault="00D44D00" w:rsidP="00D44D00">
      <w:r>
        <w:t>278.5965</w:t>
      </w:r>
      <w:r>
        <w:tab/>
        <w:t>1.013e0</w:t>
      </w:r>
    </w:p>
    <w:p w:rsidR="00D44D00" w:rsidRDefault="00D44D00" w:rsidP="00D44D00">
      <w:r>
        <w:t>278.6001</w:t>
      </w:r>
      <w:r>
        <w:tab/>
        <w:t>1.013e0</w:t>
      </w:r>
    </w:p>
    <w:p w:rsidR="00D44D00" w:rsidRDefault="00D44D00" w:rsidP="00D44D00">
      <w:r>
        <w:t>278.6233</w:t>
      </w:r>
      <w:r>
        <w:tab/>
        <w:t>1.013e0</w:t>
      </w:r>
    </w:p>
    <w:p w:rsidR="00D44D00" w:rsidRDefault="00D44D00" w:rsidP="00D44D00">
      <w:r>
        <w:t>278.6318</w:t>
      </w:r>
      <w:r>
        <w:tab/>
        <w:t>1.013e0</w:t>
      </w:r>
    </w:p>
    <w:p w:rsidR="00D44D00" w:rsidRDefault="00D44D00" w:rsidP="00D44D00">
      <w:r>
        <w:t>278.7293</w:t>
      </w:r>
      <w:r>
        <w:tab/>
        <w:t>2.025e0</w:t>
      </w:r>
    </w:p>
    <w:p w:rsidR="00D44D00" w:rsidRDefault="00D44D00" w:rsidP="00D44D00">
      <w:r>
        <w:t>278.8045</w:t>
      </w:r>
      <w:r>
        <w:tab/>
        <w:t>1.013e0</w:t>
      </w:r>
    </w:p>
    <w:p w:rsidR="00D44D00" w:rsidRDefault="00D44D00" w:rsidP="00D44D00">
      <w:r>
        <w:t>278.8786</w:t>
      </w:r>
      <w:r>
        <w:tab/>
        <w:t>2.025e0</w:t>
      </w:r>
    </w:p>
    <w:p w:rsidR="00D44D00" w:rsidRDefault="00D44D00" w:rsidP="00D44D00">
      <w:r>
        <w:t>278.9562</w:t>
      </w:r>
      <w:r>
        <w:tab/>
        <w:t>1.013e0</w:t>
      </w:r>
    </w:p>
    <w:p w:rsidR="00D44D00" w:rsidRDefault="00D44D00" w:rsidP="00D44D00">
      <w:r>
        <w:t>278.9627</w:t>
      </w:r>
      <w:r>
        <w:tab/>
        <w:t>5.063e0</w:t>
      </w:r>
    </w:p>
    <w:p w:rsidR="00D44D00" w:rsidRDefault="00D44D00" w:rsidP="00D44D00">
      <w:r>
        <w:t>278.9833</w:t>
      </w:r>
      <w:r>
        <w:tab/>
        <w:t>1.013e0</w:t>
      </w:r>
    </w:p>
    <w:p w:rsidR="00D44D00" w:rsidRDefault="00D44D00" w:rsidP="00D44D00">
      <w:r>
        <w:t>278.9900</w:t>
      </w:r>
      <w:r>
        <w:tab/>
        <w:t>2.025e0</w:t>
      </w:r>
    </w:p>
    <w:p w:rsidR="00D44D00" w:rsidRDefault="00D44D00" w:rsidP="00D44D00">
      <w:r>
        <w:t>279.0040</w:t>
      </w:r>
      <w:r>
        <w:tab/>
        <w:t>2.025e0</w:t>
      </w:r>
    </w:p>
    <w:p w:rsidR="00D44D00" w:rsidRDefault="00D44D00" w:rsidP="00D44D00">
      <w:r>
        <w:t>279.0140</w:t>
      </w:r>
      <w:r>
        <w:tab/>
        <w:t>1.013e0</w:t>
      </w:r>
    </w:p>
    <w:p w:rsidR="00D44D00" w:rsidRDefault="00D44D00" w:rsidP="00D44D00">
      <w:r>
        <w:t>279.0269</w:t>
      </w:r>
      <w:r>
        <w:tab/>
        <w:t>1.013e0</w:t>
      </w:r>
    </w:p>
    <w:p w:rsidR="00D44D00" w:rsidRDefault="00D44D00" w:rsidP="00D44D00">
      <w:r>
        <w:t>279.0799</w:t>
      </w:r>
      <w:r>
        <w:tab/>
        <w:t>1.326e0</w:t>
      </w:r>
    </w:p>
    <w:p w:rsidR="00D44D00" w:rsidRDefault="00D44D00" w:rsidP="00D44D00">
      <w:r>
        <w:lastRenderedPageBreak/>
        <w:t>279.0907</w:t>
      </w:r>
      <w:r>
        <w:tab/>
        <w:t>5.369e0</w:t>
      </w:r>
    </w:p>
    <w:p w:rsidR="00D44D00" w:rsidRDefault="00D44D00" w:rsidP="00D44D00">
      <w:r>
        <w:t>279.1011</w:t>
      </w:r>
      <w:r>
        <w:tab/>
        <w:t>3.009e0</w:t>
      </w:r>
    </w:p>
    <w:p w:rsidR="00D44D00" w:rsidRDefault="00D44D00" w:rsidP="00D44D00">
      <w:r>
        <w:t>279.1062</w:t>
      </w:r>
      <w:r>
        <w:tab/>
        <w:t>2.025e0</w:t>
      </w:r>
    </w:p>
    <w:p w:rsidR="00D44D00" w:rsidRDefault="00D44D00" w:rsidP="00D44D00">
      <w:r>
        <w:t>279.1280</w:t>
      </w:r>
      <w:r>
        <w:tab/>
        <w:t>3.038e0</w:t>
      </w:r>
    </w:p>
    <w:p w:rsidR="00D44D00" w:rsidRDefault="00D44D00" w:rsidP="00D44D00">
      <w:r>
        <w:t>279.1570</w:t>
      </w:r>
      <w:r>
        <w:tab/>
        <w:t>3.038e0</w:t>
      </w:r>
    </w:p>
    <w:p w:rsidR="00D44D00" w:rsidRDefault="00D44D00" w:rsidP="00D44D00">
      <w:r>
        <w:t>279.1617</w:t>
      </w:r>
      <w:r>
        <w:tab/>
        <w:t>6.189e0</w:t>
      </w:r>
    </w:p>
    <w:p w:rsidR="00D44D00" w:rsidRDefault="00D44D00" w:rsidP="00D44D00">
      <w:r>
        <w:t>279.1679</w:t>
      </w:r>
      <w:r>
        <w:tab/>
        <w:t>7.089e0</w:t>
      </w:r>
    </w:p>
    <w:p w:rsidR="00D44D00" w:rsidRDefault="00D44D00" w:rsidP="00D44D00">
      <w:r>
        <w:t>279.1762</w:t>
      </w:r>
      <w:r>
        <w:tab/>
        <w:t>3.038e0</w:t>
      </w:r>
    </w:p>
    <w:p w:rsidR="00D44D00" w:rsidRDefault="00D44D00" w:rsidP="00D44D00">
      <w:r>
        <w:t>279.2065</w:t>
      </w:r>
      <w:r>
        <w:tab/>
        <w:t>2.025e0</w:t>
      </w:r>
    </w:p>
    <w:p w:rsidR="00D44D00" w:rsidRDefault="00D44D00" w:rsidP="00D44D00">
      <w:r>
        <w:t>279.2087</w:t>
      </w:r>
      <w:r>
        <w:tab/>
        <w:t>1.013e0</w:t>
      </w:r>
    </w:p>
    <w:p w:rsidR="00D44D00" w:rsidRDefault="00D44D00" w:rsidP="00D44D00">
      <w:r>
        <w:t>279.2497</w:t>
      </w:r>
      <w:r>
        <w:tab/>
        <w:t>1.013e0</w:t>
      </w:r>
    </w:p>
    <w:p w:rsidR="00D44D00" w:rsidRDefault="00D44D00" w:rsidP="00D44D00">
      <w:r>
        <w:t>279.2743</w:t>
      </w:r>
      <w:r>
        <w:tab/>
        <w:t>2.025e0</w:t>
      </w:r>
    </w:p>
    <w:p w:rsidR="00D44D00" w:rsidRDefault="00D44D00" w:rsidP="00D44D00">
      <w:r>
        <w:t>279.2892</w:t>
      </w:r>
      <w:r>
        <w:tab/>
        <w:t>1.013e0</w:t>
      </w:r>
    </w:p>
    <w:p w:rsidR="00D44D00" w:rsidRDefault="00D44D00" w:rsidP="00D44D00">
      <w:r>
        <w:t>279.3520</w:t>
      </w:r>
      <w:r>
        <w:tab/>
        <w:t>1.013e0</w:t>
      </w:r>
    </w:p>
    <w:p w:rsidR="00D44D00" w:rsidRDefault="00D44D00" w:rsidP="00D44D00">
      <w:r>
        <w:t>279.3643</w:t>
      </w:r>
      <w:r>
        <w:tab/>
        <w:t>1.013e0</w:t>
      </w:r>
    </w:p>
    <w:p w:rsidR="00D44D00" w:rsidRDefault="00D44D00" w:rsidP="00D44D00">
      <w:r>
        <w:t>279.3678</w:t>
      </w:r>
      <w:r>
        <w:tab/>
        <w:t>1.013e0</w:t>
      </w:r>
    </w:p>
    <w:p w:rsidR="00D44D00" w:rsidRDefault="00D44D00" w:rsidP="00D44D00">
      <w:r>
        <w:t>279.4138</w:t>
      </w:r>
      <w:r>
        <w:tab/>
        <w:t>1.013e0</w:t>
      </w:r>
    </w:p>
    <w:p w:rsidR="00D44D00" w:rsidRDefault="00D44D00" w:rsidP="00D44D00">
      <w:r>
        <w:t>279.4500</w:t>
      </w:r>
      <w:r>
        <w:tab/>
        <w:t>1.013e0</w:t>
      </w:r>
    </w:p>
    <w:p w:rsidR="00D44D00" w:rsidRDefault="00D44D00" w:rsidP="00D44D00">
      <w:r>
        <w:t>279.5208</w:t>
      </w:r>
      <w:r>
        <w:tab/>
        <w:t>1.013e0</w:t>
      </w:r>
    </w:p>
    <w:p w:rsidR="00D44D00" w:rsidRDefault="00D44D00" w:rsidP="00D44D00">
      <w:r>
        <w:lastRenderedPageBreak/>
        <w:t>279.5522</w:t>
      </w:r>
      <w:r>
        <w:tab/>
        <w:t>1.013e0</w:t>
      </w:r>
    </w:p>
    <w:p w:rsidR="00D44D00" w:rsidRDefault="00D44D00" w:rsidP="00D44D00">
      <w:r>
        <w:t>279.5955</w:t>
      </w:r>
      <w:r>
        <w:tab/>
        <w:t>1.013e0</w:t>
      </w:r>
    </w:p>
    <w:p w:rsidR="00D44D00" w:rsidRDefault="00D44D00" w:rsidP="00D44D00">
      <w:r>
        <w:t>279.6009</w:t>
      </w:r>
      <w:r>
        <w:tab/>
        <w:t>3.038e0</w:t>
      </w:r>
    </w:p>
    <w:p w:rsidR="00D44D00" w:rsidRDefault="00D44D00" w:rsidP="00D44D00">
      <w:r>
        <w:t>279.6138</w:t>
      </w:r>
      <w:r>
        <w:tab/>
        <w:t>1.013e0</w:t>
      </w:r>
    </w:p>
    <w:p w:rsidR="00D44D00" w:rsidRDefault="00D44D00" w:rsidP="00D44D00">
      <w:r>
        <w:t>279.6287</w:t>
      </w:r>
      <w:r>
        <w:tab/>
        <w:t>2.025e0</w:t>
      </w:r>
    </w:p>
    <w:p w:rsidR="00D44D00" w:rsidRDefault="00D44D00" w:rsidP="00D44D00">
      <w:r>
        <w:t>279.6446</w:t>
      </w:r>
      <w:r>
        <w:tab/>
        <w:t>1.013e0</w:t>
      </w:r>
    </w:p>
    <w:p w:rsidR="00D44D00" w:rsidRDefault="00D44D00" w:rsidP="00D44D00">
      <w:r>
        <w:t>279.7784</w:t>
      </w:r>
      <w:r>
        <w:tab/>
        <w:t>1.013e0</w:t>
      </w:r>
    </w:p>
    <w:p w:rsidR="00D44D00" w:rsidRDefault="00D44D00" w:rsidP="00D44D00">
      <w:r>
        <w:t>279.8452</w:t>
      </w:r>
      <w:r>
        <w:tab/>
        <w:t>1.013e0</w:t>
      </w:r>
    </w:p>
    <w:p w:rsidR="00D44D00" w:rsidRDefault="00D44D00" w:rsidP="00D44D00">
      <w:r>
        <w:t>279.8659</w:t>
      </w:r>
      <w:r>
        <w:tab/>
        <w:t>1.013e0</w:t>
      </w:r>
    </w:p>
    <w:p w:rsidR="00D44D00" w:rsidRDefault="00D44D00" w:rsidP="00D44D00">
      <w:r>
        <w:t>279.9560</w:t>
      </w:r>
      <w:r>
        <w:tab/>
        <w:t>3.038e0</w:t>
      </w:r>
    </w:p>
    <w:p w:rsidR="00D44D00" w:rsidRDefault="00D44D00" w:rsidP="00D44D00">
      <w:r>
        <w:t>280.0119</w:t>
      </w:r>
      <w:r>
        <w:tab/>
        <w:t>2.025e0</w:t>
      </w:r>
    </w:p>
    <w:p w:rsidR="00D44D00" w:rsidRDefault="00D44D00" w:rsidP="00D44D00">
      <w:r>
        <w:t>280.0282</w:t>
      </w:r>
      <w:r>
        <w:tab/>
        <w:t>2.025e0</w:t>
      </w:r>
    </w:p>
    <w:p w:rsidR="00D44D00" w:rsidRDefault="00D44D00" w:rsidP="00D44D00">
      <w:r>
        <w:t>280.0306</w:t>
      </w:r>
      <w:r>
        <w:tab/>
        <w:t>1.013e0</w:t>
      </w:r>
    </w:p>
    <w:p w:rsidR="00D44D00" w:rsidRDefault="00D44D00" w:rsidP="00D44D00">
      <w:r>
        <w:t>280.1024</w:t>
      </w:r>
      <w:r>
        <w:tab/>
        <w:t>1.907e0</w:t>
      </w:r>
    </w:p>
    <w:p w:rsidR="00D44D00" w:rsidRDefault="00D44D00" w:rsidP="00D44D00">
      <w:r>
        <w:t>280.1069</w:t>
      </w:r>
      <w:r>
        <w:tab/>
        <w:t>1.705e0</w:t>
      </w:r>
    </w:p>
    <w:p w:rsidR="00D44D00" w:rsidRDefault="00D44D00" w:rsidP="00D44D00">
      <w:r>
        <w:t>280.1335</w:t>
      </w:r>
      <w:r>
        <w:tab/>
        <w:t>2.025e0</w:t>
      </w:r>
    </w:p>
    <w:p w:rsidR="00D44D00" w:rsidRDefault="00D44D00" w:rsidP="00D44D00">
      <w:r>
        <w:t>280.1480</w:t>
      </w:r>
      <w:r>
        <w:tab/>
        <w:t>1.013e0</w:t>
      </w:r>
    </w:p>
    <w:p w:rsidR="00D44D00" w:rsidRDefault="00D44D00" w:rsidP="00D44D00">
      <w:r>
        <w:t>280.1556</w:t>
      </w:r>
      <w:r>
        <w:tab/>
        <w:t>1.013e0</w:t>
      </w:r>
    </w:p>
    <w:p w:rsidR="00D44D00" w:rsidRDefault="00D44D00" w:rsidP="00D44D00">
      <w:r>
        <w:t>280.1635</w:t>
      </w:r>
      <w:r>
        <w:tab/>
        <w:t>3.038e0</w:t>
      </w:r>
    </w:p>
    <w:p w:rsidR="00D44D00" w:rsidRDefault="00D44D00" w:rsidP="00D44D00">
      <w:r>
        <w:lastRenderedPageBreak/>
        <w:t>280.1663</w:t>
      </w:r>
      <w:r>
        <w:tab/>
        <w:t>2.025e0</w:t>
      </w:r>
    </w:p>
    <w:p w:rsidR="00D44D00" w:rsidRDefault="00D44D00" w:rsidP="00D44D00">
      <w:r>
        <w:t>280.1689</w:t>
      </w:r>
      <w:r>
        <w:tab/>
        <w:t>1.013e0</w:t>
      </w:r>
    </w:p>
    <w:p w:rsidR="00D44D00" w:rsidRDefault="00D44D00" w:rsidP="00D44D00">
      <w:r>
        <w:t>280.1955</w:t>
      </w:r>
      <w:r>
        <w:tab/>
        <w:t>3.038e0</w:t>
      </w:r>
    </w:p>
    <w:p w:rsidR="00D44D00" w:rsidRDefault="00D44D00" w:rsidP="00D44D00">
      <w:r>
        <w:t>280.2048</w:t>
      </w:r>
      <w:r>
        <w:tab/>
        <w:t>1.013e0</w:t>
      </w:r>
    </w:p>
    <w:p w:rsidR="00D44D00" w:rsidRDefault="00D44D00" w:rsidP="00D44D00">
      <w:r>
        <w:t>280.2184</w:t>
      </w:r>
      <w:r>
        <w:tab/>
        <w:t>2.025e0</w:t>
      </w:r>
    </w:p>
    <w:p w:rsidR="00D44D00" w:rsidRDefault="00D44D00" w:rsidP="00D44D00">
      <w:r>
        <w:t>280.2295</w:t>
      </w:r>
      <w:r>
        <w:tab/>
        <w:t>4.051e0</w:t>
      </w:r>
    </w:p>
    <w:p w:rsidR="00D44D00" w:rsidRDefault="00D44D00" w:rsidP="00D44D00">
      <w:r>
        <w:t>280.2408</w:t>
      </w:r>
      <w:r>
        <w:tab/>
        <w:t>1.013e0</w:t>
      </w:r>
    </w:p>
    <w:p w:rsidR="00D44D00" w:rsidRDefault="00D44D00" w:rsidP="00D44D00">
      <w:r>
        <w:t>280.2662</w:t>
      </w:r>
      <w:r>
        <w:tab/>
        <w:t>1.013e0</w:t>
      </w:r>
    </w:p>
    <w:p w:rsidR="00D44D00" w:rsidRDefault="00D44D00" w:rsidP="00D44D00">
      <w:r>
        <w:t>280.2852</w:t>
      </w:r>
      <w:r>
        <w:tab/>
        <w:t>1.013e0</w:t>
      </w:r>
    </w:p>
    <w:p w:rsidR="00D44D00" w:rsidRDefault="00D44D00" w:rsidP="00D44D00">
      <w:r>
        <w:t>280.3247</w:t>
      </w:r>
      <w:r>
        <w:tab/>
        <w:t>1.013e0</w:t>
      </w:r>
    </w:p>
    <w:p w:rsidR="00D44D00" w:rsidRDefault="00D44D00" w:rsidP="00D44D00">
      <w:r>
        <w:t>280.3334</w:t>
      </w:r>
      <w:r>
        <w:tab/>
        <w:t>1.013e0</w:t>
      </w:r>
    </w:p>
    <w:p w:rsidR="00D44D00" w:rsidRDefault="00D44D00" w:rsidP="00D44D00">
      <w:r>
        <w:t>280.4003</w:t>
      </w:r>
      <w:r>
        <w:tab/>
        <w:t>1.013e0</w:t>
      </w:r>
    </w:p>
    <w:p w:rsidR="00D44D00" w:rsidRDefault="00D44D00" w:rsidP="00D44D00">
      <w:r>
        <w:t>280.4363</w:t>
      </w:r>
      <w:r>
        <w:tab/>
        <w:t>1.013e0</w:t>
      </w:r>
    </w:p>
    <w:p w:rsidR="00D44D00" w:rsidRDefault="00D44D00" w:rsidP="00D44D00">
      <w:r>
        <w:t>280.4809</w:t>
      </w:r>
      <w:r>
        <w:tab/>
        <w:t>1.013e0</w:t>
      </w:r>
    </w:p>
    <w:p w:rsidR="00D44D00" w:rsidRDefault="00D44D00" w:rsidP="00D44D00">
      <w:r>
        <w:t>280.4893</w:t>
      </w:r>
      <w:r>
        <w:tab/>
        <w:t>1.013e0</w:t>
      </w:r>
    </w:p>
    <w:p w:rsidR="00D44D00" w:rsidRDefault="00D44D00" w:rsidP="00D44D00">
      <w:r>
        <w:t>280.4933</w:t>
      </w:r>
      <w:r>
        <w:tab/>
        <w:t>1.013e0</w:t>
      </w:r>
    </w:p>
    <w:p w:rsidR="00D44D00" w:rsidRDefault="00D44D00" w:rsidP="00D44D00">
      <w:r>
        <w:t>280.5831</w:t>
      </w:r>
      <w:r>
        <w:tab/>
        <w:t>2.025e0</w:t>
      </w:r>
    </w:p>
    <w:p w:rsidR="00D44D00" w:rsidRDefault="00D44D00" w:rsidP="00D44D00">
      <w:r>
        <w:t>280.6307</w:t>
      </w:r>
      <w:r>
        <w:tab/>
        <w:t>2.025e0</w:t>
      </w:r>
    </w:p>
    <w:p w:rsidR="00D44D00" w:rsidRDefault="00D44D00" w:rsidP="00D44D00">
      <w:r>
        <w:t>280.6730</w:t>
      </w:r>
      <w:r>
        <w:tab/>
        <w:t>1.013e0</w:t>
      </w:r>
    </w:p>
    <w:p w:rsidR="00D44D00" w:rsidRDefault="00D44D00" w:rsidP="00D44D00">
      <w:r>
        <w:lastRenderedPageBreak/>
        <w:t>280.7036</w:t>
      </w:r>
      <w:r>
        <w:tab/>
        <w:t>1.013e0</w:t>
      </w:r>
    </w:p>
    <w:p w:rsidR="00D44D00" w:rsidRDefault="00D44D00" w:rsidP="00D44D00">
      <w:r>
        <w:t>280.7346</w:t>
      </w:r>
      <w:r>
        <w:tab/>
        <w:t>2.025e0</w:t>
      </w:r>
    </w:p>
    <w:p w:rsidR="00D44D00" w:rsidRDefault="00D44D00" w:rsidP="00D44D00">
      <w:r>
        <w:t>280.7440</w:t>
      </w:r>
      <w:r>
        <w:tab/>
        <w:t>1.013e0</w:t>
      </w:r>
    </w:p>
    <w:p w:rsidR="00D44D00" w:rsidRDefault="00D44D00" w:rsidP="00D44D00">
      <w:r>
        <w:t>280.8852</w:t>
      </w:r>
      <w:r>
        <w:tab/>
        <w:t>1.013e0</w:t>
      </w:r>
    </w:p>
    <w:p w:rsidR="00D44D00" w:rsidRDefault="00D44D00" w:rsidP="00D44D00">
      <w:r>
        <w:t>280.9429</w:t>
      </w:r>
      <w:r>
        <w:tab/>
        <w:t>2.025e0</w:t>
      </w:r>
    </w:p>
    <w:p w:rsidR="00D44D00" w:rsidRDefault="00D44D00" w:rsidP="00D44D00">
      <w:r>
        <w:t>280.9563</w:t>
      </w:r>
      <w:r>
        <w:tab/>
        <w:t>1.013e0</w:t>
      </w:r>
    </w:p>
    <w:p w:rsidR="00D44D00" w:rsidRDefault="00D44D00" w:rsidP="00D44D00">
      <w:r>
        <w:t>280.9611</w:t>
      </w:r>
      <w:r>
        <w:tab/>
        <w:t>1.013e0</w:t>
      </w:r>
    </w:p>
    <w:p w:rsidR="00D44D00" w:rsidRDefault="00D44D00" w:rsidP="00D44D00">
      <w:r>
        <w:t>281.0065</w:t>
      </w:r>
      <w:r>
        <w:tab/>
        <w:t>1.013e0</w:t>
      </w:r>
    </w:p>
    <w:p w:rsidR="00D44D00" w:rsidRDefault="00D44D00" w:rsidP="00D44D00">
      <w:r>
        <w:t>281.0085</w:t>
      </w:r>
      <w:r>
        <w:tab/>
        <w:t>2.025e0</w:t>
      </w:r>
    </w:p>
    <w:p w:rsidR="00D44D00" w:rsidRDefault="00D44D00" w:rsidP="00D44D00">
      <w:r>
        <w:t>281.0109</w:t>
      </w:r>
      <w:r>
        <w:tab/>
        <w:t>1.013e0</w:t>
      </w:r>
      <w:bookmarkStart w:id="0" w:name="_GoBack"/>
      <w:bookmarkEnd w:id="0"/>
    </w:p>
    <w:p w:rsidR="00595483" w:rsidRPr="00044EB7" w:rsidRDefault="00595483" w:rsidP="00044EB7"/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C9"/>
    <w:rsid w:val="00044EB7"/>
    <w:rsid w:val="001D65C8"/>
    <w:rsid w:val="004C2A0A"/>
    <w:rsid w:val="00595483"/>
    <w:rsid w:val="00A563A9"/>
    <w:rsid w:val="00B22530"/>
    <w:rsid w:val="00BD115B"/>
    <w:rsid w:val="00D44D00"/>
    <w:rsid w:val="00E751C4"/>
    <w:rsid w:val="00E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FFEA0"/>
  <w15:docId w15:val="{18BE1FA9-9C45-49E3-9E4F-517541D0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281</Pages>
  <Words>13582</Words>
  <Characters>77423</Characters>
  <Application>Microsoft Office Word</Application>
  <DocSecurity>0</DocSecurity>
  <Lines>645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90824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2</cp:revision>
  <dcterms:created xsi:type="dcterms:W3CDTF">2022-06-10T14:23:00Z</dcterms:created>
  <dcterms:modified xsi:type="dcterms:W3CDTF">2022-06-10T14:23:00Z</dcterms:modified>
</cp:coreProperties>
</file>